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2FE" w:rsidRDefault="004172FE" w:rsidP="00252C89">
      <w:pPr>
        <w:tabs>
          <w:tab w:val="left" w:pos="567"/>
        </w:tabs>
        <w:jc w:val="center"/>
        <w:rPr>
          <w:b/>
          <w:spacing w:val="10"/>
          <w:sz w:val="36"/>
        </w:rPr>
      </w:pPr>
      <w:r w:rsidRPr="00A10872">
        <w:rPr>
          <w:rFonts w:ascii="Pragmatica" w:hAnsi="Pragmatica"/>
          <w:b/>
          <w:spacing w:val="10"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43.5pt" fillcolor="window">
            <v:imagedata r:id="rId5" o:title="" gain="86232f"/>
          </v:shape>
        </w:pict>
      </w:r>
    </w:p>
    <w:p w:rsidR="004172FE" w:rsidRPr="004004C1" w:rsidRDefault="004172FE" w:rsidP="00252C89">
      <w:pPr>
        <w:tabs>
          <w:tab w:val="left" w:pos="567"/>
        </w:tabs>
        <w:jc w:val="center"/>
      </w:pPr>
    </w:p>
    <w:p w:rsidR="004172FE" w:rsidRPr="007A2C8F" w:rsidRDefault="004172FE" w:rsidP="00252C89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У К Р А Ї Н А</w:t>
      </w:r>
    </w:p>
    <w:p w:rsidR="004172FE" w:rsidRPr="007A2C8F" w:rsidRDefault="004172FE" w:rsidP="00252C89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4172FE" w:rsidRPr="007A2C8F" w:rsidRDefault="004172FE" w:rsidP="00252C89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А р т е м і в с ь к а   м і с ь к а  р а д а</w:t>
      </w:r>
    </w:p>
    <w:p w:rsidR="004172FE" w:rsidRPr="005363CF" w:rsidRDefault="004172FE" w:rsidP="00252C89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4172FE" w:rsidRDefault="004172FE" w:rsidP="00252C89">
      <w:pPr>
        <w:tabs>
          <w:tab w:val="left" w:pos="567"/>
        </w:tabs>
        <w:jc w:val="center"/>
        <w:rPr>
          <w:b/>
          <w:sz w:val="40"/>
        </w:rPr>
      </w:pPr>
      <w:r>
        <w:rPr>
          <w:b/>
          <w:sz w:val="40"/>
          <w:lang w:val="uk-UA"/>
        </w:rPr>
        <w:t>25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>6</w:t>
      </w:r>
      <w:r>
        <w:rPr>
          <w:b/>
          <w:sz w:val="40"/>
        </w:rPr>
        <w:t xml:space="preserve">  СКЛИКАННЯ</w:t>
      </w:r>
    </w:p>
    <w:p w:rsidR="004172FE" w:rsidRPr="005363CF" w:rsidRDefault="004172FE" w:rsidP="00252C89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4172FE" w:rsidRPr="00E8243E" w:rsidRDefault="004172FE" w:rsidP="00252C89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E8243E">
        <w:rPr>
          <w:b/>
          <w:sz w:val="44"/>
          <w:szCs w:val="44"/>
          <w:lang w:val="uk-UA"/>
        </w:rPr>
        <w:t>Р І Ш Е Н Н Я</w:t>
      </w:r>
    </w:p>
    <w:p w:rsidR="004172FE" w:rsidRDefault="004172FE" w:rsidP="00252C89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4172FE" w:rsidRPr="007A2C8F" w:rsidRDefault="004172FE" w:rsidP="00252C89">
      <w:pPr>
        <w:tabs>
          <w:tab w:val="left" w:pos="6375"/>
        </w:tabs>
        <w:jc w:val="both"/>
        <w:rPr>
          <w:lang w:val="uk-UA"/>
        </w:rPr>
      </w:pPr>
      <w:r>
        <w:rPr>
          <w:lang w:val="uk-UA"/>
        </w:rPr>
        <w:t>27. 06</w:t>
      </w:r>
      <w:r w:rsidRPr="007A2C8F">
        <w:rPr>
          <w:lang w:val="uk-UA"/>
        </w:rPr>
        <w:t>.</w:t>
      </w:r>
      <w:r>
        <w:rPr>
          <w:lang w:val="uk-UA"/>
        </w:rPr>
        <w:t xml:space="preserve"> </w:t>
      </w:r>
      <w:r w:rsidRPr="007A2C8F">
        <w:rPr>
          <w:lang w:val="uk-UA"/>
        </w:rPr>
        <w:t>2012 №</w:t>
      </w:r>
      <w:r>
        <w:rPr>
          <w:lang w:val="uk-UA"/>
        </w:rPr>
        <w:t xml:space="preserve"> 6/25- 440</w:t>
      </w:r>
    </w:p>
    <w:p w:rsidR="004172FE" w:rsidRPr="00D7700D" w:rsidRDefault="004172FE" w:rsidP="00252C89">
      <w:pPr>
        <w:tabs>
          <w:tab w:val="left" w:pos="6375"/>
        </w:tabs>
        <w:jc w:val="both"/>
        <w:rPr>
          <w:lang w:val="uk-UA"/>
        </w:rPr>
      </w:pPr>
      <w:r w:rsidRPr="00D7700D">
        <w:rPr>
          <w:lang w:val="uk-UA"/>
        </w:rPr>
        <w:t>м. Артемівськ</w:t>
      </w:r>
    </w:p>
    <w:p w:rsidR="004172FE" w:rsidRDefault="004172FE" w:rsidP="00525A9A">
      <w:pPr>
        <w:pStyle w:val="NoSpacing"/>
        <w:rPr>
          <w:szCs w:val="28"/>
          <w:lang w:val="uk-UA"/>
        </w:rPr>
      </w:pPr>
    </w:p>
    <w:p w:rsidR="004172FE" w:rsidRPr="00525A9A" w:rsidRDefault="004172FE" w:rsidP="00525A9A">
      <w:pPr>
        <w:pStyle w:val="NoSpacing"/>
        <w:rPr>
          <w:b/>
          <w:i/>
          <w:szCs w:val="28"/>
          <w:lang w:val="uk-UA"/>
        </w:rPr>
      </w:pPr>
      <w:r w:rsidRPr="00525A9A">
        <w:rPr>
          <w:b/>
          <w:i/>
          <w:szCs w:val="28"/>
          <w:lang w:val="uk-UA"/>
        </w:rPr>
        <w:t xml:space="preserve">Про  внесення  змін  до   Статуту </w:t>
      </w:r>
    </w:p>
    <w:p w:rsidR="004172FE" w:rsidRPr="00525A9A" w:rsidRDefault="004172FE" w:rsidP="00525A9A">
      <w:pPr>
        <w:pStyle w:val="NoSpacing"/>
        <w:rPr>
          <w:b/>
          <w:i/>
          <w:szCs w:val="28"/>
          <w:lang w:val="uk-UA"/>
        </w:rPr>
      </w:pPr>
      <w:r>
        <w:rPr>
          <w:b/>
          <w:bCs/>
          <w:i/>
          <w:szCs w:val="28"/>
          <w:lang w:val="uk-UA"/>
        </w:rPr>
        <w:t>Соледарської</w:t>
      </w:r>
      <w:r w:rsidRPr="00252C89">
        <w:rPr>
          <w:b/>
          <w:bCs/>
          <w:i/>
          <w:szCs w:val="28"/>
          <w:lang w:val="uk-UA"/>
        </w:rPr>
        <w:t xml:space="preserve"> міської </w:t>
      </w:r>
      <w:r w:rsidRPr="00525A9A">
        <w:rPr>
          <w:b/>
          <w:i/>
          <w:szCs w:val="28"/>
          <w:lang w:val="uk-UA"/>
        </w:rPr>
        <w:t>лікарні</w:t>
      </w:r>
      <w:r>
        <w:rPr>
          <w:b/>
          <w:i/>
          <w:szCs w:val="28"/>
          <w:lang w:val="uk-UA"/>
        </w:rPr>
        <w:t xml:space="preserve"> №4</w:t>
      </w:r>
    </w:p>
    <w:p w:rsidR="004172FE" w:rsidRPr="004027B5" w:rsidRDefault="004172FE" w:rsidP="00525A9A">
      <w:pPr>
        <w:pStyle w:val="NoSpacing"/>
        <w:rPr>
          <w:szCs w:val="28"/>
          <w:lang w:val="uk-UA"/>
        </w:rPr>
      </w:pPr>
    </w:p>
    <w:p w:rsidR="004172FE" w:rsidRPr="00BE0ADE" w:rsidRDefault="004172FE" w:rsidP="00BE0ADE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E0ADE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19.11.1992 №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2801-ХП «Основи законодавства України про охорону здоров'я» із внесеними до нього змінами,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15.05.2003 №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755-ІУ «Про державну реєстрацію </w:t>
      </w:r>
      <w:r>
        <w:rPr>
          <w:rFonts w:ascii="Times New Roman" w:hAnsi="Times New Roman"/>
          <w:sz w:val="28"/>
          <w:szCs w:val="28"/>
          <w:lang w:val="uk-UA"/>
        </w:rPr>
        <w:t>юридичних осіб та фізичних осіб-</w:t>
      </w:r>
      <w:r w:rsidRPr="00BE0ADE">
        <w:rPr>
          <w:rFonts w:ascii="Times New Roman" w:hAnsi="Times New Roman"/>
          <w:sz w:val="28"/>
          <w:szCs w:val="28"/>
          <w:lang w:val="uk-UA"/>
        </w:rPr>
        <w:t>підприємців» із внесеними до нього змінами,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Закону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07.07.2011 №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3612-УІ «Про порядок проведення реформування системи охорони здоров'я у Вінницькій, Дніпропетровській, Донецькій областях та місті Києві», постанови Кабінету Міністрів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17.02.2010 № 208 </w:t>
      </w:r>
      <w:r w:rsidRPr="00BE0ADE">
        <w:rPr>
          <w:rFonts w:ascii="Times New Roman" w:hAnsi="Times New Roman"/>
          <w:sz w:val="28"/>
          <w:szCs w:val="28"/>
          <w:lang w:val="uk-UA"/>
        </w:rPr>
        <w:t>«Деякі питання удосконалення системи охорони здоров'я» із внесеними до неї змінами</w:t>
      </w:r>
      <w:r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ст.ст.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26, 60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21.05.1997 № </w:t>
      </w:r>
      <w:r w:rsidRPr="00BE0ADE">
        <w:rPr>
          <w:rFonts w:ascii="Times New Roman" w:hAnsi="Times New Roman"/>
          <w:sz w:val="28"/>
          <w:szCs w:val="28"/>
          <w:lang w:val="uk-UA"/>
        </w:rPr>
        <w:t>280/97-ВР «Про місцеве самоврядування в Україні» із внесеними до нього змінами, Артемівська міська рада</w:t>
      </w:r>
    </w:p>
    <w:p w:rsidR="004172FE" w:rsidRPr="004027B5" w:rsidRDefault="004172FE" w:rsidP="00BE0ADE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72FE" w:rsidRPr="004027B5" w:rsidRDefault="004172FE" w:rsidP="00BE0ADE">
      <w:pPr>
        <w:ind w:firstLine="36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ВИРІШИЛА:</w:t>
      </w:r>
    </w:p>
    <w:p w:rsidR="004172FE" w:rsidRPr="004027B5" w:rsidRDefault="004172FE" w:rsidP="00BE0ADE">
      <w:pPr>
        <w:jc w:val="both"/>
        <w:rPr>
          <w:b/>
          <w:szCs w:val="28"/>
          <w:lang w:val="uk-UA"/>
        </w:rPr>
      </w:pPr>
    </w:p>
    <w:p w:rsidR="004172FE" w:rsidRDefault="004172FE" w:rsidP="00F8127E">
      <w:pPr>
        <w:ind w:firstLine="993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Pr="004027B5">
        <w:rPr>
          <w:szCs w:val="28"/>
          <w:lang w:val="uk-UA"/>
        </w:rPr>
        <w:t xml:space="preserve">. Внести та затвердити зміни до Статуту </w:t>
      </w:r>
      <w:r>
        <w:rPr>
          <w:szCs w:val="28"/>
          <w:lang w:val="uk-UA"/>
        </w:rPr>
        <w:t>Соледарсь</w:t>
      </w:r>
      <w:r w:rsidRPr="00252C89">
        <w:rPr>
          <w:szCs w:val="28"/>
          <w:lang w:val="uk-UA"/>
        </w:rPr>
        <w:t xml:space="preserve">кої міської </w:t>
      </w:r>
      <w:r>
        <w:rPr>
          <w:szCs w:val="28"/>
          <w:lang w:val="uk-UA"/>
        </w:rPr>
        <w:t>лікарні №4 (нова редакція)</w:t>
      </w:r>
      <w:r w:rsidRPr="004027B5">
        <w:rPr>
          <w:szCs w:val="28"/>
          <w:lang w:val="uk-UA"/>
        </w:rPr>
        <w:t xml:space="preserve">, затвердженого </w:t>
      </w:r>
      <w:bookmarkStart w:id="0" w:name="OLE_LINK1"/>
      <w:r w:rsidRPr="004027B5">
        <w:rPr>
          <w:szCs w:val="28"/>
          <w:lang w:val="uk-UA"/>
        </w:rPr>
        <w:t xml:space="preserve">рішенням </w:t>
      </w:r>
      <w:r>
        <w:rPr>
          <w:szCs w:val="28"/>
          <w:lang w:val="uk-UA"/>
        </w:rPr>
        <w:t xml:space="preserve">виконкому </w:t>
      </w:r>
      <w:r w:rsidRPr="004027B5">
        <w:rPr>
          <w:szCs w:val="28"/>
          <w:lang w:val="uk-UA"/>
        </w:rPr>
        <w:t>Артемівської міської</w:t>
      </w:r>
      <w:r>
        <w:rPr>
          <w:szCs w:val="28"/>
          <w:lang w:val="uk-UA"/>
        </w:rPr>
        <w:t xml:space="preserve"> ради </w:t>
      </w:r>
      <w:bookmarkEnd w:id="0"/>
      <w:r>
        <w:rPr>
          <w:szCs w:val="28"/>
          <w:lang w:val="uk-UA"/>
        </w:rPr>
        <w:t xml:space="preserve"> від 22.11.2006 № 5/9-200,</w:t>
      </w:r>
      <w:r w:rsidRPr="00F8127E">
        <w:rPr>
          <w:lang w:val="uk-UA"/>
        </w:rPr>
        <w:t xml:space="preserve"> </w:t>
      </w:r>
      <w:r w:rsidRPr="00F8127E">
        <w:rPr>
          <w:szCs w:val="28"/>
          <w:lang w:val="uk-UA"/>
        </w:rPr>
        <w:t>із змінами</w:t>
      </w:r>
      <w:r>
        <w:rPr>
          <w:szCs w:val="28"/>
          <w:lang w:val="uk-UA"/>
        </w:rPr>
        <w:t>, внесеними</w:t>
      </w:r>
      <w:r w:rsidRPr="00F8127E">
        <w:rPr>
          <w:szCs w:val="28"/>
          <w:lang w:val="uk-UA"/>
        </w:rPr>
        <w:t xml:space="preserve"> до нього рішенням</w:t>
      </w:r>
      <w:r>
        <w:rPr>
          <w:szCs w:val="28"/>
          <w:lang w:val="uk-UA"/>
        </w:rPr>
        <w:t>и</w:t>
      </w:r>
      <w:r w:rsidRPr="00F8127E">
        <w:rPr>
          <w:szCs w:val="28"/>
          <w:lang w:val="uk-UA"/>
        </w:rPr>
        <w:t xml:space="preserve"> Артемівської міської ради від 26.10.2011 №6/12-222, від 25.01.2012 №6/19-297</w:t>
      </w:r>
      <w:r>
        <w:rPr>
          <w:szCs w:val="28"/>
          <w:lang w:val="uk-UA"/>
        </w:rPr>
        <w:t>, додаються.</w:t>
      </w:r>
    </w:p>
    <w:p w:rsidR="004172FE" w:rsidRPr="004027B5" w:rsidRDefault="004172FE" w:rsidP="00525A9A">
      <w:pPr>
        <w:ind w:firstLine="709"/>
        <w:jc w:val="both"/>
        <w:rPr>
          <w:szCs w:val="28"/>
          <w:lang w:val="uk-UA"/>
        </w:rPr>
      </w:pPr>
    </w:p>
    <w:p w:rsidR="004172FE" w:rsidRPr="004027B5" w:rsidRDefault="004172FE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2</w:t>
      </w:r>
      <w:r w:rsidRPr="004027B5">
        <w:rPr>
          <w:szCs w:val="28"/>
          <w:lang w:val="uk-UA"/>
        </w:rPr>
        <w:t xml:space="preserve">. Головному лікарю </w:t>
      </w:r>
      <w:r>
        <w:rPr>
          <w:szCs w:val="28"/>
          <w:lang w:val="uk-UA"/>
        </w:rPr>
        <w:t>Соледар</w:t>
      </w:r>
      <w:r w:rsidRPr="00252C89">
        <w:rPr>
          <w:szCs w:val="28"/>
          <w:lang w:val="uk-UA"/>
        </w:rPr>
        <w:t xml:space="preserve">ської міської </w:t>
      </w:r>
      <w:r>
        <w:rPr>
          <w:szCs w:val="28"/>
          <w:lang w:val="uk-UA"/>
        </w:rPr>
        <w:t xml:space="preserve">лікарні №4 </w:t>
      </w:r>
      <w:r>
        <w:rPr>
          <w:szCs w:val="28"/>
          <w:lang w:val="uk-UA"/>
        </w:rPr>
        <w:br/>
      </w:r>
      <w:r w:rsidRPr="00787910">
        <w:rPr>
          <w:szCs w:val="28"/>
          <w:lang w:val="uk-UA"/>
        </w:rPr>
        <w:t>Чеботенко</w:t>
      </w:r>
      <w:r>
        <w:rPr>
          <w:szCs w:val="28"/>
          <w:lang w:val="uk-UA"/>
        </w:rPr>
        <w:t xml:space="preserve"> Р.О.</w:t>
      </w:r>
      <w:r w:rsidRPr="0078791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4027B5">
        <w:rPr>
          <w:szCs w:val="28"/>
          <w:lang w:val="uk-UA"/>
        </w:rPr>
        <w:t xml:space="preserve">адати зміни до Статуту </w:t>
      </w:r>
      <w:r>
        <w:rPr>
          <w:szCs w:val="28"/>
          <w:lang w:val="uk-UA"/>
        </w:rPr>
        <w:t xml:space="preserve">Соледарської </w:t>
      </w:r>
      <w:r w:rsidRPr="00252C89">
        <w:rPr>
          <w:szCs w:val="28"/>
          <w:lang w:val="uk-UA"/>
        </w:rPr>
        <w:t xml:space="preserve">міської </w:t>
      </w:r>
      <w:r>
        <w:rPr>
          <w:szCs w:val="28"/>
          <w:lang w:val="uk-UA"/>
        </w:rPr>
        <w:t>лікарні №4</w:t>
      </w:r>
      <w:r w:rsidRPr="004027B5">
        <w:rPr>
          <w:szCs w:val="28"/>
          <w:lang w:val="uk-UA"/>
        </w:rPr>
        <w:t>, затверджені цим рішенням, на державну реєстрацію в установленому законодавством порядку.</w:t>
      </w:r>
    </w:p>
    <w:p w:rsidR="004172FE" w:rsidRPr="004027B5" w:rsidRDefault="004172FE" w:rsidP="00525A9A">
      <w:pPr>
        <w:ind w:firstLine="709"/>
        <w:jc w:val="both"/>
        <w:rPr>
          <w:szCs w:val="28"/>
          <w:lang w:val="uk-UA"/>
        </w:rPr>
      </w:pPr>
    </w:p>
    <w:p w:rsidR="004172FE" w:rsidRPr="004027B5" w:rsidRDefault="004172FE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3</w:t>
      </w:r>
      <w:r w:rsidRPr="004027B5">
        <w:rPr>
          <w:szCs w:val="28"/>
          <w:lang w:val="uk-UA"/>
        </w:rPr>
        <w:t xml:space="preserve">. Організаційне виконання рішення покласти на головного лікаря </w:t>
      </w:r>
      <w:r>
        <w:rPr>
          <w:szCs w:val="28"/>
          <w:lang w:val="uk-UA"/>
        </w:rPr>
        <w:t>Соледа</w:t>
      </w:r>
      <w:r w:rsidRPr="00252C89">
        <w:rPr>
          <w:szCs w:val="28"/>
          <w:lang w:val="uk-UA"/>
        </w:rPr>
        <w:t xml:space="preserve">рської міської </w:t>
      </w:r>
      <w:r>
        <w:rPr>
          <w:szCs w:val="28"/>
          <w:lang w:val="uk-UA"/>
        </w:rPr>
        <w:t>лікарні №4</w:t>
      </w:r>
      <w:r w:rsidRPr="00252C8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Чеботенко Р.О., відділ охорони здоров’я Артемівської міської ради (Котова)</w:t>
      </w:r>
      <w:r w:rsidRPr="004027B5">
        <w:rPr>
          <w:szCs w:val="28"/>
          <w:lang w:val="uk-UA"/>
        </w:rPr>
        <w:t>, заступника міського голови Петриєнко Т.В.</w:t>
      </w:r>
    </w:p>
    <w:p w:rsidR="004172FE" w:rsidRPr="004027B5" w:rsidRDefault="004172FE" w:rsidP="00525A9A">
      <w:pPr>
        <w:ind w:firstLine="709"/>
        <w:jc w:val="both"/>
        <w:rPr>
          <w:szCs w:val="28"/>
          <w:lang w:val="uk-UA"/>
        </w:rPr>
      </w:pPr>
    </w:p>
    <w:p w:rsidR="004172FE" w:rsidRPr="004027B5" w:rsidRDefault="004172FE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4</w:t>
      </w:r>
      <w:r w:rsidRPr="004027B5">
        <w:rPr>
          <w:szCs w:val="28"/>
          <w:lang w:val="uk-UA"/>
        </w:rPr>
        <w:t xml:space="preserve">. Контроль за виконанням рішення покласти на постійні комісії Артемівської міської ради: з питань соціального захисту населення і охорони здоров’я (Красножон), з питань економічної і інвестиційної політики, бюджету і фінансів (Нікітенко), секретаря </w:t>
      </w:r>
      <w:r>
        <w:rPr>
          <w:szCs w:val="28"/>
          <w:lang w:val="uk-UA"/>
        </w:rPr>
        <w:t xml:space="preserve"> </w:t>
      </w:r>
      <w:r w:rsidRPr="004027B5">
        <w:rPr>
          <w:szCs w:val="28"/>
          <w:lang w:val="uk-UA"/>
        </w:rPr>
        <w:t>Артемівської міської ради Кіщенко</w:t>
      </w:r>
      <w:r>
        <w:rPr>
          <w:szCs w:val="28"/>
          <w:lang w:val="uk-UA"/>
        </w:rPr>
        <w:t xml:space="preserve"> С</w:t>
      </w:r>
      <w:r w:rsidRPr="004027B5">
        <w:rPr>
          <w:szCs w:val="28"/>
          <w:lang w:val="uk-UA"/>
        </w:rPr>
        <w:t>.І.</w:t>
      </w:r>
    </w:p>
    <w:p w:rsidR="004172FE" w:rsidRDefault="004172FE" w:rsidP="00BE0ADE">
      <w:pPr>
        <w:ind w:firstLine="360"/>
        <w:jc w:val="both"/>
        <w:rPr>
          <w:szCs w:val="28"/>
          <w:lang w:val="uk-UA"/>
        </w:rPr>
      </w:pPr>
    </w:p>
    <w:p w:rsidR="004172FE" w:rsidRPr="004027B5" w:rsidRDefault="004172FE" w:rsidP="00BE0ADE">
      <w:pPr>
        <w:ind w:firstLine="360"/>
        <w:jc w:val="both"/>
        <w:rPr>
          <w:szCs w:val="28"/>
          <w:lang w:val="uk-UA"/>
        </w:rPr>
      </w:pPr>
    </w:p>
    <w:p w:rsidR="004172FE" w:rsidRPr="004027B5" w:rsidRDefault="004172FE" w:rsidP="00BE0ADE">
      <w:pPr>
        <w:ind w:firstLine="360"/>
        <w:jc w:val="both"/>
        <w:rPr>
          <w:szCs w:val="28"/>
          <w:lang w:val="uk-UA"/>
        </w:rPr>
      </w:pPr>
    </w:p>
    <w:p w:rsidR="004172FE" w:rsidRPr="004027B5" w:rsidRDefault="004172FE" w:rsidP="00BE0ADE">
      <w:pPr>
        <w:ind w:firstLine="360"/>
        <w:jc w:val="both"/>
        <w:rPr>
          <w:b/>
          <w:szCs w:val="28"/>
          <w:lang w:val="uk-UA"/>
        </w:rPr>
      </w:pPr>
      <w:r w:rsidRPr="00087A9A"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Міський голова</w:t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  <w:t xml:space="preserve">О.О. РЕВА </w:t>
      </w:r>
    </w:p>
    <w:p w:rsidR="004172FE" w:rsidRPr="004027B5" w:rsidRDefault="004172FE" w:rsidP="00BE0ADE">
      <w:pPr>
        <w:ind w:firstLine="360"/>
        <w:jc w:val="both"/>
        <w:rPr>
          <w:b/>
          <w:szCs w:val="28"/>
          <w:lang w:val="uk-UA"/>
        </w:rPr>
      </w:pPr>
    </w:p>
    <w:p w:rsidR="004172FE" w:rsidRPr="004027B5" w:rsidRDefault="004172FE" w:rsidP="00BE0ADE">
      <w:pPr>
        <w:ind w:firstLine="360"/>
        <w:jc w:val="both"/>
        <w:rPr>
          <w:b/>
          <w:szCs w:val="28"/>
          <w:lang w:val="uk-UA"/>
        </w:rPr>
      </w:pPr>
    </w:p>
    <w:p w:rsidR="004172FE" w:rsidRDefault="004172FE" w:rsidP="00BE0ADE">
      <w:pPr>
        <w:ind w:right="202"/>
        <w:jc w:val="center"/>
        <w:rPr>
          <w:szCs w:val="28"/>
          <w:lang w:val="uk-UA"/>
        </w:rPr>
      </w:pPr>
    </w:p>
    <w:p w:rsidR="004172FE" w:rsidRPr="004027B5" w:rsidRDefault="004172FE" w:rsidP="00930DAA">
      <w:pPr>
        <w:pStyle w:val="NoSpacing"/>
        <w:ind w:left="5670" w:firstLine="426"/>
        <w:rPr>
          <w:lang w:val="uk-UA"/>
        </w:rPr>
      </w:pPr>
      <w:r>
        <w:rPr>
          <w:lang w:val="uk-UA"/>
        </w:rPr>
        <w:br w:type="page"/>
      </w:r>
      <w:r w:rsidRPr="004027B5">
        <w:rPr>
          <w:lang w:val="uk-UA"/>
        </w:rPr>
        <w:t xml:space="preserve">ЗАТВЕРДЖЕНО </w:t>
      </w:r>
    </w:p>
    <w:p w:rsidR="004172FE" w:rsidRDefault="004172FE" w:rsidP="00930DAA">
      <w:pPr>
        <w:pStyle w:val="NoSpacing"/>
        <w:ind w:left="5670" w:firstLine="426"/>
        <w:rPr>
          <w:lang w:val="uk-UA"/>
        </w:rPr>
      </w:pPr>
      <w:r w:rsidRPr="004027B5">
        <w:rPr>
          <w:lang w:val="uk-UA"/>
        </w:rPr>
        <w:t xml:space="preserve">Рішення Артемівської </w:t>
      </w:r>
    </w:p>
    <w:p w:rsidR="004172FE" w:rsidRDefault="004172FE" w:rsidP="00930DAA">
      <w:pPr>
        <w:pStyle w:val="NoSpacing"/>
        <w:ind w:left="5670" w:firstLine="426"/>
        <w:rPr>
          <w:lang w:val="uk-UA"/>
        </w:rPr>
      </w:pPr>
      <w:r w:rsidRPr="004027B5">
        <w:rPr>
          <w:lang w:val="uk-UA"/>
        </w:rPr>
        <w:t xml:space="preserve">міської ради </w:t>
      </w:r>
    </w:p>
    <w:p w:rsidR="004172FE" w:rsidRPr="00E24E2D" w:rsidRDefault="004172FE" w:rsidP="00930DAA">
      <w:pPr>
        <w:pStyle w:val="NoSpacing"/>
        <w:ind w:left="5670" w:firstLine="426"/>
        <w:rPr>
          <w:szCs w:val="28"/>
          <w:lang w:val="uk-UA"/>
        </w:rPr>
      </w:pPr>
      <w:r>
        <w:rPr>
          <w:szCs w:val="28"/>
          <w:lang w:val="uk-UA"/>
        </w:rPr>
        <w:t>27.06.2012 № 6/25</w:t>
      </w:r>
      <w:r w:rsidRPr="00E24E2D">
        <w:rPr>
          <w:szCs w:val="28"/>
          <w:lang w:val="uk-UA"/>
        </w:rPr>
        <w:t>-</w:t>
      </w:r>
      <w:r>
        <w:rPr>
          <w:szCs w:val="28"/>
          <w:lang w:val="uk-UA"/>
        </w:rPr>
        <w:t>440</w:t>
      </w:r>
    </w:p>
    <w:p w:rsidR="004172FE" w:rsidRDefault="004172FE" w:rsidP="00930DAA">
      <w:pPr>
        <w:pStyle w:val="NoSpacing"/>
        <w:rPr>
          <w:lang w:val="uk-UA"/>
        </w:rPr>
      </w:pPr>
      <w:r w:rsidRPr="004027B5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4172FE" w:rsidRDefault="004172FE" w:rsidP="00930DAA">
      <w:pPr>
        <w:pStyle w:val="NoSpacing"/>
        <w:rPr>
          <w:lang w:val="uk-UA"/>
        </w:rPr>
      </w:pPr>
    </w:p>
    <w:p w:rsidR="004172FE" w:rsidRDefault="004172FE" w:rsidP="00930DAA">
      <w:pPr>
        <w:pStyle w:val="NoSpacing"/>
        <w:rPr>
          <w:lang w:val="uk-UA"/>
        </w:rPr>
      </w:pPr>
    </w:p>
    <w:p w:rsidR="004172FE" w:rsidRDefault="004172FE" w:rsidP="00930DAA">
      <w:pPr>
        <w:pStyle w:val="NoSpacing"/>
        <w:rPr>
          <w:lang w:val="uk-UA"/>
        </w:rPr>
      </w:pPr>
    </w:p>
    <w:p w:rsidR="004172FE" w:rsidRDefault="004172FE" w:rsidP="00930DAA">
      <w:pPr>
        <w:pStyle w:val="NoSpacing"/>
        <w:rPr>
          <w:lang w:val="uk-UA"/>
        </w:rPr>
      </w:pPr>
    </w:p>
    <w:p w:rsidR="004172FE" w:rsidRDefault="004172FE" w:rsidP="00930DAA">
      <w:pPr>
        <w:pStyle w:val="NoSpacing"/>
        <w:rPr>
          <w:lang w:val="uk-UA"/>
        </w:rPr>
      </w:pPr>
    </w:p>
    <w:p w:rsidR="004172FE" w:rsidRDefault="004172FE" w:rsidP="00930DAA">
      <w:pPr>
        <w:pStyle w:val="NoSpacing"/>
        <w:rPr>
          <w:lang w:val="uk-UA"/>
        </w:rPr>
      </w:pPr>
    </w:p>
    <w:p w:rsidR="004172FE" w:rsidRDefault="004172FE" w:rsidP="00930DAA">
      <w:pPr>
        <w:pStyle w:val="NoSpacing"/>
        <w:rPr>
          <w:lang w:val="uk-UA"/>
        </w:rPr>
      </w:pPr>
    </w:p>
    <w:p w:rsidR="004172FE" w:rsidRDefault="004172FE" w:rsidP="00930DAA">
      <w:pPr>
        <w:pStyle w:val="NoSpacing"/>
        <w:rPr>
          <w:lang w:val="uk-UA"/>
        </w:rPr>
      </w:pPr>
    </w:p>
    <w:p w:rsidR="004172FE" w:rsidRPr="004027B5" w:rsidRDefault="004172FE" w:rsidP="00930DAA">
      <w:pPr>
        <w:pStyle w:val="NoSpacing"/>
        <w:rPr>
          <w:lang w:val="uk-UA"/>
        </w:rPr>
      </w:pPr>
    </w:p>
    <w:p w:rsidR="004172FE" w:rsidRPr="004027B5" w:rsidRDefault="004172FE" w:rsidP="00930DAA">
      <w:pPr>
        <w:pStyle w:val="NoSpacing"/>
        <w:rPr>
          <w:lang w:val="uk-UA"/>
        </w:rPr>
      </w:pPr>
    </w:p>
    <w:p w:rsidR="004172FE" w:rsidRPr="00E24E2D" w:rsidRDefault="004172FE" w:rsidP="00930DAA">
      <w:pPr>
        <w:pStyle w:val="NoSpacing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ЗМІНИ</w:t>
      </w:r>
    </w:p>
    <w:p w:rsidR="004172FE" w:rsidRPr="00E24E2D" w:rsidRDefault="004172FE" w:rsidP="00930DAA">
      <w:pPr>
        <w:pStyle w:val="NoSpacing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 xml:space="preserve">до Статуту </w:t>
      </w:r>
      <w:r>
        <w:rPr>
          <w:b/>
          <w:sz w:val="40"/>
          <w:szCs w:val="40"/>
          <w:lang w:val="uk-UA"/>
        </w:rPr>
        <w:t xml:space="preserve">Соледарської міської </w:t>
      </w:r>
      <w:r w:rsidRPr="00E24E2D">
        <w:rPr>
          <w:b/>
          <w:sz w:val="40"/>
          <w:szCs w:val="40"/>
          <w:lang w:val="uk-UA"/>
        </w:rPr>
        <w:t>лікарні</w:t>
      </w:r>
      <w:r>
        <w:rPr>
          <w:b/>
          <w:sz w:val="40"/>
          <w:szCs w:val="40"/>
          <w:lang w:val="uk-UA"/>
        </w:rPr>
        <w:t xml:space="preserve"> №4</w:t>
      </w:r>
    </w:p>
    <w:p w:rsidR="004172FE" w:rsidRPr="00EC1A4C" w:rsidRDefault="004172FE" w:rsidP="00930DAA">
      <w:pPr>
        <w:pStyle w:val="NoSpacing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(</w:t>
      </w:r>
      <w:r w:rsidRPr="00E24E2D">
        <w:rPr>
          <w:b/>
          <w:sz w:val="40"/>
          <w:szCs w:val="40"/>
          <w:lang w:val="uk-UA"/>
        </w:rPr>
        <w:t xml:space="preserve">які є невід’ємною частиною Статуту, затвердженого рішенням </w:t>
      </w:r>
      <w:r>
        <w:rPr>
          <w:b/>
          <w:sz w:val="40"/>
          <w:szCs w:val="40"/>
          <w:lang w:val="uk-UA"/>
        </w:rPr>
        <w:t xml:space="preserve">виконкому </w:t>
      </w:r>
      <w:r w:rsidRPr="00E24E2D">
        <w:rPr>
          <w:b/>
          <w:sz w:val="40"/>
          <w:szCs w:val="40"/>
          <w:lang w:val="uk-UA"/>
        </w:rPr>
        <w:t xml:space="preserve">Артемівської </w:t>
      </w:r>
    </w:p>
    <w:p w:rsidR="004172FE" w:rsidRDefault="004172FE" w:rsidP="00930DAA">
      <w:pPr>
        <w:pStyle w:val="NoSpacing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міської ради</w:t>
      </w:r>
      <w:r w:rsidRPr="00853DBF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 xml:space="preserve">від 22.11.2006  №5/9-200, </w:t>
      </w:r>
    </w:p>
    <w:p w:rsidR="004172FE" w:rsidRPr="008741E3" w:rsidRDefault="004172FE" w:rsidP="00930DAA">
      <w:pPr>
        <w:pStyle w:val="NoSpacing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із змінами, внесеними до нього рішеннями Артемівської міської ради від 26.10.2011 №6/12-222,</w:t>
      </w:r>
      <w:r w:rsidRPr="002E1C58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>від 25.01.2012 №6/19-297)</w:t>
      </w:r>
    </w:p>
    <w:p w:rsidR="004172FE" w:rsidRPr="00E24E2D" w:rsidRDefault="004172FE" w:rsidP="00930DAA">
      <w:pPr>
        <w:pStyle w:val="NoSpacing"/>
        <w:jc w:val="center"/>
        <w:rPr>
          <w:b/>
          <w:sz w:val="40"/>
          <w:szCs w:val="40"/>
          <w:lang w:val="uk-UA"/>
        </w:rPr>
      </w:pPr>
    </w:p>
    <w:p w:rsidR="004172FE" w:rsidRPr="00E24E2D" w:rsidRDefault="004172FE" w:rsidP="00930DAA">
      <w:pPr>
        <w:ind w:left="4956"/>
        <w:jc w:val="center"/>
        <w:rPr>
          <w:b/>
          <w:bCs/>
          <w:sz w:val="40"/>
          <w:szCs w:val="40"/>
          <w:lang w:val="uk-UA"/>
        </w:rPr>
      </w:pPr>
    </w:p>
    <w:p w:rsidR="004172FE" w:rsidRPr="004027B5" w:rsidRDefault="004172FE" w:rsidP="00930DAA">
      <w:pPr>
        <w:pStyle w:val="Header"/>
        <w:tabs>
          <w:tab w:val="left" w:pos="708"/>
        </w:tabs>
        <w:rPr>
          <w:sz w:val="32"/>
          <w:szCs w:val="32"/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rPr>
          <w:lang w:val="uk-UA"/>
        </w:rPr>
      </w:pPr>
    </w:p>
    <w:p w:rsidR="004172FE" w:rsidRDefault="004172FE" w:rsidP="00930DAA">
      <w:pPr>
        <w:pStyle w:val="NoSpacing"/>
        <w:rPr>
          <w:lang w:val="uk-UA"/>
        </w:rPr>
      </w:pPr>
    </w:p>
    <w:p w:rsidR="004172FE" w:rsidRPr="005D5BF8" w:rsidRDefault="004172FE" w:rsidP="00930DAA">
      <w:pPr>
        <w:pStyle w:val="NoSpacing"/>
        <w:ind w:left="6096"/>
        <w:rPr>
          <w:b/>
          <w:szCs w:val="28"/>
          <w:lang w:val="uk-UA"/>
        </w:rPr>
      </w:pPr>
      <w:r w:rsidRPr="003A33E4">
        <w:rPr>
          <w:b/>
          <w:szCs w:val="28"/>
          <w:lang w:val="uk-UA"/>
        </w:rPr>
        <w:t xml:space="preserve">                                                       </w:t>
      </w:r>
      <w:r>
        <w:rPr>
          <w:b/>
          <w:szCs w:val="28"/>
          <w:lang w:val="uk-UA"/>
        </w:rPr>
        <w:t xml:space="preserve">                         </w:t>
      </w:r>
      <w:r w:rsidRPr="003A33E4">
        <w:rPr>
          <w:b/>
          <w:szCs w:val="28"/>
          <w:lang w:val="uk-UA"/>
        </w:rPr>
        <w:t xml:space="preserve">   </w:t>
      </w:r>
    </w:p>
    <w:p w:rsidR="004172FE" w:rsidRPr="00E24E2D" w:rsidRDefault="004172FE" w:rsidP="00930DAA">
      <w:pPr>
        <w:pStyle w:val="NoSpacing"/>
        <w:jc w:val="center"/>
        <w:rPr>
          <w:b/>
          <w:bCs/>
          <w:szCs w:val="28"/>
          <w:lang w:val="uk-UA"/>
        </w:rPr>
      </w:pPr>
      <w:r w:rsidRPr="00F77CF5">
        <w:rPr>
          <w:b/>
          <w:bCs/>
          <w:szCs w:val="28"/>
          <w:lang w:val="uk-UA"/>
        </w:rPr>
        <w:t xml:space="preserve">Зміни до Статуту </w:t>
      </w:r>
      <w:r w:rsidRPr="00F00260">
        <w:rPr>
          <w:b/>
          <w:bCs/>
          <w:szCs w:val="28"/>
          <w:lang w:val="uk-UA"/>
        </w:rPr>
        <w:t>Соледарсько</w:t>
      </w:r>
      <w:r>
        <w:rPr>
          <w:b/>
          <w:bCs/>
          <w:szCs w:val="28"/>
          <w:lang w:val="uk-UA"/>
        </w:rPr>
        <w:t>ї міської лікарні №4</w:t>
      </w:r>
      <w:r w:rsidRPr="00F77CF5">
        <w:rPr>
          <w:b/>
          <w:bCs/>
          <w:szCs w:val="28"/>
          <w:lang w:val="uk-UA"/>
        </w:rPr>
        <w:t xml:space="preserve"> </w:t>
      </w:r>
      <w:r>
        <w:rPr>
          <w:b/>
          <w:bCs/>
          <w:szCs w:val="28"/>
          <w:lang w:val="uk-UA"/>
        </w:rPr>
        <w:t>(які є невід’ємною</w:t>
      </w:r>
    </w:p>
    <w:p w:rsidR="004172FE" w:rsidRDefault="004172FE" w:rsidP="00930DAA">
      <w:pPr>
        <w:pStyle w:val="NoSpacing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частиною Статуту, </w:t>
      </w:r>
      <w:r w:rsidRPr="00F77CF5">
        <w:rPr>
          <w:b/>
          <w:bCs/>
          <w:szCs w:val="28"/>
          <w:lang w:val="uk-UA"/>
        </w:rPr>
        <w:t xml:space="preserve">затвердженого рішенням </w:t>
      </w:r>
      <w:r>
        <w:rPr>
          <w:b/>
          <w:bCs/>
          <w:szCs w:val="28"/>
          <w:lang w:val="uk-UA"/>
        </w:rPr>
        <w:t xml:space="preserve">виконкому </w:t>
      </w:r>
      <w:r w:rsidRPr="00F77CF5">
        <w:rPr>
          <w:b/>
          <w:bCs/>
          <w:szCs w:val="28"/>
          <w:lang w:val="uk-UA"/>
        </w:rPr>
        <w:t xml:space="preserve">Артемівської </w:t>
      </w:r>
    </w:p>
    <w:p w:rsidR="004172FE" w:rsidRDefault="004172FE" w:rsidP="00930DAA">
      <w:pPr>
        <w:pStyle w:val="NoSpacing"/>
        <w:jc w:val="center"/>
        <w:rPr>
          <w:b/>
          <w:bCs/>
          <w:szCs w:val="28"/>
          <w:lang w:val="uk-UA"/>
        </w:rPr>
      </w:pPr>
      <w:r w:rsidRPr="00F77CF5">
        <w:rPr>
          <w:b/>
          <w:bCs/>
          <w:szCs w:val="28"/>
          <w:lang w:val="uk-UA"/>
        </w:rPr>
        <w:t>міської ради</w:t>
      </w:r>
      <w:r>
        <w:rPr>
          <w:b/>
          <w:bCs/>
          <w:szCs w:val="28"/>
          <w:lang w:val="uk-UA"/>
        </w:rPr>
        <w:t xml:space="preserve"> від 22.11.2006 № 5/9-200,</w:t>
      </w:r>
      <w:r w:rsidRPr="00F8127E">
        <w:rPr>
          <w:lang w:val="uk-UA"/>
        </w:rPr>
        <w:t xml:space="preserve"> </w:t>
      </w:r>
      <w:r w:rsidRPr="00F8127E">
        <w:rPr>
          <w:b/>
          <w:bCs/>
          <w:szCs w:val="28"/>
          <w:lang w:val="uk-UA"/>
        </w:rPr>
        <w:t>із змінами</w:t>
      </w:r>
      <w:r>
        <w:rPr>
          <w:b/>
          <w:bCs/>
          <w:szCs w:val="28"/>
          <w:lang w:val="uk-UA"/>
        </w:rPr>
        <w:t xml:space="preserve">, внесеними </w:t>
      </w:r>
      <w:r w:rsidRPr="00F8127E">
        <w:rPr>
          <w:b/>
          <w:bCs/>
          <w:szCs w:val="28"/>
          <w:lang w:val="uk-UA"/>
        </w:rPr>
        <w:t xml:space="preserve"> до нього рішенням</w:t>
      </w:r>
      <w:r>
        <w:rPr>
          <w:b/>
          <w:bCs/>
          <w:szCs w:val="28"/>
          <w:lang w:val="uk-UA"/>
        </w:rPr>
        <w:t>и</w:t>
      </w:r>
      <w:r w:rsidRPr="00F8127E">
        <w:rPr>
          <w:b/>
          <w:bCs/>
          <w:szCs w:val="28"/>
          <w:lang w:val="uk-UA"/>
        </w:rPr>
        <w:t xml:space="preserve"> Арте</w:t>
      </w:r>
    </w:p>
    <w:p w:rsidR="004172FE" w:rsidRDefault="004172FE" w:rsidP="00930DAA">
      <w:pPr>
        <w:pStyle w:val="NoSpacing"/>
        <w:jc w:val="center"/>
        <w:rPr>
          <w:b/>
          <w:bCs/>
          <w:szCs w:val="28"/>
          <w:lang w:val="uk-UA"/>
        </w:rPr>
      </w:pPr>
      <w:r w:rsidRPr="00F8127E">
        <w:rPr>
          <w:b/>
          <w:bCs/>
          <w:szCs w:val="28"/>
          <w:lang w:val="uk-UA"/>
        </w:rPr>
        <w:t>мівської міської ради від 26.10.2011 №6/12-222,</w:t>
      </w:r>
    </w:p>
    <w:p w:rsidR="004172FE" w:rsidRDefault="004172FE" w:rsidP="00930DAA">
      <w:pPr>
        <w:pStyle w:val="NoSpacing"/>
        <w:jc w:val="center"/>
        <w:rPr>
          <w:b/>
          <w:bCs/>
          <w:szCs w:val="28"/>
          <w:lang w:val="uk-UA"/>
        </w:rPr>
      </w:pPr>
      <w:r w:rsidRPr="00F8127E">
        <w:rPr>
          <w:b/>
          <w:bCs/>
          <w:szCs w:val="28"/>
          <w:lang w:val="uk-UA"/>
        </w:rPr>
        <w:t xml:space="preserve"> від 25.01.2012 №6/19-297</w:t>
      </w:r>
      <w:r>
        <w:rPr>
          <w:b/>
          <w:bCs/>
          <w:szCs w:val="28"/>
          <w:lang w:val="uk-UA"/>
        </w:rPr>
        <w:t>)</w:t>
      </w:r>
    </w:p>
    <w:p w:rsidR="004172FE" w:rsidRDefault="004172FE" w:rsidP="00930DAA">
      <w:pPr>
        <w:pStyle w:val="NoSpacing"/>
        <w:jc w:val="center"/>
        <w:rPr>
          <w:lang w:val="uk-UA"/>
        </w:rPr>
      </w:pPr>
    </w:p>
    <w:p w:rsidR="004172FE" w:rsidRPr="00FF31A6" w:rsidRDefault="004172FE" w:rsidP="00930DAA">
      <w:pPr>
        <w:pStyle w:val="ListParagraph"/>
        <w:numPr>
          <w:ilvl w:val="0"/>
          <w:numId w:val="5"/>
        </w:numPr>
        <w:ind w:left="0" w:firstLine="851"/>
        <w:jc w:val="both"/>
        <w:rPr>
          <w:lang w:val="uk-UA"/>
        </w:rPr>
      </w:pPr>
      <w:r>
        <w:rPr>
          <w:lang w:val="uk-UA"/>
        </w:rPr>
        <w:t>Викласти п. 2</w:t>
      </w:r>
      <w:r w:rsidRPr="00FF31A6">
        <w:rPr>
          <w:lang w:val="uk-UA"/>
        </w:rPr>
        <w:t>.</w:t>
      </w:r>
      <w:r>
        <w:rPr>
          <w:lang w:val="uk-UA"/>
        </w:rPr>
        <w:t>8., статті 2</w:t>
      </w:r>
      <w:r w:rsidRPr="00FF31A6">
        <w:rPr>
          <w:lang w:val="uk-UA"/>
        </w:rPr>
        <w:t xml:space="preserve"> "</w:t>
      </w:r>
      <w:r>
        <w:rPr>
          <w:lang w:val="uk-UA"/>
        </w:rPr>
        <w:t>Мета і предмети діяльності</w:t>
      </w:r>
      <w:r w:rsidRPr="00FF31A6">
        <w:rPr>
          <w:lang w:val="uk-UA"/>
        </w:rPr>
        <w:t xml:space="preserve">" </w:t>
      </w:r>
      <w:r>
        <w:rPr>
          <w:lang w:val="uk-UA"/>
        </w:rPr>
        <w:t xml:space="preserve">Статуту </w:t>
      </w:r>
      <w:r w:rsidRPr="00FF31A6">
        <w:rPr>
          <w:lang w:val="uk-UA"/>
        </w:rPr>
        <w:t xml:space="preserve">в новій редакції </w:t>
      </w:r>
    </w:p>
    <w:p w:rsidR="004172FE" w:rsidRDefault="004172FE" w:rsidP="00930DAA">
      <w:pPr>
        <w:jc w:val="both"/>
        <w:rPr>
          <w:noProof/>
          <w:lang w:val="uk-UA"/>
        </w:rPr>
      </w:pPr>
      <w:r w:rsidRPr="005A1212">
        <w:rPr>
          <w:noProof/>
          <w:lang w:val="uk-UA"/>
        </w:rPr>
        <w:t xml:space="preserve">           </w:t>
      </w:r>
      <w:r>
        <w:rPr>
          <w:noProof/>
          <w:lang w:val="uk-UA"/>
        </w:rPr>
        <w:t>«Придбання, зберігання, перевезення, відпуск, використання, знищення наркотичних засобів, психотропних речовин і прекурсорів через аптеку центральної районної лікарні при забезпеченні умов згідно чинного законодавства».</w:t>
      </w:r>
    </w:p>
    <w:p w:rsidR="004172FE" w:rsidRDefault="004172FE" w:rsidP="00930DAA">
      <w:pPr>
        <w:jc w:val="both"/>
        <w:rPr>
          <w:noProof/>
          <w:lang w:val="uk-UA"/>
        </w:rPr>
      </w:pPr>
    </w:p>
    <w:p w:rsidR="004172FE" w:rsidRPr="00FF31A6" w:rsidRDefault="004172FE" w:rsidP="00930DAA">
      <w:pPr>
        <w:pStyle w:val="ListParagraph"/>
        <w:numPr>
          <w:ilvl w:val="0"/>
          <w:numId w:val="5"/>
        </w:numPr>
        <w:ind w:left="0" w:firstLine="851"/>
        <w:jc w:val="both"/>
        <w:rPr>
          <w:lang w:val="uk-UA"/>
        </w:rPr>
      </w:pPr>
      <w:r w:rsidRPr="00FF31A6">
        <w:rPr>
          <w:lang w:val="uk-UA"/>
        </w:rPr>
        <w:t xml:space="preserve">Викласти п.7.1., статті 7 "Органи управління Установою" </w:t>
      </w:r>
      <w:r>
        <w:rPr>
          <w:lang w:val="uk-UA"/>
        </w:rPr>
        <w:t>Статуту</w:t>
      </w:r>
      <w:r w:rsidRPr="00FF31A6">
        <w:rPr>
          <w:lang w:val="uk-UA"/>
        </w:rPr>
        <w:t xml:space="preserve"> в новій редакції </w:t>
      </w:r>
    </w:p>
    <w:p w:rsidR="004172FE" w:rsidRDefault="004172FE" w:rsidP="009E070F">
      <w:pPr>
        <w:jc w:val="both"/>
        <w:rPr>
          <w:noProof/>
          <w:lang w:val="uk-UA"/>
        </w:rPr>
      </w:pPr>
      <w:r w:rsidRPr="00EC1A4C">
        <w:rPr>
          <w:noProof/>
        </w:rPr>
        <w:t xml:space="preserve">           </w:t>
      </w:r>
      <w:r>
        <w:rPr>
          <w:noProof/>
        </w:rPr>
        <w:t xml:space="preserve">           </w:t>
      </w:r>
      <w:r>
        <w:rPr>
          <w:noProof/>
          <w:lang w:val="uk-UA"/>
        </w:rPr>
        <w:t>«Управління Установою здійснює головний лікар. Прийняття на роботу головного лікаря Установи здійснюється шляхом укладення з ним контракту.».</w:t>
      </w:r>
    </w:p>
    <w:p w:rsidR="004172FE" w:rsidRDefault="004172FE" w:rsidP="00930DAA">
      <w:pPr>
        <w:jc w:val="both"/>
        <w:rPr>
          <w:noProof/>
          <w:lang w:val="uk-UA"/>
        </w:rPr>
      </w:pPr>
    </w:p>
    <w:p w:rsidR="004172FE" w:rsidRPr="00FF31A6" w:rsidRDefault="004172FE" w:rsidP="00930DAA">
      <w:pPr>
        <w:pStyle w:val="ListParagraph"/>
        <w:numPr>
          <w:ilvl w:val="0"/>
          <w:numId w:val="5"/>
        </w:numPr>
        <w:ind w:left="0" w:firstLine="851"/>
        <w:jc w:val="both"/>
        <w:rPr>
          <w:noProof/>
          <w:lang w:val="uk-UA"/>
        </w:rPr>
      </w:pPr>
      <w:r w:rsidRPr="00FF31A6">
        <w:rPr>
          <w:lang w:val="uk-UA"/>
        </w:rPr>
        <w:t>В п.п. 7.5.9., п. 7.5. статті 7 "Органи управління Установою"</w:t>
      </w:r>
      <w:r>
        <w:rPr>
          <w:noProof/>
          <w:lang w:val="uk-UA"/>
        </w:rPr>
        <w:t xml:space="preserve"> слова «Артемівською центральною районою лікарнею» замінити словами «відділом охорони здоров’я Артемівської міської ради».</w:t>
      </w:r>
      <w:r w:rsidRPr="00FF31A6">
        <w:rPr>
          <w:noProof/>
          <w:lang w:val="uk-UA"/>
        </w:rPr>
        <w:t xml:space="preserve">  </w:t>
      </w:r>
    </w:p>
    <w:p w:rsidR="004172FE" w:rsidRDefault="004172FE" w:rsidP="00930DAA">
      <w:pPr>
        <w:jc w:val="both"/>
        <w:rPr>
          <w:noProof/>
          <w:lang w:val="uk-UA"/>
        </w:rPr>
      </w:pPr>
    </w:p>
    <w:p w:rsidR="004172FE" w:rsidRDefault="004172FE" w:rsidP="00930DAA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</w:p>
    <w:p w:rsidR="004172FE" w:rsidRPr="00F77CF5" w:rsidRDefault="004172FE" w:rsidP="00930DAA">
      <w:pPr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Pr="00F77CF5">
        <w:rPr>
          <w:szCs w:val="28"/>
          <w:lang w:val="uk-UA"/>
        </w:rPr>
        <w:t xml:space="preserve">  </w:t>
      </w:r>
      <w:r w:rsidRPr="00F77CF5">
        <w:rPr>
          <w:i/>
          <w:szCs w:val="28"/>
          <w:lang w:val="uk-UA"/>
        </w:rPr>
        <w:t xml:space="preserve">Зміни до Статуту підготовлено </w:t>
      </w:r>
      <w:r>
        <w:rPr>
          <w:i/>
          <w:szCs w:val="28"/>
          <w:lang w:val="uk-UA"/>
        </w:rPr>
        <w:t xml:space="preserve">Соледарською міською </w:t>
      </w:r>
      <w:r w:rsidRPr="00F77CF5">
        <w:rPr>
          <w:i/>
          <w:szCs w:val="28"/>
          <w:lang w:val="uk-UA"/>
        </w:rPr>
        <w:t>лікарнею</w:t>
      </w:r>
      <w:r>
        <w:rPr>
          <w:i/>
          <w:szCs w:val="28"/>
          <w:lang w:val="uk-UA"/>
        </w:rPr>
        <w:t xml:space="preserve"> №4</w:t>
      </w:r>
      <w:r w:rsidRPr="00F77CF5">
        <w:rPr>
          <w:i/>
          <w:szCs w:val="28"/>
          <w:lang w:val="uk-UA"/>
        </w:rPr>
        <w:t>.</w:t>
      </w:r>
    </w:p>
    <w:p w:rsidR="004172FE" w:rsidRDefault="004172FE" w:rsidP="00930DAA">
      <w:pPr>
        <w:rPr>
          <w:b/>
          <w:szCs w:val="28"/>
          <w:lang w:val="uk-UA"/>
        </w:rPr>
      </w:pPr>
    </w:p>
    <w:p w:rsidR="004172FE" w:rsidRDefault="004172FE" w:rsidP="00930DAA">
      <w:pPr>
        <w:rPr>
          <w:b/>
          <w:szCs w:val="28"/>
          <w:lang w:val="uk-UA"/>
        </w:rPr>
      </w:pPr>
    </w:p>
    <w:p w:rsidR="004172FE" w:rsidRDefault="004172FE" w:rsidP="00930DAA">
      <w:pPr>
        <w:rPr>
          <w:b/>
          <w:szCs w:val="28"/>
          <w:lang w:val="uk-UA"/>
        </w:rPr>
      </w:pPr>
    </w:p>
    <w:p w:rsidR="004172FE" w:rsidRDefault="004172FE" w:rsidP="00930DAA">
      <w:pPr>
        <w:rPr>
          <w:b/>
          <w:szCs w:val="28"/>
          <w:lang w:val="uk-UA"/>
        </w:rPr>
      </w:pPr>
    </w:p>
    <w:p w:rsidR="004172FE" w:rsidRPr="00E24E2D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Головний лікар </w:t>
      </w:r>
      <w:r>
        <w:rPr>
          <w:b/>
          <w:bCs/>
          <w:szCs w:val="28"/>
          <w:lang w:val="uk-UA"/>
        </w:rPr>
        <w:t>Соледарської</w:t>
      </w:r>
    </w:p>
    <w:p w:rsidR="004172FE" w:rsidRPr="00E24E2D" w:rsidRDefault="004172FE" w:rsidP="00930DAA">
      <w:pPr>
        <w:rPr>
          <w:b/>
          <w:szCs w:val="28"/>
          <w:lang w:val="uk-UA"/>
        </w:rPr>
      </w:pPr>
      <w:r w:rsidRPr="005D5BF8">
        <w:rPr>
          <w:b/>
          <w:bCs/>
          <w:szCs w:val="28"/>
          <w:lang w:val="uk-UA"/>
        </w:rPr>
        <w:t>міської</w:t>
      </w:r>
      <w:r w:rsidRPr="00E24E2D">
        <w:rPr>
          <w:b/>
          <w:szCs w:val="28"/>
          <w:lang w:val="uk-UA"/>
        </w:rPr>
        <w:t xml:space="preserve"> лікарні </w:t>
      </w:r>
      <w:r>
        <w:rPr>
          <w:b/>
          <w:szCs w:val="28"/>
          <w:lang w:val="uk-UA"/>
        </w:rPr>
        <w:t>№4</w:t>
      </w:r>
      <w:r w:rsidRPr="00E24E2D">
        <w:rPr>
          <w:b/>
          <w:szCs w:val="28"/>
          <w:lang w:val="uk-UA"/>
        </w:rPr>
        <w:t xml:space="preserve">      </w:t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 xml:space="preserve">    </w:t>
      </w:r>
      <w:r w:rsidRPr="00E24E2D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Р.О.Чеботенко</w:t>
      </w:r>
      <w:r w:rsidRPr="00E24E2D">
        <w:rPr>
          <w:b/>
          <w:szCs w:val="28"/>
          <w:lang w:val="uk-UA"/>
        </w:rPr>
        <w:t xml:space="preserve"> </w:t>
      </w:r>
    </w:p>
    <w:p w:rsidR="004172FE" w:rsidRPr="00E24E2D" w:rsidRDefault="004172FE" w:rsidP="00930DAA">
      <w:pPr>
        <w:rPr>
          <w:b/>
          <w:szCs w:val="28"/>
          <w:lang w:val="uk-UA"/>
        </w:rPr>
      </w:pPr>
    </w:p>
    <w:p w:rsidR="004172FE" w:rsidRPr="00E24E2D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Начальник відділу охорони здоров’я </w:t>
      </w:r>
    </w:p>
    <w:p w:rsidR="004172FE" w:rsidRPr="00E24E2D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О.М.Котова</w:t>
      </w:r>
    </w:p>
    <w:p w:rsidR="004172FE" w:rsidRPr="00E24E2D" w:rsidRDefault="004172FE" w:rsidP="00930DAA">
      <w:pPr>
        <w:rPr>
          <w:b/>
          <w:szCs w:val="28"/>
          <w:lang w:val="uk-UA"/>
        </w:rPr>
      </w:pPr>
    </w:p>
    <w:p w:rsidR="004172FE" w:rsidRPr="00E24E2D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Секретар </w:t>
      </w:r>
    </w:p>
    <w:p w:rsidR="004172FE" w:rsidRDefault="004172FE" w:rsidP="00930DA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 С.І Кіщенко</w:t>
      </w:r>
    </w:p>
    <w:p w:rsidR="004172FE" w:rsidRDefault="004172FE" w:rsidP="00930DAA">
      <w:pPr>
        <w:rPr>
          <w:b/>
          <w:szCs w:val="28"/>
          <w:lang w:val="uk-UA"/>
        </w:rPr>
      </w:pPr>
    </w:p>
    <w:p w:rsidR="004172FE" w:rsidRDefault="004172FE" w:rsidP="00930DAA">
      <w:pPr>
        <w:rPr>
          <w:b/>
          <w:szCs w:val="28"/>
          <w:lang w:val="uk-UA"/>
        </w:rPr>
      </w:pPr>
    </w:p>
    <w:p w:rsidR="004172FE" w:rsidRDefault="004172FE" w:rsidP="00930DAA">
      <w:pPr>
        <w:rPr>
          <w:b/>
          <w:szCs w:val="28"/>
          <w:lang w:val="uk-UA"/>
        </w:rPr>
      </w:pPr>
    </w:p>
    <w:p w:rsidR="004172FE" w:rsidRDefault="004172FE" w:rsidP="00930DAA">
      <w:pPr>
        <w:rPr>
          <w:b/>
          <w:szCs w:val="28"/>
          <w:lang w:val="uk-UA"/>
        </w:rPr>
      </w:pPr>
    </w:p>
    <w:p w:rsidR="004172FE" w:rsidRDefault="004172FE" w:rsidP="00930DAA">
      <w:pPr>
        <w:rPr>
          <w:b/>
          <w:szCs w:val="28"/>
          <w:lang w:val="uk-UA"/>
        </w:rPr>
      </w:pPr>
    </w:p>
    <w:p w:rsidR="004172FE" w:rsidRDefault="004172FE" w:rsidP="00930DAA">
      <w:pPr>
        <w:rPr>
          <w:b/>
          <w:szCs w:val="28"/>
          <w:lang w:val="uk-UA"/>
        </w:rPr>
      </w:pPr>
    </w:p>
    <w:sectPr w:rsidR="004172FE" w:rsidSect="00252C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A21"/>
    <w:multiLevelType w:val="hybridMultilevel"/>
    <w:tmpl w:val="9230B3C8"/>
    <w:lvl w:ilvl="0" w:tplc="0BB6C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5C3F"/>
    <w:multiLevelType w:val="hybridMultilevel"/>
    <w:tmpl w:val="17E2BCE8"/>
    <w:lvl w:ilvl="0" w:tplc="FF225C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CB2C26"/>
    <w:multiLevelType w:val="hybridMultilevel"/>
    <w:tmpl w:val="0BE25696"/>
    <w:lvl w:ilvl="0" w:tplc="B5AAC42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5236CF0"/>
    <w:multiLevelType w:val="singleLevel"/>
    <w:tmpl w:val="F4C86228"/>
    <w:lvl w:ilvl="0">
      <w:start w:val="2"/>
      <w:numFmt w:val="decimal"/>
      <w:lvlText w:val="2.3.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4">
    <w:nsid w:val="61280980"/>
    <w:multiLevelType w:val="hybridMultilevel"/>
    <w:tmpl w:val="49ACE256"/>
    <w:lvl w:ilvl="0" w:tplc="166A2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B49BD"/>
    <w:multiLevelType w:val="multilevel"/>
    <w:tmpl w:val="24C632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DB96796"/>
    <w:multiLevelType w:val="hybridMultilevel"/>
    <w:tmpl w:val="45A07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EB8"/>
    <w:rsid w:val="00087A9A"/>
    <w:rsid w:val="000960C7"/>
    <w:rsid w:val="000B0850"/>
    <w:rsid w:val="000E765B"/>
    <w:rsid w:val="00157492"/>
    <w:rsid w:val="00166795"/>
    <w:rsid w:val="00193F93"/>
    <w:rsid w:val="001A2341"/>
    <w:rsid w:val="001D2993"/>
    <w:rsid w:val="00220C43"/>
    <w:rsid w:val="00252C89"/>
    <w:rsid w:val="002644B6"/>
    <w:rsid w:val="00283E0A"/>
    <w:rsid w:val="002E1C58"/>
    <w:rsid w:val="002E4A51"/>
    <w:rsid w:val="00344471"/>
    <w:rsid w:val="0036462B"/>
    <w:rsid w:val="003666F7"/>
    <w:rsid w:val="0038116F"/>
    <w:rsid w:val="003A33E4"/>
    <w:rsid w:val="004004C1"/>
    <w:rsid w:val="00400DCF"/>
    <w:rsid w:val="004027B5"/>
    <w:rsid w:val="00412D9E"/>
    <w:rsid w:val="00414BE7"/>
    <w:rsid w:val="004172FE"/>
    <w:rsid w:val="00452CEB"/>
    <w:rsid w:val="00490487"/>
    <w:rsid w:val="00502199"/>
    <w:rsid w:val="00505EB8"/>
    <w:rsid w:val="00524097"/>
    <w:rsid w:val="00525A9A"/>
    <w:rsid w:val="005265AC"/>
    <w:rsid w:val="005363CF"/>
    <w:rsid w:val="0056510B"/>
    <w:rsid w:val="00572C3E"/>
    <w:rsid w:val="00590ECA"/>
    <w:rsid w:val="005A1212"/>
    <w:rsid w:val="005B08EC"/>
    <w:rsid w:val="005D301A"/>
    <w:rsid w:val="005D5BF8"/>
    <w:rsid w:val="006067FC"/>
    <w:rsid w:val="006668D9"/>
    <w:rsid w:val="00685BE7"/>
    <w:rsid w:val="006A0D14"/>
    <w:rsid w:val="006B003B"/>
    <w:rsid w:val="006C302E"/>
    <w:rsid w:val="00705703"/>
    <w:rsid w:val="00732F0E"/>
    <w:rsid w:val="00745B3D"/>
    <w:rsid w:val="00746783"/>
    <w:rsid w:val="0075193A"/>
    <w:rsid w:val="00787910"/>
    <w:rsid w:val="00792603"/>
    <w:rsid w:val="00794880"/>
    <w:rsid w:val="007A2C8F"/>
    <w:rsid w:val="007C2CAC"/>
    <w:rsid w:val="007E5D4B"/>
    <w:rsid w:val="007E5F1A"/>
    <w:rsid w:val="00831D26"/>
    <w:rsid w:val="00836718"/>
    <w:rsid w:val="00853DBF"/>
    <w:rsid w:val="0086335F"/>
    <w:rsid w:val="008741E3"/>
    <w:rsid w:val="0088391E"/>
    <w:rsid w:val="00885394"/>
    <w:rsid w:val="008E4368"/>
    <w:rsid w:val="009168D4"/>
    <w:rsid w:val="009247DC"/>
    <w:rsid w:val="00930DAA"/>
    <w:rsid w:val="009A1009"/>
    <w:rsid w:val="009E070F"/>
    <w:rsid w:val="00A10872"/>
    <w:rsid w:val="00A13F7B"/>
    <w:rsid w:val="00A34F82"/>
    <w:rsid w:val="00A44903"/>
    <w:rsid w:val="00A51EE2"/>
    <w:rsid w:val="00A5482E"/>
    <w:rsid w:val="00AB0E0C"/>
    <w:rsid w:val="00B10C97"/>
    <w:rsid w:val="00B71EC4"/>
    <w:rsid w:val="00B8059B"/>
    <w:rsid w:val="00BB6D92"/>
    <w:rsid w:val="00BE0ADE"/>
    <w:rsid w:val="00C41199"/>
    <w:rsid w:val="00C50629"/>
    <w:rsid w:val="00C71E55"/>
    <w:rsid w:val="00C90DBD"/>
    <w:rsid w:val="00CA74C0"/>
    <w:rsid w:val="00CB01BA"/>
    <w:rsid w:val="00CD1DEA"/>
    <w:rsid w:val="00CD3865"/>
    <w:rsid w:val="00CE6BC2"/>
    <w:rsid w:val="00CF124D"/>
    <w:rsid w:val="00CF554A"/>
    <w:rsid w:val="00D50BD5"/>
    <w:rsid w:val="00D7700D"/>
    <w:rsid w:val="00DA31B9"/>
    <w:rsid w:val="00DE3C04"/>
    <w:rsid w:val="00E152B3"/>
    <w:rsid w:val="00E24E2D"/>
    <w:rsid w:val="00E30D8A"/>
    <w:rsid w:val="00E8243E"/>
    <w:rsid w:val="00EC1A4C"/>
    <w:rsid w:val="00F00260"/>
    <w:rsid w:val="00F77CF5"/>
    <w:rsid w:val="00F8004F"/>
    <w:rsid w:val="00F8127E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F82"/>
    <w:rPr>
      <w:rFonts w:ascii="Times New Roman" w:eastAsia="Times New Roman" w:hAnsi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68D4"/>
    <w:pPr>
      <w:keepNext/>
      <w:jc w:val="center"/>
      <w:outlineLvl w:val="1"/>
    </w:pPr>
    <w:rPr>
      <w:b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68D4"/>
    <w:pPr>
      <w:keepNext/>
      <w:jc w:val="center"/>
      <w:outlineLvl w:val="2"/>
    </w:pPr>
    <w:rPr>
      <w:b/>
      <w:sz w:val="3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52C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68D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13F7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68D4"/>
    <w:rPr>
      <w:rFonts w:ascii="Times New Roman" w:hAnsi="Times New Roman" w:cs="Times New Roman"/>
      <w:b/>
      <w:bCs/>
      <w:lang w:eastAsia="ru-RU"/>
    </w:rPr>
  </w:style>
  <w:style w:type="paragraph" w:styleId="Header">
    <w:name w:val="header"/>
    <w:basedOn w:val="Normal"/>
    <w:link w:val="HeaderChar"/>
    <w:uiPriority w:val="99"/>
    <w:rsid w:val="00505E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5EB8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F8004F"/>
    <w:pPr>
      <w:ind w:left="720"/>
      <w:contextualSpacing/>
    </w:pPr>
  </w:style>
  <w:style w:type="paragraph" w:styleId="NoSpacing">
    <w:name w:val="No Spacing"/>
    <w:uiPriority w:val="99"/>
    <w:qFormat/>
    <w:rsid w:val="00E24E2D"/>
    <w:rPr>
      <w:rFonts w:ascii="Times New Roman" w:eastAsia="Times New Roman" w:hAnsi="Times New Roman"/>
      <w:sz w:val="28"/>
      <w:szCs w:val="20"/>
    </w:rPr>
  </w:style>
  <w:style w:type="paragraph" w:customStyle="1" w:styleId="ParagraphStyle">
    <w:name w:val="Paragraph Style"/>
    <w:uiPriority w:val="99"/>
    <w:rsid w:val="009168D4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16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68D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6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</TotalTime>
  <Pages>4</Pages>
  <Words>621</Words>
  <Characters>3544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охраны здоровья</cp:lastModifiedBy>
  <cp:revision>33</cp:revision>
  <cp:lastPrinted>2012-06-18T12:46:00Z</cp:lastPrinted>
  <dcterms:created xsi:type="dcterms:W3CDTF">2012-05-28T09:32:00Z</dcterms:created>
  <dcterms:modified xsi:type="dcterms:W3CDTF">2012-07-02T12:13:00Z</dcterms:modified>
</cp:coreProperties>
</file>