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CE" w:rsidRDefault="009344CE" w:rsidP="00943CA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9344CE" w:rsidRDefault="009344CE" w:rsidP="00943CAE">
      <w:pPr>
        <w:jc w:val="center"/>
        <w:rPr>
          <w:b/>
          <w:sz w:val="22"/>
          <w:lang w:val="uk-UA"/>
        </w:rPr>
      </w:pPr>
    </w:p>
    <w:p w:rsidR="009344CE" w:rsidRDefault="009344CE" w:rsidP="00943CAE">
      <w:pPr>
        <w:pStyle w:val="Heading6"/>
      </w:pPr>
      <w:r>
        <w:t>У  К  Р  А  Ї  Н  А</w:t>
      </w:r>
    </w:p>
    <w:p w:rsidR="009344CE" w:rsidRDefault="009344CE" w:rsidP="00943CAE">
      <w:pPr>
        <w:jc w:val="center"/>
        <w:rPr>
          <w:b/>
          <w:sz w:val="28"/>
          <w:lang w:val="uk-UA"/>
        </w:rPr>
      </w:pPr>
    </w:p>
    <w:p w:rsidR="009344CE" w:rsidRDefault="009344CE" w:rsidP="00943CAE">
      <w:pPr>
        <w:pStyle w:val="Heading9"/>
      </w:pPr>
      <w:r>
        <w:t xml:space="preserve">А р т е м і в с ь к а   м і с ь к а   р а д а </w:t>
      </w:r>
    </w:p>
    <w:p w:rsidR="009344CE" w:rsidRDefault="009344CE" w:rsidP="00943CAE">
      <w:pPr>
        <w:jc w:val="center"/>
        <w:rPr>
          <w:b/>
          <w:sz w:val="28"/>
          <w:lang w:val="uk-UA"/>
        </w:rPr>
      </w:pPr>
    </w:p>
    <w:p w:rsidR="009344CE" w:rsidRDefault="009344CE" w:rsidP="00943CAE">
      <w:pPr>
        <w:pStyle w:val="Heading8"/>
      </w:pPr>
      <w:r>
        <w:t>ВИКОНАВЧИЙ  КОМІТЕТ</w:t>
      </w:r>
    </w:p>
    <w:p w:rsidR="009344CE" w:rsidRDefault="009344CE" w:rsidP="00943CAE">
      <w:pPr>
        <w:jc w:val="center"/>
        <w:rPr>
          <w:b/>
          <w:sz w:val="28"/>
          <w:lang w:val="uk-UA"/>
        </w:rPr>
      </w:pPr>
    </w:p>
    <w:p w:rsidR="009344CE" w:rsidRDefault="009344CE" w:rsidP="00943CAE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>Р I Ш Е Н Н Я</w:t>
      </w:r>
    </w:p>
    <w:p w:rsidR="009344CE" w:rsidRDefault="009344CE" w:rsidP="00943CAE">
      <w:pPr>
        <w:jc w:val="center"/>
        <w:rPr>
          <w:b/>
          <w:sz w:val="36"/>
          <w:lang w:val="uk-UA"/>
        </w:rPr>
      </w:pPr>
    </w:p>
    <w:p w:rsidR="009344CE" w:rsidRPr="004D098A" w:rsidRDefault="009344CE" w:rsidP="00943CA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11.12.</w:t>
      </w:r>
      <w:r w:rsidRPr="004D098A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 xml:space="preserve">13 </w:t>
      </w:r>
      <w:r w:rsidRPr="004D098A">
        <w:rPr>
          <w:sz w:val="24"/>
          <w:szCs w:val="24"/>
          <w:lang w:val="uk-UA"/>
        </w:rPr>
        <w:t xml:space="preserve"> №</w:t>
      </w:r>
      <w:r>
        <w:rPr>
          <w:sz w:val="24"/>
          <w:szCs w:val="24"/>
          <w:lang w:val="uk-UA"/>
        </w:rPr>
        <w:t xml:space="preserve"> 324</w:t>
      </w:r>
    </w:p>
    <w:p w:rsidR="009344CE" w:rsidRDefault="009344CE" w:rsidP="00943CAE">
      <w:pPr>
        <w:rPr>
          <w:lang w:val="uk-UA"/>
        </w:rPr>
      </w:pPr>
      <w:r w:rsidRPr="004D098A">
        <w:rPr>
          <w:sz w:val="24"/>
          <w:szCs w:val="24"/>
          <w:lang w:val="uk-UA"/>
        </w:rPr>
        <w:t>м. Артемівськ</w:t>
      </w:r>
    </w:p>
    <w:p w:rsidR="009344CE" w:rsidRDefault="009344CE" w:rsidP="00943CAE">
      <w:pPr>
        <w:rPr>
          <w:lang w:val="uk-UA"/>
        </w:rPr>
      </w:pPr>
    </w:p>
    <w:p w:rsidR="009344CE" w:rsidRDefault="009344CE" w:rsidP="00943CAE">
      <w:pPr>
        <w:rPr>
          <w:lang w:val="uk-UA"/>
        </w:rPr>
      </w:pPr>
    </w:p>
    <w:p w:rsidR="009344CE" w:rsidRDefault="009344CE" w:rsidP="00943CAE">
      <w:pPr>
        <w:pStyle w:val="BodyText2"/>
        <w:ind w:right="5102"/>
        <w:rPr>
          <w:sz w:val="28"/>
        </w:rPr>
      </w:pPr>
      <w:r>
        <w:rPr>
          <w:sz w:val="28"/>
        </w:rPr>
        <w:t xml:space="preserve">Про </w:t>
      </w:r>
      <w:r w:rsidRPr="00943CAE">
        <w:rPr>
          <w:sz w:val="28"/>
        </w:rPr>
        <w:t>припинення</w:t>
      </w:r>
      <w:r>
        <w:rPr>
          <w:sz w:val="28"/>
          <w:lang w:val="ru-RU"/>
        </w:rPr>
        <w:t xml:space="preserve"> </w:t>
      </w:r>
      <w:r w:rsidRPr="00943CAE">
        <w:rPr>
          <w:sz w:val="28"/>
        </w:rPr>
        <w:t>діяльності</w:t>
      </w:r>
      <w:r>
        <w:rPr>
          <w:sz w:val="28"/>
        </w:rPr>
        <w:t xml:space="preserve"> громадських формувань з охорони громадського порядку “Вістек” та «Захисник»</w:t>
      </w:r>
    </w:p>
    <w:p w:rsidR="009344CE" w:rsidRDefault="009344CE" w:rsidP="00943CAE">
      <w:pPr>
        <w:pStyle w:val="BodyText2"/>
        <w:rPr>
          <w:b w:val="0"/>
          <w:i w:val="0"/>
          <w:sz w:val="27"/>
        </w:rPr>
      </w:pPr>
    </w:p>
    <w:p w:rsidR="009344CE" w:rsidRDefault="009344CE" w:rsidP="00943C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громадських формувань з охорони громадського порядку «Вістек» від </w:t>
      </w:r>
      <w:r>
        <w:rPr>
          <w:sz w:val="28"/>
          <w:lang w:val="uk-UA"/>
        </w:rPr>
        <w:t xml:space="preserve"> 21.11.2013 №01-5779-07  </w:t>
      </w:r>
      <w:r>
        <w:rPr>
          <w:sz w:val="28"/>
          <w:szCs w:val="28"/>
          <w:lang w:val="uk-UA"/>
        </w:rPr>
        <w:t xml:space="preserve">та «Захисник»  </w:t>
      </w:r>
      <w:r>
        <w:rPr>
          <w:sz w:val="28"/>
          <w:lang w:val="uk-UA"/>
        </w:rPr>
        <w:t xml:space="preserve"> від 29.11.2013 № 01-5976-06 </w:t>
      </w:r>
      <w:r>
        <w:rPr>
          <w:sz w:val="28"/>
          <w:szCs w:val="28"/>
          <w:lang w:val="uk-UA"/>
        </w:rPr>
        <w:t>щодо</w:t>
      </w:r>
      <w:r>
        <w:rPr>
          <w:sz w:val="28"/>
          <w:lang w:val="uk-UA"/>
        </w:rPr>
        <w:t xml:space="preserve">  </w:t>
      </w:r>
      <w:r w:rsidRPr="00943CAE">
        <w:rPr>
          <w:sz w:val="28"/>
          <w:lang w:val="uk-UA"/>
        </w:rPr>
        <w:t>припинення</w:t>
      </w:r>
      <w:r w:rsidRPr="00A6588D">
        <w:rPr>
          <w:sz w:val="28"/>
          <w:lang w:val="uk-UA"/>
        </w:rPr>
        <w:t xml:space="preserve"> </w:t>
      </w:r>
      <w:r w:rsidRPr="00943CAE">
        <w:rPr>
          <w:sz w:val="28"/>
          <w:lang w:val="uk-UA"/>
        </w:rPr>
        <w:t>діяльності</w:t>
      </w:r>
      <w:r w:rsidRPr="00A6588D">
        <w:rPr>
          <w:sz w:val="28"/>
          <w:lang w:val="uk-UA"/>
        </w:rPr>
        <w:t xml:space="preserve"> </w:t>
      </w:r>
      <w:r w:rsidRPr="00F155C0">
        <w:rPr>
          <w:sz w:val="28"/>
          <w:lang w:val="uk-UA"/>
        </w:rPr>
        <w:t>громадськ</w:t>
      </w:r>
      <w:r>
        <w:rPr>
          <w:sz w:val="28"/>
          <w:lang w:val="uk-UA"/>
        </w:rPr>
        <w:t>их</w:t>
      </w:r>
      <w:r w:rsidRPr="00A6588D">
        <w:rPr>
          <w:sz w:val="28"/>
          <w:lang w:val="uk-UA"/>
        </w:rPr>
        <w:t xml:space="preserve"> </w:t>
      </w:r>
      <w:r w:rsidRPr="00F155C0">
        <w:rPr>
          <w:sz w:val="28"/>
          <w:lang w:val="uk-UA"/>
        </w:rPr>
        <w:t>формуван</w:t>
      </w:r>
      <w:r>
        <w:rPr>
          <w:sz w:val="28"/>
          <w:lang w:val="uk-UA"/>
        </w:rPr>
        <w:t>ь,</w:t>
      </w:r>
      <w:r w:rsidRPr="00476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F155C0">
        <w:rPr>
          <w:sz w:val="28"/>
          <w:szCs w:val="28"/>
          <w:lang w:val="uk-UA"/>
        </w:rPr>
        <w:t xml:space="preserve">аслухавши інформацію спеціаліста </w:t>
      </w:r>
      <w:r w:rsidRPr="00F155C0">
        <w:rPr>
          <w:sz w:val="28"/>
          <w:szCs w:val="28"/>
          <w:lang w:val="en-US"/>
        </w:rPr>
        <w:t>I</w:t>
      </w:r>
      <w:r w:rsidRPr="00F155C0">
        <w:rPr>
          <w:sz w:val="28"/>
          <w:szCs w:val="28"/>
          <w:lang w:val="uk-UA"/>
        </w:rPr>
        <w:t xml:space="preserve"> категорії по взаємодії з правоохоронними органами Артемівської міської ради Зозулі Ф.Г.  </w:t>
      </w:r>
      <w:r>
        <w:rPr>
          <w:sz w:val="28"/>
          <w:szCs w:val="28"/>
          <w:lang w:val="uk-UA"/>
        </w:rPr>
        <w:t>з цього питання,</w:t>
      </w:r>
      <w:r w:rsidRPr="00476D4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керуючись  Законом України від 22.06.2000  №1835-111 «Про участь громадян в охороні громадського порядку і державного кордону» </w:t>
      </w:r>
      <w:r w:rsidRPr="0006461E">
        <w:rPr>
          <w:color w:val="000000"/>
          <w:spacing w:val="3"/>
          <w:szCs w:val="28"/>
          <w:lang w:val="uk-UA"/>
        </w:rPr>
        <w:t xml:space="preserve"> </w:t>
      </w:r>
      <w:r w:rsidRPr="0006461E">
        <w:rPr>
          <w:color w:val="000000"/>
          <w:spacing w:val="3"/>
          <w:sz w:val="28"/>
          <w:szCs w:val="28"/>
          <w:lang w:val="uk-UA"/>
        </w:rPr>
        <w:t>із внесеними до нього змінами</w:t>
      </w:r>
      <w:r>
        <w:rPr>
          <w:sz w:val="28"/>
          <w:lang w:val="uk-UA"/>
        </w:rPr>
        <w:t>,   ст.ст. 38, 52   Закону України від 21.05.97 № 280/97-ВР "Про місцеве самоврядування в Україні" із внесеними до нього змінами,  виконком Артемівської міської ради</w:t>
      </w:r>
    </w:p>
    <w:p w:rsidR="009344CE" w:rsidRDefault="009344CE" w:rsidP="00943CAE">
      <w:pPr>
        <w:ind w:firstLine="85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344CE" w:rsidRDefault="009344CE" w:rsidP="00943CAE">
      <w:pPr>
        <w:ind w:firstLine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9344CE" w:rsidRDefault="009344CE" w:rsidP="00943CAE">
      <w:pPr>
        <w:ind w:firstLine="851"/>
        <w:jc w:val="both"/>
        <w:rPr>
          <w:sz w:val="27"/>
          <w:lang w:val="uk-UA"/>
        </w:rPr>
      </w:pPr>
    </w:p>
    <w:p w:rsidR="009344CE" w:rsidRDefault="009344CE" w:rsidP="0078542D">
      <w:pPr>
        <w:pStyle w:val="BodyText2"/>
        <w:numPr>
          <w:ilvl w:val="0"/>
          <w:numId w:val="1"/>
        </w:numPr>
        <w:ind w:left="0" w:right="-1" w:firstLine="709"/>
        <w:rPr>
          <w:b w:val="0"/>
          <w:i w:val="0"/>
          <w:sz w:val="28"/>
        </w:rPr>
      </w:pPr>
      <w:r>
        <w:rPr>
          <w:b w:val="0"/>
          <w:i w:val="0"/>
          <w:sz w:val="28"/>
        </w:rPr>
        <w:t>Взяти до відома заяви громадських формувань з охорони громадського порядку «Вістек» та «Захисник» щодо п</w:t>
      </w:r>
      <w:r w:rsidRPr="002E05DB">
        <w:rPr>
          <w:b w:val="0"/>
          <w:i w:val="0"/>
          <w:sz w:val="28"/>
        </w:rPr>
        <w:t>рипинення</w:t>
      </w:r>
      <w:r w:rsidRPr="00DA0ECF">
        <w:rPr>
          <w:b w:val="0"/>
          <w:i w:val="0"/>
          <w:sz w:val="28"/>
        </w:rPr>
        <w:t xml:space="preserve"> </w:t>
      </w:r>
      <w:r w:rsidRPr="002E05DB">
        <w:rPr>
          <w:b w:val="0"/>
          <w:i w:val="0"/>
          <w:sz w:val="28"/>
        </w:rPr>
        <w:t>діяльності громадськ</w:t>
      </w:r>
      <w:r>
        <w:rPr>
          <w:b w:val="0"/>
          <w:i w:val="0"/>
          <w:sz w:val="28"/>
        </w:rPr>
        <w:t>их</w:t>
      </w:r>
      <w:r w:rsidRPr="002E05DB">
        <w:rPr>
          <w:b w:val="0"/>
          <w:i w:val="0"/>
          <w:sz w:val="28"/>
        </w:rPr>
        <w:t xml:space="preserve"> формувань</w:t>
      </w:r>
      <w:r>
        <w:rPr>
          <w:b w:val="0"/>
          <w:i w:val="0"/>
          <w:sz w:val="28"/>
        </w:rPr>
        <w:t>.</w:t>
      </w:r>
    </w:p>
    <w:p w:rsidR="009344CE" w:rsidRDefault="009344CE" w:rsidP="0078542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  <w:tab w:val="left" w:pos="1200"/>
        </w:tabs>
        <w:ind w:left="0" w:firstLine="709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Скасувати в Журналі реєстрації громадських формувань з охорони громадського порядку записи про реєстрацію:</w:t>
      </w:r>
    </w:p>
    <w:p w:rsidR="009344CE" w:rsidRPr="00646A4F" w:rsidRDefault="009344CE" w:rsidP="0078542D">
      <w:pPr>
        <w:pStyle w:val="ListParagraph"/>
        <w:numPr>
          <w:ilvl w:val="1"/>
          <w:numId w:val="1"/>
        </w:numPr>
        <w:shd w:val="clear" w:color="auto" w:fill="FFFFFF"/>
        <w:tabs>
          <w:tab w:val="left" w:pos="0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Громадського формування з охорони громадського порядку «Вістек», зареєстрованого рішенням виконкому Артемівської міської ради  від 02.06.2004    № 345.</w:t>
      </w:r>
    </w:p>
    <w:p w:rsidR="009344CE" w:rsidRPr="00DA0ECF" w:rsidRDefault="009344CE" w:rsidP="0078542D">
      <w:pPr>
        <w:pStyle w:val="ListParagraph"/>
        <w:numPr>
          <w:ilvl w:val="1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Громадського формування з охорони громадського порядку «Захисник»,</w:t>
      </w:r>
      <w:r w:rsidRPr="00DA0ECF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зареєстрованого рішенням виконкому Артемівської міської ради  </w:t>
      </w:r>
      <w:r w:rsidRPr="00DA0ECF">
        <w:rPr>
          <w:color w:val="000000"/>
          <w:spacing w:val="-1"/>
          <w:sz w:val="28"/>
          <w:szCs w:val="28"/>
          <w:lang w:val="uk-UA"/>
        </w:rPr>
        <w:t>від 07.07.2004 №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DA0ECF">
        <w:rPr>
          <w:color w:val="000000"/>
          <w:spacing w:val="-1"/>
          <w:sz w:val="28"/>
          <w:szCs w:val="28"/>
          <w:lang w:val="uk-UA"/>
        </w:rPr>
        <w:t>422</w:t>
      </w:r>
      <w:r>
        <w:rPr>
          <w:color w:val="000000"/>
          <w:spacing w:val="-1"/>
          <w:sz w:val="28"/>
          <w:szCs w:val="28"/>
          <w:lang w:val="uk-UA"/>
        </w:rPr>
        <w:t>.</w:t>
      </w:r>
      <w:r w:rsidRPr="00DA0ECF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9344CE" w:rsidRDefault="009344CE" w:rsidP="0078542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категорії по взаємодії з правоохоронними органами Артемівської міської ради Зозулі Ф.Г.:</w:t>
      </w:r>
    </w:p>
    <w:p w:rsidR="009344CE" w:rsidRPr="00D92607" w:rsidRDefault="009344CE" w:rsidP="0078542D">
      <w:pPr>
        <w:pStyle w:val="ListParagraph"/>
        <w:numPr>
          <w:ilvl w:val="1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</w:t>
      </w:r>
      <w:r>
        <w:rPr>
          <w:color w:val="000000"/>
          <w:spacing w:val="-1"/>
          <w:sz w:val="28"/>
          <w:szCs w:val="28"/>
          <w:lang w:val="uk-UA"/>
        </w:rPr>
        <w:t>Журналу реєстрації громадських формувань з охорони громадського порядку записи про скасування громадських формувань, визначених у цьому рішенні.</w:t>
      </w:r>
    </w:p>
    <w:p w:rsidR="009344CE" w:rsidRPr="00D92607" w:rsidRDefault="009344CE" w:rsidP="0078542D">
      <w:pPr>
        <w:pStyle w:val="ListParagraph"/>
        <w:numPr>
          <w:ilvl w:val="1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Розмістити   інформацію щодо скасування запису в Журналі реєстрації громадських формувань з охорони громадського порядку про реєстрацію громадських формувань з охорони громадського порядку «Вістек» та «Захисник»   шляхом розміщення на офіційному Веб-сайті Артемівської міської ради.</w:t>
      </w:r>
    </w:p>
    <w:p w:rsidR="009344CE" w:rsidRPr="00D92607" w:rsidRDefault="009344CE" w:rsidP="0078542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такими, що втратили чинність, рішення </w:t>
      </w:r>
      <w:r>
        <w:rPr>
          <w:color w:val="000000"/>
          <w:spacing w:val="-1"/>
          <w:sz w:val="28"/>
          <w:szCs w:val="28"/>
          <w:lang w:val="uk-UA"/>
        </w:rPr>
        <w:t>виконавчого комітету Артемівської міської ради:</w:t>
      </w:r>
    </w:p>
    <w:p w:rsidR="009344CE" w:rsidRPr="00646A4F" w:rsidRDefault="009344CE" w:rsidP="0078542D">
      <w:pPr>
        <w:pStyle w:val="ListParagraph"/>
        <w:numPr>
          <w:ilvl w:val="1"/>
          <w:numId w:val="1"/>
        </w:numPr>
        <w:shd w:val="clear" w:color="auto" w:fill="FFFFFF"/>
        <w:tabs>
          <w:tab w:val="left" w:pos="0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Від 02.06.2004 № 345 «Про реєстрацію громадського формування з охорони громадського порядку «Вістек».</w:t>
      </w:r>
    </w:p>
    <w:p w:rsidR="009344CE" w:rsidRPr="00DA0ECF" w:rsidRDefault="009344CE" w:rsidP="0078542D">
      <w:pPr>
        <w:pStyle w:val="ListParagraph"/>
        <w:numPr>
          <w:ilvl w:val="1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В</w:t>
      </w:r>
      <w:r w:rsidRPr="00DA0ECF">
        <w:rPr>
          <w:color w:val="000000"/>
          <w:spacing w:val="-1"/>
          <w:sz w:val="28"/>
          <w:szCs w:val="28"/>
          <w:lang w:val="uk-UA"/>
        </w:rPr>
        <w:t>ід 07.07.2004 №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DA0ECF">
        <w:rPr>
          <w:color w:val="000000"/>
          <w:spacing w:val="-1"/>
          <w:sz w:val="28"/>
          <w:szCs w:val="28"/>
          <w:lang w:val="uk-UA"/>
        </w:rPr>
        <w:t>422</w:t>
      </w:r>
      <w:r>
        <w:rPr>
          <w:color w:val="000000"/>
          <w:spacing w:val="-1"/>
          <w:sz w:val="28"/>
          <w:szCs w:val="28"/>
          <w:lang w:val="uk-UA"/>
        </w:rPr>
        <w:t xml:space="preserve"> «Про реєстрацію громадського формування з охорони громадського порядку «Захисник».</w:t>
      </w:r>
      <w:r w:rsidRPr="00DA0ECF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9344CE" w:rsidRDefault="009344CE" w:rsidP="0078542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Організаційне виконання рішення покласти на спеціаліста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категорії по взаємодії з правоохоронними органами Артемівської міської ради Зозулю Ф.Г.</w:t>
      </w:r>
    </w:p>
    <w:p w:rsidR="009344CE" w:rsidRDefault="009344CE" w:rsidP="0078542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Координаційне забезпечення виконання рішення покласти на керуючого справами виконкому Артемівської міської ради Коліно М.Є.</w:t>
      </w:r>
    </w:p>
    <w:p w:rsidR="009344CE" w:rsidRPr="00DA0ECF" w:rsidRDefault="009344CE" w:rsidP="00576EDC">
      <w:pPr>
        <w:pStyle w:val="ListParagraph"/>
        <w:shd w:val="clear" w:color="auto" w:fill="FFFFFF"/>
        <w:tabs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</w:p>
    <w:p w:rsidR="009344CE" w:rsidRDefault="009344CE" w:rsidP="00943CAE">
      <w:pPr>
        <w:pStyle w:val="Heading2"/>
        <w:rPr>
          <w:i w:val="0"/>
          <w:sz w:val="28"/>
        </w:rPr>
      </w:pPr>
    </w:p>
    <w:p w:rsidR="009344CE" w:rsidRPr="00576EDC" w:rsidRDefault="009344CE" w:rsidP="00576EDC">
      <w:pPr>
        <w:rPr>
          <w:lang w:val="uk-UA"/>
        </w:rPr>
      </w:pPr>
    </w:p>
    <w:p w:rsidR="009344CE" w:rsidRDefault="009344CE" w:rsidP="00943CAE">
      <w:pPr>
        <w:pStyle w:val="Heading2"/>
        <w:rPr>
          <w:i w:val="0"/>
          <w:caps/>
          <w:sz w:val="28"/>
        </w:rPr>
      </w:pPr>
      <w:r>
        <w:rPr>
          <w:i w:val="0"/>
          <w:sz w:val="28"/>
        </w:rPr>
        <w:t xml:space="preserve">              Міській голова                                              О.О.</w:t>
      </w:r>
      <w:r>
        <w:rPr>
          <w:i w:val="0"/>
          <w:caps/>
          <w:sz w:val="28"/>
        </w:rPr>
        <w:t>Рева</w:t>
      </w:r>
    </w:p>
    <w:sectPr w:rsidR="009344CE" w:rsidSect="00476D42">
      <w:pgSz w:w="11906" w:h="16838"/>
      <w:pgMar w:top="85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58DE"/>
    <w:multiLevelType w:val="hybridMultilevel"/>
    <w:tmpl w:val="13389AFE"/>
    <w:lvl w:ilvl="0" w:tplc="0952CC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A5A01"/>
    <w:multiLevelType w:val="multilevel"/>
    <w:tmpl w:val="0B7E2656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CAE"/>
    <w:rsid w:val="00002D52"/>
    <w:rsid w:val="000051C6"/>
    <w:rsid w:val="00011220"/>
    <w:rsid w:val="00012587"/>
    <w:rsid w:val="00013C99"/>
    <w:rsid w:val="000178B9"/>
    <w:rsid w:val="00020B75"/>
    <w:rsid w:val="00021268"/>
    <w:rsid w:val="000218F9"/>
    <w:rsid w:val="0002219D"/>
    <w:rsid w:val="00022399"/>
    <w:rsid w:val="0002547F"/>
    <w:rsid w:val="00026C6E"/>
    <w:rsid w:val="000313D9"/>
    <w:rsid w:val="00033F24"/>
    <w:rsid w:val="00034B91"/>
    <w:rsid w:val="00035FFF"/>
    <w:rsid w:val="000365DC"/>
    <w:rsid w:val="00042E1B"/>
    <w:rsid w:val="00050D5F"/>
    <w:rsid w:val="00050E6C"/>
    <w:rsid w:val="00051277"/>
    <w:rsid w:val="00053566"/>
    <w:rsid w:val="00053B0F"/>
    <w:rsid w:val="00054358"/>
    <w:rsid w:val="00055D61"/>
    <w:rsid w:val="000601DB"/>
    <w:rsid w:val="00060F66"/>
    <w:rsid w:val="00061487"/>
    <w:rsid w:val="000631A8"/>
    <w:rsid w:val="0006461E"/>
    <w:rsid w:val="00065E88"/>
    <w:rsid w:val="00070E2B"/>
    <w:rsid w:val="00075399"/>
    <w:rsid w:val="00075694"/>
    <w:rsid w:val="000770FB"/>
    <w:rsid w:val="00083455"/>
    <w:rsid w:val="00084467"/>
    <w:rsid w:val="000856FA"/>
    <w:rsid w:val="00086D51"/>
    <w:rsid w:val="0008767C"/>
    <w:rsid w:val="000933B8"/>
    <w:rsid w:val="0009548E"/>
    <w:rsid w:val="000A0051"/>
    <w:rsid w:val="000A2ADA"/>
    <w:rsid w:val="000A3071"/>
    <w:rsid w:val="000A4F29"/>
    <w:rsid w:val="000A6545"/>
    <w:rsid w:val="000A6A61"/>
    <w:rsid w:val="000A6C26"/>
    <w:rsid w:val="000B1921"/>
    <w:rsid w:val="000B2442"/>
    <w:rsid w:val="000B3BE9"/>
    <w:rsid w:val="000B4B5E"/>
    <w:rsid w:val="000B6163"/>
    <w:rsid w:val="000B7F76"/>
    <w:rsid w:val="000C0840"/>
    <w:rsid w:val="000C24D2"/>
    <w:rsid w:val="000C5F9C"/>
    <w:rsid w:val="000C6340"/>
    <w:rsid w:val="000C6D0D"/>
    <w:rsid w:val="000C6E08"/>
    <w:rsid w:val="000C7A64"/>
    <w:rsid w:val="000D3942"/>
    <w:rsid w:val="000D3ECD"/>
    <w:rsid w:val="000D4A62"/>
    <w:rsid w:val="000D5D6A"/>
    <w:rsid w:val="000D662E"/>
    <w:rsid w:val="000E0A07"/>
    <w:rsid w:val="000E2E90"/>
    <w:rsid w:val="000E6A76"/>
    <w:rsid w:val="000E7105"/>
    <w:rsid w:val="000F1008"/>
    <w:rsid w:val="00102C2D"/>
    <w:rsid w:val="00103072"/>
    <w:rsid w:val="00105409"/>
    <w:rsid w:val="0010661F"/>
    <w:rsid w:val="00106DE6"/>
    <w:rsid w:val="00107D0B"/>
    <w:rsid w:val="00112B4C"/>
    <w:rsid w:val="0012013B"/>
    <w:rsid w:val="00126162"/>
    <w:rsid w:val="001262C3"/>
    <w:rsid w:val="0012679B"/>
    <w:rsid w:val="00130E27"/>
    <w:rsid w:val="001312A1"/>
    <w:rsid w:val="001317F6"/>
    <w:rsid w:val="00131D19"/>
    <w:rsid w:val="0013322D"/>
    <w:rsid w:val="00133CDF"/>
    <w:rsid w:val="00135651"/>
    <w:rsid w:val="00135B43"/>
    <w:rsid w:val="00140D9C"/>
    <w:rsid w:val="00143E84"/>
    <w:rsid w:val="00151766"/>
    <w:rsid w:val="00152320"/>
    <w:rsid w:val="00152C3E"/>
    <w:rsid w:val="00152E37"/>
    <w:rsid w:val="00154624"/>
    <w:rsid w:val="00154DDF"/>
    <w:rsid w:val="00154F54"/>
    <w:rsid w:val="00155429"/>
    <w:rsid w:val="001563F4"/>
    <w:rsid w:val="001601F9"/>
    <w:rsid w:val="00160868"/>
    <w:rsid w:val="001620EC"/>
    <w:rsid w:val="001630C2"/>
    <w:rsid w:val="001671D1"/>
    <w:rsid w:val="00170973"/>
    <w:rsid w:val="00171D83"/>
    <w:rsid w:val="001739D8"/>
    <w:rsid w:val="00174918"/>
    <w:rsid w:val="001820B1"/>
    <w:rsid w:val="00187631"/>
    <w:rsid w:val="00187C52"/>
    <w:rsid w:val="00191B12"/>
    <w:rsid w:val="00191BF1"/>
    <w:rsid w:val="00191FA2"/>
    <w:rsid w:val="00194570"/>
    <w:rsid w:val="00196A07"/>
    <w:rsid w:val="001A1E22"/>
    <w:rsid w:val="001A1E61"/>
    <w:rsid w:val="001A2FA5"/>
    <w:rsid w:val="001A48E1"/>
    <w:rsid w:val="001A6829"/>
    <w:rsid w:val="001B03CB"/>
    <w:rsid w:val="001B0A1B"/>
    <w:rsid w:val="001B32CD"/>
    <w:rsid w:val="001B5DBF"/>
    <w:rsid w:val="001B674D"/>
    <w:rsid w:val="001B7ADF"/>
    <w:rsid w:val="001B7CB1"/>
    <w:rsid w:val="001C3033"/>
    <w:rsid w:val="001C4710"/>
    <w:rsid w:val="001C5354"/>
    <w:rsid w:val="001E0AD0"/>
    <w:rsid w:val="001E1532"/>
    <w:rsid w:val="001E39FF"/>
    <w:rsid w:val="001E4975"/>
    <w:rsid w:val="001E6747"/>
    <w:rsid w:val="001F1552"/>
    <w:rsid w:val="001F6A96"/>
    <w:rsid w:val="001F7073"/>
    <w:rsid w:val="00200B8F"/>
    <w:rsid w:val="002027CD"/>
    <w:rsid w:val="0020299F"/>
    <w:rsid w:val="00207857"/>
    <w:rsid w:val="002119EF"/>
    <w:rsid w:val="00214F38"/>
    <w:rsid w:val="00215119"/>
    <w:rsid w:val="002162E8"/>
    <w:rsid w:val="00217434"/>
    <w:rsid w:val="00220438"/>
    <w:rsid w:val="00220DEF"/>
    <w:rsid w:val="00223691"/>
    <w:rsid w:val="002241D5"/>
    <w:rsid w:val="002257DC"/>
    <w:rsid w:val="00227171"/>
    <w:rsid w:val="0022767E"/>
    <w:rsid w:val="00232748"/>
    <w:rsid w:val="0023391E"/>
    <w:rsid w:val="00236354"/>
    <w:rsid w:val="00236847"/>
    <w:rsid w:val="00241CEE"/>
    <w:rsid w:val="00242A56"/>
    <w:rsid w:val="0024482D"/>
    <w:rsid w:val="00245822"/>
    <w:rsid w:val="00246E71"/>
    <w:rsid w:val="00250098"/>
    <w:rsid w:val="002500E4"/>
    <w:rsid w:val="002524A1"/>
    <w:rsid w:val="00253A77"/>
    <w:rsid w:val="00253A85"/>
    <w:rsid w:val="00255119"/>
    <w:rsid w:val="0026230F"/>
    <w:rsid w:val="0026457F"/>
    <w:rsid w:val="00265A56"/>
    <w:rsid w:val="00276402"/>
    <w:rsid w:val="00277D2B"/>
    <w:rsid w:val="002816D6"/>
    <w:rsid w:val="00281CE0"/>
    <w:rsid w:val="002828A9"/>
    <w:rsid w:val="00286D84"/>
    <w:rsid w:val="002902E6"/>
    <w:rsid w:val="0029121C"/>
    <w:rsid w:val="00292B57"/>
    <w:rsid w:val="00293F82"/>
    <w:rsid w:val="00294675"/>
    <w:rsid w:val="002946B0"/>
    <w:rsid w:val="002949B0"/>
    <w:rsid w:val="00294B77"/>
    <w:rsid w:val="0029681D"/>
    <w:rsid w:val="002A1C01"/>
    <w:rsid w:val="002A2814"/>
    <w:rsid w:val="002A3B11"/>
    <w:rsid w:val="002B0228"/>
    <w:rsid w:val="002B1B0F"/>
    <w:rsid w:val="002C00CB"/>
    <w:rsid w:val="002C0261"/>
    <w:rsid w:val="002C0E4E"/>
    <w:rsid w:val="002C1305"/>
    <w:rsid w:val="002C40FB"/>
    <w:rsid w:val="002C4F74"/>
    <w:rsid w:val="002D0FCB"/>
    <w:rsid w:val="002D232E"/>
    <w:rsid w:val="002D6B7E"/>
    <w:rsid w:val="002E04BF"/>
    <w:rsid w:val="002E05DB"/>
    <w:rsid w:val="002E28DB"/>
    <w:rsid w:val="002E49DF"/>
    <w:rsid w:val="002E5E2C"/>
    <w:rsid w:val="002E7CAD"/>
    <w:rsid w:val="002F15E8"/>
    <w:rsid w:val="002F2F74"/>
    <w:rsid w:val="002F460E"/>
    <w:rsid w:val="002F5BDC"/>
    <w:rsid w:val="002F7B1A"/>
    <w:rsid w:val="00300393"/>
    <w:rsid w:val="00305CDB"/>
    <w:rsid w:val="00306760"/>
    <w:rsid w:val="003156F6"/>
    <w:rsid w:val="003156FF"/>
    <w:rsid w:val="00315C66"/>
    <w:rsid w:val="00315CE2"/>
    <w:rsid w:val="00315D65"/>
    <w:rsid w:val="003164CC"/>
    <w:rsid w:val="003176B1"/>
    <w:rsid w:val="00317977"/>
    <w:rsid w:val="00320775"/>
    <w:rsid w:val="00323180"/>
    <w:rsid w:val="00323DAD"/>
    <w:rsid w:val="00324D8C"/>
    <w:rsid w:val="00327F22"/>
    <w:rsid w:val="00331048"/>
    <w:rsid w:val="00332516"/>
    <w:rsid w:val="003346EE"/>
    <w:rsid w:val="003456DB"/>
    <w:rsid w:val="003458D8"/>
    <w:rsid w:val="003527E1"/>
    <w:rsid w:val="00355860"/>
    <w:rsid w:val="003559FC"/>
    <w:rsid w:val="00355AD2"/>
    <w:rsid w:val="00361BA6"/>
    <w:rsid w:val="0036323E"/>
    <w:rsid w:val="00366315"/>
    <w:rsid w:val="00366D79"/>
    <w:rsid w:val="00370C4F"/>
    <w:rsid w:val="003719A7"/>
    <w:rsid w:val="003809E2"/>
    <w:rsid w:val="00382DF2"/>
    <w:rsid w:val="00383287"/>
    <w:rsid w:val="003840A5"/>
    <w:rsid w:val="00384B6E"/>
    <w:rsid w:val="00384E6C"/>
    <w:rsid w:val="003868F6"/>
    <w:rsid w:val="00386DBE"/>
    <w:rsid w:val="0038701E"/>
    <w:rsid w:val="0039043E"/>
    <w:rsid w:val="00391C73"/>
    <w:rsid w:val="00392EE7"/>
    <w:rsid w:val="00394794"/>
    <w:rsid w:val="0039632E"/>
    <w:rsid w:val="00397E3A"/>
    <w:rsid w:val="003A1CE1"/>
    <w:rsid w:val="003A1DB0"/>
    <w:rsid w:val="003A315A"/>
    <w:rsid w:val="003A4357"/>
    <w:rsid w:val="003A44ED"/>
    <w:rsid w:val="003A7486"/>
    <w:rsid w:val="003B00AF"/>
    <w:rsid w:val="003B0B34"/>
    <w:rsid w:val="003B1267"/>
    <w:rsid w:val="003B26F0"/>
    <w:rsid w:val="003B3487"/>
    <w:rsid w:val="003B504C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C7252"/>
    <w:rsid w:val="003D0E66"/>
    <w:rsid w:val="003D2075"/>
    <w:rsid w:val="003D2F43"/>
    <w:rsid w:val="003E27BE"/>
    <w:rsid w:val="003E408A"/>
    <w:rsid w:val="003E76DF"/>
    <w:rsid w:val="003F089D"/>
    <w:rsid w:val="003F1D8F"/>
    <w:rsid w:val="003F36A4"/>
    <w:rsid w:val="003F589D"/>
    <w:rsid w:val="003F5BC4"/>
    <w:rsid w:val="0040120C"/>
    <w:rsid w:val="004023D5"/>
    <w:rsid w:val="00403C0B"/>
    <w:rsid w:val="00404269"/>
    <w:rsid w:val="0040664B"/>
    <w:rsid w:val="00410AA6"/>
    <w:rsid w:val="00414372"/>
    <w:rsid w:val="00417EDF"/>
    <w:rsid w:val="0042079B"/>
    <w:rsid w:val="00420DCE"/>
    <w:rsid w:val="00421528"/>
    <w:rsid w:val="00421CDA"/>
    <w:rsid w:val="00423462"/>
    <w:rsid w:val="00423912"/>
    <w:rsid w:val="00424ACD"/>
    <w:rsid w:val="00424D67"/>
    <w:rsid w:val="004252AE"/>
    <w:rsid w:val="00425FA2"/>
    <w:rsid w:val="00426CAE"/>
    <w:rsid w:val="0043146B"/>
    <w:rsid w:val="004319D4"/>
    <w:rsid w:val="00434478"/>
    <w:rsid w:val="004351E6"/>
    <w:rsid w:val="0043635B"/>
    <w:rsid w:val="00442A5E"/>
    <w:rsid w:val="00442C01"/>
    <w:rsid w:val="0044393A"/>
    <w:rsid w:val="00447209"/>
    <w:rsid w:val="00450E40"/>
    <w:rsid w:val="004534F7"/>
    <w:rsid w:val="00455EE4"/>
    <w:rsid w:val="00457964"/>
    <w:rsid w:val="0046699F"/>
    <w:rsid w:val="00467308"/>
    <w:rsid w:val="00467F47"/>
    <w:rsid w:val="00471A32"/>
    <w:rsid w:val="004739CA"/>
    <w:rsid w:val="00475CB4"/>
    <w:rsid w:val="00475F03"/>
    <w:rsid w:val="00476D42"/>
    <w:rsid w:val="004853FD"/>
    <w:rsid w:val="004860BE"/>
    <w:rsid w:val="0049161A"/>
    <w:rsid w:val="00493164"/>
    <w:rsid w:val="00494D8C"/>
    <w:rsid w:val="004A2078"/>
    <w:rsid w:val="004A382F"/>
    <w:rsid w:val="004A4527"/>
    <w:rsid w:val="004A5249"/>
    <w:rsid w:val="004A7494"/>
    <w:rsid w:val="004C084B"/>
    <w:rsid w:val="004C2410"/>
    <w:rsid w:val="004D027E"/>
    <w:rsid w:val="004D098A"/>
    <w:rsid w:val="004D17FC"/>
    <w:rsid w:val="004D2C9D"/>
    <w:rsid w:val="004D2FA3"/>
    <w:rsid w:val="004D60D6"/>
    <w:rsid w:val="004D653A"/>
    <w:rsid w:val="004D73F0"/>
    <w:rsid w:val="004E0020"/>
    <w:rsid w:val="004E36BD"/>
    <w:rsid w:val="004F2732"/>
    <w:rsid w:val="004F29BC"/>
    <w:rsid w:val="00502C4C"/>
    <w:rsid w:val="0050353B"/>
    <w:rsid w:val="0051096B"/>
    <w:rsid w:val="00512561"/>
    <w:rsid w:val="00512F61"/>
    <w:rsid w:val="00515D52"/>
    <w:rsid w:val="00515E0C"/>
    <w:rsid w:val="00517B4B"/>
    <w:rsid w:val="00525A89"/>
    <w:rsid w:val="00527B71"/>
    <w:rsid w:val="00535119"/>
    <w:rsid w:val="005368AC"/>
    <w:rsid w:val="00542D4D"/>
    <w:rsid w:val="00542DFB"/>
    <w:rsid w:val="00546DE6"/>
    <w:rsid w:val="005504D7"/>
    <w:rsid w:val="0055116E"/>
    <w:rsid w:val="00552B14"/>
    <w:rsid w:val="00553A28"/>
    <w:rsid w:val="00557037"/>
    <w:rsid w:val="005641B8"/>
    <w:rsid w:val="00565645"/>
    <w:rsid w:val="0056725F"/>
    <w:rsid w:val="005705E9"/>
    <w:rsid w:val="00570B87"/>
    <w:rsid w:val="00574EE7"/>
    <w:rsid w:val="00576308"/>
    <w:rsid w:val="00576EDC"/>
    <w:rsid w:val="00577AC2"/>
    <w:rsid w:val="005804BC"/>
    <w:rsid w:val="0058055E"/>
    <w:rsid w:val="00580A1D"/>
    <w:rsid w:val="00580A2F"/>
    <w:rsid w:val="00582467"/>
    <w:rsid w:val="00584113"/>
    <w:rsid w:val="005850CC"/>
    <w:rsid w:val="0059261A"/>
    <w:rsid w:val="00593833"/>
    <w:rsid w:val="0059642F"/>
    <w:rsid w:val="00596A4C"/>
    <w:rsid w:val="00596A68"/>
    <w:rsid w:val="00596AE9"/>
    <w:rsid w:val="005973DD"/>
    <w:rsid w:val="005A01FC"/>
    <w:rsid w:val="005A08D8"/>
    <w:rsid w:val="005A2CD2"/>
    <w:rsid w:val="005A44C5"/>
    <w:rsid w:val="005A7710"/>
    <w:rsid w:val="005B00DC"/>
    <w:rsid w:val="005B2035"/>
    <w:rsid w:val="005B69D5"/>
    <w:rsid w:val="005B6DB5"/>
    <w:rsid w:val="005C42D2"/>
    <w:rsid w:val="005C515D"/>
    <w:rsid w:val="005C5DE0"/>
    <w:rsid w:val="005C6708"/>
    <w:rsid w:val="005D067E"/>
    <w:rsid w:val="005D2361"/>
    <w:rsid w:val="005D448D"/>
    <w:rsid w:val="005D6226"/>
    <w:rsid w:val="005E201A"/>
    <w:rsid w:val="005E7003"/>
    <w:rsid w:val="005F042D"/>
    <w:rsid w:val="005F09B5"/>
    <w:rsid w:val="005F3635"/>
    <w:rsid w:val="005F4693"/>
    <w:rsid w:val="005F4D8B"/>
    <w:rsid w:val="005F7AC0"/>
    <w:rsid w:val="005F7F0A"/>
    <w:rsid w:val="00601650"/>
    <w:rsid w:val="006132DF"/>
    <w:rsid w:val="006139CB"/>
    <w:rsid w:val="00614ECF"/>
    <w:rsid w:val="006173DB"/>
    <w:rsid w:val="00617D95"/>
    <w:rsid w:val="0062044C"/>
    <w:rsid w:val="00621604"/>
    <w:rsid w:val="00623BF4"/>
    <w:rsid w:val="00623F1D"/>
    <w:rsid w:val="00625914"/>
    <w:rsid w:val="0062660C"/>
    <w:rsid w:val="006314D6"/>
    <w:rsid w:val="00637098"/>
    <w:rsid w:val="0063782C"/>
    <w:rsid w:val="00640B51"/>
    <w:rsid w:val="00642699"/>
    <w:rsid w:val="00642DED"/>
    <w:rsid w:val="006432A6"/>
    <w:rsid w:val="00643D94"/>
    <w:rsid w:val="00646A4F"/>
    <w:rsid w:val="00647914"/>
    <w:rsid w:val="006515EB"/>
    <w:rsid w:val="006558CF"/>
    <w:rsid w:val="0065730E"/>
    <w:rsid w:val="00657E9A"/>
    <w:rsid w:val="00665775"/>
    <w:rsid w:val="006674E4"/>
    <w:rsid w:val="006678E2"/>
    <w:rsid w:val="00670395"/>
    <w:rsid w:val="00674004"/>
    <w:rsid w:val="00674301"/>
    <w:rsid w:val="00686C05"/>
    <w:rsid w:val="006903B0"/>
    <w:rsid w:val="00690911"/>
    <w:rsid w:val="00691665"/>
    <w:rsid w:val="0069253F"/>
    <w:rsid w:val="006935EA"/>
    <w:rsid w:val="00693C1A"/>
    <w:rsid w:val="00694E14"/>
    <w:rsid w:val="006974D1"/>
    <w:rsid w:val="006A1802"/>
    <w:rsid w:val="006A52FC"/>
    <w:rsid w:val="006B13D2"/>
    <w:rsid w:val="006B1473"/>
    <w:rsid w:val="006B3D8C"/>
    <w:rsid w:val="006B42C4"/>
    <w:rsid w:val="006B4DFB"/>
    <w:rsid w:val="006B5010"/>
    <w:rsid w:val="006B50B3"/>
    <w:rsid w:val="006B6074"/>
    <w:rsid w:val="006B66BF"/>
    <w:rsid w:val="006B6E0A"/>
    <w:rsid w:val="006B70ED"/>
    <w:rsid w:val="006B7D88"/>
    <w:rsid w:val="006C104F"/>
    <w:rsid w:val="006C2EA5"/>
    <w:rsid w:val="006C3959"/>
    <w:rsid w:val="006C4340"/>
    <w:rsid w:val="006C4903"/>
    <w:rsid w:val="006C58CA"/>
    <w:rsid w:val="006C5FA0"/>
    <w:rsid w:val="006C6BCB"/>
    <w:rsid w:val="006D03FC"/>
    <w:rsid w:val="006D18B2"/>
    <w:rsid w:val="006D2A09"/>
    <w:rsid w:val="006E2302"/>
    <w:rsid w:val="006E4D35"/>
    <w:rsid w:val="006F0FB4"/>
    <w:rsid w:val="006F218B"/>
    <w:rsid w:val="006F3CA0"/>
    <w:rsid w:val="006F47F1"/>
    <w:rsid w:val="006F5322"/>
    <w:rsid w:val="006F5CDF"/>
    <w:rsid w:val="006F6B7D"/>
    <w:rsid w:val="006F7ADB"/>
    <w:rsid w:val="00700D70"/>
    <w:rsid w:val="007016E3"/>
    <w:rsid w:val="007019C4"/>
    <w:rsid w:val="00704234"/>
    <w:rsid w:val="00705C2F"/>
    <w:rsid w:val="0070641F"/>
    <w:rsid w:val="007137D5"/>
    <w:rsid w:val="00714CC1"/>
    <w:rsid w:val="0072026E"/>
    <w:rsid w:val="00722C90"/>
    <w:rsid w:val="007237C8"/>
    <w:rsid w:val="00723B98"/>
    <w:rsid w:val="00724326"/>
    <w:rsid w:val="00724D58"/>
    <w:rsid w:val="007265E2"/>
    <w:rsid w:val="00726872"/>
    <w:rsid w:val="00726F02"/>
    <w:rsid w:val="007316A7"/>
    <w:rsid w:val="00735BB4"/>
    <w:rsid w:val="00737BA2"/>
    <w:rsid w:val="00737CCF"/>
    <w:rsid w:val="00740F0F"/>
    <w:rsid w:val="00742E2D"/>
    <w:rsid w:val="007430D0"/>
    <w:rsid w:val="00746147"/>
    <w:rsid w:val="00746359"/>
    <w:rsid w:val="0074764F"/>
    <w:rsid w:val="00747DBF"/>
    <w:rsid w:val="00753E32"/>
    <w:rsid w:val="00754E7B"/>
    <w:rsid w:val="0075713A"/>
    <w:rsid w:val="00760CA3"/>
    <w:rsid w:val="007619E5"/>
    <w:rsid w:val="00772DA7"/>
    <w:rsid w:val="0077407E"/>
    <w:rsid w:val="00774251"/>
    <w:rsid w:val="0077641F"/>
    <w:rsid w:val="00782A70"/>
    <w:rsid w:val="007830E3"/>
    <w:rsid w:val="00784DA9"/>
    <w:rsid w:val="0078542D"/>
    <w:rsid w:val="00790277"/>
    <w:rsid w:val="00794A2B"/>
    <w:rsid w:val="007955EE"/>
    <w:rsid w:val="00796245"/>
    <w:rsid w:val="0079746E"/>
    <w:rsid w:val="00797486"/>
    <w:rsid w:val="007974DB"/>
    <w:rsid w:val="007A1A69"/>
    <w:rsid w:val="007A5840"/>
    <w:rsid w:val="007B13AE"/>
    <w:rsid w:val="007B1B25"/>
    <w:rsid w:val="007B1BC7"/>
    <w:rsid w:val="007B2146"/>
    <w:rsid w:val="007B5AF3"/>
    <w:rsid w:val="007B76DB"/>
    <w:rsid w:val="007C0450"/>
    <w:rsid w:val="007C6FA0"/>
    <w:rsid w:val="007D1438"/>
    <w:rsid w:val="007D2060"/>
    <w:rsid w:val="007D6A5C"/>
    <w:rsid w:val="007D6B57"/>
    <w:rsid w:val="007E0F38"/>
    <w:rsid w:val="007E1710"/>
    <w:rsid w:val="007E2E0B"/>
    <w:rsid w:val="007E37BF"/>
    <w:rsid w:val="007E39E2"/>
    <w:rsid w:val="007E3DC7"/>
    <w:rsid w:val="007E4AFA"/>
    <w:rsid w:val="007E7B26"/>
    <w:rsid w:val="007F578B"/>
    <w:rsid w:val="007F6B73"/>
    <w:rsid w:val="00800926"/>
    <w:rsid w:val="00801FE5"/>
    <w:rsid w:val="008024EC"/>
    <w:rsid w:val="00804753"/>
    <w:rsid w:val="008055E3"/>
    <w:rsid w:val="008057F4"/>
    <w:rsid w:val="00805D77"/>
    <w:rsid w:val="0081036D"/>
    <w:rsid w:val="00810ECA"/>
    <w:rsid w:val="00813AC7"/>
    <w:rsid w:val="00815DB6"/>
    <w:rsid w:val="008164C6"/>
    <w:rsid w:val="00817DCF"/>
    <w:rsid w:val="008222E5"/>
    <w:rsid w:val="00823280"/>
    <w:rsid w:val="0082365D"/>
    <w:rsid w:val="00824740"/>
    <w:rsid w:val="008278CC"/>
    <w:rsid w:val="00833530"/>
    <w:rsid w:val="0083531B"/>
    <w:rsid w:val="008409A2"/>
    <w:rsid w:val="00841F49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2BE6"/>
    <w:rsid w:val="00875FA3"/>
    <w:rsid w:val="00876CF0"/>
    <w:rsid w:val="00880F08"/>
    <w:rsid w:val="0088662B"/>
    <w:rsid w:val="00886C90"/>
    <w:rsid w:val="0088788B"/>
    <w:rsid w:val="008932B9"/>
    <w:rsid w:val="00893C54"/>
    <w:rsid w:val="00895FDE"/>
    <w:rsid w:val="0089703D"/>
    <w:rsid w:val="008A25C5"/>
    <w:rsid w:val="008A3C77"/>
    <w:rsid w:val="008A571F"/>
    <w:rsid w:val="008A7A31"/>
    <w:rsid w:val="008B3CC9"/>
    <w:rsid w:val="008B5186"/>
    <w:rsid w:val="008C0B4E"/>
    <w:rsid w:val="008C46F8"/>
    <w:rsid w:val="008C48B1"/>
    <w:rsid w:val="008C4F13"/>
    <w:rsid w:val="008C762D"/>
    <w:rsid w:val="008D07F7"/>
    <w:rsid w:val="008D282C"/>
    <w:rsid w:val="008D2ECC"/>
    <w:rsid w:val="008D5222"/>
    <w:rsid w:val="008D5ADE"/>
    <w:rsid w:val="008E0BF1"/>
    <w:rsid w:val="008E1848"/>
    <w:rsid w:val="008E237D"/>
    <w:rsid w:val="008E533E"/>
    <w:rsid w:val="008E62B6"/>
    <w:rsid w:val="008E7433"/>
    <w:rsid w:val="008F04A8"/>
    <w:rsid w:val="008F0E52"/>
    <w:rsid w:val="008F1BB6"/>
    <w:rsid w:val="008F3588"/>
    <w:rsid w:val="008F3CA0"/>
    <w:rsid w:val="008F3D96"/>
    <w:rsid w:val="008F4A23"/>
    <w:rsid w:val="008F4FE9"/>
    <w:rsid w:val="008F663F"/>
    <w:rsid w:val="008F71D2"/>
    <w:rsid w:val="008F7EAA"/>
    <w:rsid w:val="00902A4E"/>
    <w:rsid w:val="009064D6"/>
    <w:rsid w:val="00906578"/>
    <w:rsid w:val="00906BFF"/>
    <w:rsid w:val="00912535"/>
    <w:rsid w:val="00914205"/>
    <w:rsid w:val="00914955"/>
    <w:rsid w:val="00916779"/>
    <w:rsid w:val="009203E3"/>
    <w:rsid w:val="009229D4"/>
    <w:rsid w:val="00923B24"/>
    <w:rsid w:val="009255AB"/>
    <w:rsid w:val="00925D66"/>
    <w:rsid w:val="009302F9"/>
    <w:rsid w:val="009344CE"/>
    <w:rsid w:val="009431E2"/>
    <w:rsid w:val="00943CAE"/>
    <w:rsid w:val="00944D72"/>
    <w:rsid w:val="00945D08"/>
    <w:rsid w:val="00946C3F"/>
    <w:rsid w:val="009506C5"/>
    <w:rsid w:val="0095138E"/>
    <w:rsid w:val="009527BE"/>
    <w:rsid w:val="00957FD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4852"/>
    <w:rsid w:val="00974C2D"/>
    <w:rsid w:val="009760A0"/>
    <w:rsid w:val="009762B4"/>
    <w:rsid w:val="0097645C"/>
    <w:rsid w:val="009850A3"/>
    <w:rsid w:val="00985613"/>
    <w:rsid w:val="009858EE"/>
    <w:rsid w:val="00985F78"/>
    <w:rsid w:val="00987C34"/>
    <w:rsid w:val="0099030A"/>
    <w:rsid w:val="009937A9"/>
    <w:rsid w:val="00993E86"/>
    <w:rsid w:val="009A0796"/>
    <w:rsid w:val="009A2BC4"/>
    <w:rsid w:val="009A4046"/>
    <w:rsid w:val="009B0BBC"/>
    <w:rsid w:val="009B187A"/>
    <w:rsid w:val="009B667D"/>
    <w:rsid w:val="009B7450"/>
    <w:rsid w:val="009B7888"/>
    <w:rsid w:val="009C0028"/>
    <w:rsid w:val="009C1EBD"/>
    <w:rsid w:val="009C52E5"/>
    <w:rsid w:val="009C5B6F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2465"/>
    <w:rsid w:val="009E2E67"/>
    <w:rsid w:val="009E3675"/>
    <w:rsid w:val="009F46D2"/>
    <w:rsid w:val="009F5FBF"/>
    <w:rsid w:val="009F7DEE"/>
    <w:rsid w:val="00A023BC"/>
    <w:rsid w:val="00A030C5"/>
    <w:rsid w:val="00A03602"/>
    <w:rsid w:val="00A068DD"/>
    <w:rsid w:val="00A10D82"/>
    <w:rsid w:val="00A1104B"/>
    <w:rsid w:val="00A12437"/>
    <w:rsid w:val="00A1450F"/>
    <w:rsid w:val="00A21F2F"/>
    <w:rsid w:val="00A2256D"/>
    <w:rsid w:val="00A2277B"/>
    <w:rsid w:val="00A236E9"/>
    <w:rsid w:val="00A23B22"/>
    <w:rsid w:val="00A262B1"/>
    <w:rsid w:val="00A27213"/>
    <w:rsid w:val="00A31C0A"/>
    <w:rsid w:val="00A352FD"/>
    <w:rsid w:val="00A35F9D"/>
    <w:rsid w:val="00A3662B"/>
    <w:rsid w:val="00A40185"/>
    <w:rsid w:val="00A40603"/>
    <w:rsid w:val="00A42FE1"/>
    <w:rsid w:val="00A45F53"/>
    <w:rsid w:val="00A5027F"/>
    <w:rsid w:val="00A5243B"/>
    <w:rsid w:val="00A556E9"/>
    <w:rsid w:val="00A55E1F"/>
    <w:rsid w:val="00A56D19"/>
    <w:rsid w:val="00A5784E"/>
    <w:rsid w:val="00A60342"/>
    <w:rsid w:val="00A60636"/>
    <w:rsid w:val="00A62D7A"/>
    <w:rsid w:val="00A6588D"/>
    <w:rsid w:val="00A724B7"/>
    <w:rsid w:val="00A72B59"/>
    <w:rsid w:val="00A739FA"/>
    <w:rsid w:val="00A76700"/>
    <w:rsid w:val="00A81F86"/>
    <w:rsid w:val="00A82047"/>
    <w:rsid w:val="00A82AA7"/>
    <w:rsid w:val="00A85C4B"/>
    <w:rsid w:val="00A8627F"/>
    <w:rsid w:val="00A878C9"/>
    <w:rsid w:val="00A87DA5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5D2"/>
    <w:rsid w:val="00AB0D42"/>
    <w:rsid w:val="00AB0FD8"/>
    <w:rsid w:val="00AB5A38"/>
    <w:rsid w:val="00AC4BE6"/>
    <w:rsid w:val="00AD5097"/>
    <w:rsid w:val="00AD6E38"/>
    <w:rsid w:val="00AD70EF"/>
    <w:rsid w:val="00AD762A"/>
    <w:rsid w:val="00AE1B6E"/>
    <w:rsid w:val="00AE2124"/>
    <w:rsid w:val="00AE3B75"/>
    <w:rsid w:val="00AE581A"/>
    <w:rsid w:val="00AE67DE"/>
    <w:rsid w:val="00AF1468"/>
    <w:rsid w:val="00AF2F7D"/>
    <w:rsid w:val="00AF3B95"/>
    <w:rsid w:val="00AF6B89"/>
    <w:rsid w:val="00B0058B"/>
    <w:rsid w:val="00B01B72"/>
    <w:rsid w:val="00B0331C"/>
    <w:rsid w:val="00B03345"/>
    <w:rsid w:val="00B05138"/>
    <w:rsid w:val="00B100E0"/>
    <w:rsid w:val="00B115ED"/>
    <w:rsid w:val="00B14A48"/>
    <w:rsid w:val="00B17E1D"/>
    <w:rsid w:val="00B20FC2"/>
    <w:rsid w:val="00B21623"/>
    <w:rsid w:val="00B2613E"/>
    <w:rsid w:val="00B276CF"/>
    <w:rsid w:val="00B30DB6"/>
    <w:rsid w:val="00B32417"/>
    <w:rsid w:val="00B33D19"/>
    <w:rsid w:val="00B40AF5"/>
    <w:rsid w:val="00B4273C"/>
    <w:rsid w:val="00B44CEE"/>
    <w:rsid w:val="00B50A35"/>
    <w:rsid w:val="00B50BBC"/>
    <w:rsid w:val="00B5244A"/>
    <w:rsid w:val="00B528D5"/>
    <w:rsid w:val="00B53772"/>
    <w:rsid w:val="00B53B65"/>
    <w:rsid w:val="00B54451"/>
    <w:rsid w:val="00B554DC"/>
    <w:rsid w:val="00B56E85"/>
    <w:rsid w:val="00B61312"/>
    <w:rsid w:val="00B61460"/>
    <w:rsid w:val="00B65339"/>
    <w:rsid w:val="00B6585C"/>
    <w:rsid w:val="00B71DD4"/>
    <w:rsid w:val="00B7536D"/>
    <w:rsid w:val="00B75FE7"/>
    <w:rsid w:val="00B76C6C"/>
    <w:rsid w:val="00B771EE"/>
    <w:rsid w:val="00B86B60"/>
    <w:rsid w:val="00B86CCD"/>
    <w:rsid w:val="00B871CD"/>
    <w:rsid w:val="00B90BB8"/>
    <w:rsid w:val="00B92C20"/>
    <w:rsid w:val="00B9331E"/>
    <w:rsid w:val="00BA035E"/>
    <w:rsid w:val="00BA1840"/>
    <w:rsid w:val="00BA3E4B"/>
    <w:rsid w:val="00BA7762"/>
    <w:rsid w:val="00BB2EED"/>
    <w:rsid w:val="00BB4853"/>
    <w:rsid w:val="00BC21B8"/>
    <w:rsid w:val="00BC3592"/>
    <w:rsid w:val="00BC4695"/>
    <w:rsid w:val="00BC52B3"/>
    <w:rsid w:val="00BC6226"/>
    <w:rsid w:val="00BC6B20"/>
    <w:rsid w:val="00BD0990"/>
    <w:rsid w:val="00BD18EE"/>
    <w:rsid w:val="00BD1990"/>
    <w:rsid w:val="00BD2934"/>
    <w:rsid w:val="00BD4246"/>
    <w:rsid w:val="00BD7904"/>
    <w:rsid w:val="00BE1A68"/>
    <w:rsid w:val="00BE1AB7"/>
    <w:rsid w:val="00BE3AE8"/>
    <w:rsid w:val="00BE3C75"/>
    <w:rsid w:val="00BE5586"/>
    <w:rsid w:val="00BE64B7"/>
    <w:rsid w:val="00BF017B"/>
    <w:rsid w:val="00BF063C"/>
    <w:rsid w:val="00BF0791"/>
    <w:rsid w:val="00BF5CF9"/>
    <w:rsid w:val="00BF66D2"/>
    <w:rsid w:val="00C007D0"/>
    <w:rsid w:val="00C02268"/>
    <w:rsid w:val="00C05D28"/>
    <w:rsid w:val="00C06262"/>
    <w:rsid w:val="00C1520E"/>
    <w:rsid w:val="00C232AA"/>
    <w:rsid w:val="00C24B8C"/>
    <w:rsid w:val="00C278BF"/>
    <w:rsid w:val="00C33C01"/>
    <w:rsid w:val="00C34787"/>
    <w:rsid w:val="00C40EB9"/>
    <w:rsid w:val="00C427A0"/>
    <w:rsid w:val="00C43419"/>
    <w:rsid w:val="00C44FDF"/>
    <w:rsid w:val="00C50B82"/>
    <w:rsid w:val="00C50FE4"/>
    <w:rsid w:val="00C5172A"/>
    <w:rsid w:val="00C54DC0"/>
    <w:rsid w:val="00C558A5"/>
    <w:rsid w:val="00C55E89"/>
    <w:rsid w:val="00C56B15"/>
    <w:rsid w:val="00C5742D"/>
    <w:rsid w:val="00C616FB"/>
    <w:rsid w:val="00C62F45"/>
    <w:rsid w:val="00C63120"/>
    <w:rsid w:val="00C635B4"/>
    <w:rsid w:val="00C669F8"/>
    <w:rsid w:val="00C7027B"/>
    <w:rsid w:val="00C707F8"/>
    <w:rsid w:val="00C7109B"/>
    <w:rsid w:val="00C712CB"/>
    <w:rsid w:val="00C73339"/>
    <w:rsid w:val="00C73625"/>
    <w:rsid w:val="00C74CB7"/>
    <w:rsid w:val="00C76D0B"/>
    <w:rsid w:val="00C77AEB"/>
    <w:rsid w:val="00C77CA0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3E60"/>
    <w:rsid w:val="00C94C66"/>
    <w:rsid w:val="00CA0438"/>
    <w:rsid w:val="00CA1841"/>
    <w:rsid w:val="00CB2311"/>
    <w:rsid w:val="00CB244D"/>
    <w:rsid w:val="00CB5C17"/>
    <w:rsid w:val="00CB7D0E"/>
    <w:rsid w:val="00CC0BE2"/>
    <w:rsid w:val="00CC0D0E"/>
    <w:rsid w:val="00CC44D9"/>
    <w:rsid w:val="00CC63EB"/>
    <w:rsid w:val="00CD19FF"/>
    <w:rsid w:val="00CD1B65"/>
    <w:rsid w:val="00CD4AE5"/>
    <w:rsid w:val="00CD550D"/>
    <w:rsid w:val="00CD7E8F"/>
    <w:rsid w:val="00CE0AAB"/>
    <w:rsid w:val="00CE0ADA"/>
    <w:rsid w:val="00CE187B"/>
    <w:rsid w:val="00CE4C03"/>
    <w:rsid w:val="00CE69E5"/>
    <w:rsid w:val="00CF440E"/>
    <w:rsid w:val="00CF52B9"/>
    <w:rsid w:val="00D01499"/>
    <w:rsid w:val="00D02913"/>
    <w:rsid w:val="00D04E88"/>
    <w:rsid w:val="00D04EFB"/>
    <w:rsid w:val="00D05F2C"/>
    <w:rsid w:val="00D0659D"/>
    <w:rsid w:val="00D124A4"/>
    <w:rsid w:val="00D13D18"/>
    <w:rsid w:val="00D151C4"/>
    <w:rsid w:val="00D16FF3"/>
    <w:rsid w:val="00D32797"/>
    <w:rsid w:val="00D359C2"/>
    <w:rsid w:val="00D36DF9"/>
    <w:rsid w:val="00D45F09"/>
    <w:rsid w:val="00D46278"/>
    <w:rsid w:val="00D523DC"/>
    <w:rsid w:val="00D52FE0"/>
    <w:rsid w:val="00D57E76"/>
    <w:rsid w:val="00D619AE"/>
    <w:rsid w:val="00D6486A"/>
    <w:rsid w:val="00D70057"/>
    <w:rsid w:val="00D7027B"/>
    <w:rsid w:val="00D712E3"/>
    <w:rsid w:val="00D717B3"/>
    <w:rsid w:val="00D72D8B"/>
    <w:rsid w:val="00D75189"/>
    <w:rsid w:val="00D77548"/>
    <w:rsid w:val="00D80F66"/>
    <w:rsid w:val="00D815D4"/>
    <w:rsid w:val="00D82213"/>
    <w:rsid w:val="00D8279A"/>
    <w:rsid w:val="00D82C79"/>
    <w:rsid w:val="00D919C3"/>
    <w:rsid w:val="00D92607"/>
    <w:rsid w:val="00D9267D"/>
    <w:rsid w:val="00D93650"/>
    <w:rsid w:val="00D943FD"/>
    <w:rsid w:val="00D9665A"/>
    <w:rsid w:val="00D97795"/>
    <w:rsid w:val="00D97FD9"/>
    <w:rsid w:val="00DA0DFA"/>
    <w:rsid w:val="00DA0ECF"/>
    <w:rsid w:val="00DA22A2"/>
    <w:rsid w:val="00DA2A0C"/>
    <w:rsid w:val="00DA3499"/>
    <w:rsid w:val="00DA4D37"/>
    <w:rsid w:val="00DB0058"/>
    <w:rsid w:val="00DB461D"/>
    <w:rsid w:val="00DB7E8D"/>
    <w:rsid w:val="00DC0639"/>
    <w:rsid w:val="00DC1112"/>
    <w:rsid w:val="00DC1936"/>
    <w:rsid w:val="00DC501A"/>
    <w:rsid w:val="00DC67FF"/>
    <w:rsid w:val="00DC6D3F"/>
    <w:rsid w:val="00DD17B3"/>
    <w:rsid w:val="00DD57CF"/>
    <w:rsid w:val="00DD5A2B"/>
    <w:rsid w:val="00DD67A5"/>
    <w:rsid w:val="00DE00FB"/>
    <w:rsid w:val="00DE0843"/>
    <w:rsid w:val="00DE18C4"/>
    <w:rsid w:val="00DE33E7"/>
    <w:rsid w:val="00DE46C1"/>
    <w:rsid w:val="00DF14E4"/>
    <w:rsid w:val="00DF7304"/>
    <w:rsid w:val="00DF7406"/>
    <w:rsid w:val="00E00904"/>
    <w:rsid w:val="00E02D88"/>
    <w:rsid w:val="00E0377C"/>
    <w:rsid w:val="00E045A6"/>
    <w:rsid w:val="00E0760D"/>
    <w:rsid w:val="00E102CA"/>
    <w:rsid w:val="00E103B9"/>
    <w:rsid w:val="00E12885"/>
    <w:rsid w:val="00E13173"/>
    <w:rsid w:val="00E13302"/>
    <w:rsid w:val="00E16376"/>
    <w:rsid w:val="00E21BD4"/>
    <w:rsid w:val="00E21F72"/>
    <w:rsid w:val="00E27200"/>
    <w:rsid w:val="00E27E80"/>
    <w:rsid w:val="00E30D7A"/>
    <w:rsid w:val="00E31702"/>
    <w:rsid w:val="00E33F6C"/>
    <w:rsid w:val="00E3502B"/>
    <w:rsid w:val="00E36629"/>
    <w:rsid w:val="00E44888"/>
    <w:rsid w:val="00E45700"/>
    <w:rsid w:val="00E461EC"/>
    <w:rsid w:val="00E50349"/>
    <w:rsid w:val="00E50509"/>
    <w:rsid w:val="00E53F40"/>
    <w:rsid w:val="00E5502C"/>
    <w:rsid w:val="00E5674A"/>
    <w:rsid w:val="00E62B8E"/>
    <w:rsid w:val="00E64084"/>
    <w:rsid w:val="00E7004A"/>
    <w:rsid w:val="00E71F6C"/>
    <w:rsid w:val="00E74460"/>
    <w:rsid w:val="00E76160"/>
    <w:rsid w:val="00E76E8F"/>
    <w:rsid w:val="00E77675"/>
    <w:rsid w:val="00E81012"/>
    <w:rsid w:val="00E81F0A"/>
    <w:rsid w:val="00E841D5"/>
    <w:rsid w:val="00E90DF4"/>
    <w:rsid w:val="00E9555D"/>
    <w:rsid w:val="00E96501"/>
    <w:rsid w:val="00E97EB3"/>
    <w:rsid w:val="00EA0A01"/>
    <w:rsid w:val="00EA112B"/>
    <w:rsid w:val="00EA17B6"/>
    <w:rsid w:val="00EA3BAC"/>
    <w:rsid w:val="00EA4B49"/>
    <w:rsid w:val="00EA5DE8"/>
    <w:rsid w:val="00EA7F70"/>
    <w:rsid w:val="00EB11BD"/>
    <w:rsid w:val="00EB200E"/>
    <w:rsid w:val="00EB2A9C"/>
    <w:rsid w:val="00EB3E3C"/>
    <w:rsid w:val="00EB5F4D"/>
    <w:rsid w:val="00EB758B"/>
    <w:rsid w:val="00EC1049"/>
    <w:rsid w:val="00EC22B8"/>
    <w:rsid w:val="00EC290F"/>
    <w:rsid w:val="00EC2DB5"/>
    <w:rsid w:val="00EC5349"/>
    <w:rsid w:val="00ED339C"/>
    <w:rsid w:val="00ED4862"/>
    <w:rsid w:val="00ED4A31"/>
    <w:rsid w:val="00ED5178"/>
    <w:rsid w:val="00ED5994"/>
    <w:rsid w:val="00ED7662"/>
    <w:rsid w:val="00EE36F1"/>
    <w:rsid w:val="00EE5B2D"/>
    <w:rsid w:val="00EF1053"/>
    <w:rsid w:val="00EF212D"/>
    <w:rsid w:val="00EF3C20"/>
    <w:rsid w:val="00EF3D0F"/>
    <w:rsid w:val="00EF6302"/>
    <w:rsid w:val="00EF636B"/>
    <w:rsid w:val="00EF6B4A"/>
    <w:rsid w:val="00F006D7"/>
    <w:rsid w:val="00F05793"/>
    <w:rsid w:val="00F068F2"/>
    <w:rsid w:val="00F136FF"/>
    <w:rsid w:val="00F13B7B"/>
    <w:rsid w:val="00F142A5"/>
    <w:rsid w:val="00F14AC0"/>
    <w:rsid w:val="00F155C0"/>
    <w:rsid w:val="00F20794"/>
    <w:rsid w:val="00F217DB"/>
    <w:rsid w:val="00F2217B"/>
    <w:rsid w:val="00F22C50"/>
    <w:rsid w:val="00F23EEF"/>
    <w:rsid w:val="00F24D71"/>
    <w:rsid w:val="00F2642A"/>
    <w:rsid w:val="00F26ACF"/>
    <w:rsid w:val="00F26CD5"/>
    <w:rsid w:val="00F27E86"/>
    <w:rsid w:val="00F316EF"/>
    <w:rsid w:val="00F36F0C"/>
    <w:rsid w:val="00F417B0"/>
    <w:rsid w:val="00F42FF2"/>
    <w:rsid w:val="00F43253"/>
    <w:rsid w:val="00F4639C"/>
    <w:rsid w:val="00F52AD8"/>
    <w:rsid w:val="00F5392C"/>
    <w:rsid w:val="00F53B7E"/>
    <w:rsid w:val="00F53F62"/>
    <w:rsid w:val="00F551F4"/>
    <w:rsid w:val="00F57E15"/>
    <w:rsid w:val="00F63BA9"/>
    <w:rsid w:val="00F66AB9"/>
    <w:rsid w:val="00F66D6D"/>
    <w:rsid w:val="00F6763D"/>
    <w:rsid w:val="00F67EBA"/>
    <w:rsid w:val="00F70B1D"/>
    <w:rsid w:val="00F718CB"/>
    <w:rsid w:val="00F71AEF"/>
    <w:rsid w:val="00F74984"/>
    <w:rsid w:val="00F74FD9"/>
    <w:rsid w:val="00F75648"/>
    <w:rsid w:val="00F759F9"/>
    <w:rsid w:val="00F763A9"/>
    <w:rsid w:val="00F77DB5"/>
    <w:rsid w:val="00F82B69"/>
    <w:rsid w:val="00F857E6"/>
    <w:rsid w:val="00F85E4D"/>
    <w:rsid w:val="00F9051B"/>
    <w:rsid w:val="00F948FB"/>
    <w:rsid w:val="00F96308"/>
    <w:rsid w:val="00F971B0"/>
    <w:rsid w:val="00FA0401"/>
    <w:rsid w:val="00FA1AC9"/>
    <w:rsid w:val="00FA1D71"/>
    <w:rsid w:val="00FA2B5F"/>
    <w:rsid w:val="00FA47E4"/>
    <w:rsid w:val="00FA7D08"/>
    <w:rsid w:val="00FB247A"/>
    <w:rsid w:val="00FB3D38"/>
    <w:rsid w:val="00FB60B8"/>
    <w:rsid w:val="00FB69EF"/>
    <w:rsid w:val="00FB6BCB"/>
    <w:rsid w:val="00FC5166"/>
    <w:rsid w:val="00FC5782"/>
    <w:rsid w:val="00FC595B"/>
    <w:rsid w:val="00FC5B82"/>
    <w:rsid w:val="00FC632E"/>
    <w:rsid w:val="00FC7B43"/>
    <w:rsid w:val="00FD001B"/>
    <w:rsid w:val="00FD30BF"/>
    <w:rsid w:val="00FD5D0D"/>
    <w:rsid w:val="00FD5E50"/>
    <w:rsid w:val="00FD6414"/>
    <w:rsid w:val="00FE1790"/>
    <w:rsid w:val="00FE6DEB"/>
    <w:rsid w:val="00FE7504"/>
    <w:rsid w:val="00FE79BA"/>
    <w:rsid w:val="00FF213C"/>
    <w:rsid w:val="00FF277C"/>
    <w:rsid w:val="00FF33FA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CAE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43CAE"/>
    <w:pPr>
      <w:keepNext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43CAE"/>
    <w:pPr>
      <w:keepNext/>
      <w:ind w:left="851"/>
      <w:jc w:val="both"/>
      <w:outlineLvl w:val="1"/>
    </w:pPr>
    <w:rPr>
      <w:b/>
      <w:bCs/>
      <w:i/>
      <w:iCs/>
      <w:sz w:val="27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43CAE"/>
    <w:pPr>
      <w:keepNext/>
      <w:jc w:val="center"/>
      <w:outlineLvl w:val="4"/>
    </w:pPr>
    <w:rPr>
      <w:b/>
      <w:sz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43CAE"/>
    <w:pPr>
      <w:keepNext/>
      <w:jc w:val="center"/>
      <w:outlineLvl w:val="5"/>
    </w:pPr>
    <w:rPr>
      <w:b/>
      <w:sz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43CAE"/>
    <w:pPr>
      <w:keepNext/>
      <w:jc w:val="center"/>
      <w:outlineLvl w:val="7"/>
    </w:pPr>
    <w:rPr>
      <w:b/>
      <w:sz w:val="40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3CAE"/>
    <w:pPr>
      <w:keepNext/>
      <w:jc w:val="center"/>
      <w:outlineLvl w:val="8"/>
    </w:pPr>
    <w:rPr>
      <w:b/>
      <w:sz w:val="3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3CA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3CAE"/>
    <w:rPr>
      <w:rFonts w:ascii="Times New Roman" w:hAnsi="Times New Roman" w:cs="Times New Roman"/>
      <w:b/>
      <w:bCs/>
      <w:i/>
      <w:iCs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43CA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43CA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43CA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3CA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943CAE"/>
    <w:pPr>
      <w:ind w:right="4579"/>
      <w:jc w:val="both"/>
    </w:pPr>
    <w:rPr>
      <w:b/>
      <w:i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43CAE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943C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3CA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43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3CAE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2E05D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155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2</Pages>
  <Words>402</Words>
  <Characters>2294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ch09</cp:lastModifiedBy>
  <cp:revision>13</cp:revision>
  <cp:lastPrinted>2013-12-10T13:14:00Z</cp:lastPrinted>
  <dcterms:created xsi:type="dcterms:W3CDTF">2013-10-31T09:15:00Z</dcterms:created>
  <dcterms:modified xsi:type="dcterms:W3CDTF">2013-12-17T11:43:00Z</dcterms:modified>
</cp:coreProperties>
</file>