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3FE" w:rsidRDefault="000113FE" w:rsidP="00C33FA2">
      <w:pPr>
        <w:rPr>
          <w:b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19pt;margin-top:0;width:38pt;height:47pt;z-index:251658240;visibility:visible">
            <v:imagedata r:id="rId4" o:title=""/>
            <w10:wrap type="square" side="right"/>
          </v:shape>
        </w:pict>
      </w:r>
      <w:r>
        <w:rPr>
          <w:b/>
          <w:sz w:val="28"/>
          <w:szCs w:val="28"/>
          <w:lang w:val="uk-UA"/>
        </w:rPr>
        <w:br w:type="textWrapping" w:clear="all"/>
      </w:r>
    </w:p>
    <w:p w:rsidR="000113FE" w:rsidRDefault="000113FE" w:rsidP="00C33FA2">
      <w:pPr>
        <w:pStyle w:val="Heading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У  К  Р  А  Ї  Н  А</w:t>
      </w:r>
    </w:p>
    <w:p w:rsidR="000113FE" w:rsidRDefault="000113FE" w:rsidP="00C33FA2">
      <w:pPr>
        <w:pStyle w:val="Heading5"/>
        <w:rPr>
          <w:szCs w:val="36"/>
        </w:rPr>
      </w:pPr>
      <w:r>
        <w:rPr>
          <w:szCs w:val="36"/>
          <w:lang w:val="uk-UA"/>
        </w:rPr>
        <w:t xml:space="preserve">А р т е м і в </w:t>
      </w:r>
      <w:r>
        <w:rPr>
          <w:szCs w:val="36"/>
        </w:rPr>
        <w:t>с ь к а   м і с ь к а   р а д а</w:t>
      </w:r>
    </w:p>
    <w:p w:rsidR="000113FE" w:rsidRDefault="000113FE" w:rsidP="00C33FA2">
      <w:pPr>
        <w:pStyle w:val="Heading1"/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</w:rPr>
        <w:t>ВИКОНАВЧИЙ  КОМІТЕТ</w:t>
      </w:r>
    </w:p>
    <w:p w:rsidR="000113FE" w:rsidRDefault="000113FE" w:rsidP="009C3153">
      <w:pPr>
        <w:jc w:val="center"/>
        <w:rPr>
          <w:sz w:val="28"/>
          <w:szCs w:val="28"/>
          <w:lang w:val="uk-UA"/>
        </w:rPr>
      </w:pPr>
    </w:p>
    <w:p w:rsidR="000113FE" w:rsidRDefault="000113FE" w:rsidP="00C33FA2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Р І Ш Е Н Н Я</w:t>
      </w:r>
    </w:p>
    <w:p w:rsidR="000113FE" w:rsidRDefault="000113FE" w:rsidP="00C33FA2">
      <w:pPr>
        <w:rPr>
          <w:sz w:val="28"/>
          <w:szCs w:val="28"/>
          <w:lang w:val="uk-UA"/>
        </w:rPr>
      </w:pPr>
    </w:p>
    <w:p w:rsidR="000113FE" w:rsidRDefault="000113FE" w:rsidP="00C33FA2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12.03.2014 № 62</w:t>
      </w:r>
      <w:r>
        <w:rPr>
          <w:sz w:val="28"/>
          <w:szCs w:val="28"/>
          <w:u w:val="single"/>
          <w:lang w:val="uk-UA"/>
        </w:rPr>
        <w:t xml:space="preserve">         </w:t>
      </w:r>
    </w:p>
    <w:p w:rsidR="000113FE" w:rsidRDefault="000113FE" w:rsidP="00C33F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м.Артемівськ</w:t>
      </w:r>
    </w:p>
    <w:p w:rsidR="000113FE" w:rsidRPr="009C3153" w:rsidRDefault="000113FE" w:rsidP="00C33FA2">
      <w:pPr>
        <w:rPr>
          <w:sz w:val="18"/>
          <w:szCs w:val="18"/>
          <w:lang w:val="uk-UA"/>
        </w:rPr>
      </w:pPr>
    </w:p>
    <w:p w:rsidR="000113FE" w:rsidRPr="009C3153" w:rsidRDefault="000113FE" w:rsidP="00C33FA2">
      <w:pPr>
        <w:jc w:val="both"/>
        <w:rPr>
          <w:b/>
          <w:i/>
          <w:sz w:val="28"/>
          <w:szCs w:val="28"/>
          <w:lang w:val="uk-UA"/>
        </w:rPr>
      </w:pPr>
      <w:r w:rsidRPr="009C3153">
        <w:rPr>
          <w:b/>
          <w:i/>
          <w:sz w:val="28"/>
          <w:szCs w:val="28"/>
          <w:lang w:val="uk-UA"/>
        </w:rPr>
        <w:t xml:space="preserve">Про стан роботи Артемівського міського </w:t>
      </w:r>
    </w:p>
    <w:p w:rsidR="000113FE" w:rsidRPr="009C3153" w:rsidRDefault="000113FE" w:rsidP="00C33FA2">
      <w:pPr>
        <w:jc w:val="both"/>
        <w:rPr>
          <w:b/>
          <w:i/>
          <w:sz w:val="28"/>
          <w:szCs w:val="28"/>
          <w:lang w:val="uk-UA"/>
        </w:rPr>
      </w:pPr>
      <w:r w:rsidRPr="009C3153">
        <w:rPr>
          <w:b/>
          <w:i/>
          <w:sz w:val="28"/>
          <w:szCs w:val="28"/>
          <w:lang w:val="uk-UA"/>
        </w:rPr>
        <w:t>центру соціальних служб для сім</w:t>
      </w:r>
      <w:r w:rsidRPr="009C3153">
        <w:rPr>
          <w:b/>
          <w:i/>
          <w:sz w:val="28"/>
          <w:szCs w:val="28"/>
        </w:rPr>
        <w:t>’</w:t>
      </w:r>
      <w:r w:rsidRPr="009C3153">
        <w:rPr>
          <w:b/>
          <w:i/>
          <w:sz w:val="28"/>
          <w:szCs w:val="28"/>
          <w:lang w:val="uk-UA"/>
        </w:rPr>
        <w:t xml:space="preserve">ї, </w:t>
      </w:r>
    </w:p>
    <w:p w:rsidR="000113FE" w:rsidRPr="009C3153" w:rsidRDefault="000113FE" w:rsidP="00C33FA2">
      <w:pPr>
        <w:jc w:val="both"/>
        <w:rPr>
          <w:b/>
          <w:i/>
          <w:sz w:val="28"/>
          <w:szCs w:val="28"/>
          <w:lang w:val="uk-UA"/>
        </w:rPr>
      </w:pPr>
      <w:r w:rsidRPr="009C3153">
        <w:rPr>
          <w:b/>
          <w:i/>
          <w:sz w:val="28"/>
          <w:szCs w:val="28"/>
          <w:lang w:val="uk-UA"/>
        </w:rPr>
        <w:t>дітей та молоді з сім</w:t>
      </w:r>
      <w:r w:rsidRPr="009C3153">
        <w:rPr>
          <w:b/>
          <w:i/>
          <w:sz w:val="28"/>
          <w:szCs w:val="28"/>
        </w:rPr>
        <w:t>’</w:t>
      </w:r>
      <w:r w:rsidRPr="009C3153">
        <w:rPr>
          <w:b/>
          <w:i/>
          <w:sz w:val="28"/>
          <w:szCs w:val="28"/>
          <w:lang w:val="uk-UA"/>
        </w:rPr>
        <w:t xml:space="preserve">ями, </w:t>
      </w:r>
    </w:p>
    <w:p w:rsidR="000113FE" w:rsidRPr="009C3153" w:rsidRDefault="000113FE" w:rsidP="00C33FA2">
      <w:pPr>
        <w:jc w:val="both"/>
        <w:rPr>
          <w:b/>
          <w:i/>
          <w:sz w:val="28"/>
          <w:szCs w:val="28"/>
          <w:lang w:val="uk-UA"/>
        </w:rPr>
      </w:pPr>
      <w:r w:rsidRPr="009C3153">
        <w:rPr>
          <w:b/>
          <w:i/>
          <w:sz w:val="28"/>
          <w:szCs w:val="28"/>
          <w:lang w:val="uk-UA"/>
        </w:rPr>
        <w:t>дітьми та молоддю в 2013 році</w:t>
      </w:r>
    </w:p>
    <w:p w:rsidR="000113FE" w:rsidRPr="009C3153" w:rsidRDefault="000113FE" w:rsidP="00C33FA2">
      <w:pPr>
        <w:jc w:val="both"/>
        <w:rPr>
          <w:sz w:val="18"/>
          <w:szCs w:val="18"/>
          <w:lang w:val="uk-UA"/>
        </w:rPr>
      </w:pPr>
    </w:p>
    <w:p w:rsidR="000113FE" w:rsidRDefault="000113FE" w:rsidP="00C33F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Розглянувши довідку від 08.02.2014 №01-0615-06 директора Артемівського міського центру соціальних служб для сім’ї, дітей та молоді       Хворастухіної Л.В. „Про стан роботи Артемівського міського центру соціальних служб для сім’ї, дітей та молоді з сім’ями, дітьми та молоддю в 2013 році ”, згідно з  планом роботи виконавчих органів  Артемівської міської ради на І квартал 2014 року, затвердженим рішенням виконкому Артемівської міської ради від 11.12.2013 № 332, відповідно до Закону України «Про соціальну роботу з сім’ями, дітьми та молоддю» в редакції від 15.01.2009 №878-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із внесеними до нього змінами, Закону України «Про сприяння соціальному становленню та розвитку молоді в Україні» в редакції від 23.03.2000 №1613-ІІІ із внесеними до нього змінами, керуючись ст.ст.32,34,52 Закону України від 21.05.97 № 280/97-ВР “Про місцеве самоврядування в Україні ” із внесеними до нього змінами, виконком Артемівської міської ради</w:t>
      </w:r>
    </w:p>
    <w:p w:rsidR="000113FE" w:rsidRPr="009C3153" w:rsidRDefault="000113FE" w:rsidP="00C33FA2">
      <w:pPr>
        <w:jc w:val="both"/>
        <w:rPr>
          <w:sz w:val="18"/>
          <w:szCs w:val="18"/>
          <w:lang w:val="uk-UA"/>
        </w:rPr>
      </w:pPr>
    </w:p>
    <w:p w:rsidR="000113FE" w:rsidRDefault="000113FE" w:rsidP="00C33FA2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>В И Р І Ш И В :</w:t>
      </w:r>
    </w:p>
    <w:p w:rsidR="000113FE" w:rsidRPr="009C3153" w:rsidRDefault="000113FE" w:rsidP="00C33FA2">
      <w:pPr>
        <w:tabs>
          <w:tab w:val="left" w:pos="720"/>
        </w:tabs>
        <w:rPr>
          <w:sz w:val="18"/>
          <w:szCs w:val="18"/>
          <w:lang w:val="uk-UA"/>
        </w:rPr>
      </w:pPr>
    </w:p>
    <w:p w:rsidR="000113FE" w:rsidRDefault="000113FE" w:rsidP="00C33FA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 Довідку директора Артемівського міського центру соціальних служб для сім’ї, дітей та молоді Хворастухіної Л.В. «Про стан роботи  Артемівського міського центру соціальних служб для сім’ї, дітей та молоді з сім’ями, дітьми та молоддю в 2013 році» прийняти до відома. </w:t>
      </w:r>
    </w:p>
    <w:p w:rsidR="000113FE" w:rsidRPr="004F08A9" w:rsidRDefault="000113FE" w:rsidP="00C33FA2">
      <w:pPr>
        <w:ind w:firstLine="720"/>
        <w:jc w:val="both"/>
        <w:rPr>
          <w:sz w:val="18"/>
          <w:szCs w:val="18"/>
          <w:lang w:val="uk-UA"/>
        </w:rPr>
      </w:pPr>
    </w:p>
    <w:p w:rsidR="000113FE" w:rsidRDefault="000113FE" w:rsidP="00C33FA2">
      <w:pPr>
        <w:tabs>
          <w:tab w:val="left" w:pos="720"/>
          <w:tab w:val="left" w:pos="1418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 Визнати роботу  Артемівського міського центру соціальних служб для сім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ї, дітей та молоді задовільною.  </w:t>
      </w:r>
    </w:p>
    <w:p w:rsidR="000113FE" w:rsidRDefault="000113FE" w:rsidP="00E45B71">
      <w:pPr>
        <w:pStyle w:val="Heading8"/>
        <w:tabs>
          <w:tab w:val="left" w:pos="142"/>
        </w:tabs>
      </w:pPr>
      <w:r>
        <w:rPr>
          <w:b/>
          <w:i w:val="0"/>
          <w:sz w:val="28"/>
          <w:szCs w:val="28"/>
        </w:rPr>
        <w:t xml:space="preserve">              </w:t>
      </w:r>
      <w:r>
        <w:rPr>
          <w:b/>
          <w:i w:val="0"/>
          <w:sz w:val="28"/>
          <w:szCs w:val="28"/>
          <w:lang w:val="uk-UA"/>
        </w:rPr>
        <w:t>Міський голова                                                  О.О.Рева</w:t>
      </w:r>
    </w:p>
    <w:sectPr w:rsidR="000113FE" w:rsidSect="009C315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3FA2"/>
    <w:rsid w:val="0000149D"/>
    <w:rsid w:val="00001E41"/>
    <w:rsid w:val="00002BD4"/>
    <w:rsid w:val="00004642"/>
    <w:rsid w:val="00004CAC"/>
    <w:rsid w:val="0000524D"/>
    <w:rsid w:val="00005FB6"/>
    <w:rsid w:val="000075DE"/>
    <w:rsid w:val="00007734"/>
    <w:rsid w:val="00010059"/>
    <w:rsid w:val="00010AB2"/>
    <w:rsid w:val="00011006"/>
    <w:rsid w:val="000113FE"/>
    <w:rsid w:val="000128CE"/>
    <w:rsid w:val="00013E80"/>
    <w:rsid w:val="0001476E"/>
    <w:rsid w:val="00015D5A"/>
    <w:rsid w:val="00016C89"/>
    <w:rsid w:val="00017ACE"/>
    <w:rsid w:val="000208FB"/>
    <w:rsid w:val="00020C72"/>
    <w:rsid w:val="000227B9"/>
    <w:rsid w:val="0002489F"/>
    <w:rsid w:val="00024C86"/>
    <w:rsid w:val="00024D78"/>
    <w:rsid w:val="00027B9D"/>
    <w:rsid w:val="0003018A"/>
    <w:rsid w:val="00030353"/>
    <w:rsid w:val="000310A3"/>
    <w:rsid w:val="000311AA"/>
    <w:rsid w:val="000315F0"/>
    <w:rsid w:val="00031AF4"/>
    <w:rsid w:val="0003269D"/>
    <w:rsid w:val="00033D1D"/>
    <w:rsid w:val="0003471A"/>
    <w:rsid w:val="00034AB7"/>
    <w:rsid w:val="00034BE9"/>
    <w:rsid w:val="000353EA"/>
    <w:rsid w:val="000356D3"/>
    <w:rsid w:val="00035A9E"/>
    <w:rsid w:val="00035FAF"/>
    <w:rsid w:val="00041D11"/>
    <w:rsid w:val="00041D4D"/>
    <w:rsid w:val="000421F3"/>
    <w:rsid w:val="000428EA"/>
    <w:rsid w:val="00043071"/>
    <w:rsid w:val="000439C6"/>
    <w:rsid w:val="00043E05"/>
    <w:rsid w:val="000441B3"/>
    <w:rsid w:val="00044845"/>
    <w:rsid w:val="00047D20"/>
    <w:rsid w:val="0005042C"/>
    <w:rsid w:val="00050A59"/>
    <w:rsid w:val="00052B81"/>
    <w:rsid w:val="00053AC6"/>
    <w:rsid w:val="00055299"/>
    <w:rsid w:val="000559A7"/>
    <w:rsid w:val="00055C1D"/>
    <w:rsid w:val="00061227"/>
    <w:rsid w:val="000615FB"/>
    <w:rsid w:val="00062E71"/>
    <w:rsid w:val="0006454E"/>
    <w:rsid w:val="0006544C"/>
    <w:rsid w:val="00065AF4"/>
    <w:rsid w:val="000662A8"/>
    <w:rsid w:val="00066EF3"/>
    <w:rsid w:val="00067861"/>
    <w:rsid w:val="000706F7"/>
    <w:rsid w:val="00072026"/>
    <w:rsid w:val="000720E4"/>
    <w:rsid w:val="00072716"/>
    <w:rsid w:val="00073044"/>
    <w:rsid w:val="00074DD4"/>
    <w:rsid w:val="0007743A"/>
    <w:rsid w:val="0007754D"/>
    <w:rsid w:val="00077827"/>
    <w:rsid w:val="00077D9F"/>
    <w:rsid w:val="000804D0"/>
    <w:rsid w:val="00082D9C"/>
    <w:rsid w:val="00083E43"/>
    <w:rsid w:val="00085FEB"/>
    <w:rsid w:val="00086AAB"/>
    <w:rsid w:val="00086E90"/>
    <w:rsid w:val="00090C54"/>
    <w:rsid w:val="00092279"/>
    <w:rsid w:val="00094D9B"/>
    <w:rsid w:val="00095312"/>
    <w:rsid w:val="000965E8"/>
    <w:rsid w:val="000967D4"/>
    <w:rsid w:val="00096A34"/>
    <w:rsid w:val="00096BFE"/>
    <w:rsid w:val="000A14D5"/>
    <w:rsid w:val="000A1737"/>
    <w:rsid w:val="000A1DD4"/>
    <w:rsid w:val="000A433D"/>
    <w:rsid w:val="000A4F72"/>
    <w:rsid w:val="000A5B6B"/>
    <w:rsid w:val="000A5C25"/>
    <w:rsid w:val="000A655D"/>
    <w:rsid w:val="000A673C"/>
    <w:rsid w:val="000A778C"/>
    <w:rsid w:val="000B0244"/>
    <w:rsid w:val="000B08BC"/>
    <w:rsid w:val="000B230C"/>
    <w:rsid w:val="000B31E1"/>
    <w:rsid w:val="000B3CDE"/>
    <w:rsid w:val="000B3D28"/>
    <w:rsid w:val="000B5966"/>
    <w:rsid w:val="000B5969"/>
    <w:rsid w:val="000B59C4"/>
    <w:rsid w:val="000B6BD9"/>
    <w:rsid w:val="000C0DBC"/>
    <w:rsid w:val="000C2BE4"/>
    <w:rsid w:val="000C6167"/>
    <w:rsid w:val="000C664A"/>
    <w:rsid w:val="000C6F6C"/>
    <w:rsid w:val="000C7979"/>
    <w:rsid w:val="000D0738"/>
    <w:rsid w:val="000D0D9A"/>
    <w:rsid w:val="000D2089"/>
    <w:rsid w:val="000D2D48"/>
    <w:rsid w:val="000D2E6C"/>
    <w:rsid w:val="000D5B91"/>
    <w:rsid w:val="000D5DA5"/>
    <w:rsid w:val="000D6245"/>
    <w:rsid w:val="000E08D0"/>
    <w:rsid w:val="000E1ABA"/>
    <w:rsid w:val="000E1F52"/>
    <w:rsid w:val="000E241A"/>
    <w:rsid w:val="000E533A"/>
    <w:rsid w:val="000E536D"/>
    <w:rsid w:val="000E6ADD"/>
    <w:rsid w:val="000E7A10"/>
    <w:rsid w:val="000F2BF6"/>
    <w:rsid w:val="000F2C8F"/>
    <w:rsid w:val="000F3814"/>
    <w:rsid w:val="000F397D"/>
    <w:rsid w:val="000F41A8"/>
    <w:rsid w:val="000F5FBE"/>
    <w:rsid w:val="000F65AF"/>
    <w:rsid w:val="000F6AFA"/>
    <w:rsid w:val="000F70D6"/>
    <w:rsid w:val="000F7D78"/>
    <w:rsid w:val="00100066"/>
    <w:rsid w:val="00100471"/>
    <w:rsid w:val="00100B06"/>
    <w:rsid w:val="00100B68"/>
    <w:rsid w:val="00100DA2"/>
    <w:rsid w:val="00102146"/>
    <w:rsid w:val="00102A14"/>
    <w:rsid w:val="00103625"/>
    <w:rsid w:val="001047A9"/>
    <w:rsid w:val="0010624D"/>
    <w:rsid w:val="00107034"/>
    <w:rsid w:val="001075CC"/>
    <w:rsid w:val="00112335"/>
    <w:rsid w:val="00114412"/>
    <w:rsid w:val="00120676"/>
    <w:rsid w:val="00121340"/>
    <w:rsid w:val="00121DCE"/>
    <w:rsid w:val="00121F22"/>
    <w:rsid w:val="0012219F"/>
    <w:rsid w:val="00122240"/>
    <w:rsid w:val="001250FF"/>
    <w:rsid w:val="00126281"/>
    <w:rsid w:val="00127C33"/>
    <w:rsid w:val="001313C8"/>
    <w:rsid w:val="00132398"/>
    <w:rsid w:val="001349C6"/>
    <w:rsid w:val="00137B86"/>
    <w:rsid w:val="00141CCB"/>
    <w:rsid w:val="001427EA"/>
    <w:rsid w:val="001438F7"/>
    <w:rsid w:val="00143EA6"/>
    <w:rsid w:val="00144A15"/>
    <w:rsid w:val="00144D63"/>
    <w:rsid w:val="001468CB"/>
    <w:rsid w:val="001471EE"/>
    <w:rsid w:val="00150CDD"/>
    <w:rsid w:val="00150F39"/>
    <w:rsid w:val="0015500A"/>
    <w:rsid w:val="00155018"/>
    <w:rsid w:val="00156167"/>
    <w:rsid w:val="00157710"/>
    <w:rsid w:val="001578CD"/>
    <w:rsid w:val="00160484"/>
    <w:rsid w:val="00160808"/>
    <w:rsid w:val="001631BD"/>
    <w:rsid w:val="00164304"/>
    <w:rsid w:val="001654E1"/>
    <w:rsid w:val="00167D57"/>
    <w:rsid w:val="001707D5"/>
    <w:rsid w:val="00170A81"/>
    <w:rsid w:val="00170D64"/>
    <w:rsid w:val="001728A3"/>
    <w:rsid w:val="0017495E"/>
    <w:rsid w:val="0017692E"/>
    <w:rsid w:val="00176CF8"/>
    <w:rsid w:val="00176FA8"/>
    <w:rsid w:val="00177E9F"/>
    <w:rsid w:val="001800CA"/>
    <w:rsid w:val="00180218"/>
    <w:rsid w:val="00187DA8"/>
    <w:rsid w:val="0019042B"/>
    <w:rsid w:val="001916B1"/>
    <w:rsid w:val="00191EB3"/>
    <w:rsid w:val="00192E7E"/>
    <w:rsid w:val="00192EB7"/>
    <w:rsid w:val="001933D6"/>
    <w:rsid w:val="001949AF"/>
    <w:rsid w:val="00196166"/>
    <w:rsid w:val="00197649"/>
    <w:rsid w:val="001979AD"/>
    <w:rsid w:val="001A06E6"/>
    <w:rsid w:val="001A11A8"/>
    <w:rsid w:val="001A1261"/>
    <w:rsid w:val="001A279D"/>
    <w:rsid w:val="001A2ABC"/>
    <w:rsid w:val="001A2AC6"/>
    <w:rsid w:val="001A4A27"/>
    <w:rsid w:val="001A56A8"/>
    <w:rsid w:val="001A5B8C"/>
    <w:rsid w:val="001A601F"/>
    <w:rsid w:val="001A67FC"/>
    <w:rsid w:val="001A6907"/>
    <w:rsid w:val="001A6948"/>
    <w:rsid w:val="001A6CC4"/>
    <w:rsid w:val="001B10AD"/>
    <w:rsid w:val="001B1A50"/>
    <w:rsid w:val="001B227F"/>
    <w:rsid w:val="001B2CCC"/>
    <w:rsid w:val="001B2D6D"/>
    <w:rsid w:val="001B3253"/>
    <w:rsid w:val="001B3B8F"/>
    <w:rsid w:val="001B648A"/>
    <w:rsid w:val="001B67B8"/>
    <w:rsid w:val="001B6DFA"/>
    <w:rsid w:val="001C038F"/>
    <w:rsid w:val="001C0918"/>
    <w:rsid w:val="001C0EE6"/>
    <w:rsid w:val="001C1297"/>
    <w:rsid w:val="001C1B49"/>
    <w:rsid w:val="001C36D2"/>
    <w:rsid w:val="001C3AA5"/>
    <w:rsid w:val="001C5E1B"/>
    <w:rsid w:val="001C5FF5"/>
    <w:rsid w:val="001C732A"/>
    <w:rsid w:val="001D0ECD"/>
    <w:rsid w:val="001D0FC9"/>
    <w:rsid w:val="001D2566"/>
    <w:rsid w:val="001D359A"/>
    <w:rsid w:val="001D4FB0"/>
    <w:rsid w:val="001E0E28"/>
    <w:rsid w:val="001E0F21"/>
    <w:rsid w:val="001E0F72"/>
    <w:rsid w:val="001E1D9F"/>
    <w:rsid w:val="001E246D"/>
    <w:rsid w:val="001E2A48"/>
    <w:rsid w:val="001E4EC0"/>
    <w:rsid w:val="001E75C2"/>
    <w:rsid w:val="001F0874"/>
    <w:rsid w:val="001F1C7D"/>
    <w:rsid w:val="001F1FC3"/>
    <w:rsid w:val="001F4B00"/>
    <w:rsid w:val="00200610"/>
    <w:rsid w:val="00201ACD"/>
    <w:rsid w:val="0020327B"/>
    <w:rsid w:val="00204061"/>
    <w:rsid w:val="00204D25"/>
    <w:rsid w:val="002058AD"/>
    <w:rsid w:val="00206444"/>
    <w:rsid w:val="00206E08"/>
    <w:rsid w:val="0021033E"/>
    <w:rsid w:val="00212991"/>
    <w:rsid w:val="00213281"/>
    <w:rsid w:val="00213698"/>
    <w:rsid w:val="002138CD"/>
    <w:rsid w:val="002141B7"/>
    <w:rsid w:val="0021446B"/>
    <w:rsid w:val="002155FE"/>
    <w:rsid w:val="00216098"/>
    <w:rsid w:val="00216697"/>
    <w:rsid w:val="00216739"/>
    <w:rsid w:val="00217F16"/>
    <w:rsid w:val="00217F66"/>
    <w:rsid w:val="00221F8C"/>
    <w:rsid w:val="0022440A"/>
    <w:rsid w:val="00224B4A"/>
    <w:rsid w:val="002278CC"/>
    <w:rsid w:val="00230324"/>
    <w:rsid w:val="00230695"/>
    <w:rsid w:val="00230736"/>
    <w:rsid w:val="00230928"/>
    <w:rsid w:val="0023236E"/>
    <w:rsid w:val="002357A0"/>
    <w:rsid w:val="002367F0"/>
    <w:rsid w:val="00237C1A"/>
    <w:rsid w:val="00240031"/>
    <w:rsid w:val="00241072"/>
    <w:rsid w:val="002436C1"/>
    <w:rsid w:val="002438AB"/>
    <w:rsid w:val="0024564F"/>
    <w:rsid w:val="00245D7B"/>
    <w:rsid w:val="00245E96"/>
    <w:rsid w:val="0024723B"/>
    <w:rsid w:val="0024739E"/>
    <w:rsid w:val="00250FAD"/>
    <w:rsid w:val="00251A60"/>
    <w:rsid w:val="002529F2"/>
    <w:rsid w:val="00252DE9"/>
    <w:rsid w:val="002571CF"/>
    <w:rsid w:val="002609F6"/>
    <w:rsid w:val="00261252"/>
    <w:rsid w:val="00261B40"/>
    <w:rsid w:val="0026379B"/>
    <w:rsid w:val="00263913"/>
    <w:rsid w:val="00264ECD"/>
    <w:rsid w:val="002652B4"/>
    <w:rsid w:val="002658CE"/>
    <w:rsid w:val="0026650E"/>
    <w:rsid w:val="00266B0A"/>
    <w:rsid w:val="00266D93"/>
    <w:rsid w:val="00267476"/>
    <w:rsid w:val="002679A3"/>
    <w:rsid w:val="002705F1"/>
    <w:rsid w:val="00271266"/>
    <w:rsid w:val="00272352"/>
    <w:rsid w:val="0027374A"/>
    <w:rsid w:val="0027430B"/>
    <w:rsid w:val="00281409"/>
    <w:rsid w:val="00284B61"/>
    <w:rsid w:val="00284DC1"/>
    <w:rsid w:val="00285360"/>
    <w:rsid w:val="002858D0"/>
    <w:rsid w:val="002860E6"/>
    <w:rsid w:val="00286728"/>
    <w:rsid w:val="00286AEB"/>
    <w:rsid w:val="002875FB"/>
    <w:rsid w:val="002903F8"/>
    <w:rsid w:val="002915DD"/>
    <w:rsid w:val="00291B8C"/>
    <w:rsid w:val="00292556"/>
    <w:rsid w:val="002926CD"/>
    <w:rsid w:val="00292BB3"/>
    <w:rsid w:val="00292CD5"/>
    <w:rsid w:val="0029319A"/>
    <w:rsid w:val="002936DE"/>
    <w:rsid w:val="00293AA9"/>
    <w:rsid w:val="00293D20"/>
    <w:rsid w:val="00294857"/>
    <w:rsid w:val="00295994"/>
    <w:rsid w:val="0029798C"/>
    <w:rsid w:val="00297C83"/>
    <w:rsid w:val="00297D10"/>
    <w:rsid w:val="002A016B"/>
    <w:rsid w:val="002A0BE7"/>
    <w:rsid w:val="002A32B1"/>
    <w:rsid w:val="002A3B6E"/>
    <w:rsid w:val="002B024E"/>
    <w:rsid w:val="002B0477"/>
    <w:rsid w:val="002B2E70"/>
    <w:rsid w:val="002B33EC"/>
    <w:rsid w:val="002B470E"/>
    <w:rsid w:val="002B4C0B"/>
    <w:rsid w:val="002B6A51"/>
    <w:rsid w:val="002B793D"/>
    <w:rsid w:val="002C1DFC"/>
    <w:rsid w:val="002C2045"/>
    <w:rsid w:val="002C2D73"/>
    <w:rsid w:val="002C3155"/>
    <w:rsid w:val="002C43E0"/>
    <w:rsid w:val="002C449C"/>
    <w:rsid w:val="002C5FDD"/>
    <w:rsid w:val="002C6321"/>
    <w:rsid w:val="002C6419"/>
    <w:rsid w:val="002C7C45"/>
    <w:rsid w:val="002D27BA"/>
    <w:rsid w:val="002D2835"/>
    <w:rsid w:val="002D2A99"/>
    <w:rsid w:val="002D3848"/>
    <w:rsid w:val="002D6788"/>
    <w:rsid w:val="002D6DE2"/>
    <w:rsid w:val="002D73E7"/>
    <w:rsid w:val="002D7C43"/>
    <w:rsid w:val="002E1ED1"/>
    <w:rsid w:val="002E4A82"/>
    <w:rsid w:val="002E6B95"/>
    <w:rsid w:val="002E7B29"/>
    <w:rsid w:val="002F03AD"/>
    <w:rsid w:val="002F0AC5"/>
    <w:rsid w:val="002F1599"/>
    <w:rsid w:val="002F1964"/>
    <w:rsid w:val="002F27BB"/>
    <w:rsid w:val="002F2F25"/>
    <w:rsid w:val="002F3011"/>
    <w:rsid w:val="002F3470"/>
    <w:rsid w:val="002F3A43"/>
    <w:rsid w:val="002F7753"/>
    <w:rsid w:val="002F7D49"/>
    <w:rsid w:val="00300D24"/>
    <w:rsid w:val="00302DCC"/>
    <w:rsid w:val="003043CE"/>
    <w:rsid w:val="00304B3D"/>
    <w:rsid w:val="00306331"/>
    <w:rsid w:val="0030666A"/>
    <w:rsid w:val="00306B8E"/>
    <w:rsid w:val="00306F97"/>
    <w:rsid w:val="00312180"/>
    <w:rsid w:val="00315478"/>
    <w:rsid w:val="00320905"/>
    <w:rsid w:val="00320B03"/>
    <w:rsid w:val="003217E0"/>
    <w:rsid w:val="003242A6"/>
    <w:rsid w:val="00325570"/>
    <w:rsid w:val="00325CE5"/>
    <w:rsid w:val="00326645"/>
    <w:rsid w:val="00326AB3"/>
    <w:rsid w:val="00327CDE"/>
    <w:rsid w:val="0033165A"/>
    <w:rsid w:val="003327C6"/>
    <w:rsid w:val="00332D01"/>
    <w:rsid w:val="00334507"/>
    <w:rsid w:val="00334586"/>
    <w:rsid w:val="00335B3A"/>
    <w:rsid w:val="0034020C"/>
    <w:rsid w:val="00340321"/>
    <w:rsid w:val="00340431"/>
    <w:rsid w:val="003409D9"/>
    <w:rsid w:val="00341FA4"/>
    <w:rsid w:val="00342989"/>
    <w:rsid w:val="00343C71"/>
    <w:rsid w:val="00343CDB"/>
    <w:rsid w:val="00344F62"/>
    <w:rsid w:val="003456A2"/>
    <w:rsid w:val="00346217"/>
    <w:rsid w:val="00346C4A"/>
    <w:rsid w:val="003471E4"/>
    <w:rsid w:val="00352326"/>
    <w:rsid w:val="00352B8F"/>
    <w:rsid w:val="00353AB7"/>
    <w:rsid w:val="00354993"/>
    <w:rsid w:val="00355700"/>
    <w:rsid w:val="003557BC"/>
    <w:rsid w:val="0035661B"/>
    <w:rsid w:val="00356A37"/>
    <w:rsid w:val="0035762C"/>
    <w:rsid w:val="00357685"/>
    <w:rsid w:val="00360A91"/>
    <w:rsid w:val="00361F16"/>
    <w:rsid w:val="00363A31"/>
    <w:rsid w:val="00364716"/>
    <w:rsid w:val="0036479D"/>
    <w:rsid w:val="00364B88"/>
    <w:rsid w:val="00364F36"/>
    <w:rsid w:val="003652FA"/>
    <w:rsid w:val="003663B1"/>
    <w:rsid w:val="00371FBC"/>
    <w:rsid w:val="00372CBC"/>
    <w:rsid w:val="00372E2F"/>
    <w:rsid w:val="00374107"/>
    <w:rsid w:val="0037527E"/>
    <w:rsid w:val="00376030"/>
    <w:rsid w:val="00376E53"/>
    <w:rsid w:val="0037765D"/>
    <w:rsid w:val="00382C5D"/>
    <w:rsid w:val="00383CD3"/>
    <w:rsid w:val="003840F9"/>
    <w:rsid w:val="00385D75"/>
    <w:rsid w:val="003875DA"/>
    <w:rsid w:val="003904D2"/>
    <w:rsid w:val="00393023"/>
    <w:rsid w:val="00393935"/>
    <w:rsid w:val="0039484C"/>
    <w:rsid w:val="00395CDD"/>
    <w:rsid w:val="00395F7F"/>
    <w:rsid w:val="003963F4"/>
    <w:rsid w:val="00396819"/>
    <w:rsid w:val="00397BA9"/>
    <w:rsid w:val="003A1254"/>
    <w:rsid w:val="003A2834"/>
    <w:rsid w:val="003A44EC"/>
    <w:rsid w:val="003A5ECA"/>
    <w:rsid w:val="003A6535"/>
    <w:rsid w:val="003A6FE3"/>
    <w:rsid w:val="003B0AC4"/>
    <w:rsid w:val="003B0F5E"/>
    <w:rsid w:val="003B15D3"/>
    <w:rsid w:val="003B28C7"/>
    <w:rsid w:val="003B40E6"/>
    <w:rsid w:val="003B6911"/>
    <w:rsid w:val="003B6BBA"/>
    <w:rsid w:val="003B7ADA"/>
    <w:rsid w:val="003B7E70"/>
    <w:rsid w:val="003C0733"/>
    <w:rsid w:val="003C2983"/>
    <w:rsid w:val="003C426D"/>
    <w:rsid w:val="003C4E3B"/>
    <w:rsid w:val="003C5278"/>
    <w:rsid w:val="003C6612"/>
    <w:rsid w:val="003C6A15"/>
    <w:rsid w:val="003C7876"/>
    <w:rsid w:val="003D01D7"/>
    <w:rsid w:val="003D1F6F"/>
    <w:rsid w:val="003D2742"/>
    <w:rsid w:val="003D5572"/>
    <w:rsid w:val="003D5E55"/>
    <w:rsid w:val="003D693D"/>
    <w:rsid w:val="003D6B13"/>
    <w:rsid w:val="003E0C57"/>
    <w:rsid w:val="003E1678"/>
    <w:rsid w:val="003E1C33"/>
    <w:rsid w:val="003E224A"/>
    <w:rsid w:val="003E298E"/>
    <w:rsid w:val="003E2EE1"/>
    <w:rsid w:val="003E3BB8"/>
    <w:rsid w:val="003E3C68"/>
    <w:rsid w:val="003F0B9E"/>
    <w:rsid w:val="003F0D1A"/>
    <w:rsid w:val="003F0E72"/>
    <w:rsid w:val="003F10F2"/>
    <w:rsid w:val="003F140C"/>
    <w:rsid w:val="003F2964"/>
    <w:rsid w:val="003F4EFE"/>
    <w:rsid w:val="003F5E58"/>
    <w:rsid w:val="003F69AC"/>
    <w:rsid w:val="003F6B4C"/>
    <w:rsid w:val="003F7948"/>
    <w:rsid w:val="00400A9A"/>
    <w:rsid w:val="00400CBD"/>
    <w:rsid w:val="00403563"/>
    <w:rsid w:val="00403B48"/>
    <w:rsid w:val="00405146"/>
    <w:rsid w:val="004053F6"/>
    <w:rsid w:val="00405E97"/>
    <w:rsid w:val="00406AE6"/>
    <w:rsid w:val="0041077B"/>
    <w:rsid w:val="004107AF"/>
    <w:rsid w:val="00410B4E"/>
    <w:rsid w:val="00411173"/>
    <w:rsid w:val="004115C7"/>
    <w:rsid w:val="0041461D"/>
    <w:rsid w:val="004149BE"/>
    <w:rsid w:val="004152DD"/>
    <w:rsid w:val="00416513"/>
    <w:rsid w:val="00416B63"/>
    <w:rsid w:val="004175F1"/>
    <w:rsid w:val="00420469"/>
    <w:rsid w:val="00423601"/>
    <w:rsid w:val="004237B3"/>
    <w:rsid w:val="00424D80"/>
    <w:rsid w:val="004257AB"/>
    <w:rsid w:val="004262AE"/>
    <w:rsid w:val="004269AC"/>
    <w:rsid w:val="00426EAE"/>
    <w:rsid w:val="00427DC9"/>
    <w:rsid w:val="004327C4"/>
    <w:rsid w:val="0043380B"/>
    <w:rsid w:val="00435C90"/>
    <w:rsid w:val="004377D0"/>
    <w:rsid w:val="00440110"/>
    <w:rsid w:val="00440B45"/>
    <w:rsid w:val="00441138"/>
    <w:rsid w:val="00441351"/>
    <w:rsid w:val="0044299B"/>
    <w:rsid w:val="004447F2"/>
    <w:rsid w:val="00445CC1"/>
    <w:rsid w:val="00446A76"/>
    <w:rsid w:val="00447ACC"/>
    <w:rsid w:val="00452030"/>
    <w:rsid w:val="004526E9"/>
    <w:rsid w:val="004565D2"/>
    <w:rsid w:val="00457ED2"/>
    <w:rsid w:val="004601B3"/>
    <w:rsid w:val="00460887"/>
    <w:rsid w:val="00460E74"/>
    <w:rsid w:val="00461F0C"/>
    <w:rsid w:val="004635F9"/>
    <w:rsid w:val="0046411B"/>
    <w:rsid w:val="004649C9"/>
    <w:rsid w:val="0046514C"/>
    <w:rsid w:val="004654CC"/>
    <w:rsid w:val="004656A3"/>
    <w:rsid w:val="004672DB"/>
    <w:rsid w:val="00471143"/>
    <w:rsid w:val="00473245"/>
    <w:rsid w:val="004747AF"/>
    <w:rsid w:val="00474AC5"/>
    <w:rsid w:val="00475411"/>
    <w:rsid w:val="0048121B"/>
    <w:rsid w:val="00481939"/>
    <w:rsid w:val="00481AA2"/>
    <w:rsid w:val="00481E4D"/>
    <w:rsid w:val="0048375E"/>
    <w:rsid w:val="00483C15"/>
    <w:rsid w:val="00484C2F"/>
    <w:rsid w:val="00484F20"/>
    <w:rsid w:val="004852DF"/>
    <w:rsid w:val="0048568B"/>
    <w:rsid w:val="00486A58"/>
    <w:rsid w:val="00486A5E"/>
    <w:rsid w:val="00492721"/>
    <w:rsid w:val="00493E02"/>
    <w:rsid w:val="004948D3"/>
    <w:rsid w:val="00494BF9"/>
    <w:rsid w:val="00494CC9"/>
    <w:rsid w:val="0049665E"/>
    <w:rsid w:val="004A0243"/>
    <w:rsid w:val="004A071F"/>
    <w:rsid w:val="004A0D0E"/>
    <w:rsid w:val="004A0E4B"/>
    <w:rsid w:val="004A17D1"/>
    <w:rsid w:val="004A19E7"/>
    <w:rsid w:val="004A51A0"/>
    <w:rsid w:val="004A69D1"/>
    <w:rsid w:val="004A73EA"/>
    <w:rsid w:val="004A78FE"/>
    <w:rsid w:val="004B47C1"/>
    <w:rsid w:val="004B4D89"/>
    <w:rsid w:val="004B4FCB"/>
    <w:rsid w:val="004B7419"/>
    <w:rsid w:val="004C098C"/>
    <w:rsid w:val="004C19F1"/>
    <w:rsid w:val="004C1A09"/>
    <w:rsid w:val="004C2D61"/>
    <w:rsid w:val="004C611E"/>
    <w:rsid w:val="004D265B"/>
    <w:rsid w:val="004D2C4C"/>
    <w:rsid w:val="004D2C59"/>
    <w:rsid w:val="004D45AB"/>
    <w:rsid w:val="004D4624"/>
    <w:rsid w:val="004D6BA8"/>
    <w:rsid w:val="004E0314"/>
    <w:rsid w:val="004E14E0"/>
    <w:rsid w:val="004E1894"/>
    <w:rsid w:val="004E2CE6"/>
    <w:rsid w:val="004E2E00"/>
    <w:rsid w:val="004E3050"/>
    <w:rsid w:val="004E35AE"/>
    <w:rsid w:val="004E4CA3"/>
    <w:rsid w:val="004E4E00"/>
    <w:rsid w:val="004E4FA2"/>
    <w:rsid w:val="004E7C06"/>
    <w:rsid w:val="004F08A9"/>
    <w:rsid w:val="004F1584"/>
    <w:rsid w:val="004F37CC"/>
    <w:rsid w:val="004F484B"/>
    <w:rsid w:val="00500581"/>
    <w:rsid w:val="005028CE"/>
    <w:rsid w:val="00502A07"/>
    <w:rsid w:val="00502EDA"/>
    <w:rsid w:val="00503FA2"/>
    <w:rsid w:val="005051BF"/>
    <w:rsid w:val="00510283"/>
    <w:rsid w:val="00511158"/>
    <w:rsid w:val="0051146C"/>
    <w:rsid w:val="005125C9"/>
    <w:rsid w:val="005126B1"/>
    <w:rsid w:val="0051295E"/>
    <w:rsid w:val="00514120"/>
    <w:rsid w:val="00514132"/>
    <w:rsid w:val="0051527E"/>
    <w:rsid w:val="00516554"/>
    <w:rsid w:val="005178DA"/>
    <w:rsid w:val="00517BD2"/>
    <w:rsid w:val="0052097A"/>
    <w:rsid w:val="00521DFE"/>
    <w:rsid w:val="005220BC"/>
    <w:rsid w:val="00524D4B"/>
    <w:rsid w:val="005252E2"/>
    <w:rsid w:val="00525C26"/>
    <w:rsid w:val="0052638E"/>
    <w:rsid w:val="00527728"/>
    <w:rsid w:val="00530904"/>
    <w:rsid w:val="005311D5"/>
    <w:rsid w:val="00531308"/>
    <w:rsid w:val="00533060"/>
    <w:rsid w:val="00534144"/>
    <w:rsid w:val="0053493C"/>
    <w:rsid w:val="00535683"/>
    <w:rsid w:val="0053593B"/>
    <w:rsid w:val="00536176"/>
    <w:rsid w:val="00537F03"/>
    <w:rsid w:val="005403E2"/>
    <w:rsid w:val="00540878"/>
    <w:rsid w:val="005413BD"/>
    <w:rsid w:val="00542332"/>
    <w:rsid w:val="00543025"/>
    <w:rsid w:val="0054471B"/>
    <w:rsid w:val="005448E7"/>
    <w:rsid w:val="0054619B"/>
    <w:rsid w:val="005467A6"/>
    <w:rsid w:val="005470E6"/>
    <w:rsid w:val="00551291"/>
    <w:rsid w:val="005527E3"/>
    <w:rsid w:val="00553E35"/>
    <w:rsid w:val="00554FB7"/>
    <w:rsid w:val="00556061"/>
    <w:rsid w:val="0055755F"/>
    <w:rsid w:val="005609F0"/>
    <w:rsid w:val="00561D2F"/>
    <w:rsid w:val="00564584"/>
    <w:rsid w:val="00564592"/>
    <w:rsid w:val="0056469F"/>
    <w:rsid w:val="0056562A"/>
    <w:rsid w:val="0056675C"/>
    <w:rsid w:val="00566C79"/>
    <w:rsid w:val="005675B5"/>
    <w:rsid w:val="00567BB3"/>
    <w:rsid w:val="00571DF6"/>
    <w:rsid w:val="00573031"/>
    <w:rsid w:val="00577F5C"/>
    <w:rsid w:val="005802AF"/>
    <w:rsid w:val="005818AE"/>
    <w:rsid w:val="00582C2A"/>
    <w:rsid w:val="00582CB6"/>
    <w:rsid w:val="005838D6"/>
    <w:rsid w:val="005839DB"/>
    <w:rsid w:val="00584355"/>
    <w:rsid w:val="00585EE5"/>
    <w:rsid w:val="0058696A"/>
    <w:rsid w:val="00586D35"/>
    <w:rsid w:val="00587840"/>
    <w:rsid w:val="00590434"/>
    <w:rsid w:val="00590C8D"/>
    <w:rsid w:val="00590DC0"/>
    <w:rsid w:val="00590E3B"/>
    <w:rsid w:val="0059133B"/>
    <w:rsid w:val="00592498"/>
    <w:rsid w:val="00593CB3"/>
    <w:rsid w:val="00594373"/>
    <w:rsid w:val="00595588"/>
    <w:rsid w:val="0059558A"/>
    <w:rsid w:val="00595E63"/>
    <w:rsid w:val="005973FD"/>
    <w:rsid w:val="0059772B"/>
    <w:rsid w:val="005A085D"/>
    <w:rsid w:val="005A0DEC"/>
    <w:rsid w:val="005A1EB2"/>
    <w:rsid w:val="005A233B"/>
    <w:rsid w:val="005A27E7"/>
    <w:rsid w:val="005A2915"/>
    <w:rsid w:val="005A3991"/>
    <w:rsid w:val="005A5ACD"/>
    <w:rsid w:val="005A64B9"/>
    <w:rsid w:val="005A6D51"/>
    <w:rsid w:val="005A74A2"/>
    <w:rsid w:val="005A76C2"/>
    <w:rsid w:val="005B0219"/>
    <w:rsid w:val="005B04EE"/>
    <w:rsid w:val="005B069A"/>
    <w:rsid w:val="005B0A92"/>
    <w:rsid w:val="005B185D"/>
    <w:rsid w:val="005B2F6A"/>
    <w:rsid w:val="005B333F"/>
    <w:rsid w:val="005B511D"/>
    <w:rsid w:val="005B5F15"/>
    <w:rsid w:val="005B6001"/>
    <w:rsid w:val="005C3C88"/>
    <w:rsid w:val="005C4AD8"/>
    <w:rsid w:val="005C55DD"/>
    <w:rsid w:val="005C5AD7"/>
    <w:rsid w:val="005C637D"/>
    <w:rsid w:val="005C706A"/>
    <w:rsid w:val="005C7107"/>
    <w:rsid w:val="005C7EBD"/>
    <w:rsid w:val="005D120D"/>
    <w:rsid w:val="005D2091"/>
    <w:rsid w:val="005D308F"/>
    <w:rsid w:val="005D477E"/>
    <w:rsid w:val="005D4920"/>
    <w:rsid w:val="005E0036"/>
    <w:rsid w:val="005E1C37"/>
    <w:rsid w:val="005E1DE5"/>
    <w:rsid w:val="005E2740"/>
    <w:rsid w:val="005E28BB"/>
    <w:rsid w:val="005E2D75"/>
    <w:rsid w:val="005E306A"/>
    <w:rsid w:val="005E4104"/>
    <w:rsid w:val="005E4122"/>
    <w:rsid w:val="005E43A1"/>
    <w:rsid w:val="005E4DE6"/>
    <w:rsid w:val="005E5A88"/>
    <w:rsid w:val="005E6329"/>
    <w:rsid w:val="005F2A96"/>
    <w:rsid w:val="005F2D1C"/>
    <w:rsid w:val="005F43F9"/>
    <w:rsid w:val="005F44A9"/>
    <w:rsid w:val="005F738F"/>
    <w:rsid w:val="00600B96"/>
    <w:rsid w:val="006011A5"/>
    <w:rsid w:val="006037E5"/>
    <w:rsid w:val="00606B33"/>
    <w:rsid w:val="006074C9"/>
    <w:rsid w:val="00611874"/>
    <w:rsid w:val="00611936"/>
    <w:rsid w:val="00611DDC"/>
    <w:rsid w:val="00612CE0"/>
    <w:rsid w:val="00612D81"/>
    <w:rsid w:val="0061347F"/>
    <w:rsid w:val="00614C49"/>
    <w:rsid w:val="006205E8"/>
    <w:rsid w:val="0062176C"/>
    <w:rsid w:val="0062340F"/>
    <w:rsid w:val="00623C8E"/>
    <w:rsid w:val="00624A53"/>
    <w:rsid w:val="00624BB1"/>
    <w:rsid w:val="00625598"/>
    <w:rsid w:val="00625706"/>
    <w:rsid w:val="006260BF"/>
    <w:rsid w:val="00626195"/>
    <w:rsid w:val="006261C0"/>
    <w:rsid w:val="006261CE"/>
    <w:rsid w:val="0062720F"/>
    <w:rsid w:val="006276CD"/>
    <w:rsid w:val="006304C8"/>
    <w:rsid w:val="00630A00"/>
    <w:rsid w:val="00632602"/>
    <w:rsid w:val="006337E8"/>
    <w:rsid w:val="00633992"/>
    <w:rsid w:val="00635FD5"/>
    <w:rsid w:val="0063625F"/>
    <w:rsid w:val="006379BF"/>
    <w:rsid w:val="00637D9B"/>
    <w:rsid w:val="00640D80"/>
    <w:rsid w:val="006416FD"/>
    <w:rsid w:val="00643C56"/>
    <w:rsid w:val="00645ED0"/>
    <w:rsid w:val="0064770B"/>
    <w:rsid w:val="0065081E"/>
    <w:rsid w:val="00650B54"/>
    <w:rsid w:val="00651CD1"/>
    <w:rsid w:val="0065235C"/>
    <w:rsid w:val="00652855"/>
    <w:rsid w:val="00652FDD"/>
    <w:rsid w:val="00653D0C"/>
    <w:rsid w:val="006549DA"/>
    <w:rsid w:val="00655040"/>
    <w:rsid w:val="00656AB1"/>
    <w:rsid w:val="006574DE"/>
    <w:rsid w:val="0065779F"/>
    <w:rsid w:val="006613AA"/>
    <w:rsid w:val="00662741"/>
    <w:rsid w:val="006641E4"/>
    <w:rsid w:val="00665315"/>
    <w:rsid w:val="00665F6A"/>
    <w:rsid w:val="00665FB6"/>
    <w:rsid w:val="00666164"/>
    <w:rsid w:val="006662B4"/>
    <w:rsid w:val="006700A9"/>
    <w:rsid w:val="0067097F"/>
    <w:rsid w:val="00671D26"/>
    <w:rsid w:val="00672689"/>
    <w:rsid w:val="0067581C"/>
    <w:rsid w:val="0067642F"/>
    <w:rsid w:val="006770E0"/>
    <w:rsid w:val="00677FD0"/>
    <w:rsid w:val="00680862"/>
    <w:rsid w:val="00680913"/>
    <w:rsid w:val="00683E35"/>
    <w:rsid w:val="00684AA1"/>
    <w:rsid w:val="00685B62"/>
    <w:rsid w:val="00686EA2"/>
    <w:rsid w:val="0069086C"/>
    <w:rsid w:val="00690A12"/>
    <w:rsid w:val="00691261"/>
    <w:rsid w:val="006914F7"/>
    <w:rsid w:val="006918D2"/>
    <w:rsid w:val="00691CF5"/>
    <w:rsid w:val="00691D36"/>
    <w:rsid w:val="00691EE2"/>
    <w:rsid w:val="006943AD"/>
    <w:rsid w:val="006A28A6"/>
    <w:rsid w:val="006A2A2F"/>
    <w:rsid w:val="006A369A"/>
    <w:rsid w:val="006A412C"/>
    <w:rsid w:val="006A4759"/>
    <w:rsid w:val="006A544A"/>
    <w:rsid w:val="006A6A53"/>
    <w:rsid w:val="006A7541"/>
    <w:rsid w:val="006A7D97"/>
    <w:rsid w:val="006B0594"/>
    <w:rsid w:val="006B0E1B"/>
    <w:rsid w:val="006B3A7D"/>
    <w:rsid w:val="006B3A8E"/>
    <w:rsid w:val="006B3C70"/>
    <w:rsid w:val="006B55FC"/>
    <w:rsid w:val="006B5E91"/>
    <w:rsid w:val="006B6710"/>
    <w:rsid w:val="006B6EC5"/>
    <w:rsid w:val="006B70C3"/>
    <w:rsid w:val="006B74CE"/>
    <w:rsid w:val="006B783C"/>
    <w:rsid w:val="006C1671"/>
    <w:rsid w:val="006C1BFC"/>
    <w:rsid w:val="006C25CC"/>
    <w:rsid w:val="006C3CAA"/>
    <w:rsid w:val="006C4249"/>
    <w:rsid w:val="006C53D4"/>
    <w:rsid w:val="006C60E6"/>
    <w:rsid w:val="006C6C8C"/>
    <w:rsid w:val="006C77A2"/>
    <w:rsid w:val="006D0984"/>
    <w:rsid w:val="006D17E7"/>
    <w:rsid w:val="006D283A"/>
    <w:rsid w:val="006D40F4"/>
    <w:rsid w:val="006D4982"/>
    <w:rsid w:val="006D5C49"/>
    <w:rsid w:val="006D6224"/>
    <w:rsid w:val="006D6AA1"/>
    <w:rsid w:val="006D7156"/>
    <w:rsid w:val="006E06CC"/>
    <w:rsid w:val="006E0DB4"/>
    <w:rsid w:val="006E2663"/>
    <w:rsid w:val="006E27F5"/>
    <w:rsid w:val="006E2B38"/>
    <w:rsid w:val="006E3B09"/>
    <w:rsid w:val="006E3E6E"/>
    <w:rsid w:val="006E52DE"/>
    <w:rsid w:val="006E654B"/>
    <w:rsid w:val="006E6587"/>
    <w:rsid w:val="006E6A76"/>
    <w:rsid w:val="006E723D"/>
    <w:rsid w:val="006E78B6"/>
    <w:rsid w:val="006F0BB8"/>
    <w:rsid w:val="006F0D1B"/>
    <w:rsid w:val="006F105B"/>
    <w:rsid w:val="006F1114"/>
    <w:rsid w:val="006F1C4A"/>
    <w:rsid w:val="006F2E23"/>
    <w:rsid w:val="006F4026"/>
    <w:rsid w:val="006F5038"/>
    <w:rsid w:val="006F55AE"/>
    <w:rsid w:val="006F5980"/>
    <w:rsid w:val="006F5DE2"/>
    <w:rsid w:val="007002DD"/>
    <w:rsid w:val="00700A7B"/>
    <w:rsid w:val="00701F96"/>
    <w:rsid w:val="00703FB2"/>
    <w:rsid w:val="0070491F"/>
    <w:rsid w:val="00705243"/>
    <w:rsid w:val="00711940"/>
    <w:rsid w:val="00711BF2"/>
    <w:rsid w:val="0071218C"/>
    <w:rsid w:val="00712C60"/>
    <w:rsid w:val="007132BC"/>
    <w:rsid w:val="0071363D"/>
    <w:rsid w:val="007146B7"/>
    <w:rsid w:val="00714837"/>
    <w:rsid w:val="007148B4"/>
    <w:rsid w:val="00714F2E"/>
    <w:rsid w:val="007153F5"/>
    <w:rsid w:val="00717007"/>
    <w:rsid w:val="0071785A"/>
    <w:rsid w:val="00717A95"/>
    <w:rsid w:val="00721AFA"/>
    <w:rsid w:val="00721B28"/>
    <w:rsid w:val="007227A4"/>
    <w:rsid w:val="007244AC"/>
    <w:rsid w:val="007264B3"/>
    <w:rsid w:val="00726902"/>
    <w:rsid w:val="00726C91"/>
    <w:rsid w:val="007312FC"/>
    <w:rsid w:val="0073330A"/>
    <w:rsid w:val="00733539"/>
    <w:rsid w:val="00735456"/>
    <w:rsid w:val="0073605B"/>
    <w:rsid w:val="0073637E"/>
    <w:rsid w:val="007368B9"/>
    <w:rsid w:val="00737312"/>
    <w:rsid w:val="00737761"/>
    <w:rsid w:val="00737B2B"/>
    <w:rsid w:val="00742A02"/>
    <w:rsid w:val="00743AB1"/>
    <w:rsid w:val="00745FB7"/>
    <w:rsid w:val="00746B32"/>
    <w:rsid w:val="00747BF9"/>
    <w:rsid w:val="00747D5F"/>
    <w:rsid w:val="00750BC6"/>
    <w:rsid w:val="00750CB2"/>
    <w:rsid w:val="007514B4"/>
    <w:rsid w:val="007515C3"/>
    <w:rsid w:val="00752972"/>
    <w:rsid w:val="00752DBE"/>
    <w:rsid w:val="00754F32"/>
    <w:rsid w:val="0075564A"/>
    <w:rsid w:val="00756652"/>
    <w:rsid w:val="0075724B"/>
    <w:rsid w:val="0075769E"/>
    <w:rsid w:val="00757949"/>
    <w:rsid w:val="00761ADF"/>
    <w:rsid w:val="0076273D"/>
    <w:rsid w:val="00762F47"/>
    <w:rsid w:val="00764955"/>
    <w:rsid w:val="007649DE"/>
    <w:rsid w:val="007662C2"/>
    <w:rsid w:val="00766C16"/>
    <w:rsid w:val="00767E2A"/>
    <w:rsid w:val="0077040E"/>
    <w:rsid w:val="007709D3"/>
    <w:rsid w:val="00770C99"/>
    <w:rsid w:val="00773720"/>
    <w:rsid w:val="00774608"/>
    <w:rsid w:val="0077655F"/>
    <w:rsid w:val="0077700B"/>
    <w:rsid w:val="00777704"/>
    <w:rsid w:val="007777D7"/>
    <w:rsid w:val="0078024A"/>
    <w:rsid w:val="0078117C"/>
    <w:rsid w:val="00781BC2"/>
    <w:rsid w:val="00783F20"/>
    <w:rsid w:val="0078691B"/>
    <w:rsid w:val="00786AE5"/>
    <w:rsid w:val="00787E62"/>
    <w:rsid w:val="00793BA4"/>
    <w:rsid w:val="007942F8"/>
    <w:rsid w:val="00794FF4"/>
    <w:rsid w:val="007950BC"/>
    <w:rsid w:val="0079735C"/>
    <w:rsid w:val="007A012F"/>
    <w:rsid w:val="007A13B6"/>
    <w:rsid w:val="007A1B50"/>
    <w:rsid w:val="007A3513"/>
    <w:rsid w:val="007A3D8B"/>
    <w:rsid w:val="007A5AA4"/>
    <w:rsid w:val="007A7F2E"/>
    <w:rsid w:val="007B0248"/>
    <w:rsid w:val="007B081C"/>
    <w:rsid w:val="007B1AA7"/>
    <w:rsid w:val="007B2C00"/>
    <w:rsid w:val="007B32EA"/>
    <w:rsid w:val="007B3734"/>
    <w:rsid w:val="007B55FA"/>
    <w:rsid w:val="007B594E"/>
    <w:rsid w:val="007B7691"/>
    <w:rsid w:val="007C31A3"/>
    <w:rsid w:val="007C490A"/>
    <w:rsid w:val="007C6C30"/>
    <w:rsid w:val="007D036E"/>
    <w:rsid w:val="007D1486"/>
    <w:rsid w:val="007D22E4"/>
    <w:rsid w:val="007D36F0"/>
    <w:rsid w:val="007D5DBA"/>
    <w:rsid w:val="007E0D60"/>
    <w:rsid w:val="007E132F"/>
    <w:rsid w:val="007E1993"/>
    <w:rsid w:val="007E2461"/>
    <w:rsid w:val="007E3B45"/>
    <w:rsid w:val="007E3CF8"/>
    <w:rsid w:val="007E44BF"/>
    <w:rsid w:val="007E4705"/>
    <w:rsid w:val="007E5F79"/>
    <w:rsid w:val="007E64FD"/>
    <w:rsid w:val="007E6CD0"/>
    <w:rsid w:val="007F0846"/>
    <w:rsid w:val="007F0DF7"/>
    <w:rsid w:val="007F27DC"/>
    <w:rsid w:val="007F2EA7"/>
    <w:rsid w:val="007F3665"/>
    <w:rsid w:val="007F61B8"/>
    <w:rsid w:val="007F686F"/>
    <w:rsid w:val="007F6D00"/>
    <w:rsid w:val="0080080E"/>
    <w:rsid w:val="008020F8"/>
    <w:rsid w:val="0080360B"/>
    <w:rsid w:val="00804635"/>
    <w:rsid w:val="008056F6"/>
    <w:rsid w:val="008058EA"/>
    <w:rsid w:val="008103CE"/>
    <w:rsid w:val="00811DEE"/>
    <w:rsid w:val="008135FF"/>
    <w:rsid w:val="00813644"/>
    <w:rsid w:val="00814291"/>
    <w:rsid w:val="00814748"/>
    <w:rsid w:val="00814CA4"/>
    <w:rsid w:val="00814D78"/>
    <w:rsid w:val="00815F47"/>
    <w:rsid w:val="00815F54"/>
    <w:rsid w:val="00820B88"/>
    <w:rsid w:val="00821AEC"/>
    <w:rsid w:val="00821BF4"/>
    <w:rsid w:val="008230F7"/>
    <w:rsid w:val="0082359F"/>
    <w:rsid w:val="00823CE8"/>
    <w:rsid w:val="008261C4"/>
    <w:rsid w:val="008262C6"/>
    <w:rsid w:val="00827631"/>
    <w:rsid w:val="00827982"/>
    <w:rsid w:val="00827CE3"/>
    <w:rsid w:val="00827F39"/>
    <w:rsid w:val="0083040D"/>
    <w:rsid w:val="00831042"/>
    <w:rsid w:val="008328D5"/>
    <w:rsid w:val="00832BD5"/>
    <w:rsid w:val="008332FF"/>
    <w:rsid w:val="0083347B"/>
    <w:rsid w:val="0083500E"/>
    <w:rsid w:val="008365F4"/>
    <w:rsid w:val="00836908"/>
    <w:rsid w:val="008379DA"/>
    <w:rsid w:val="00840E3D"/>
    <w:rsid w:val="00841072"/>
    <w:rsid w:val="00841E93"/>
    <w:rsid w:val="008422F3"/>
    <w:rsid w:val="00842615"/>
    <w:rsid w:val="00843FFA"/>
    <w:rsid w:val="0084458A"/>
    <w:rsid w:val="00845AB9"/>
    <w:rsid w:val="00846802"/>
    <w:rsid w:val="008472FE"/>
    <w:rsid w:val="00847383"/>
    <w:rsid w:val="00847767"/>
    <w:rsid w:val="0085100D"/>
    <w:rsid w:val="008515EE"/>
    <w:rsid w:val="00851799"/>
    <w:rsid w:val="008522C3"/>
    <w:rsid w:val="0085260A"/>
    <w:rsid w:val="008552AE"/>
    <w:rsid w:val="00855F39"/>
    <w:rsid w:val="00856179"/>
    <w:rsid w:val="008567BC"/>
    <w:rsid w:val="00857956"/>
    <w:rsid w:val="008627DE"/>
    <w:rsid w:val="00863379"/>
    <w:rsid w:val="0086464B"/>
    <w:rsid w:val="00865B16"/>
    <w:rsid w:val="008679BE"/>
    <w:rsid w:val="008702B3"/>
    <w:rsid w:val="00873C53"/>
    <w:rsid w:val="008759FF"/>
    <w:rsid w:val="00877707"/>
    <w:rsid w:val="0088045E"/>
    <w:rsid w:val="008805E6"/>
    <w:rsid w:val="00882FA8"/>
    <w:rsid w:val="008837A7"/>
    <w:rsid w:val="008844CC"/>
    <w:rsid w:val="00884517"/>
    <w:rsid w:val="00885169"/>
    <w:rsid w:val="00885D40"/>
    <w:rsid w:val="00890959"/>
    <w:rsid w:val="008914B8"/>
    <w:rsid w:val="00891565"/>
    <w:rsid w:val="00891E4A"/>
    <w:rsid w:val="008935E2"/>
    <w:rsid w:val="00895A6E"/>
    <w:rsid w:val="0089783A"/>
    <w:rsid w:val="00897B95"/>
    <w:rsid w:val="008A07EB"/>
    <w:rsid w:val="008A3B25"/>
    <w:rsid w:val="008A4369"/>
    <w:rsid w:val="008A4E4C"/>
    <w:rsid w:val="008A6016"/>
    <w:rsid w:val="008A631B"/>
    <w:rsid w:val="008B2A9C"/>
    <w:rsid w:val="008B2E29"/>
    <w:rsid w:val="008B308D"/>
    <w:rsid w:val="008B38D2"/>
    <w:rsid w:val="008B3991"/>
    <w:rsid w:val="008B5BB0"/>
    <w:rsid w:val="008B756C"/>
    <w:rsid w:val="008B7FFA"/>
    <w:rsid w:val="008C0910"/>
    <w:rsid w:val="008C0F72"/>
    <w:rsid w:val="008C2C0D"/>
    <w:rsid w:val="008C2E7D"/>
    <w:rsid w:val="008C3D9C"/>
    <w:rsid w:val="008C418C"/>
    <w:rsid w:val="008C483B"/>
    <w:rsid w:val="008C7ECC"/>
    <w:rsid w:val="008D0129"/>
    <w:rsid w:val="008D023C"/>
    <w:rsid w:val="008D194E"/>
    <w:rsid w:val="008D334A"/>
    <w:rsid w:val="008D4147"/>
    <w:rsid w:val="008D4178"/>
    <w:rsid w:val="008D4726"/>
    <w:rsid w:val="008D568F"/>
    <w:rsid w:val="008D6699"/>
    <w:rsid w:val="008D77A5"/>
    <w:rsid w:val="008E19AC"/>
    <w:rsid w:val="008E2580"/>
    <w:rsid w:val="008E2E56"/>
    <w:rsid w:val="008E440F"/>
    <w:rsid w:val="008E4B3D"/>
    <w:rsid w:val="008E64B5"/>
    <w:rsid w:val="008E6983"/>
    <w:rsid w:val="008E7CF0"/>
    <w:rsid w:val="008F04B2"/>
    <w:rsid w:val="008F097F"/>
    <w:rsid w:val="008F16D8"/>
    <w:rsid w:val="008F312E"/>
    <w:rsid w:val="008F4356"/>
    <w:rsid w:val="008F43F2"/>
    <w:rsid w:val="008F7DC2"/>
    <w:rsid w:val="00900974"/>
    <w:rsid w:val="009015AA"/>
    <w:rsid w:val="00902498"/>
    <w:rsid w:val="00904025"/>
    <w:rsid w:val="00904571"/>
    <w:rsid w:val="00906461"/>
    <w:rsid w:val="00907297"/>
    <w:rsid w:val="00907D7B"/>
    <w:rsid w:val="00910693"/>
    <w:rsid w:val="00910DCC"/>
    <w:rsid w:val="0091130A"/>
    <w:rsid w:val="009114D7"/>
    <w:rsid w:val="00911663"/>
    <w:rsid w:val="00915B32"/>
    <w:rsid w:val="0091744A"/>
    <w:rsid w:val="0091782A"/>
    <w:rsid w:val="00920526"/>
    <w:rsid w:val="009217BD"/>
    <w:rsid w:val="00922527"/>
    <w:rsid w:val="00922852"/>
    <w:rsid w:val="0092313F"/>
    <w:rsid w:val="0092449A"/>
    <w:rsid w:val="009252F8"/>
    <w:rsid w:val="00926171"/>
    <w:rsid w:val="009302B7"/>
    <w:rsid w:val="00930370"/>
    <w:rsid w:val="00933179"/>
    <w:rsid w:val="0093353F"/>
    <w:rsid w:val="009335A2"/>
    <w:rsid w:val="009338B0"/>
    <w:rsid w:val="00933A56"/>
    <w:rsid w:val="009349EE"/>
    <w:rsid w:val="00934C6E"/>
    <w:rsid w:val="00935549"/>
    <w:rsid w:val="0093627B"/>
    <w:rsid w:val="009369AA"/>
    <w:rsid w:val="00937A66"/>
    <w:rsid w:val="00940621"/>
    <w:rsid w:val="00940F8D"/>
    <w:rsid w:val="009413EF"/>
    <w:rsid w:val="009422D8"/>
    <w:rsid w:val="009445E4"/>
    <w:rsid w:val="00944E0B"/>
    <w:rsid w:val="00945BEC"/>
    <w:rsid w:val="00945F7C"/>
    <w:rsid w:val="00946274"/>
    <w:rsid w:val="00947B47"/>
    <w:rsid w:val="009503C6"/>
    <w:rsid w:val="00950A7D"/>
    <w:rsid w:val="00951847"/>
    <w:rsid w:val="0095374A"/>
    <w:rsid w:val="00953977"/>
    <w:rsid w:val="00953DE5"/>
    <w:rsid w:val="00955DE6"/>
    <w:rsid w:val="0095723B"/>
    <w:rsid w:val="00960168"/>
    <w:rsid w:val="009633DE"/>
    <w:rsid w:val="00963A06"/>
    <w:rsid w:val="00963FA4"/>
    <w:rsid w:val="00965376"/>
    <w:rsid w:val="00967A6E"/>
    <w:rsid w:val="00967EAA"/>
    <w:rsid w:val="00967F72"/>
    <w:rsid w:val="00973B6F"/>
    <w:rsid w:val="0097465F"/>
    <w:rsid w:val="00976EB8"/>
    <w:rsid w:val="009777A7"/>
    <w:rsid w:val="009800B6"/>
    <w:rsid w:val="00980B7E"/>
    <w:rsid w:val="00980D0E"/>
    <w:rsid w:val="00980D7F"/>
    <w:rsid w:val="00980EAE"/>
    <w:rsid w:val="0098112D"/>
    <w:rsid w:val="009813BB"/>
    <w:rsid w:val="00981EA1"/>
    <w:rsid w:val="00982790"/>
    <w:rsid w:val="00984E2A"/>
    <w:rsid w:val="00985D2E"/>
    <w:rsid w:val="00990105"/>
    <w:rsid w:val="009916F1"/>
    <w:rsid w:val="00993366"/>
    <w:rsid w:val="00993820"/>
    <w:rsid w:val="00996367"/>
    <w:rsid w:val="009A0352"/>
    <w:rsid w:val="009A2B79"/>
    <w:rsid w:val="009A488B"/>
    <w:rsid w:val="009A76B6"/>
    <w:rsid w:val="009B0538"/>
    <w:rsid w:val="009B0924"/>
    <w:rsid w:val="009B1195"/>
    <w:rsid w:val="009B161E"/>
    <w:rsid w:val="009B2736"/>
    <w:rsid w:val="009B316A"/>
    <w:rsid w:val="009B354E"/>
    <w:rsid w:val="009B3FCC"/>
    <w:rsid w:val="009B55F4"/>
    <w:rsid w:val="009B68EC"/>
    <w:rsid w:val="009B6F6B"/>
    <w:rsid w:val="009B7A4E"/>
    <w:rsid w:val="009C017A"/>
    <w:rsid w:val="009C02CE"/>
    <w:rsid w:val="009C04A5"/>
    <w:rsid w:val="009C103F"/>
    <w:rsid w:val="009C2A02"/>
    <w:rsid w:val="009C2AE4"/>
    <w:rsid w:val="009C3153"/>
    <w:rsid w:val="009C3281"/>
    <w:rsid w:val="009C362B"/>
    <w:rsid w:val="009C39B7"/>
    <w:rsid w:val="009C3A12"/>
    <w:rsid w:val="009C586E"/>
    <w:rsid w:val="009C61F9"/>
    <w:rsid w:val="009C69B2"/>
    <w:rsid w:val="009C6A7C"/>
    <w:rsid w:val="009D04D4"/>
    <w:rsid w:val="009D271D"/>
    <w:rsid w:val="009D3951"/>
    <w:rsid w:val="009D398E"/>
    <w:rsid w:val="009D3E43"/>
    <w:rsid w:val="009D5B69"/>
    <w:rsid w:val="009D631D"/>
    <w:rsid w:val="009D68FE"/>
    <w:rsid w:val="009D6D61"/>
    <w:rsid w:val="009D6F7F"/>
    <w:rsid w:val="009E0DC0"/>
    <w:rsid w:val="009E1B2A"/>
    <w:rsid w:val="009E2C40"/>
    <w:rsid w:val="009E3849"/>
    <w:rsid w:val="009E4489"/>
    <w:rsid w:val="009E4A0F"/>
    <w:rsid w:val="009E558C"/>
    <w:rsid w:val="009F27A7"/>
    <w:rsid w:val="009F2972"/>
    <w:rsid w:val="009F6EEF"/>
    <w:rsid w:val="009F71FD"/>
    <w:rsid w:val="00A00812"/>
    <w:rsid w:val="00A01244"/>
    <w:rsid w:val="00A029B2"/>
    <w:rsid w:val="00A03F76"/>
    <w:rsid w:val="00A05935"/>
    <w:rsid w:val="00A05E70"/>
    <w:rsid w:val="00A06BA4"/>
    <w:rsid w:val="00A1030A"/>
    <w:rsid w:val="00A11541"/>
    <w:rsid w:val="00A119AF"/>
    <w:rsid w:val="00A12DD1"/>
    <w:rsid w:val="00A133C4"/>
    <w:rsid w:val="00A140EF"/>
    <w:rsid w:val="00A141B1"/>
    <w:rsid w:val="00A1573C"/>
    <w:rsid w:val="00A15A1F"/>
    <w:rsid w:val="00A16D61"/>
    <w:rsid w:val="00A16F40"/>
    <w:rsid w:val="00A20A90"/>
    <w:rsid w:val="00A20C75"/>
    <w:rsid w:val="00A2150F"/>
    <w:rsid w:val="00A23EFC"/>
    <w:rsid w:val="00A248D9"/>
    <w:rsid w:val="00A2550B"/>
    <w:rsid w:val="00A25AE5"/>
    <w:rsid w:val="00A2636A"/>
    <w:rsid w:val="00A26DB1"/>
    <w:rsid w:val="00A27021"/>
    <w:rsid w:val="00A277F5"/>
    <w:rsid w:val="00A2787F"/>
    <w:rsid w:val="00A27EB3"/>
    <w:rsid w:val="00A30D8A"/>
    <w:rsid w:val="00A315C6"/>
    <w:rsid w:val="00A3188A"/>
    <w:rsid w:val="00A32900"/>
    <w:rsid w:val="00A33753"/>
    <w:rsid w:val="00A35A4A"/>
    <w:rsid w:val="00A35B28"/>
    <w:rsid w:val="00A36B85"/>
    <w:rsid w:val="00A373FB"/>
    <w:rsid w:val="00A4167B"/>
    <w:rsid w:val="00A44298"/>
    <w:rsid w:val="00A457C5"/>
    <w:rsid w:val="00A46116"/>
    <w:rsid w:val="00A4645B"/>
    <w:rsid w:val="00A47337"/>
    <w:rsid w:val="00A476B3"/>
    <w:rsid w:val="00A47FB7"/>
    <w:rsid w:val="00A50AEE"/>
    <w:rsid w:val="00A5112D"/>
    <w:rsid w:val="00A5144F"/>
    <w:rsid w:val="00A52EEB"/>
    <w:rsid w:val="00A5442D"/>
    <w:rsid w:val="00A54E82"/>
    <w:rsid w:val="00A55372"/>
    <w:rsid w:val="00A55B5C"/>
    <w:rsid w:val="00A5625C"/>
    <w:rsid w:val="00A6380A"/>
    <w:rsid w:val="00A63949"/>
    <w:rsid w:val="00A650A4"/>
    <w:rsid w:val="00A668D1"/>
    <w:rsid w:val="00A67F0C"/>
    <w:rsid w:val="00A7170F"/>
    <w:rsid w:val="00A7175A"/>
    <w:rsid w:val="00A71FA4"/>
    <w:rsid w:val="00A721E6"/>
    <w:rsid w:val="00A72F0D"/>
    <w:rsid w:val="00A73097"/>
    <w:rsid w:val="00A749DB"/>
    <w:rsid w:val="00A75DC9"/>
    <w:rsid w:val="00A767A8"/>
    <w:rsid w:val="00A77406"/>
    <w:rsid w:val="00A7769D"/>
    <w:rsid w:val="00A77BF6"/>
    <w:rsid w:val="00A8058A"/>
    <w:rsid w:val="00A80A7D"/>
    <w:rsid w:val="00A82A71"/>
    <w:rsid w:val="00A831B7"/>
    <w:rsid w:val="00A83405"/>
    <w:rsid w:val="00A842F3"/>
    <w:rsid w:val="00A85A04"/>
    <w:rsid w:val="00A86430"/>
    <w:rsid w:val="00A87041"/>
    <w:rsid w:val="00A877C6"/>
    <w:rsid w:val="00A9341F"/>
    <w:rsid w:val="00A942DE"/>
    <w:rsid w:val="00A944AE"/>
    <w:rsid w:val="00A955D1"/>
    <w:rsid w:val="00AA089A"/>
    <w:rsid w:val="00AA16C6"/>
    <w:rsid w:val="00AA2C5A"/>
    <w:rsid w:val="00AA2D8D"/>
    <w:rsid w:val="00AA2DAF"/>
    <w:rsid w:val="00AA4EB2"/>
    <w:rsid w:val="00AA5B39"/>
    <w:rsid w:val="00AA5E53"/>
    <w:rsid w:val="00AA6224"/>
    <w:rsid w:val="00AA67B4"/>
    <w:rsid w:val="00AA74D9"/>
    <w:rsid w:val="00AA7ED2"/>
    <w:rsid w:val="00AB0D16"/>
    <w:rsid w:val="00AB164A"/>
    <w:rsid w:val="00AB1B14"/>
    <w:rsid w:val="00AB256F"/>
    <w:rsid w:val="00AB3A5E"/>
    <w:rsid w:val="00AB3C09"/>
    <w:rsid w:val="00AB4325"/>
    <w:rsid w:val="00AB44F5"/>
    <w:rsid w:val="00AB454B"/>
    <w:rsid w:val="00AB4CFC"/>
    <w:rsid w:val="00AB6BB3"/>
    <w:rsid w:val="00AB7E4F"/>
    <w:rsid w:val="00AC073E"/>
    <w:rsid w:val="00AC19A5"/>
    <w:rsid w:val="00AC5612"/>
    <w:rsid w:val="00AC64F9"/>
    <w:rsid w:val="00AC677B"/>
    <w:rsid w:val="00AC6C8E"/>
    <w:rsid w:val="00AC76A2"/>
    <w:rsid w:val="00AC7768"/>
    <w:rsid w:val="00AD0914"/>
    <w:rsid w:val="00AD1809"/>
    <w:rsid w:val="00AD180F"/>
    <w:rsid w:val="00AD1CF9"/>
    <w:rsid w:val="00AD3F5D"/>
    <w:rsid w:val="00AD4253"/>
    <w:rsid w:val="00AD434F"/>
    <w:rsid w:val="00AD60A5"/>
    <w:rsid w:val="00AD6AD2"/>
    <w:rsid w:val="00AD6FC6"/>
    <w:rsid w:val="00AD7875"/>
    <w:rsid w:val="00AE03F5"/>
    <w:rsid w:val="00AE0498"/>
    <w:rsid w:val="00AE0A20"/>
    <w:rsid w:val="00AE16C2"/>
    <w:rsid w:val="00AE52EF"/>
    <w:rsid w:val="00AE5C42"/>
    <w:rsid w:val="00AE5D5B"/>
    <w:rsid w:val="00AE5DD7"/>
    <w:rsid w:val="00AE5EC9"/>
    <w:rsid w:val="00AE628E"/>
    <w:rsid w:val="00AE7152"/>
    <w:rsid w:val="00AE7831"/>
    <w:rsid w:val="00AF005C"/>
    <w:rsid w:val="00AF08DA"/>
    <w:rsid w:val="00AF136D"/>
    <w:rsid w:val="00AF1B9C"/>
    <w:rsid w:val="00AF20ED"/>
    <w:rsid w:val="00AF2640"/>
    <w:rsid w:val="00AF5249"/>
    <w:rsid w:val="00AF66F3"/>
    <w:rsid w:val="00AF6A9D"/>
    <w:rsid w:val="00AF741B"/>
    <w:rsid w:val="00B00EFD"/>
    <w:rsid w:val="00B00F0B"/>
    <w:rsid w:val="00B01895"/>
    <w:rsid w:val="00B02E2A"/>
    <w:rsid w:val="00B03CC9"/>
    <w:rsid w:val="00B06FDA"/>
    <w:rsid w:val="00B11D8F"/>
    <w:rsid w:val="00B123D9"/>
    <w:rsid w:val="00B1344C"/>
    <w:rsid w:val="00B14AEC"/>
    <w:rsid w:val="00B1555E"/>
    <w:rsid w:val="00B15C4C"/>
    <w:rsid w:val="00B17D8F"/>
    <w:rsid w:val="00B17F83"/>
    <w:rsid w:val="00B2136C"/>
    <w:rsid w:val="00B23186"/>
    <w:rsid w:val="00B2476D"/>
    <w:rsid w:val="00B25193"/>
    <w:rsid w:val="00B25CFD"/>
    <w:rsid w:val="00B2708B"/>
    <w:rsid w:val="00B308C1"/>
    <w:rsid w:val="00B315C7"/>
    <w:rsid w:val="00B32C25"/>
    <w:rsid w:val="00B34596"/>
    <w:rsid w:val="00B34916"/>
    <w:rsid w:val="00B3569B"/>
    <w:rsid w:val="00B3593B"/>
    <w:rsid w:val="00B3777B"/>
    <w:rsid w:val="00B37993"/>
    <w:rsid w:val="00B43078"/>
    <w:rsid w:val="00B431F0"/>
    <w:rsid w:val="00B45BE4"/>
    <w:rsid w:val="00B462F6"/>
    <w:rsid w:val="00B5043A"/>
    <w:rsid w:val="00B51A9D"/>
    <w:rsid w:val="00B5206D"/>
    <w:rsid w:val="00B53095"/>
    <w:rsid w:val="00B54DB7"/>
    <w:rsid w:val="00B55BC0"/>
    <w:rsid w:val="00B56264"/>
    <w:rsid w:val="00B567C6"/>
    <w:rsid w:val="00B57A67"/>
    <w:rsid w:val="00B60314"/>
    <w:rsid w:val="00B6106E"/>
    <w:rsid w:val="00B64898"/>
    <w:rsid w:val="00B65388"/>
    <w:rsid w:val="00B66536"/>
    <w:rsid w:val="00B6751D"/>
    <w:rsid w:val="00B709A4"/>
    <w:rsid w:val="00B709CD"/>
    <w:rsid w:val="00B70CB4"/>
    <w:rsid w:val="00B71D59"/>
    <w:rsid w:val="00B724BB"/>
    <w:rsid w:val="00B72F93"/>
    <w:rsid w:val="00B75124"/>
    <w:rsid w:val="00B77401"/>
    <w:rsid w:val="00B81326"/>
    <w:rsid w:val="00B81A12"/>
    <w:rsid w:val="00B848C8"/>
    <w:rsid w:val="00B85D44"/>
    <w:rsid w:val="00B8735A"/>
    <w:rsid w:val="00B87729"/>
    <w:rsid w:val="00B91531"/>
    <w:rsid w:val="00B925F8"/>
    <w:rsid w:val="00B93F13"/>
    <w:rsid w:val="00B9458E"/>
    <w:rsid w:val="00BA0315"/>
    <w:rsid w:val="00BA038F"/>
    <w:rsid w:val="00BA0742"/>
    <w:rsid w:val="00BA0DC5"/>
    <w:rsid w:val="00BA0E59"/>
    <w:rsid w:val="00BA18B1"/>
    <w:rsid w:val="00BA231D"/>
    <w:rsid w:val="00BA5B54"/>
    <w:rsid w:val="00BA60D5"/>
    <w:rsid w:val="00BB123C"/>
    <w:rsid w:val="00BB147E"/>
    <w:rsid w:val="00BB2E41"/>
    <w:rsid w:val="00BB3972"/>
    <w:rsid w:val="00BB398F"/>
    <w:rsid w:val="00BB3F52"/>
    <w:rsid w:val="00BB423E"/>
    <w:rsid w:val="00BB525C"/>
    <w:rsid w:val="00BB558B"/>
    <w:rsid w:val="00BB7698"/>
    <w:rsid w:val="00BB7FB0"/>
    <w:rsid w:val="00BC0490"/>
    <w:rsid w:val="00BC0D29"/>
    <w:rsid w:val="00BC0FC8"/>
    <w:rsid w:val="00BC2995"/>
    <w:rsid w:val="00BC2B71"/>
    <w:rsid w:val="00BC4999"/>
    <w:rsid w:val="00BC65B6"/>
    <w:rsid w:val="00BC6ACB"/>
    <w:rsid w:val="00BD2D84"/>
    <w:rsid w:val="00BD3A9A"/>
    <w:rsid w:val="00BD411A"/>
    <w:rsid w:val="00BD59F5"/>
    <w:rsid w:val="00BD63B3"/>
    <w:rsid w:val="00BE0976"/>
    <w:rsid w:val="00BE2475"/>
    <w:rsid w:val="00BE3090"/>
    <w:rsid w:val="00BE343B"/>
    <w:rsid w:val="00BE3513"/>
    <w:rsid w:val="00BE45F7"/>
    <w:rsid w:val="00BE4E94"/>
    <w:rsid w:val="00BE58BF"/>
    <w:rsid w:val="00BF0C35"/>
    <w:rsid w:val="00BF182E"/>
    <w:rsid w:val="00BF2F23"/>
    <w:rsid w:val="00BF370E"/>
    <w:rsid w:val="00BF46B6"/>
    <w:rsid w:val="00BF494B"/>
    <w:rsid w:val="00BF4A0A"/>
    <w:rsid w:val="00BF56F0"/>
    <w:rsid w:val="00BF5A4D"/>
    <w:rsid w:val="00BF5E9F"/>
    <w:rsid w:val="00BF6EB6"/>
    <w:rsid w:val="00BF7FF9"/>
    <w:rsid w:val="00C00CBF"/>
    <w:rsid w:val="00C00FC2"/>
    <w:rsid w:val="00C0182C"/>
    <w:rsid w:val="00C01FBC"/>
    <w:rsid w:val="00C03709"/>
    <w:rsid w:val="00C03887"/>
    <w:rsid w:val="00C04972"/>
    <w:rsid w:val="00C066EE"/>
    <w:rsid w:val="00C06C2B"/>
    <w:rsid w:val="00C07790"/>
    <w:rsid w:val="00C07EAF"/>
    <w:rsid w:val="00C1038D"/>
    <w:rsid w:val="00C10CB8"/>
    <w:rsid w:val="00C11AA2"/>
    <w:rsid w:val="00C11C61"/>
    <w:rsid w:val="00C144B8"/>
    <w:rsid w:val="00C156AD"/>
    <w:rsid w:val="00C16585"/>
    <w:rsid w:val="00C1691A"/>
    <w:rsid w:val="00C17460"/>
    <w:rsid w:val="00C213E5"/>
    <w:rsid w:val="00C2287A"/>
    <w:rsid w:val="00C22A56"/>
    <w:rsid w:val="00C23332"/>
    <w:rsid w:val="00C23429"/>
    <w:rsid w:val="00C247C5"/>
    <w:rsid w:val="00C24845"/>
    <w:rsid w:val="00C24D3E"/>
    <w:rsid w:val="00C26B5C"/>
    <w:rsid w:val="00C274D1"/>
    <w:rsid w:val="00C33FA2"/>
    <w:rsid w:val="00C34581"/>
    <w:rsid w:val="00C36CC5"/>
    <w:rsid w:val="00C36D20"/>
    <w:rsid w:val="00C37690"/>
    <w:rsid w:val="00C378DD"/>
    <w:rsid w:val="00C404E3"/>
    <w:rsid w:val="00C43481"/>
    <w:rsid w:val="00C44711"/>
    <w:rsid w:val="00C44CB4"/>
    <w:rsid w:val="00C45DB6"/>
    <w:rsid w:val="00C4754F"/>
    <w:rsid w:val="00C514F0"/>
    <w:rsid w:val="00C51F5F"/>
    <w:rsid w:val="00C52719"/>
    <w:rsid w:val="00C52A07"/>
    <w:rsid w:val="00C52FE9"/>
    <w:rsid w:val="00C53419"/>
    <w:rsid w:val="00C53B6C"/>
    <w:rsid w:val="00C54EE7"/>
    <w:rsid w:val="00C56F88"/>
    <w:rsid w:val="00C57EF0"/>
    <w:rsid w:val="00C57F38"/>
    <w:rsid w:val="00C6159B"/>
    <w:rsid w:val="00C61ABE"/>
    <w:rsid w:val="00C61AE8"/>
    <w:rsid w:val="00C632E7"/>
    <w:rsid w:val="00C6371E"/>
    <w:rsid w:val="00C6516E"/>
    <w:rsid w:val="00C660CA"/>
    <w:rsid w:val="00C672A3"/>
    <w:rsid w:val="00C70A9F"/>
    <w:rsid w:val="00C71835"/>
    <w:rsid w:val="00C723EC"/>
    <w:rsid w:val="00C74230"/>
    <w:rsid w:val="00C7615B"/>
    <w:rsid w:val="00C81186"/>
    <w:rsid w:val="00C81302"/>
    <w:rsid w:val="00C81472"/>
    <w:rsid w:val="00C8171C"/>
    <w:rsid w:val="00C839B0"/>
    <w:rsid w:val="00C84EBC"/>
    <w:rsid w:val="00C8501F"/>
    <w:rsid w:val="00C85ED3"/>
    <w:rsid w:val="00C867C4"/>
    <w:rsid w:val="00C86E8D"/>
    <w:rsid w:val="00C8726E"/>
    <w:rsid w:val="00C90932"/>
    <w:rsid w:val="00C91432"/>
    <w:rsid w:val="00C915A5"/>
    <w:rsid w:val="00C91758"/>
    <w:rsid w:val="00C92B49"/>
    <w:rsid w:val="00C93A11"/>
    <w:rsid w:val="00CA022D"/>
    <w:rsid w:val="00CA15A1"/>
    <w:rsid w:val="00CA1CBA"/>
    <w:rsid w:val="00CA2404"/>
    <w:rsid w:val="00CA2780"/>
    <w:rsid w:val="00CA2C8F"/>
    <w:rsid w:val="00CA2E40"/>
    <w:rsid w:val="00CA36CB"/>
    <w:rsid w:val="00CA63C5"/>
    <w:rsid w:val="00CA6F36"/>
    <w:rsid w:val="00CA71B7"/>
    <w:rsid w:val="00CA7A54"/>
    <w:rsid w:val="00CB03BD"/>
    <w:rsid w:val="00CB0478"/>
    <w:rsid w:val="00CB04AB"/>
    <w:rsid w:val="00CB20E8"/>
    <w:rsid w:val="00CB2D7A"/>
    <w:rsid w:val="00CB3E36"/>
    <w:rsid w:val="00CB434E"/>
    <w:rsid w:val="00CB7C7B"/>
    <w:rsid w:val="00CB7FC4"/>
    <w:rsid w:val="00CC1686"/>
    <w:rsid w:val="00CC3314"/>
    <w:rsid w:val="00CC559D"/>
    <w:rsid w:val="00CC776C"/>
    <w:rsid w:val="00CC7A00"/>
    <w:rsid w:val="00CD06E3"/>
    <w:rsid w:val="00CD0771"/>
    <w:rsid w:val="00CD2130"/>
    <w:rsid w:val="00CD216A"/>
    <w:rsid w:val="00CD2746"/>
    <w:rsid w:val="00CD30FF"/>
    <w:rsid w:val="00CD3F4D"/>
    <w:rsid w:val="00CD7E8C"/>
    <w:rsid w:val="00CE0A16"/>
    <w:rsid w:val="00CE1951"/>
    <w:rsid w:val="00CE7415"/>
    <w:rsid w:val="00CE750C"/>
    <w:rsid w:val="00CE786E"/>
    <w:rsid w:val="00CF0CC1"/>
    <w:rsid w:val="00CF389B"/>
    <w:rsid w:val="00CF46AC"/>
    <w:rsid w:val="00CF5914"/>
    <w:rsid w:val="00D0011A"/>
    <w:rsid w:val="00D033FD"/>
    <w:rsid w:val="00D03FC2"/>
    <w:rsid w:val="00D041DF"/>
    <w:rsid w:val="00D0474D"/>
    <w:rsid w:val="00D04E0F"/>
    <w:rsid w:val="00D05D61"/>
    <w:rsid w:val="00D06061"/>
    <w:rsid w:val="00D1101E"/>
    <w:rsid w:val="00D11F91"/>
    <w:rsid w:val="00D15827"/>
    <w:rsid w:val="00D162AF"/>
    <w:rsid w:val="00D16680"/>
    <w:rsid w:val="00D1690E"/>
    <w:rsid w:val="00D17830"/>
    <w:rsid w:val="00D20184"/>
    <w:rsid w:val="00D20F4B"/>
    <w:rsid w:val="00D248F2"/>
    <w:rsid w:val="00D27FD2"/>
    <w:rsid w:val="00D30742"/>
    <w:rsid w:val="00D30925"/>
    <w:rsid w:val="00D30DC4"/>
    <w:rsid w:val="00D315A4"/>
    <w:rsid w:val="00D3603B"/>
    <w:rsid w:val="00D36EAE"/>
    <w:rsid w:val="00D37028"/>
    <w:rsid w:val="00D4019B"/>
    <w:rsid w:val="00D43BC0"/>
    <w:rsid w:val="00D4506D"/>
    <w:rsid w:val="00D4594D"/>
    <w:rsid w:val="00D45E58"/>
    <w:rsid w:val="00D46034"/>
    <w:rsid w:val="00D46AF4"/>
    <w:rsid w:val="00D479EB"/>
    <w:rsid w:val="00D50897"/>
    <w:rsid w:val="00D508AD"/>
    <w:rsid w:val="00D52F27"/>
    <w:rsid w:val="00D53B4A"/>
    <w:rsid w:val="00D53C31"/>
    <w:rsid w:val="00D54031"/>
    <w:rsid w:val="00D5497F"/>
    <w:rsid w:val="00D549E3"/>
    <w:rsid w:val="00D55365"/>
    <w:rsid w:val="00D57438"/>
    <w:rsid w:val="00D578BF"/>
    <w:rsid w:val="00D604A4"/>
    <w:rsid w:val="00D62564"/>
    <w:rsid w:val="00D64844"/>
    <w:rsid w:val="00D64BF8"/>
    <w:rsid w:val="00D64E89"/>
    <w:rsid w:val="00D6524E"/>
    <w:rsid w:val="00D65762"/>
    <w:rsid w:val="00D65DFE"/>
    <w:rsid w:val="00D65FFE"/>
    <w:rsid w:val="00D67192"/>
    <w:rsid w:val="00D67343"/>
    <w:rsid w:val="00D67F10"/>
    <w:rsid w:val="00D702E6"/>
    <w:rsid w:val="00D71F7B"/>
    <w:rsid w:val="00D72797"/>
    <w:rsid w:val="00D731EC"/>
    <w:rsid w:val="00D739B5"/>
    <w:rsid w:val="00D754A9"/>
    <w:rsid w:val="00D7554E"/>
    <w:rsid w:val="00D755D5"/>
    <w:rsid w:val="00D7585F"/>
    <w:rsid w:val="00D76105"/>
    <w:rsid w:val="00D7645C"/>
    <w:rsid w:val="00D7671D"/>
    <w:rsid w:val="00D76DC5"/>
    <w:rsid w:val="00D831EB"/>
    <w:rsid w:val="00D86916"/>
    <w:rsid w:val="00D872B2"/>
    <w:rsid w:val="00D9030F"/>
    <w:rsid w:val="00D90EC7"/>
    <w:rsid w:val="00D93385"/>
    <w:rsid w:val="00D9389E"/>
    <w:rsid w:val="00D95B42"/>
    <w:rsid w:val="00D9660D"/>
    <w:rsid w:val="00D967A7"/>
    <w:rsid w:val="00D96B46"/>
    <w:rsid w:val="00D96C6E"/>
    <w:rsid w:val="00D96D4D"/>
    <w:rsid w:val="00DA0598"/>
    <w:rsid w:val="00DA11A0"/>
    <w:rsid w:val="00DA180D"/>
    <w:rsid w:val="00DA20CD"/>
    <w:rsid w:val="00DA23F5"/>
    <w:rsid w:val="00DA2537"/>
    <w:rsid w:val="00DA29CC"/>
    <w:rsid w:val="00DA2E7A"/>
    <w:rsid w:val="00DA30EB"/>
    <w:rsid w:val="00DA384E"/>
    <w:rsid w:val="00DA4CA0"/>
    <w:rsid w:val="00DA51B2"/>
    <w:rsid w:val="00DA55DD"/>
    <w:rsid w:val="00DA5DD0"/>
    <w:rsid w:val="00DA7A91"/>
    <w:rsid w:val="00DA7B23"/>
    <w:rsid w:val="00DA7D0D"/>
    <w:rsid w:val="00DB10F8"/>
    <w:rsid w:val="00DB13EB"/>
    <w:rsid w:val="00DB2257"/>
    <w:rsid w:val="00DB2300"/>
    <w:rsid w:val="00DB244D"/>
    <w:rsid w:val="00DB29B6"/>
    <w:rsid w:val="00DB3709"/>
    <w:rsid w:val="00DB4377"/>
    <w:rsid w:val="00DB496B"/>
    <w:rsid w:val="00DB49E5"/>
    <w:rsid w:val="00DB757F"/>
    <w:rsid w:val="00DB7B21"/>
    <w:rsid w:val="00DC0205"/>
    <w:rsid w:val="00DC026C"/>
    <w:rsid w:val="00DC0314"/>
    <w:rsid w:val="00DC0DCF"/>
    <w:rsid w:val="00DC20EA"/>
    <w:rsid w:val="00DC2AA6"/>
    <w:rsid w:val="00DC3303"/>
    <w:rsid w:val="00DC377D"/>
    <w:rsid w:val="00DC6D45"/>
    <w:rsid w:val="00DD007C"/>
    <w:rsid w:val="00DD1537"/>
    <w:rsid w:val="00DD16BF"/>
    <w:rsid w:val="00DD30A9"/>
    <w:rsid w:val="00DD33C5"/>
    <w:rsid w:val="00DD4E8A"/>
    <w:rsid w:val="00DD5267"/>
    <w:rsid w:val="00DD5BEF"/>
    <w:rsid w:val="00DD6ADC"/>
    <w:rsid w:val="00DD6AE7"/>
    <w:rsid w:val="00DE0885"/>
    <w:rsid w:val="00DE2030"/>
    <w:rsid w:val="00DE335C"/>
    <w:rsid w:val="00DE4738"/>
    <w:rsid w:val="00DE75FD"/>
    <w:rsid w:val="00DF0135"/>
    <w:rsid w:val="00DF067C"/>
    <w:rsid w:val="00DF0727"/>
    <w:rsid w:val="00DF0B0A"/>
    <w:rsid w:val="00DF163C"/>
    <w:rsid w:val="00DF2DDF"/>
    <w:rsid w:val="00DF3236"/>
    <w:rsid w:val="00DF3CB4"/>
    <w:rsid w:val="00DF4BB8"/>
    <w:rsid w:val="00DF5E0E"/>
    <w:rsid w:val="00DF75E9"/>
    <w:rsid w:val="00E01082"/>
    <w:rsid w:val="00E01657"/>
    <w:rsid w:val="00E01B22"/>
    <w:rsid w:val="00E02CDB"/>
    <w:rsid w:val="00E02FE4"/>
    <w:rsid w:val="00E03091"/>
    <w:rsid w:val="00E032E5"/>
    <w:rsid w:val="00E038FB"/>
    <w:rsid w:val="00E0426C"/>
    <w:rsid w:val="00E04F37"/>
    <w:rsid w:val="00E05145"/>
    <w:rsid w:val="00E07112"/>
    <w:rsid w:val="00E07E47"/>
    <w:rsid w:val="00E10562"/>
    <w:rsid w:val="00E132C4"/>
    <w:rsid w:val="00E148C5"/>
    <w:rsid w:val="00E150B7"/>
    <w:rsid w:val="00E173C6"/>
    <w:rsid w:val="00E2189D"/>
    <w:rsid w:val="00E226E1"/>
    <w:rsid w:val="00E229D2"/>
    <w:rsid w:val="00E22BA3"/>
    <w:rsid w:val="00E24467"/>
    <w:rsid w:val="00E24B7E"/>
    <w:rsid w:val="00E27F1F"/>
    <w:rsid w:val="00E343A0"/>
    <w:rsid w:val="00E35FA6"/>
    <w:rsid w:val="00E373FD"/>
    <w:rsid w:val="00E405F0"/>
    <w:rsid w:val="00E45B71"/>
    <w:rsid w:val="00E46A61"/>
    <w:rsid w:val="00E46ADA"/>
    <w:rsid w:val="00E500E4"/>
    <w:rsid w:val="00E53682"/>
    <w:rsid w:val="00E54127"/>
    <w:rsid w:val="00E54F16"/>
    <w:rsid w:val="00E56591"/>
    <w:rsid w:val="00E57ABB"/>
    <w:rsid w:val="00E57BE0"/>
    <w:rsid w:val="00E57C52"/>
    <w:rsid w:val="00E60CCB"/>
    <w:rsid w:val="00E61E27"/>
    <w:rsid w:val="00E635CF"/>
    <w:rsid w:val="00E63D58"/>
    <w:rsid w:val="00E64AB4"/>
    <w:rsid w:val="00E64E06"/>
    <w:rsid w:val="00E6501F"/>
    <w:rsid w:val="00E662E1"/>
    <w:rsid w:val="00E66343"/>
    <w:rsid w:val="00E66594"/>
    <w:rsid w:val="00E66E94"/>
    <w:rsid w:val="00E67B40"/>
    <w:rsid w:val="00E67F61"/>
    <w:rsid w:val="00E7198F"/>
    <w:rsid w:val="00E7229E"/>
    <w:rsid w:val="00E725CA"/>
    <w:rsid w:val="00E72CCD"/>
    <w:rsid w:val="00E737EA"/>
    <w:rsid w:val="00E73EEF"/>
    <w:rsid w:val="00E77642"/>
    <w:rsid w:val="00E807D8"/>
    <w:rsid w:val="00E814E7"/>
    <w:rsid w:val="00E823FE"/>
    <w:rsid w:val="00E8354D"/>
    <w:rsid w:val="00E838CD"/>
    <w:rsid w:val="00E83D5D"/>
    <w:rsid w:val="00E851AD"/>
    <w:rsid w:val="00E8571D"/>
    <w:rsid w:val="00E85828"/>
    <w:rsid w:val="00E85AE8"/>
    <w:rsid w:val="00E86043"/>
    <w:rsid w:val="00E864B7"/>
    <w:rsid w:val="00E92836"/>
    <w:rsid w:val="00E9337E"/>
    <w:rsid w:val="00E95CB5"/>
    <w:rsid w:val="00E9606C"/>
    <w:rsid w:val="00E97127"/>
    <w:rsid w:val="00E97180"/>
    <w:rsid w:val="00EA09F3"/>
    <w:rsid w:val="00EA0E6C"/>
    <w:rsid w:val="00EA2106"/>
    <w:rsid w:val="00EA3EC9"/>
    <w:rsid w:val="00EA418E"/>
    <w:rsid w:val="00EA4303"/>
    <w:rsid w:val="00EA57D7"/>
    <w:rsid w:val="00EA74B9"/>
    <w:rsid w:val="00EA7DD8"/>
    <w:rsid w:val="00EB09E0"/>
    <w:rsid w:val="00EB121F"/>
    <w:rsid w:val="00EB184F"/>
    <w:rsid w:val="00EB2235"/>
    <w:rsid w:val="00EB3065"/>
    <w:rsid w:val="00EB3C32"/>
    <w:rsid w:val="00EB400E"/>
    <w:rsid w:val="00EB4378"/>
    <w:rsid w:val="00EB5690"/>
    <w:rsid w:val="00EB5E09"/>
    <w:rsid w:val="00EB7A51"/>
    <w:rsid w:val="00EC012D"/>
    <w:rsid w:val="00EC087B"/>
    <w:rsid w:val="00EC0D7A"/>
    <w:rsid w:val="00EC0E90"/>
    <w:rsid w:val="00EC1D33"/>
    <w:rsid w:val="00EC2606"/>
    <w:rsid w:val="00EC3318"/>
    <w:rsid w:val="00EC3918"/>
    <w:rsid w:val="00EC5435"/>
    <w:rsid w:val="00EC6E57"/>
    <w:rsid w:val="00EC7523"/>
    <w:rsid w:val="00EC790A"/>
    <w:rsid w:val="00EC7925"/>
    <w:rsid w:val="00ED0AF9"/>
    <w:rsid w:val="00ED138E"/>
    <w:rsid w:val="00ED211C"/>
    <w:rsid w:val="00ED231C"/>
    <w:rsid w:val="00ED25C1"/>
    <w:rsid w:val="00ED3EDF"/>
    <w:rsid w:val="00ED4476"/>
    <w:rsid w:val="00ED56C4"/>
    <w:rsid w:val="00ED5AC6"/>
    <w:rsid w:val="00ED69DB"/>
    <w:rsid w:val="00ED7516"/>
    <w:rsid w:val="00EE0006"/>
    <w:rsid w:val="00EE1F65"/>
    <w:rsid w:val="00EE3EA0"/>
    <w:rsid w:val="00EE6130"/>
    <w:rsid w:val="00EF00B6"/>
    <w:rsid w:val="00EF020F"/>
    <w:rsid w:val="00EF074C"/>
    <w:rsid w:val="00EF0BBE"/>
    <w:rsid w:val="00EF1AE1"/>
    <w:rsid w:val="00EF5D45"/>
    <w:rsid w:val="00EF6884"/>
    <w:rsid w:val="00EF7B85"/>
    <w:rsid w:val="00F0140B"/>
    <w:rsid w:val="00F01E70"/>
    <w:rsid w:val="00F02566"/>
    <w:rsid w:val="00F02E8D"/>
    <w:rsid w:val="00F0356C"/>
    <w:rsid w:val="00F04139"/>
    <w:rsid w:val="00F041C3"/>
    <w:rsid w:val="00F05357"/>
    <w:rsid w:val="00F0665F"/>
    <w:rsid w:val="00F07055"/>
    <w:rsid w:val="00F0711D"/>
    <w:rsid w:val="00F10FA2"/>
    <w:rsid w:val="00F126D5"/>
    <w:rsid w:val="00F12E17"/>
    <w:rsid w:val="00F136AD"/>
    <w:rsid w:val="00F143F4"/>
    <w:rsid w:val="00F14D49"/>
    <w:rsid w:val="00F1543C"/>
    <w:rsid w:val="00F166CE"/>
    <w:rsid w:val="00F16CE4"/>
    <w:rsid w:val="00F17BDF"/>
    <w:rsid w:val="00F17D51"/>
    <w:rsid w:val="00F2097D"/>
    <w:rsid w:val="00F21516"/>
    <w:rsid w:val="00F22563"/>
    <w:rsid w:val="00F2394A"/>
    <w:rsid w:val="00F24925"/>
    <w:rsid w:val="00F25269"/>
    <w:rsid w:val="00F2560E"/>
    <w:rsid w:val="00F2566C"/>
    <w:rsid w:val="00F26C46"/>
    <w:rsid w:val="00F27418"/>
    <w:rsid w:val="00F30ADC"/>
    <w:rsid w:val="00F3189A"/>
    <w:rsid w:val="00F3209C"/>
    <w:rsid w:val="00F32B59"/>
    <w:rsid w:val="00F33C80"/>
    <w:rsid w:val="00F34F55"/>
    <w:rsid w:val="00F350EA"/>
    <w:rsid w:val="00F35562"/>
    <w:rsid w:val="00F35BE0"/>
    <w:rsid w:val="00F35D9C"/>
    <w:rsid w:val="00F37638"/>
    <w:rsid w:val="00F401D5"/>
    <w:rsid w:val="00F455FC"/>
    <w:rsid w:val="00F45F05"/>
    <w:rsid w:val="00F460DA"/>
    <w:rsid w:val="00F46D08"/>
    <w:rsid w:val="00F50656"/>
    <w:rsid w:val="00F520AD"/>
    <w:rsid w:val="00F52CAE"/>
    <w:rsid w:val="00F52EE3"/>
    <w:rsid w:val="00F536D8"/>
    <w:rsid w:val="00F538E8"/>
    <w:rsid w:val="00F53A1A"/>
    <w:rsid w:val="00F54BA6"/>
    <w:rsid w:val="00F5552E"/>
    <w:rsid w:val="00F55FB5"/>
    <w:rsid w:val="00F56552"/>
    <w:rsid w:val="00F6001C"/>
    <w:rsid w:val="00F6093C"/>
    <w:rsid w:val="00F60A03"/>
    <w:rsid w:val="00F62A01"/>
    <w:rsid w:val="00F634BD"/>
    <w:rsid w:val="00F63A8C"/>
    <w:rsid w:val="00F657F6"/>
    <w:rsid w:val="00F65CAC"/>
    <w:rsid w:val="00F65DFB"/>
    <w:rsid w:val="00F70951"/>
    <w:rsid w:val="00F71192"/>
    <w:rsid w:val="00F71B21"/>
    <w:rsid w:val="00F72494"/>
    <w:rsid w:val="00F7254B"/>
    <w:rsid w:val="00F7346D"/>
    <w:rsid w:val="00F7379E"/>
    <w:rsid w:val="00F73C45"/>
    <w:rsid w:val="00F75061"/>
    <w:rsid w:val="00F761C2"/>
    <w:rsid w:val="00F77732"/>
    <w:rsid w:val="00F77CDD"/>
    <w:rsid w:val="00F77CF6"/>
    <w:rsid w:val="00F77FF4"/>
    <w:rsid w:val="00F80B4A"/>
    <w:rsid w:val="00F81ADF"/>
    <w:rsid w:val="00F81DCF"/>
    <w:rsid w:val="00F829C8"/>
    <w:rsid w:val="00F82E59"/>
    <w:rsid w:val="00F83313"/>
    <w:rsid w:val="00F8392E"/>
    <w:rsid w:val="00F84B47"/>
    <w:rsid w:val="00F8641D"/>
    <w:rsid w:val="00F8681B"/>
    <w:rsid w:val="00F86CAE"/>
    <w:rsid w:val="00F874CB"/>
    <w:rsid w:val="00F879CE"/>
    <w:rsid w:val="00F87A1B"/>
    <w:rsid w:val="00F904BF"/>
    <w:rsid w:val="00F908BF"/>
    <w:rsid w:val="00F909CA"/>
    <w:rsid w:val="00F90EFC"/>
    <w:rsid w:val="00F92262"/>
    <w:rsid w:val="00F9365D"/>
    <w:rsid w:val="00F93F6B"/>
    <w:rsid w:val="00F94101"/>
    <w:rsid w:val="00F94270"/>
    <w:rsid w:val="00F945F6"/>
    <w:rsid w:val="00F96531"/>
    <w:rsid w:val="00F97860"/>
    <w:rsid w:val="00FA0039"/>
    <w:rsid w:val="00FA04DD"/>
    <w:rsid w:val="00FA0C68"/>
    <w:rsid w:val="00FA1B48"/>
    <w:rsid w:val="00FA2240"/>
    <w:rsid w:val="00FA22F9"/>
    <w:rsid w:val="00FA3A7E"/>
    <w:rsid w:val="00FA4BCF"/>
    <w:rsid w:val="00FA5C2F"/>
    <w:rsid w:val="00FA75D0"/>
    <w:rsid w:val="00FA780F"/>
    <w:rsid w:val="00FA7E26"/>
    <w:rsid w:val="00FB0B75"/>
    <w:rsid w:val="00FB0C04"/>
    <w:rsid w:val="00FB1348"/>
    <w:rsid w:val="00FB24FD"/>
    <w:rsid w:val="00FB2CD4"/>
    <w:rsid w:val="00FB2FC8"/>
    <w:rsid w:val="00FB4133"/>
    <w:rsid w:val="00FB45FC"/>
    <w:rsid w:val="00FB7062"/>
    <w:rsid w:val="00FC50CD"/>
    <w:rsid w:val="00FC573F"/>
    <w:rsid w:val="00FC615C"/>
    <w:rsid w:val="00FC67F0"/>
    <w:rsid w:val="00FD0AA7"/>
    <w:rsid w:val="00FD1C99"/>
    <w:rsid w:val="00FD2609"/>
    <w:rsid w:val="00FD3506"/>
    <w:rsid w:val="00FD3510"/>
    <w:rsid w:val="00FD354F"/>
    <w:rsid w:val="00FD4656"/>
    <w:rsid w:val="00FD5B60"/>
    <w:rsid w:val="00FD5F2D"/>
    <w:rsid w:val="00FD629C"/>
    <w:rsid w:val="00FD7518"/>
    <w:rsid w:val="00FE02ED"/>
    <w:rsid w:val="00FE04E5"/>
    <w:rsid w:val="00FE0FAA"/>
    <w:rsid w:val="00FE15F2"/>
    <w:rsid w:val="00FE2E0D"/>
    <w:rsid w:val="00FE444C"/>
    <w:rsid w:val="00FE4C5B"/>
    <w:rsid w:val="00FE674E"/>
    <w:rsid w:val="00FE6C72"/>
    <w:rsid w:val="00FF02BC"/>
    <w:rsid w:val="00FF03FC"/>
    <w:rsid w:val="00FF0856"/>
    <w:rsid w:val="00FF1E8F"/>
    <w:rsid w:val="00FF371E"/>
    <w:rsid w:val="00FF387B"/>
    <w:rsid w:val="00FF44DF"/>
    <w:rsid w:val="00FF4D74"/>
    <w:rsid w:val="00FF6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FA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33F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33F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33FA2"/>
    <w:pPr>
      <w:keepNext/>
      <w:jc w:val="center"/>
      <w:outlineLvl w:val="4"/>
    </w:pPr>
    <w:rPr>
      <w:b/>
      <w:sz w:val="36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33FA2"/>
    <w:pPr>
      <w:keepNext/>
      <w:outlineLvl w:val="6"/>
    </w:pPr>
    <w:rPr>
      <w:b/>
      <w:i/>
      <w:sz w:val="28"/>
      <w:szCs w:val="20"/>
      <w:lang w:val="uk-U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33FA2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33FA2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33FA2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33FA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33FA2"/>
    <w:rPr>
      <w:rFonts w:ascii="Times New Roman" w:hAnsi="Times New Roman" w:cs="Times New Roman"/>
      <w:b/>
      <w:i/>
      <w:sz w:val="20"/>
      <w:szCs w:val="20"/>
      <w:lang w:val="uk-UA"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33FA2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B81A12"/>
    <w:pPr>
      <w:ind w:firstLine="567"/>
      <w:jc w:val="both"/>
    </w:pPr>
    <w:rPr>
      <w:sz w:val="28"/>
      <w:szCs w:val="20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81A12"/>
    <w:rPr>
      <w:rFonts w:ascii="Times New Roman" w:hAnsi="Times New Roman" w:cs="Times New Roman"/>
      <w:sz w:val="20"/>
      <w:szCs w:val="20"/>
      <w:lang w:val="uk-UA" w:eastAsia="ru-RU"/>
    </w:rPr>
  </w:style>
  <w:style w:type="paragraph" w:styleId="Subtitle">
    <w:name w:val="Subtitle"/>
    <w:basedOn w:val="Normal"/>
    <w:link w:val="SubtitleChar"/>
    <w:uiPriority w:val="99"/>
    <w:qFormat/>
    <w:rsid w:val="00B81A12"/>
    <w:pPr>
      <w:jc w:val="center"/>
    </w:pPr>
    <w:rPr>
      <w:sz w:val="22"/>
      <w:szCs w:val="20"/>
      <w:u w:val="single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81A12"/>
    <w:rPr>
      <w:rFonts w:ascii="Times New Roman" w:hAnsi="Times New Roman" w:cs="Times New Roman"/>
      <w:sz w:val="20"/>
      <w:szCs w:val="20"/>
      <w:u w:val="single"/>
      <w:lang w:eastAsia="ru-RU"/>
    </w:rPr>
  </w:style>
  <w:style w:type="paragraph" w:styleId="ListParagraph">
    <w:name w:val="List Paragraph"/>
    <w:basedOn w:val="Normal"/>
    <w:uiPriority w:val="99"/>
    <w:qFormat/>
    <w:rsid w:val="00FE04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181</TotalTime>
  <Pages>1</Pages>
  <Words>257</Words>
  <Characters>1470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ch09</cp:lastModifiedBy>
  <cp:revision>18</cp:revision>
  <cp:lastPrinted>2014-02-08T07:43:00Z</cp:lastPrinted>
  <dcterms:created xsi:type="dcterms:W3CDTF">2014-02-04T14:33:00Z</dcterms:created>
  <dcterms:modified xsi:type="dcterms:W3CDTF">2014-03-17T12:51:00Z</dcterms:modified>
</cp:coreProperties>
</file>