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31" w:rsidRDefault="00CB3F31" w:rsidP="005D0B9E">
      <w:pPr>
        <w:jc w:val="center"/>
      </w:pPr>
      <w: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4" o:title=""/>
          </v:shape>
          <o:OLEObject Type="Embed" ProgID="Word.Picture.8" ShapeID="_x0000_i1025" DrawAspect="Content" ObjectID="_1479811464" r:id="rId5"/>
        </w:object>
      </w:r>
    </w:p>
    <w:p w:rsidR="00CB3F31" w:rsidRDefault="00CB3F31" w:rsidP="005D0B9E">
      <w:pPr>
        <w:jc w:val="center"/>
        <w:rPr>
          <w:b/>
          <w:sz w:val="22"/>
        </w:rPr>
      </w:pPr>
    </w:p>
    <w:p w:rsidR="00CB3F31" w:rsidRDefault="00CB3F31" w:rsidP="005D0B9E">
      <w:pPr>
        <w:pStyle w:val="Heading8"/>
      </w:pPr>
      <w:r>
        <w:t>У  К  Р  А  Ї  Н  А</w:t>
      </w:r>
    </w:p>
    <w:p w:rsidR="00CB3F31" w:rsidRDefault="00CB3F31" w:rsidP="005D0B9E">
      <w:pPr>
        <w:jc w:val="center"/>
        <w:rPr>
          <w:b/>
          <w:sz w:val="32"/>
        </w:rPr>
      </w:pPr>
    </w:p>
    <w:p w:rsidR="00CB3F31" w:rsidRDefault="00CB3F31" w:rsidP="005D0B9E">
      <w:pPr>
        <w:jc w:val="center"/>
        <w:rPr>
          <w:b/>
        </w:rPr>
      </w:pPr>
      <w:r>
        <w:rPr>
          <w:b/>
          <w:sz w:val="32"/>
        </w:rPr>
        <w:t>А р т е м і в с ь к а   м і с ь к а   р а д а</w:t>
      </w:r>
      <w:r>
        <w:rPr>
          <w:b/>
        </w:rPr>
        <w:t xml:space="preserve"> </w:t>
      </w:r>
    </w:p>
    <w:p w:rsidR="00CB3F31" w:rsidRDefault="00CB3F31" w:rsidP="005D0B9E">
      <w:pPr>
        <w:jc w:val="center"/>
        <w:rPr>
          <w:b/>
          <w:sz w:val="24"/>
        </w:rPr>
      </w:pPr>
    </w:p>
    <w:p w:rsidR="00CB3F31" w:rsidRDefault="00CB3F31" w:rsidP="005D0B9E">
      <w:pPr>
        <w:pStyle w:val="Heading2"/>
        <w:rPr>
          <w:sz w:val="36"/>
        </w:rPr>
      </w:pPr>
      <w:r>
        <w:rPr>
          <w:sz w:val="36"/>
        </w:rPr>
        <w:t>ВИКОНАВЧИЙ  КОМІТЕТ</w:t>
      </w:r>
    </w:p>
    <w:p w:rsidR="00CB3F31" w:rsidRDefault="00CB3F31" w:rsidP="005D0B9E">
      <w:pPr>
        <w:jc w:val="center"/>
        <w:rPr>
          <w:b/>
        </w:rPr>
      </w:pPr>
    </w:p>
    <w:p w:rsidR="00CB3F31" w:rsidRDefault="00CB3F31" w:rsidP="005D0B9E">
      <w:pPr>
        <w:jc w:val="center"/>
        <w:rPr>
          <w:b/>
          <w:sz w:val="52"/>
        </w:rPr>
      </w:pPr>
      <w:r>
        <w:rPr>
          <w:b/>
          <w:sz w:val="52"/>
        </w:rPr>
        <w:t>Р І Ш Е Н Н Я</w:t>
      </w:r>
    </w:p>
    <w:p w:rsidR="00CB3F31" w:rsidRDefault="00CB3F31" w:rsidP="005D0B9E">
      <w:pPr>
        <w:jc w:val="center"/>
        <w:rPr>
          <w:b/>
          <w:sz w:val="16"/>
        </w:rPr>
      </w:pPr>
    </w:p>
    <w:p w:rsidR="00CB3F31" w:rsidRDefault="00CB3F31" w:rsidP="005D0B9E">
      <w:pPr>
        <w:rPr>
          <w:sz w:val="28"/>
        </w:rPr>
      </w:pPr>
      <w:r>
        <w:rPr>
          <w:sz w:val="28"/>
        </w:rPr>
        <w:t>10.12. 201</w:t>
      </w:r>
      <w:r>
        <w:rPr>
          <w:sz w:val="28"/>
          <w:lang w:val="ru-RU"/>
        </w:rPr>
        <w:t>4</w:t>
      </w:r>
      <w:r>
        <w:rPr>
          <w:sz w:val="28"/>
        </w:rPr>
        <w:t xml:space="preserve">  №_</w:t>
      </w:r>
      <w:r w:rsidRPr="006A23FF">
        <w:rPr>
          <w:sz w:val="28"/>
          <w:u w:val="single"/>
        </w:rPr>
        <w:t>276</w:t>
      </w:r>
      <w:r>
        <w:rPr>
          <w:sz w:val="28"/>
        </w:rPr>
        <w:t>__</w:t>
      </w:r>
    </w:p>
    <w:p w:rsidR="00CB3F31" w:rsidRDefault="00CB3F31" w:rsidP="005D0B9E">
      <w:pPr>
        <w:rPr>
          <w:sz w:val="28"/>
        </w:rPr>
      </w:pPr>
      <w:r>
        <w:rPr>
          <w:sz w:val="28"/>
        </w:rPr>
        <w:t>м. Артемівськ</w:t>
      </w:r>
    </w:p>
    <w:p w:rsidR="00CB3F31" w:rsidRDefault="00CB3F31" w:rsidP="005D0B9E">
      <w:pPr>
        <w:rPr>
          <w:sz w:val="28"/>
        </w:rPr>
      </w:pPr>
    </w:p>
    <w:tbl>
      <w:tblPr>
        <w:tblW w:w="9704" w:type="dxa"/>
        <w:tblLook w:val="01E0"/>
      </w:tblPr>
      <w:tblGrid>
        <w:gridCol w:w="8332"/>
        <w:gridCol w:w="236"/>
        <w:gridCol w:w="1136"/>
      </w:tblGrid>
      <w:tr w:rsidR="00CB3F31" w:rsidTr="00C02C71">
        <w:tc>
          <w:tcPr>
            <w:tcW w:w="8332" w:type="dxa"/>
          </w:tcPr>
          <w:p w:rsidR="00CB3F31" w:rsidRDefault="00CB3F31" w:rsidP="006A4DF9">
            <w:pPr>
              <w:tabs>
                <w:tab w:val="left" w:pos="6804"/>
              </w:tabs>
              <w:ind w:right="500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Про внесення змін до складу </w:t>
            </w:r>
            <w:r>
              <w:rPr>
                <w:b/>
                <w:i/>
                <w:sz w:val="28"/>
                <w:szCs w:val="28"/>
              </w:rPr>
              <w:t xml:space="preserve">  ради з питань молодіжної політики </w:t>
            </w:r>
          </w:p>
        </w:tc>
        <w:tc>
          <w:tcPr>
            <w:tcW w:w="236" w:type="dxa"/>
          </w:tcPr>
          <w:p w:rsidR="00CB3F31" w:rsidRDefault="00CB3F31" w:rsidP="00C02C71"/>
        </w:tc>
        <w:tc>
          <w:tcPr>
            <w:tcW w:w="1136" w:type="dxa"/>
          </w:tcPr>
          <w:p w:rsidR="00CB3F31" w:rsidRDefault="00CB3F31" w:rsidP="00C02C71"/>
        </w:tc>
      </w:tr>
    </w:tbl>
    <w:p w:rsidR="00CB3F31" w:rsidRDefault="00CB3F31" w:rsidP="005D0B9E">
      <w:pPr>
        <w:rPr>
          <w:b/>
          <w:i/>
          <w:sz w:val="28"/>
          <w:szCs w:val="28"/>
        </w:rPr>
      </w:pPr>
    </w:p>
    <w:p w:rsidR="00CB3F31" w:rsidRDefault="00CB3F31" w:rsidP="005D0B9E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Розглянувши службову записку від </w:t>
      </w:r>
      <w:r w:rsidRPr="00203A52">
        <w:rPr>
          <w:sz w:val="28"/>
          <w:szCs w:val="28"/>
        </w:rPr>
        <w:t>03.11.2014 № 01-3489-06</w:t>
      </w:r>
      <w:r>
        <w:rPr>
          <w:sz w:val="28"/>
          <w:szCs w:val="28"/>
        </w:rPr>
        <w:t xml:space="preserve"> начальника управління молодіжної політики та у справах дітей Артемівської міської ради Махничевої Л.О. щодо внесення змін до  складу ради з питань молодіжної політики (далі - рада), затвердженого рішенням виконкому Артемівської міської ради від 12.02.2014 № 40, із внесеними до нього змінами, у зв’язку із кадровими змінами, які відбулися у складі ради, відповідно до Положення про раду з питань молодіжної політики, затвердженого рішенням виконкому Артемівської міської ради від 12.06.2013 № 170, керуючись ст. ст. 32, 34, 52 Закону України від 21.05.97 № 280/97-ВР "Про місцеве самоврядування в Україні" із внесеними до нього змінами, виконком Артемівської міської ради</w:t>
      </w:r>
    </w:p>
    <w:p w:rsidR="00CB3F31" w:rsidRDefault="00CB3F31" w:rsidP="005D0B9E">
      <w:pPr>
        <w:jc w:val="both"/>
        <w:rPr>
          <w:sz w:val="28"/>
          <w:szCs w:val="28"/>
        </w:rPr>
      </w:pPr>
    </w:p>
    <w:p w:rsidR="00CB3F31" w:rsidRDefault="00CB3F31" w:rsidP="005D0B9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B3F31" w:rsidRDefault="00CB3F31" w:rsidP="005D0B9E">
      <w:pPr>
        <w:ind w:firstLine="720"/>
        <w:jc w:val="both"/>
        <w:rPr>
          <w:sz w:val="28"/>
          <w:szCs w:val="28"/>
        </w:rPr>
      </w:pPr>
    </w:p>
    <w:p w:rsidR="00CB3F31" w:rsidRDefault="00CB3F31" w:rsidP="005D0B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та затвердити зміни до складу ради з питань молодіжної політики, затвердженого рішенням виконкому Артемівської міської ради від 12.02.2014 № 40, із змінами, внесеними до нього рішенням виконкому Артемівської міської ради від 09.07.2014 № 165:</w:t>
      </w:r>
    </w:p>
    <w:p w:rsidR="00CB3F31" w:rsidRDefault="00CB3F31" w:rsidP="005D0B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Вивести зі складу ради: </w:t>
      </w:r>
      <w:r>
        <w:rPr>
          <w:sz w:val="28"/>
          <w:szCs w:val="28"/>
          <w:lang w:val="ru-RU"/>
        </w:rPr>
        <w:t>Новікова Олександра Олексійовича</w:t>
      </w:r>
      <w:r>
        <w:rPr>
          <w:sz w:val="28"/>
          <w:szCs w:val="28"/>
        </w:rPr>
        <w:t>.</w:t>
      </w:r>
    </w:p>
    <w:p w:rsidR="00CB3F31" w:rsidRDefault="00CB3F31" w:rsidP="005D0B9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Ввести до складу ради </w:t>
      </w:r>
      <w:r w:rsidRPr="00BF4B7F">
        <w:rPr>
          <w:sz w:val="28"/>
          <w:szCs w:val="28"/>
        </w:rPr>
        <w:t>Максименко Марину Сергіївну</w:t>
      </w:r>
      <w:r>
        <w:rPr>
          <w:sz w:val="28"/>
          <w:szCs w:val="28"/>
        </w:rPr>
        <w:t xml:space="preserve"> – начальника відділу культури Артемівської міської ради.</w:t>
      </w:r>
    </w:p>
    <w:p w:rsidR="00CB3F31" w:rsidRDefault="00CB3F31" w:rsidP="005D0B9E">
      <w:pPr>
        <w:ind w:firstLine="720"/>
        <w:jc w:val="both"/>
        <w:rPr>
          <w:sz w:val="16"/>
          <w:szCs w:val="16"/>
        </w:rPr>
      </w:pPr>
      <w:r>
        <w:rPr>
          <w:sz w:val="28"/>
          <w:szCs w:val="28"/>
        </w:rPr>
        <w:t>2. Організаційне виконання рішення покласти на управління молодіжної політики та у справах дітей Артемівської міської ради (Махничева).</w:t>
      </w:r>
    </w:p>
    <w:p w:rsidR="00CB3F31" w:rsidRPr="003356E7" w:rsidRDefault="00CB3F31" w:rsidP="005D0B9E">
      <w:pPr>
        <w:ind w:firstLine="720"/>
        <w:jc w:val="both"/>
        <w:rPr>
          <w:sz w:val="16"/>
          <w:szCs w:val="16"/>
          <w:lang w:val="ru-RU"/>
        </w:rPr>
      </w:pPr>
      <w:r w:rsidRPr="003356E7">
        <w:rPr>
          <w:sz w:val="28"/>
          <w:szCs w:val="28"/>
          <w:lang w:val="ru-RU"/>
        </w:rPr>
        <w:t xml:space="preserve"> </w:t>
      </w:r>
    </w:p>
    <w:p w:rsidR="00CB3F31" w:rsidRDefault="00CB3F31" w:rsidP="005D0B9E">
      <w:pPr>
        <w:jc w:val="both"/>
        <w:rPr>
          <w:b/>
          <w:bCs/>
          <w:iCs/>
          <w:sz w:val="28"/>
          <w:szCs w:val="28"/>
          <w:lang w:val="ru-RU"/>
        </w:rPr>
      </w:pPr>
    </w:p>
    <w:p w:rsidR="00CB3F31" w:rsidRPr="003356E7" w:rsidRDefault="00CB3F31" w:rsidP="005D0B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9065F3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іськ</w:t>
      </w:r>
      <w:r w:rsidRPr="009065F3">
        <w:rPr>
          <w:b/>
          <w:sz w:val="28"/>
          <w:szCs w:val="28"/>
        </w:rPr>
        <w:t xml:space="preserve">ий </w:t>
      </w:r>
      <w:r>
        <w:rPr>
          <w:b/>
          <w:sz w:val="28"/>
          <w:szCs w:val="28"/>
        </w:rPr>
        <w:t xml:space="preserve"> голов</w:t>
      </w:r>
      <w:r w:rsidRPr="009065F3">
        <w:rPr>
          <w:b/>
          <w:sz w:val="28"/>
          <w:szCs w:val="28"/>
        </w:rPr>
        <w:t>а</w:t>
      </w:r>
      <w:r w:rsidRPr="003356E7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  <w:lang w:val="ru-RU"/>
        </w:rPr>
        <w:t xml:space="preserve">               </w:t>
      </w:r>
      <w:r>
        <w:rPr>
          <w:b/>
          <w:sz w:val="28"/>
          <w:szCs w:val="28"/>
        </w:rPr>
        <w:t>О.</w:t>
      </w:r>
      <w:r w:rsidRPr="009065F3">
        <w:rPr>
          <w:b/>
          <w:sz w:val="28"/>
          <w:szCs w:val="28"/>
        </w:rPr>
        <w:t>О.</w:t>
      </w:r>
      <w:r>
        <w:rPr>
          <w:b/>
          <w:sz w:val="28"/>
          <w:szCs w:val="28"/>
          <w:lang w:val="ru-RU"/>
        </w:rPr>
        <w:t>Рева</w:t>
      </w:r>
      <w:r w:rsidRPr="003356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356E7">
        <w:rPr>
          <w:b/>
          <w:sz w:val="28"/>
          <w:szCs w:val="28"/>
        </w:rPr>
        <w:t xml:space="preserve"> </w:t>
      </w:r>
    </w:p>
    <w:p w:rsidR="00CB3F31" w:rsidRDefault="00CB3F31" w:rsidP="005D0B9E"/>
    <w:p w:rsidR="00CB3F31" w:rsidRDefault="00CB3F31"/>
    <w:sectPr w:rsidR="00CB3F31" w:rsidSect="006F2CED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B9E"/>
    <w:rsid w:val="0000115D"/>
    <w:rsid w:val="00003C87"/>
    <w:rsid w:val="00003FE3"/>
    <w:rsid w:val="000107BF"/>
    <w:rsid w:val="00014F38"/>
    <w:rsid w:val="000161D2"/>
    <w:rsid w:val="000164DB"/>
    <w:rsid w:val="00022625"/>
    <w:rsid w:val="00024E11"/>
    <w:rsid w:val="00025780"/>
    <w:rsid w:val="00037BA9"/>
    <w:rsid w:val="00042A9D"/>
    <w:rsid w:val="0004499E"/>
    <w:rsid w:val="00061141"/>
    <w:rsid w:val="00062604"/>
    <w:rsid w:val="00063718"/>
    <w:rsid w:val="00064E4E"/>
    <w:rsid w:val="00067029"/>
    <w:rsid w:val="00071060"/>
    <w:rsid w:val="00073711"/>
    <w:rsid w:val="00085413"/>
    <w:rsid w:val="00086DEC"/>
    <w:rsid w:val="00093381"/>
    <w:rsid w:val="00095368"/>
    <w:rsid w:val="00095E8A"/>
    <w:rsid w:val="000977AD"/>
    <w:rsid w:val="000978B8"/>
    <w:rsid w:val="00097D70"/>
    <w:rsid w:val="000A7A98"/>
    <w:rsid w:val="000B079A"/>
    <w:rsid w:val="000B3253"/>
    <w:rsid w:val="000B6DA3"/>
    <w:rsid w:val="000C23E2"/>
    <w:rsid w:val="000C275A"/>
    <w:rsid w:val="000C36F1"/>
    <w:rsid w:val="000D5D7D"/>
    <w:rsid w:val="000D687D"/>
    <w:rsid w:val="000D6BC7"/>
    <w:rsid w:val="000E0743"/>
    <w:rsid w:val="000E1E69"/>
    <w:rsid w:val="000E4CCA"/>
    <w:rsid w:val="000E6BD4"/>
    <w:rsid w:val="000E6D92"/>
    <w:rsid w:val="000F2C85"/>
    <w:rsid w:val="000F37AF"/>
    <w:rsid w:val="00104589"/>
    <w:rsid w:val="0010517A"/>
    <w:rsid w:val="0010573B"/>
    <w:rsid w:val="00105896"/>
    <w:rsid w:val="00106B4C"/>
    <w:rsid w:val="0011103A"/>
    <w:rsid w:val="00113A70"/>
    <w:rsid w:val="001157DA"/>
    <w:rsid w:val="00116BBD"/>
    <w:rsid w:val="00117004"/>
    <w:rsid w:val="00117024"/>
    <w:rsid w:val="00123E32"/>
    <w:rsid w:val="001331F7"/>
    <w:rsid w:val="00135487"/>
    <w:rsid w:val="0013637B"/>
    <w:rsid w:val="001369C6"/>
    <w:rsid w:val="0014023E"/>
    <w:rsid w:val="00142552"/>
    <w:rsid w:val="00147109"/>
    <w:rsid w:val="001474EA"/>
    <w:rsid w:val="00147E4F"/>
    <w:rsid w:val="00151FA8"/>
    <w:rsid w:val="00153109"/>
    <w:rsid w:val="00153690"/>
    <w:rsid w:val="001541E0"/>
    <w:rsid w:val="00155239"/>
    <w:rsid w:val="00155FC5"/>
    <w:rsid w:val="00164A27"/>
    <w:rsid w:val="00164F0C"/>
    <w:rsid w:val="00171529"/>
    <w:rsid w:val="00173BE4"/>
    <w:rsid w:val="0017601E"/>
    <w:rsid w:val="00176810"/>
    <w:rsid w:val="00181661"/>
    <w:rsid w:val="00181D28"/>
    <w:rsid w:val="00183E1D"/>
    <w:rsid w:val="00184F98"/>
    <w:rsid w:val="00186985"/>
    <w:rsid w:val="00187CC9"/>
    <w:rsid w:val="00190D44"/>
    <w:rsid w:val="00191648"/>
    <w:rsid w:val="00191CF4"/>
    <w:rsid w:val="00192E44"/>
    <w:rsid w:val="00195D42"/>
    <w:rsid w:val="00197918"/>
    <w:rsid w:val="001A1082"/>
    <w:rsid w:val="001A5976"/>
    <w:rsid w:val="001A688C"/>
    <w:rsid w:val="001A6E09"/>
    <w:rsid w:val="001B07C0"/>
    <w:rsid w:val="001B0EF2"/>
    <w:rsid w:val="001C0043"/>
    <w:rsid w:val="001C3616"/>
    <w:rsid w:val="001C38FA"/>
    <w:rsid w:val="001C5327"/>
    <w:rsid w:val="001D1EAD"/>
    <w:rsid w:val="001D3944"/>
    <w:rsid w:val="001D464A"/>
    <w:rsid w:val="001D517C"/>
    <w:rsid w:val="001D65DF"/>
    <w:rsid w:val="001D77F1"/>
    <w:rsid w:val="001E0E36"/>
    <w:rsid w:val="001F1E28"/>
    <w:rsid w:val="001F632E"/>
    <w:rsid w:val="001F6737"/>
    <w:rsid w:val="001F777D"/>
    <w:rsid w:val="0020004E"/>
    <w:rsid w:val="002017AE"/>
    <w:rsid w:val="002026A6"/>
    <w:rsid w:val="00203A52"/>
    <w:rsid w:val="00207398"/>
    <w:rsid w:val="0020759A"/>
    <w:rsid w:val="00214F8D"/>
    <w:rsid w:val="002227B9"/>
    <w:rsid w:val="002243B9"/>
    <w:rsid w:val="00227070"/>
    <w:rsid w:val="0022708F"/>
    <w:rsid w:val="00233C10"/>
    <w:rsid w:val="00235D74"/>
    <w:rsid w:val="0023683B"/>
    <w:rsid w:val="00237A34"/>
    <w:rsid w:val="0025364C"/>
    <w:rsid w:val="00257C2D"/>
    <w:rsid w:val="00260198"/>
    <w:rsid w:val="00261478"/>
    <w:rsid w:val="00266D94"/>
    <w:rsid w:val="002759FA"/>
    <w:rsid w:val="00276A37"/>
    <w:rsid w:val="00277A4D"/>
    <w:rsid w:val="0028259A"/>
    <w:rsid w:val="0028600C"/>
    <w:rsid w:val="00292BB5"/>
    <w:rsid w:val="00293209"/>
    <w:rsid w:val="002937BF"/>
    <w:rsid w:val="00294761"/>
    <w:rsid w:val="00294D6D"/>
    <w:rsid w:val="00295C4F"/>
    <w:rsid w:val="00296BB9"/>
    <w:rsid w:val="002A041E"/>
    <w:rsid w:val="002A39C4"/>
    <w:rsid w:val="002B1234"/>
    <w:rsid w:val="002B5C87"/>
    <w:rsid w:val="002B7E42"/>
    <w:rsid w:val="002C6C4D"/>
    <w:rsid w:val="002C6F9C"/>
    <w:rsid w:val="002D317F"/>
    <w:rsid w:val="002D7B08"/>
    <w:rsid w:val="002E0EA5"/>
    <w:rsid w:val="002E41ED"/>
    <w:rsid w:val="002E525E"/>
    <w:rsid w:val="002E65F6"/>
    <w:rsid w:val="002F56B0"/>
    <w:rsid w:val="003014DF"/>
    <w:rsid w:val="00304A10"/>
    <w:rsid w:val="0030509C"/>
    <w:rsid w:val="003056E8"/>
    <w:rsid w:val="00310350"/>
    <w:rsid w:val="00310656"/>
    <w:rsid w:val="003118A1"/>
    <w:rsid w:val="00315AE6"/>
    <w:rsid w:val="0032586E"/>
    <w:rsid w:val="00330CE4"/>
    <w:rsid w:val="00332AA1"/>
    <w:rsid w:val="00333020"/>
    <w:rsid w:val="00333814"/>
    <w:rsid w:val="003345D9"/>
    <w:rsid w:val="003356E7"/>
    <w:rsid w:val="00335A37"/>
    <w:rsid w:val="00335EF3"/>
    <w:rsid w:val="00335F00"/>
    <w:rsid w:val="003479E4"/>
    <w:rsid w:val="00347A21"/>
    <w:rsid w:val="00351364"/>
    <w:rsid w:val="00353018"/>
    <w:rsid w:val="00355B5D"/>
    <w:rsid w:val="00356973"/>
    <w:rsid w:val="00357E88"/>
    <w:rsid w:val="0036091B"/>
    <w:rsid w:val="003615BE"/>
    <w:rsid w:val="0036278C"/>
    <w:rsid w:val="00362A5B"/>
    <w:rsid w:val="00362F40"/>
    <w:rsid w:val="0036322D"/>
    <w:rsid w:val="0036496E"/>
    <w:rsid w:val="00370E5B"/>
    <w:rsid w:val="003730FA"/>
    <w:rsid w:val="00375C7F"/>
    <w:rsid w:val="00376882"/>
    <w:rsid w:val="0038424D"/>
    <w:rsid w:val="0038645B"/>
    <w:rsid w:val="003917FC"/>
    <w:rsid w:val="003954D6"/>
    <w:rsid w:val="0039713C"/>
    <w:rsid w:val="00397160"/>
    <w:rsid w:val="003A320A"/>
    <w:rsid w:val="003A773E"/>
    <w:rsid w:val="003B2A2C"/>
    <w:rsid w:val="003B48BA"/>
    <w:rsid w:val="003C0FFD"/>
    <w:rsid w:val="003C14FD"/>
    <w:rsid w:val="003C3C91"/>
    <w:rsid w:val="003C4165"/>
    <w:rsid w:val="003D1971"/>
    <w:rsid w:val="003D7806"/>
    <w:rsid w:val="003E2C63"/>
    <w:rsid w:val="003E61F4"/>
    <w:rsid w:val="003E650A"/>
    <w:rsid w:val="003E6F8C"/>
    <w:rsid w:val="003F082C"/>
    <w:rsid w:val="003F3CA0"/>
    <w:rsid w:val="003F474E"/>
    <w:rsid w:val="003F7D4E"/>
    <w:rsid w:val="00410281"/>
    <w:rsid w:val="004128C7"/>
    <w:rsid w:val="00420017"/>
    <w:rsid w:val="00424A35"/>
    <w:rsid w:val="00425C02"/>
    <w:rsid w:val="00425F27"/>
    <w:rsid w:val="0042720A"/>
    <w:rsid w:val="00432394"/>
    <w:rsid w:val="004349FC"/>
    <w:rsid w:val="004409C4"/>
    <w:rsid w:val="004410A5"/>
    <w:rsid w:val="0044498D"/>
    <w:rsid w:val="00445969"/>
    <w:rsid w:val="00445BF8"/>
    <w:rsid w:val="004514EA"/>
    <w:rsid w:val="00453CEA"/>
    <w:rsid w:val="00457FC3"/>
    <w:rsid w:val="00460EB2"/>
    <w:rsid w:val="00467640"/>
    <w:rsid w:val="00480FB3"/>
    <w:rsid w:val="00483721"/>
    <w:rsid w:val="00485552"/>
    <w:rsid w:val="004860A5"/>
    <w:rsid w:val="00486EBA"/>
    <w:rsid w:val="004871AA"/>
    <w:rsid w:val="00490B96"/>
    <w:rsid w:val="00494190"/>
    <w:rsid w:val="004B3324"/>
    <w:rsid w:val="004C1C94"/>
    <w:rsid w:val="004D3A28"/>
    <w:rsid w:val="004D6346"/>
    <w:rsid w:val="004D665F"/>
    <w:rsid w:val="004D7D3F"/>
    <w:rsid w:val="004D7D6A"/>
    <w:rsid w:val="004E04A4"/>
    <w:rsid w:val="004E7AD3"/>
    <w:rsid w:val="004F1969"/>
    <w:rsid w:val="004F4E91"/>
    <w:rsid w:val="00500EAB"/>
    <w:rsid w:val="0050196D"/>
    <w:rsid w:val="00505262"/>
    <w:rsid w:val="00507F4B"/>
    <w:rsid w:val="00520FC0"/>
    <w:rsid w:val="00523E4D"/>
    <w:rsid w:val="00525520"/>
    <w:rsid w:val="00526EC6"/>
    <w:rsid w:val="005321F9"/>
    <w:rsid w:val="00532B5D"/>
    <w:rsid w:val="005364C5"/>
    <w:rsid w:val="00537329"/>
    <w:rsid w:val="005414E3"/>
    <w:rsid w:val="00543919"/>
    <w:rsid w:val="00543FFE"/>
    <w:rsid w:val="005448CC"/>
    <w:rsid w:val="005476F9"/>
    <w:rsid w:val="00547DFE"/>
    <w:rsid w:val="00550DEB"/>
    <w:rsid w:val="00551AEF"/>
    <w:rsid w:val="00555550"/>
    <w:rsid w:val="00556847"/>
    <w:rsid w:val="0055769E"/>
    <w:rsid w:val="0055770E"/>
    <w:rsid w:val="00557739"/>
    <w:rsid w:val="00566461"/>
    <w:rsid w:val="0057214B"/>
    <w:rsid w:val="00572F33"/>
    <w:rsid w:val="005744B3"/>
    <w:rsid w:val="00586139"/>
    <w:rsid w:val="00592BD8"/>
    <w:rsid w:val="005938D6"/>
    <w:rsid w:val="005955C6"/>
    <w:rsid w:val="00595FF6"/>
    <w:rsid w:val="005A32D0"/>
    <w:rsid w:val="005A40A1"/>
    <w:rsid w:val="005A6A01"/>
    <w:rsid w:val="005A6FFB"/>
    <w:rsid w:val="005B41B8"/>
    <w:rsid w:val="005B46DB"/>
    <w:rsid w:val="005B6363"/>
    <w:rsid w:val="005B7241"/>
    <w:rsid w:val="005C0F38"/>
    <w:rsid w:val="005C1F71"/>
    <w:rsid w:val="005C4BE8"/>
    <w:rsid w:val="005C52A5"/>
    <w:rsid w:val="005C55BE"/>
    <w:rsid w:val="005D0B9E"/>
    <w:rsid w:val="005D4AD3"/>
    <w:rsid w:val="005D5FF5"/>
    <w:rsid w:val="005D62A7"/>
    <w:rsid w:val="005D67DC"/>
    <w:rsid w:val="005E0BE6"/>
    <w:rsid w:val="005E0C92"/>
    <w:rsid w:val="005E1850"/>
    <w:rsid w:val="005E2BF2"/>
    <w:rsid w:val="005E39F7"/>
    <w:rsid w:val="005E3DBA"/>
    <w:rsid w:val="005F29CB"/>
    <w:rsid w:val="005F2C31"/>
    <w:rsid w:val="005F32AF"/>
    <w:rsid w:val="005F501B"/>
    <w:rsid w:val="006016DA"/>
    <w:rsid w:val="006025C8"/>
    <w:rsid w:val="006028B4"/>
    <w:rsid w:val="00602C5B"/>
    <w:rsid w:val="00607334"/>
    <w:rsid w:val="006104CA"/>
    <w:rsid w:val="00616D20"/>
    <w:rsid w:val="00621F76"/>
    <w:rsid w:val="00622212"/>
    <w:rsid w:val="006302E8"/>
    <w:rsid w:val="00634566"/>
    <w:rsid w:val="0064200F"/>
    <w:rsid w:val="00645998"/>
    <w:rsid w:val="006554CC"/>
    <w:rsid w:val="006557B1"/>
    <w:rsid w:val="0066012D"/>
    <w:rsid w:val="006609B8"/>
    <w:rsid w:val="00670265"/>
    <w:rsid w:val="006702A1"/>
    <w:rsid w:val="00675DD3"/>
    <w:rsid w:val="00677C38"/>
    <w:rsid w:val="006811C4"/>
    <w:rsid w:val="006823F7"/>
    <w:rsid w:val="00682DF8"/>
    <w:rsid w:val="006840DE"/>
    <w:rsid w:val="00690EF1"/>
    <w:rsid w:val="00693D07"/>
    <w:rsid w:val="00695C71"/>
    <w:rsid w:val="00695CBE"/>
    <w:rsid w:val="006A0951"/>
    <w:rsid w:val="006A0B9E"/>
    <w:rsid w:val="006A23FF"/>
    <w:rsid w:val="006A46E6"/>
    <w:rsid w:val="006A4DF9"/>
    <w:rsid w:val="006A760F"/>
    <w:rsid w:val="006B2E49"/>
    <w:rsid w:val="006B5337"/>
    <w:rsid w:val="006C2A2E"/>
    <w:rsid w:val="006D43A6"/>
    <w:rsid w:val="006D51C0"/>
    <w:rsid w:val="006D6960"/>
    <w:rsid w:val="006E0715"/>
    <w:rsid w:val="006E271E"/>
    <w:rsid w:val="006E4BF4"/>
    <w:rsid w:val="006E7553"/>
    <w:rsid w:val="006F2CED"/>
    <w:rsid w:val="006F2D1F"/>
    <w:rsid w:val="006F666C"/>
    <w:rsid w:val="006F72EE"/>
    <w:rsid w:val="006F7F61"/>
    <w:rsid w:val="007021E2"/>
    <w:rsid w:val="00712FB6"/>
    <w:rsid w:val="007132AF"/>
    <w:rsid w:val="00716343"/>
    <w:rsid w:val="007238A9"/>
    <w:rsid w:val="00725BE6"/>
    <w:rsid w:val="0072662D"/>
    <w:rsid w:val="00726A39"/>
    <w:rsid w:val="0073123B"/>
    <w:rsid w:val="007314D9"/>
    <w:rsid w:val="0073179A"/>
    <w:rsid w:val="00732A37"/>
    <w:rsid w:val="007378FC"/>
    <w:rsid w:val="007429F1"/>
    <w:rsid w:val="00743FEB"/>
    <w:rsid w:val="00744434"/>
    <w:rsid w:val="007448B6"/>
    <w:rsid w:val="0074604B"/>
    <w:rsid w:val="0075084D"/>
    <w:rsid w:val="00751EF2"/>
    <w:rsid w:val="00753027"/>
    <w:rsid w:val="007549EB"/>
    <w:rsid w:val="00760D8C"/>
    <w:rsid w:val="00765C3C"/>
    <w:rsid w:val="00771000"/>
    <w:rsid w:val="00773541"/>
    <w:rsid w:val="007757F1"/>
    <w:rsid w:val="00777C61"/>
    <w:rsid w:val="00780B9D"/>
    <w:rsid w:val="007869E9"/>
    <w:rsid w:val="0079104F"/>
    <w:rsid w:val="0079118D"/>
    <w:rsid w:val="00792217"/>
    <w:rsid w:val="007931D8"/>
    <w:rsid w:val="00793DBC"/>
    <w:rsid w:val="00794498"/>
    <w:rsid w:val="007C55AD"/>
    <w:rsid w:val="007D06A6"/>
    <w:rsid w:val="007D0823"/>
    <w:rsid w:val="007D0E7A"/>
    <w:rsid w:val="007D257A"/>
    <w:rsid w:val="007E0B1C"/>
    <w:rsid w:val="007E25F8"/>
    <w:rsid w:val="007E281E"/>
    <w:rsid w:val="007E2FE7"/>
    <w:rsid w:val="007E69E6"/>
    <w:rsid w:val="007F4B83"/>
    <w:rsid w:val="00800E17"/>
    <w:rsid w:val="00801C14"/>
    <w:rsid w:val="0080322E"/>
    <w:rsid w:val="00803B5A"/>
    <w:rsid w:val="008042D3"/>
    <w:rsid w:val="00805C2A"/>
    <w:rsid w:val="0080638A"/>
    <w:rsid w:val="008071D0"/>
    <w:rsid w:val="00813398"/>
    <w:rsid w:val="0081370E"/>
    <w:rsid w:val="00816FED"/>
    <w:rsid w:val="00823A69"/>
    <w:rsid w:val="00826C75"/>
    <w:rsid w:val="008301CE"/>
    <w:rsid w:val="008303EF"/>
    <w:rsid w:val="0083390E"/>
    <w:rsid w:val="008343E9"/>
    <w:rsid w:val="0084035D"/>
    <w:rsid w:val="0084230F"/>
    <w:rsid w:val="00845858"/>
    <w:rsid w:val="0085032D"/>
    <w:rsid w:val="00850AF6"/>
    <w:rsid w:val="00855ABC"/>
    <w:rsid w:val="008570C9"/>
    <w:rsid w:val="00857623"/>
    <w:rsid w:val="00857FD2"/>
    <w:rsid w:val="00866FDC"/>
    <w:rsid w:val="00871AB3"/>
    <w:rsid w:val="00872389"/>
    <w:rsid w:val="00875F99"/>
    <w:rsid w:val="00877DEF"/>
    <w:rsid w:val="00882775"/>
    <w:rsid w:val="008833C7"/>
    <w:rsid w:val="00890906"/>
    <w:rsid w:val="00895B51"/>
    <w:rsid w:val="00895C95"/>
    <w:rsid w:val="00895FEF"/>
    <w:rsid w:val="008A514E"/>
    <w:rsid w:val="008A75DB"/>
    <w:rsid w:val="008B47ED"/>
    <w:rsid w:val="008B5961"/>
    <w:rsid w:val="008C11B1"/>
    <w:rsid w:val="008C1AF1"/>
    <w:rsid w:val="008C7825"/>
    <w:rsid w:val="008C792A"/>
    <w:rsid w:val="008D3FF0"/>
    <w:rsid w:val="008D5194"/>
    <w:rsid w:val="008D770D"/>
    <w:rsid w:val="008E278D"/>
    <w:rsid w:val="008E3CF5"/>
    <w:rsid w:val="008E5094"/>
    <w:rsid w:val="008E5EF3"/>
    <w:rsid w:val="008F291D"/>
    <w:rsid w:val="008F7BD6"/>
    <w:rsid w:val="00902F3A"/>
    <w:rsid w:val="009065DE"/>
    <w:rsid w:val="009065F3"/>
    <w:rsid w:val="009137B1"/>
    <w:rsid w:val="009154BE"/>
    <w:rsid w:val="00916585"/>
    <w:rsid w:val="00920BC7"/>
    <w:rsid w:val="00920DC4"/>
    <w:rsid w:val="0092741D"/>
    <w:rsid w:val="00930012"/>
    <w:rsid w:val="0093553D"/>
    <w:rsid w:val="009365AE"/>
    <w:rsid w:val="0094209A"/>
    <w:rsid w:val="00945128"/>
    <w:rsid w:val="0095350A"/>
    <w:rsid w:val="00953C54"/>
    <w:rsid w:val="00954515"/>
    <w:rsid w:val="0095663D"/>
    <w:rsid w:val="00956994"/>
    <w:rsid w:val="009579FD"/>
    <w:rsid w:val="009605BC"/>
    <w:rsid w:val="0096196C"/>
    <w:rsid w:val="00964070"/>
    <w:rsid w:val="00964AB1"/>
    <w:rsid w:val="00965DA9"/>
    <w:rsid w:val="00970720"/>
    <w:rsid w:val="00971E0A"/>
    <w:rsid w:val="00972D6D"/>
    <w:rsid w:val="00974FCA"/>
    <w:rsid w:val="00977874"/>
    <w:rsid w:val="009817FD"/>
    <w:rsid w:val="00982EA7"/>
    <w:rsid w:val="0098432D"/>
    <w:rsid w:val="00986CC1"/>
    <w:rsid w:val="00990467"/>
    <w:rsid w:val="00992F9F"/>
    <w:rsid w:val="009931D6"/>
    <w:rsid w:val="009932F2"/>
    <w:rsid w:val="00993C46"/>
    <w:rsid w:val="00994955"/>
    <w:rsid w:val="00996E3A"/>
    <w:rsid w:val="009A0432"/>
    <w:rsid w:val="009A1677"/>
    <w:rsid w:val="009A1C74"/>
    <w:rsid w:val="009A52D5"/>
    <w:rsid w:val="009A5A9D"/>
    <w:rsid w:val="009A6AD0"/>
    <w:rsid w:val="009B0E2F"/>
    <w:rsid w:val="009B2299"/>
    <w:rsid w:val="009B371F"/>
    <w:rsid w:val="009B4B19"/>
    <w:rsid w:val="009B54A4"/>
    <w:rsid w:val="009B7072"/>
    <w:rsid w:val="009B70FC"/>
    <w:rsid w:val="009C0F34"/>
    <w:rsid w:val="009C42DA"/>
    <w:rsid w:val="009C4A92"/>
    <w:rsid w:val="009C70D4"/>
    <w:rsid w:val="009C7936"/>
    <w:rsid w:val="009D049D"/>
    <w:rsid w:val="009D0C6D"/>
    <w:rsid w:val="009D3EF8"/>
    <w:rsid w:val="009D4248"/>
    <w:rsid w:val="009E5FCC"/>
    <w:rsid w:val="009E7905"/>
    <w:rsid w:val="009E7C73"/>
    <w:rsid w:val="009E7E54"/>
    <w:rsid w:val="009F0040"/>
    <w:rsid w:val="009F04C1"/>
    <w:rsid w:val="009F3F7A"/>
    <w:rsid w:val="009F5DB7"/>
    <w:rsid w:val="009F766F"/>
    <w:rsid w:val="00A041D0"/>
    <w:rsid w:val="00A110CB"/>
    <w:rsid w:val="00A17CA3"/>
    <w:rsid w:val="00A20BA5"/>
    <w:rsid w:val="00A22C6B"/>
    <w:rsid w:val="00A25A7B"/>
    <w:rsid w:val="00A3177E"/>
    <w:rsid w:val="00A35C76"/>
    <w:rsid w:val="00A44045"/>
    <w:rsid w:val="00A461F1"/>
    <w:rsid w:val="00A47D7F"/>
    <w:rsid w:val="00A50519"/>
    <w:rsid w:val="00A506E4"/>
    <w:rsid w:val="00A51D21"/>
    <w:rsid w:val="00A650BA"/>
    <w:rsid w:val="00A703E9"/>
    <w:rsid w:val="00A70E4F"/>
    <w:rsid w:val="00A72F6A"/>
    <w:rsid w:val="00A75911"/>
    <w:rsid w:val="00A77E00"/>
    <w:rsid w:val="00A80756"/>
    <w:rsid w:val="00A8339B"/>
    <w:rsid w:val="00A870C1"/>
    <w:rsid w:val="00A908CB"/>
    <w:rsid w:val="00A93B8B"/>
    <w:rsid w:val="00AA2542"/>
    <w:rsid w:val="00AA5E13"/>
    <w:rsid w:val="00AB6614"/>
    <w:rsid w:val="00AC02D5"/>
    <w:rsid w:val="00AC50B1"/>
    <w:rsid w:val="00AD1ABD"/>
    <w:rsid w:val="00AD27DA"/>
    <w:rsid w:val="00AE14C4"/>
    <w:rsid w:val="00AE55E7"/>
    <w:rsid w:val="00AE5E12"/>
    <w:rsid w:val="00AF0DDF"/>
    <w:rsid w:val="00AF1968"/>
    <w:rsid w:val="00AF2CA4"/>
    <w:rsid w:val="00AF612D"/>
    <w:rsid w:val="00AF758D"/>
    <w:rsid w:val="00B02257"/>
    <w:rsid w:val="00B04342"/>
    <w:rsid w:val="00B11518"/>
    <w:rsid w:val="00B12E64"/>
    <w:rsid w:val="00B162BC"/>
    <w:rsid w:val="00B20C4E"/>
    <w:rsid w:val="00B21773"/>
    <w:rsid w:val="00B226F1"/>
    <w:rsid w:val="00B2344E"/>
    <w:rsid w:val="00B23FF4"/>
    <w:rsid w:val="00B25056"/>
    <w:rsid w:val="00B26839"/>
    <w:rsid w:val="00B268B6"/>
    <w:rsid w:val="00B30DAD"/>
    <w:rsid w:val="00B31BD8"/>
    <w:rsid w:val="00B32F17"/>
    <w:rsid w:val="00B41FA6"/>
    <w:rsid w:val="00B4406E"/>
    <w:rsid w:val="00B52167"/>
    <w:rsid w:val="00B534E1"/>
    <w:rsid w:val="00B535D9"/>
    <w:rsid w:val="00B548E0"/>
    <w:rsid w:val="00B579EA"/>
    <w:rsid w:val="00B61194"/>
    <w:rsid w:val="00B6303F"/>
    <w:rsid w:val="00B6694D"/>
    <w:rsid w:val="00B72C55"/>
    <w:rsid w:val="00B7761D"/>
    <w:rsid w:val="00B77D50"/>
    <w:rsid w:val="00B83445"/>
    <w:rsid w:val="00B83940"/>
    <w:rsid w:val="00B8404B"/>
    <w:rsid w:val="00B86507"/>
    <w:rsid w:val="00B91E1B"/>
    <w:rsid w:val="00B945D3"/>
    <w:rsid w:val="00B94D25"/>
    <w:rsid w:val="00BA1305"/>
    <w:rsid w:val="00BA1CE4"/>
    <w:rsid w:val="00BA46D3"/>
    <w:rsid w:val="00BA539A"/>
    <w:rsid w:val="00BB1C4B"/>
    <w:rsid w:val="00BB270F"/>
    <w:rsid w:val="00BC2383"/>
    <w:rsid w:val="00BC3E3D"/>
    <w:rsid w:val="00BC7F9B"/>
    <w:rsid w:val="00BD094C"/>
    <w:rsid w:val="00BD423F"/>
    <w:rsid w:val="00BD50C6"/>
    <w:rsid w:val="00BD53AA"/>
    <w:rsid w:val="00BD6BF4"/>
    <w:rsid w:val="00BE2206"/>
    <w:rsid w:val="00BE61D5"/>
    <w:rsid w:val="00BF154E"/>
    <w:rsid w:val="00BF4A83"/>
    <w:rsid w:val="00BF4B7F"/>
    <w:rsid w:val="00BF595E"/>
    <w:rsid w:val="00BF60CC"/>
    <w:rsid w:val="00BF7A0F"/>
    <w:rsid w:val="00C010AC"/>
    <w:rsid w:val="00C02170"/>
    <w:rsid w:val="00C02C71"/>
    <w:rsid w:val="00C04806"/>
    <w:rsid w:val="00C04845"/>
    <w:rsid w:val="00C069DC"/>
    <w:rsid w:val="00C06EDD"/>
    <w:rsid w:val="00C11028"/>
    <w:rsid w:val="00C11805"/>
    <w:rsid w:val="00C11EFF"/>
    <w:rsid w:val="00C12476"/>
    <w:rsid w:val="00C21B9B"/>
    <w:rsid w:val="00C227D0"/>
    <w:rsid w:val="00C2316B"/>
    <w:rsid w:val="00C27EFA"/>
    <w:rsid w:val="00C307D7"/>
    <w:rsid w:val="00C30DF9"/>
    <w:rsid w:val="00C36A6B"/>
    <w:rsid w:val="00C421F7"/>
    <w:rsid w:val="00C4639A"/>
    <w:rsid w:val="00C47057"/>
    <w:rsid w:val="00C50D5F"/>
    <w:rsid w:val="00C51B71"/>
    <w:rsid w:val="00C54435"/>
    <w:rsid w:val="00C55DC0"/>
    <w:rsid w:val="00C57DFC"/>
    <w:rsid w:val="00C60DC5"/>
    <w:rsid w:val="00C61AB8"/>
    <w:rsid w:val="00C6228B"/>
    <w:rsid w:val="00C62ED3"/>
    <w:rsid w:val="00C643F7"/>
    <w:rsid w:val="00C652F8"/>
    <w:rsid w:val="00C67A1A"/>
    <w:rsid w:val="00C71004"/>
    <w:rsid w:val="00C711DC"/>
    <w:rsid w:val="00C80225"/>
    <w:rsid w:val="00C81717"/>
    <w:rsid w:val="00C8187E"/>
    <w:rsid w:val="00C85454"/>
    <w:rsid w:val="00C868BD"/>
    <w:rsid w:val="00C87ED6"/>
    <w:rsid w:val="00C909FE"/>
    <w:rsid w:val="00C9345A"/>
    <w:rsid w:val="00C93828"/>
    <w:rsid w:val="00CA4220"/>
    <w:rsid w:val="00CA5699"/>
    <w:rsid w:val="00CA650C"/>
    <w:rsid w:val="00CB3F31"/>
    <w:rsid w:val="00CB4771"/>
    <w:rsid w:val="00CB4C76"/>
    <w:rsid w:val="00CB77BF"/>
    <w:rsid w:val="00CC0D21"/>
    <w:rsid w:val="00CC0F60"/>
    <w:rsid w:val="00CC1284"/>
    <w:rsid w:val="00CC2EED"/>
    <w:rsid w:val="00CC360C"/>
    <w:rsid w:val="00CC59AA"/>
    <w:rsid w:val="00CC6363"/>
    <w:rsid w:val="00CD21C0"/>
    <w:rsid w:val="00CD265C"/>
    <w:rsid w:val="00CD3109"/>
    <w:rsid w:val="00CD5F8F"/>
    <w:rsid w:val="00CE08D7"/>
    <w:rsid w:val="00CE5887"/>
    <w:rsid w:val="00CE6A84"/>
    <w:rsid w:val="00CF0D39"/>
    <w:rsid w:val="00CF0F7C"/>
    <w:rsid w:val="00CF1C60"/>
    <w:rsid w:val="00CF459A"/>
    <w:rsid w:val="00CF4826"/>
    <w:rsid w:val="00CF70BE"/>
    <w:rsid w:val="00D01B9B"/>
    <w:rsid w:val="00D03486"/>
    <w:rsid w:val="00D0459B"/>
    <w:rsid w:val="00D1006D"/>
    <w:rsid w:val="00D13F80"/>
    <w:rsid w:val="00D17CCC"/>
    <w:rsid w:val="00D17CFF"/>
    <w:rsid w:val="00D23043"/>
    <w:rsid w:val="00D245FA"/>
    <w:rsid w:val="00D24F95"/>
    <w:rsid w:val="00D25E13"/>
    <w:rsid w:val="00D36A90"/>
    <w:rsid w:val="00D44F06"/>
    <w:rsid w:val="00D45F8A"/>
    <w:rsid w:val="00D54CB1"/>
    <w:rsid w:val="00D55D37"/>
    <w:rsid w:val="00D57240"/>
    <w:rsid w:val="00D57E15"/>
    <w:rsid w:val="00D6181F"/>
    <w:rsid w:val="00D64E71"/>
    <w:rsid w:val="00D65F76"/>
    <w:rsid w:val="00D703B4"/>
    <w:rsid w:val="00D72929"/>
    <w:rsid w:val="00D77E01"/>
    <w:rsid w:val="00D8284A"/>
    <w:rsid w:val="00D83546"/>
    <w:rsid w:val="00D85DE7"/>
    <w:rsid w:val="00D87DB6"/>
    <w:rsid w:val="00D92E3C"/>
    <w:rsid w:val="00DA0489"/>
    <w:rsid w:val="00DA1200"/>
    <w:rsid w:val="00DA3B13"/>
    <w:rsid w:val="00DA3D0D"/>
    <w:rsid w:val="00DB4C79"/>
    <w:rsid w:val="00DB6135"/>
    <w:rsid w:val="00DC337D"/>
    <w:rsid w:val="00DC7B81"/>
    <w:rsid w:val="00DC7E3A"/>
    <w:rsid w:val="00DD140F"/>
    <w:rsid w:val="00DD2AA7"/>
    <w:rsid w:val="00DD3A86"/>
    <w:rsid w:val="00DD7D33"/>
    <w:rsid w:val="00DF28A9"/>
    <w:rsid w:val="00DF4A0E"/>
    <w:rsid w:val="00DF53FB"/>
    <w:rsid w:val="00E0082E"/>
    <w:rsid w:val="00E03427"/>
    <w:rsid w:val="00E04E92"/>
    <w:rsid w:val="00E07D59"/>
    <w:rsid w:val="00E10AFA"/>
    <w:rsid w:val="00E1127C"/>
    <w:rsid w:val="00E11F47"/>
    <w:rsid w:val="00E16353"/>
    <w:rsid w:val="00E1751B"/>
    <w:rsid w:val="00E22A7E"/>
    <w:rsid w:val="00E24989"/>
    <w:rsid w:val="00E267DE"/>
    <w:rsid w:val="00E27250"/>
    <w:rsid w:val="00E3151C"/>
    <w:rsid w:val="00E34A13"/>
    <w:rsid w:val="00E3504E"/>
    <w:rsid w:val="00E35E1D"/>
    <w:rsid w:val="00E37DBA"/>
    <w:rsid w:val="00E44B83"/>
    <w:rsid w:val="00E47602"/>
    <w:rsid w:val="00E52FF8"/>
    <w:rsid w:val="00E55469"/>
    <w:rsid w:val="00E56C03"/>
    <w:rsid w:val="00E56D46"/>
    <w:rsid w:val="00E6396F"/>
    <w:rsid w:val="00E71AB4"/>
    <w:rsid w:val="00E744E4"/>
    <w:rsid w:val="00E74687"/>
    <w:rsid w:val="00E75FA6"/>
    <w:rsid w:val="00E76F78"/>
    <w:rsid w:val="00E772A8"/>
    <w:rsid w:val="00E906F9"/>
    <w:rsid w:val="00E93662"/>
    <w:rsid w:val="00E936FE"/>
    <w:rsid w:val="00E97138"/>
    <w:rsid w:val="00EA08FC"/>
    <w:rsid w:val="00EA24C6"/>
    <w:rsid w:val="00EA417A"/>
    <w:rsid w:val="00EA746D"/>
    <w:rsid w:val="00EA7C6C"/>
    <w:rsid w:val="00EB03FE"/>
    <w:rsid w:val="00EB2484"/>
    <w:rsid w:val="00EB2FE9"/>
    <w:rsid w:val="00EB3359"/>
    <w:rsid w:val="00EB6963"/>
    <w:rsid w:val="00EB79EC"/>
    <w:rsid w:val="00EC0881"/>
    <w:rsid w:val="00EC3695"/>
    <w:rsid w:val="00ED25E5"/>
    <w:rsid w:val="00ED4CE0"/>
    <w:rsid w:val="00ED5039"/>
    <w:rsid w:val="00EE1592"/>
    <w:rsid w:val="00EE40A4"/>
    <w:rsid w:val="00EE410E"/>
    <w:rsid w:val="00EE46A1"/>
    <w:rsid w:val="00EE549B"/>
    <w:rsid w:val="00EE5C77"/>
    <w:rsid w:val="00F02964"/>
    <w:rsid w:val="00F079C1"/>
    <w:rsid w:val="00F07B94"/>
    <w:rsid w:val="00F10470"/>
    <w:rsid w:val="00F12B7E"/>
    <w:rsid w:val="00F1767F"/>
    <w:rsid w:val="00F211BF"/>
    <w:rsid w:val="00F22B34"/>
    <w:rsid w:val="00F22CFD"/>
    <w:rsid w:val="00F275D9"/>
    <w:rsid w:val="00F325DF"/>
    <w:rsid w:val="00F36519"/>
    <w:rsid w:val="00F400DA"/>
    <w:rsid w:val="00F40DF8"/>
    <w:rsid w:val="00F410F5"/>
    <w:rsid w:val="00F456EA"/>
    <w:rsid w:val="00F51272"/>
    <w:rsid w:val="00F51C46"/>
    <w:rsid w:val="00F542ED"/>
    <w:rsid w:val="00F55A09"/>
    <w:rsid w:val="00F5708F"/>
    <w:rsid w:val="00F570E6"/>
    <w:rsid w:val="00F60486"/>
    <w:rsid w:val="00F615D4"/>
    <w:rsid w:val="00F71332"/>
    <w:rsid w:val="00F735BD"/>
    <w:rsid w:val="00F744D9"/>
    <w:rsid w:val="00F76065"/>
    <w:rsid w:val="00F77324"/>
    <w:rsid w:val="00F82D4C"/>
    <w:rsid w:val="00F83B01"/>
    <w:rsid w:val="00F847FA"/>
    <w:rsid w:val="00F855EE"/>
    <w:rsid w:val="00F85DB3"/>
    <w:rsid w:val="00F92FF1"/>
    <w:rsid w:val="00F95105"/>
    <w:rsid w:val="00F9574B"/>
    <w:rsid w:val="00F9691C"/>
    <w:rsid w:val="00F97F83"/>
    <w:rsid w:val="00FA1599"/>
    <w:rsid w:val="00FA1E35"/>
    <w:rsid w:val="00FA2B75"/>
    <w:rsid w:val="00FA2D34"/>
    <w:rsid w:val="00FA5FF7"/>
    <w:rsid w:val="00FA705F"/>
    <w:rsid w:val="00FA7448"/>
    <w:rsid w:val="00FB0038"/>
    <w:rsid w:val="00FB0B53"/>
    <w:rsid w:val="00FB3AC2"/>
    <w:rsid w:val="00FB4B5F"/>
    <w:rsid w:val="00FC12C7"/>
    <w:rsid w:val="00FC26EB"/>
    <w:rsid w:val="00FC292B"/>
    <w:rsid w:val="00FC3128"/>
    <w:rsid w:val="00FD0652"/>
    <w:rsid w:val="00FD4461"/>
    <w:rsid w:val="00FD5E85"/>
    <w:rsid w:val="00FD643B"/>
    <w:rsid w:val="00FE2986"/>
    <w:rsid w:val="00FE47BE"/>
    <w:rsid w:val="00FE6E4F"/>
    <w:rsid w:val="00FF2B27"/>
    <w:rsid w:val="00FF4D68"/>
    <w:rsid w:val="00FF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9E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B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0B9E"/>
    <w:pPr>
      <w:keepNext/>
      <w:jc w:val="center"/>
      <w:outlineLvl w:val="1"/>
    </w:pPr>
    <w:rPr>
      <w:b/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D0B9E"/>
    <w:pPr>
      <w:keepNext/>
      <w:jc w:val="center"/>
      <w:outlineLvl w:val="7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0B9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D0B9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D0B9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5D0B9E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D0B9E"/>
    <w:rPr>
      <w:rFonts w:ascii="Times New Roman" w:hAnsi="Times New Roman" w:cs="Times New Roman"/>
      <w:sz w:val="20"/>
      <w:szCs w:val="20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rsid w:val="005D0B9E"/>
    <w:pPr>
      <w:jc w:val="center"/>
    </w:pPr>
    <w:rPr>
      <w:sz w:val="22"/>
      <w:u w:val="single"/>
      <w:lang w:val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D0B9E"/>
    <w:rPr>
      <w:rFonts w:ascii="Times New Roman" w:hAnsi="Times New Roman" w:cs="Times New Roman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244</Words>
  <Characters>1396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ch09</cp:lastModifiedBy>
  <cp:revision>15</cp:revision>
  <cp:lastPrinted>2014-11-18T11:22:00Z</cp:lastPrinted>
  <dcterms:created xsi:type="dcterms:W3CDTF">2014-10-24T08:59:00Z</dcterms:created>
  <dcterms:modified xsi:type="dcterms:W3CDTF">2014-12-11T10:58:00Z</dcterms:modified>
</cp:coreProperties>
</file>