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37" w:rsidRPr="00120698" w:rsidRDefault="00C95737" w:rsidP="00B84FB9">
      <w:pPr>
        <w:ind w:firstLine="720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pt;visibility:visible">
            <v:imagedata r:id="rId5" o:title=""/>
          </v:shape>
        </w:pict>
      </w:r>
    </w:p>
    <w:p w:rsidR="00C95737" w:rsidRPr="00120698" w:rsidRDefault="00C95737" w:rsidP="00B84FB9">
      <w:pPr>
        <w:ind w:firstLine="720"/>
        <w:jc w:val="center"/>
        <w:rPr>
          <w:b/>
          <w:sz w:val="22"/>
          <w:lang w:val="uk-UA"/>
        </w:rPr>
      </w:pPr>
    </w:p>
    <w:p w:rsidR="00C95737" w:rsidRPr="00120698" w:rsidRDefault="00C95737" w:rsidP="00B84FB9">
      <w:pPr>
        <w:ind w:firstLine="720"/>
        <w:jc w:val="center"/>
        <w:rPr>
          <w:b/>
          <w:sz w:val="32"/>
          <w:lang w:val="uk-UA"/>
        </w:rPr>
      </w:pPr>
      <w:r w:rsidRPr="00120698">
        <w:rPr>
          <w:b/>
          <w:sz w:val="32"/>
          <w:lang w:val="uk-UA"/>
        </w:rPr>
        <w:t>У  К  Р  А  Ї  Н  А</w:t>
      </w:r>
    </w:p>
    <w:p w:rsidR="00C95737" w:rsidRPr="00120698" w:rsidRDefault="00C95737" w:rsidP="00B84FB9">
      <w:pPr>
        <w:ind w:firstLine="720"/>
        <w:jc w:val="center"/>
        <w:rPr>
          <w:b/>
          <w:szCs w:val="28"/>
          <w:lang w:val="uk-UA"/>
        </w:rPr>
      </w:pPr>
    </w:p>
    <w:p w:rsidR="00C95737" w:rsidRPr="00120698" w:rsidRDefault="00C95737" w:rsidP="00B84FB9">
      <w:pPr>
        <w:ind w:firstLine="720"/>
        <w:jc w:val="center"/>
        <w:rPr>
          <w:b/>
          <w:sz w:val="36"/>
          <w:lang w:val="uk-UA"/>
        </w:rPr>
      </w:pPr>
      <w:r w:rsidRPr="00120698">
        <w:rPr>
          <w:b/>
          <w:sz w:val="36"/>
          <w:lang w:val="uk-UA"/>
        </w:rPr>
        <w:t xml:space="preserve">А р т е м і в с ь к а   м і с ь к а   р а д а </w:t>
      </w:r>
    </w:p>
    <w:p w:rsidR="00C95737" w:rsidRPr="00120698" w:rsidRDefault="00C95737" w:rsidP="00B84FB9">
      <w:pPr>
        <w:ind w:firstLine="720"/>
        <w:jc w:val="center"/>
        <w:rPr>
          <w:b/>
          <w:sz w:val="10"/>
          <w:lang w:val="uk-UA"/>
        </w:rPr>
      </w:pPr>
    </w:p>
    <w:p w:rsidR="00C95737" w:rsidRPr="00120698" w:rsidRDefault="00C95737" w:rsidP="00B84FB9">
      <w:pPr>
        <w:ind w:firstLine="720"/>
        <w:jc w:val="center"/>
        <w:rPr>
          <w:b/>
          <w:szCs w:val="28"/>
          <w:lang w:val="uk-UA"/>
        </w:rPr>
      </w:pPr>
    </w:p>
    <w:p w:rsidR="00C95737" w:rsidRPr="00120698" w:rsidRDefault="00C95737" w:rsidP="00B84FB9">
      <w:pPr>
        <w:ind w:firstLine="720"/>
        <w:jc w:val="center"/>
        <w:rPr>
          <w:b/>
          <w:sz w:val="40"/>
          <w:lang w:val="uk-UA"/>
        </w:rPr>
      </w:pPr>
      <w:r w:rsidRPr="00120698">
        <w:rPr>
          <w:b/>
          <w:sz w:val="40"/>
          <w:lang w:val="uk-UA"/>
        </w:rPr>
        <w:t>ВИКОНАВЧИЙ  КОМІТЕТ</w:t>
      </w:r>
    </w:p>
    <w:p w:rsidR="00C95737" w:rsidRPr="00120698" w:rsidRDefault="00C95737" w:rsidP="00B84FB9">
      <w:pPr>
        <w:ind w:firstLine="720"/>
        <w:jc w:val="center"/>
        <w:rPr>
          <w:b/>
          <w:szCs w:val="28"/>
          <w:lang w:val="uk-UA"/>
        </w:rPr>
      </w:pPr>
    </w:p>
    <w:p w:rsidR="00C95737" w:rsidRPr="00120698" w:rsidRDefault="00C95737" w:rsidP="00B84FB9">
      <w:pPr>
        <w:pStyle w:val="Heading7"/>
        <w:ind w:firstLine="720"/>
        <w:rPr>
          <w:sz w:val="36"/>
        </w:rPr>
      </w:pPr>
      <w:r w:rsidRPr="00120698">
        <w:t>Р I Ш Е Н Н Я</w:t>
      </w:r>
    </w:p>
    <w:p w:rsidR="00C95737" w:rsidRPr="00120698" w:rsidRDefault="00C95737" w:rsidP="00B84FB9">
      <w:pPr>
        <w:ind w:firstLine="720"/>
        <w:jc w:val="center"/>
        <w:rPr>
          <w:b/>
          <w:lang w:val="uk-UA"/>
        </w:rPr>
      </w:pPr>
    </w:p>
    <w:p w:rsidR="00C95737" w:rsidRPr="00120698" w:rsidRDefault="00C95737" w:rsidP="00B84FB9">
      <w:pPr>
        <w:ind w:firstLine="720"/>
        <w:jc w:val="center"/>
        <w:rPr>
          <w:b/>
          <w:lang w:val="uk-UA"/>
        </w:rPr>
      </w:pPr>
    </w:p>
    <w:p w:rsidR="00C95737" w:rsidRPr="00120698" w:rsidRDefault="00C95737" w:rsidP="00B84FB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11</w:t>
      </w:r>
      <w:r w:rsidRPr="00286F3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02</w:t>
      </w:r>
      <w:r w:rsidRPr="00120698">
        <w:rPr>
          <w:sz w:val="24"/>
          <w:szCs w:val="24"/>
          <w:lang w:val="uk-UA"/>
        </w:rPr>
        <w:t>. 201</w:t>
      </w:r>
      <w:r>
        <w:rPr>
          <w:sz w:val="24"/>
          <w:szCs w:val="24"/>
          <w:lang w:val="uk-UA"/>
        </w:rPr>
        <w:t>5</w:t>
      </w:r>
      <w:r w:rsidRPr="00120698">
        <w:rPr>
          <w:sz w:val="24"/>
          <w:szCs w:val="24"/>
          <w:lang w:val="uk-UA"/>
        </w:rPr>
        <w:t xml:space="preserve">   №</w:t>
      </w:r>
      <w:r>
        <w:rPr>
          <w:sz w:val="24"/>
          <w:szCs w:val="24"/>
          <w:lang w:val="uk-UA"/>
        </w:rPr>
        <w:t xml:space="preserve"> 27</w:t>
      </w:r>
    </w:p>
    <w:p w:rsidR="00C95737" w:rsidRPr="00120698" w:rsidRDefault="00C95737" w:rsidP="00B84FB9">
      <w:pPr>
        <w:rPr>
          <w:lang w:val="uk-UA"/>
        </w:rPr>
      </w:pPr>
      <w:r w:rsidRPr="00120698">
        <w:rPr>
          <w:sz w:val="24"/>
          <w:szCs w:val="24"/>
          <w:lang w:val="uk-UA"/>
        </w:rPr>
        <w:t>м. Артемівськ</w:t>
      </w:r>
    </w:p>
    <w:p w:rsidR="00C95737" w:rsidRPr="00120698" w:rsidRDefault="00C95737" w:rsidP="00B84FB9">
      <w:pPr>
        <w:ind w:firstLine="720"/>
        <w:rPr>
          <w:b/>
          <w:lang w:val="uk-UA"/>
        </w:rPr>
      </w:pPr>
    </w:p>
    <w:p w:rsidR="00C95737" w:rsidRPr="00120698" w:rsidRDefault="00C95737" w:rsidP="00B84FB9">
      <w:pPr>
        <w:shd w:val="clear" w:color="auto" w:fill="FFFFFF"/>
        <w:ind w:left="14" w:right="4538"/>
        <w:jc w:val="both"/>
        <w:rPr>
          <w:b/>
          <w:bCs/>
          <w:i/>
          <w:iCs/>
          <w:color w:val="000000"/>
          <w:spacing w:val="4"/>
          <w:szCs w:val="28"/>
          <w:lang w:val="uk-UA"/>
        </w:rPr>
      </w:pPr>
      <w:r w:rsidRPr="00120698">
        <w:rPr>
          <w:b/>
          <w:i/>
          <w:szCs w:val="28"/>
          <w:lang w:val="uk-UA"/>
        </w:rPr>
        <w:t>Про підсумки  роботи спостережної комісії при виконкомі Артемівської міської ради</w:t>
      </w:r>
      <w:r>
        <w:rPr>
          <w:b/>
          <w:i/>
          <w:szCs w:val="28"/>
          <w:lang w:val="uk-UA"/>
        </w:rPr>
        <w:t xml:space="preserve"> за</w:t>
      </w:r>
      <w:r w:rsidRPr="00120698">
        <w:rPr>
          <w:b/>
          <w:i/>
          <w:szCs w:val="28"/>
          <w:lang w:val="uk-UA"/>
        </w:rPr>
        <w:t xml:space="preserve"> 201</w:t>
      </w:r>
      <w:r>
        <w:rPr>
          <w:b/>
          <w:i/>
          <w:szCs w:val="28"/>
          <w:lang w:val="uk-UA"/>
        </w:rPr>
        <w:t>4</w:t>
      </w:r>
      <w:r w:rsidRPr="00120698">
        <w:rPr>
          <w:b/>
          <w:i/>
          <w:szCs w:val="28"/>
          <w:lang w:val="uk-UA"/>
        </w:rPr>
        <w:t xml:space="preserve"> р</w:t>
      </w:r>
      <w:r>
        <w:rPr>
          <w:b/>
          <w:i/>
          <w:szCs w:val="28"/>
          <w:lang w:val="uk-UA"/>
        </w:rPr>
        <w:t>ік</w:t>
      </w:r>
      <w:r w:rsidRPr="00120698">
        <w:rPr>
          <w:b/>
          <w:bCs/>
          <w:i/>
          <w:iCs/>
          <w:color w:val="000000"/>
          <w:spacing w:val="4"/>
          <w:szCs w:val="28"/>
          <w:lang w:val="uk-UA"/>
        </w:rPr>
        <w:t xml:space="preserve"> </w:t>
      </w:r>
    </w:p>
    <w:p w:rsidR="00C95737" w:rsidRPr="00120698" w:rsidRDefault="00C95737" w:rsidP="00B84FB9">
      <w:pPr>
        <w:shd w:val="clear" w:color="auto" w:fill="FFFFFF"/>
        <w:ind w:left="14" w:right="4538" w:firstLine="720"/>
        <w:jc w:val="both"/>
        <w:rPr>
          <w:b/>
          <w:bCs/>
          <w:i/>
          <w:iCs/>
          <w:color w:val="000000"/>
          <w:spacing w:val="4"/>
          <w:szCs w:val="28"/>
          <w:lang w:val="uk-UA"/>
        </w:rPr>
      </w:pPr>
    </w:p>
    <w:p w:rsidR="00C95737" w:rsidRPr="00120698" w:rsidRDefault="00C95737" w:rsidP="00B84FB9">
      <w:pPr>
        <w:shd w:val="clear" w:color="auto" w:fill="FFFFFF"/>
        <w:ind w:left="10" w:firstLine="485"/>
        <w:jc w:val="both"/>
        <w:rPr>
          <w:lang w:val="uk-UA"/>
        </w:rPr>
      </w:pPr>
      <w:r>
        <w:rPr>
          <w:lang w:val="uk-UA"/>
        </w:rPr>
        <w:t>Розглянувши звіт</w:t>
      </w:r>
      <w:r w:rsidRPr="00120698">
        <w:rPr>
          <w:lang w:val="uk-UA"/>
        </w:rPr>
        <w:t xml:space="preserve"> </w:t>
      </w:r>
      <w:r>
        <w:rPr>
          <w:lang w:val="uk-UA"/>
        </w:rPr>
        <w:t xml:space="preserve">від 15.01.2015 № 01-0060-06 спостережної комісії при виконкомі Артемівської міської ради </w:t>
      </w:r>
      <w:r w:rsidRPr="00120698">
        <w:rPr>
          <w:lang w:val="uk-UA"/>
        </w:rPr>
        <w:t xml:space="preserve">про підсумки роботи спостережної комісії  при виконкомі Артемівської міської ради </w:t>
      </w:r>
      <w:r>
        <w:rPr>
          <w:lang w:val="uk-UA"/>
        </w:rPr>
        <w:t>за</w:t>
      </w:r>
      <w:r w:rsidRPr="00120698">
        <w:rPr>
          <w:lang w:val="uk-UA"/>
        </w:rPr>
        <w:t xml:space="preserve"> 201</w:t>
      </w:r>
      <w:r>
        <w:rPr>
          <w:lang w:val="uk-UA"/>
        </w:rPr>
        <w:t>4</w:t>
      </w:r>
      <w:r w:rsidRPr="00120698">
        <w:rPr>
          <w:lang w:val="uk-UA"/>
        </w:rPr>
        <w:t xml:space="preserve"> р</w:t>
      </w:r>
      <w:r>
        <w:rPr>
          <w:lang w:val="uk-UA"/>
        </w:rPr>
        <w:t>ік, заслухавши</w:t>
      </w:r>
      <w:r w:rsidRPr="00120698">
        <w:rPr>
          <w:lang w:val="uk-UA"/>
        </w:rPr>
        <w:t xml:space="preserve"> секретаря  спостережної комісії при виконкомі Артемівської міської ради </w:t>
      </w:r>
      <w:r>
        <w:rPr>
          <w:lang w:val="uk-UA"/>
        </w:rPr>
        <w:t>–</w:t>
      </w:r>
      <w:r w:rsidRPr="00120698">
        <w:rPr>
          <w:lang w:val="uk-UA"/>
        </w:rPr>
        <w:t xml:space="preserve"> </w:t>
      </w:r>
      <w:r>
        <w:rPr>
          <w:lang w:val="uk-UA"/>
        </w:rPr>
        <w:t xml:space="preserve">головного </w:t>
      </w:r>
      <w:r w:rsidRPr="00120698">
        <w:rPr>
          <w:lang w:val="uk-UA"/>
        </w:rPr>
        <w:t xml:space="preserve">спеціаліста </w:t>
      </w:r>
      <w:r w:rsidRPr="00B84FB9">
        <w:rPr>
          <w:lang w:val="uk-UA"/>
        </w:rPr>
        <w:t>з питань запоб</w:t>
      </w:r>
      <w:r>
        <w:rPr>
          <w:lang w:val="uk-UA"/>
        </w:rPr>
        <w:t>і</w:t>
      </w:r>
      <w:r w:rsidRPr="00B84FB9">
        <w:rPr>
          <w:lang w:val="uk-UA"/>
        </w:rPr>
        <w:t>гання та виявлення</w:t>
      </w:r>
      <w:r>
        <w:rPr>
          <w:lang w:val="uk-UA"/>
        </w:rPr>
        <w:t xml:space="preserve"> корупції і</w:t>
      </w:r>
      <w:r w:rsidRPr="00120698">
        <w:rPr>
          <w:lang w:val="uk-UA"/>
        </w:rPr>
        <w:t xml:space="preserve"> взаємодії з правоохоронними органами Артемівської міської ради </w:t>
      </w:r>
      <w:r>
        <w:rPr>
          <w:lang w:val="uk-UA"/>
        </w:rPr>
        <w:t>Ляха В.М.</w:t>
      </w:r>
      <w:r w:rsidRPr="00120698">
        <w:rPr>
          <w:lang w:val="uk-UA"/>
        </w:rPr>
        <w:t xml:space="preserve"> </w:t>
      </w:r>
      <w:r>
        <w:rPr>
          <w:lang w:val="uk-UA"/>
        </w:rPr>
        <w:t>з цього питання</w:t>
      </w:r>
      <w:r w:rsidRPr="00120698">
        <w:rPr>
          <w:lang w:val="uk-UA"/>
        </w:rPr>
        <w:t xml:space="preserve">,  згідно з планом роботи виконавчих органів Артемівської міської ради на </w:t>
      </w:r>
      <w:r w:rsidRPr="00120698">
        <w:rPr>
          <w:lang w:val="en-US"/>
        </w:rPr>
        <w:t>I</w:t>
      </w:r>
      <w:r w:rsidRPr="00120698">
        <w:rPr>
          <w:lang w:val="uk-UA"/>
        </w:rPr>
        <w:t xml:space="preserve"> квартал 201</w:t>
      </w:r>
      <w:r>
        <w:rPr>
          <w:lang w:val="uk-UA"/>
        </w:rPr>
        <w:t>5</w:t>
      </w:r>
      <w:r w:rsidRPr="00120698">
        <w:rPr>
          <w:lang w:val="uk-UA"/>
        </w:rPr>
        <w:t xml:space="preserve"> року, затвердженим рішенням виконкому Артемівської міської ради </w:t>
      </w:r>
      <w:r w:rsidRPr="00286F32">
        <w:rPr>
          <w:lang w:val="uk-UA"/>
        </w:rPr>
        <w:t>від 10.12.</w:t>
      </w:r>
      <w:r w:rsidRPr="00916F84">
        <w:rPr>
          <w:lang w:val="uk-UA"/>
        </w:rPr>
        <w:t>201</w:t>
      </w:r>
      <w:r>
        <w:rPr>
          <w:lang w:val="uk-UA"/>
        </w:rPr>
        <w:t xml:space="preserve">4 </w:t>
      </w:r>
      <w:r w:rsidRPr="00120698">
        <w:rPr>
          <w:lang w:val="uk-UA"/>
        </w:rPr>
        <w:t xml:space="preserve">№ </w:t>
      </w:r>
      <w:r>
        <w:rPr>
          <w:lang w:val="uk-UA"/>
        </w:rPr>
        <w:t>278</w:t>
      </w:r>
      <w:r w:rsidRPr="00120698">
        <w:rPr>
          <w:lang w:val="uk-UA"/>
        </w:rPr>
        <w:t xml:space="preserve"> </w:t>
      </w:r>
      <w:r>
        <w:rPr>
          <w:lang w:val="uk-UA"/>
        </w:rPr>
        <w:t xml:space="preserve">відповідно до </w:t>
      </w:r>
      <w:r w:rsidRPr="00120698">
        <w:rPr>
          <w:lang w:val="uk-UA"/>
        </w:rPr>
        <w:t>ст.</w:t>
      </w:r>
      <w:r>
        <w:rPr>
          <w:lang w:val="uk-UA"/>
        </w:rPr>
        <w:t xml:space="preserve"> </w:t>
      </w:r>
      <w:r w:rsidRPr="00120698">
        <w:rPr>
          <w:lang w:val="uk-UA"/>
        </w:rPr>
        <w:t>25 Кримінально-виконавчого кодексу України від 11.07.2003 №1129-І</w:t>
      </w:r>
      <w:r w:rsidRPr="00120698">
        <w:rPr>
          <w:lang w:val="en-US"/>
        </w:rPr>
        <w:t>V</w:t>
      </w:r>
      <w:r w:rsidRPr="00120698">
        <w:rPr>
          <w:lang w:val="uk-UA"/>
        </w:rPr>
        <w:t xml:space="preserve"> із внесеними до нього змінами, </w:t>
      </w:r>
      <w:r w:rsidRPr="00120698">
        <w:rPr>
          <w:color w:val="000000"/>
          <w:spacing w:val="3"/>
          <w:szCs w:val="28"/>
          <w:lang w:val="uk-UA"/>
        </w:rPr>
        <w:t>Положення про спостережні комісії, затверджен</w:t>
      </w:r>
      <w:r>
        <w:rPr>
          <w:color w:val="000000"/>
          <w:spacing w:val="3"/>
          <w:szCs w:val="28"/>
          <w:lang w:val="uk-UA"/>
        </w:rPr>
        <w:t>ого</w:t>
      </w:r>
      <w:r w:rsidRPr="00120698">
        <w:rPr>
          <w:color w:val="000000"/>
          <w:spacing w:val="3"/>
          <w:szCs w:val="28"/>
          <w:lang w:val="uk-UA"/>
        </w:rPr>
        <w:t xml:space="preserve"> постановою Кабінету Міністрів України  в редакції від 10.11.2010 № 1042</w:t>
      </w:r>
      <w:r>
        <w:rPr>
          <w:color w:val="000000"/>
          <w:spacing w:val="3"/>
          <w:szCs w:val="28"/>
          <w:lang w:val="uk-UA"/>
        </w:rPr>
        <w:t>,</w:t>
      </w:r>
      <w:r w:rsidRPr="00823C24">
        <w:rPr>
          <w:lang w:val="uk-UA"/>
        </w:rPr>
        <w:t xml:space="preserve"> </w:t>
      </w:r>
      <w:r w:rsidRPr="00120698">
        <w:rPr>
          <w:lang w:val="uk-UA"/>
        </w:rPr>
        <w:t>із внесеними до нього змінами</w:t>
      </w:r>
      <w:r w:rsidRPr="00120698">
        <w:rPr>
          <w:color w:val="000000"/>
          <w:spacing w:val="3"/>
          <w:szCs w:val="28"/>
          <w:lang w:val="uk-UA"/>
        </w:rPr>
        <w:t xml:space="preserve">, </w:t>
      </w:r>
      <w:r w:rsidRPr="00120698">
        <w:rPr>
          <w:lang w:val="uk-UA"/>
        </w:rPr>
        <w:t>керуючись ст.ст. 38, 52 Закону України від 21.05.97 № 280/97-ВР «Про місцеве самоврядування в Україні» із внесеними до нього змінами</w:t>
      </w:r>
      <w:r w:rsidRPr="00120698">
        <w:rPr>
          <w:color w:val="000000"/>
          <w:spacing w:val="3"/>
          <w:szCs w:val="28"/>
          <w:lang w:val="uk-UA"/>
        </w:rPr>
        <w:t xml:space="preserve">,  виконком </w:t>
      </w:r>
      <w:r>
        <w:rPr>
          <w:color w:val="000000"/>
          <w:spacing w:val="3"/>
          <w:szCs w:val="28"/>
          <w:lang w:val="uk-UA"/>
        </w:rPr>
        <w:t xml:space="preserve">Артемівської </w:t>
      </w:r>
      <w:r w:rsidRPr="00120698">
        <w:rPr>
          <w:color w:val="000000"/>
          <w:spacing w:val="3"/>
          <w:szCs w:val="28"/>
          <w:lang w:val="uk-UA"/>
        </w:rPr>
        <w:t>міської ради</w:t>
      </w:r>
    </w:p>
    <w:p w:rsidR="00C95737" w:rsidRPr="00120698" w:rsidRDefault="00C95737" w:rsidP="00B84FB9">
      <w:pPr>
        <w:shd w:val="clear" w:color="auto" w:fill="FFFFFF"/>
        <w:ind w:left="10" w:firstLine="720"/>
        <w:jc w:val="both"/>
        <w:rPr>
          <w:szCs w:val="28"/>
          <w:lang w:val="uk-UA"/>
        </w:rPr>
      </w:pPr>
    </w:p>
    <w:p w:rsidR="00C95737" w:rsidRPr="00120698" w:rsidRDefault="00C95737" w:rsidP="00EF459D">
      <w:pPr>
        <w:shd w:val="clear" w:color="auto" w:fill="FFFFFF"/>
        <w:ind w:firstLine="720"/>
        <w:rPr>
          <w:b/>
          <w:bCs/>
          <w:color w:val="000000"/>
          <w:szCs w:val="28"/>
          <w:lang w:val="uk-UA"/>
        </w:rPr>
      </w:pPr>
      <w:r w:rsidRPr="00120698">
        <w:rPr>
          <w:b/>
          <w:bCs/>
          <w:color w:val="000000"/>
          <w:szCs w:val="28"/>
          <w:lang w:val="uk-UA"/>
        </w:rPr>
        <w:t>ВИРІШИВ:</w:t>
      </w:r>
    </w:p>
    <w:p w:rsidR="00C95737" w:rsidRPr="00120698" w:rsidRDefault="00C95737" w:rsidP="00EF459D">
      <w:pPr>
        <w:shd w:val="clear" w:color="auto" w:fill="FFFFFF"/>
        <w:ind w:firstLine="720"/>
        <w:rPr>
          <w:b/>
          <w:bCs/>
          <w:color w:val="000000"/>
          <w:szCs w:val="28"/>
          <w:lang w:val="uk-UA"/>
        </w:rPr>
      </w:pPr>
    </w:p>
    <w:p w:rsidR="00C95737" w:rsidRPr="00120698" w:rsidRDefault="00C95737" w:rsidP="00EF459D">
      <w:pPr>
        <w:shd w:val="clear" w:color="auto" w:fill="FFFFFF"/>
        <w:tabs>
          <w:tab w:val="left" w:pos="720"/>
          <w:tab w:val="left" w:pos="1080"/>
          <w:tab w:val="left" w:pos="1620"/>
        </w:tabs>
        <w:ind w:firstLine="567"/>
        <w:jc w:val="both"/>
        <w:rPr>
          <w:bCs/>
          <w:color w:val="000000"/>
          <w:szCs w:val="28"/>
          <w:lang w:val="uk-UA"/>
        </w:rPr>
      </w:pPr>
      <w:r w:rsidRPr="00120698">
        <w:rPr>
          <w:bCs/>
          <w:color w:val="000000"/>
          <w:szCs w:val="28"/>
          <w:lang w:val="uk-UA"/>
        </w:rPr>
        <w:t xml:space="preserve">1. </w:t>
      </w:r>
      <w:r>
        <w:rPr>
          <w:bCs/>
          <w:color w:val="000000"/>
          <w:szCs w:val="28"/>
          <w:lang w:val="uk-UA"/>
        </w:rPr>
        <w:t xml:space="preserve">Звіт </w:t>
      </w:r>
      <w:r>
        <w:rPr>
          <w:lang w:val="uk-UA"/>
        </w:rPr>
        <w:t xml:space="preserve"> </w:t>
      </w:r>
      <w:r w:rsidRPr="00120698">
        <w:rPr>
          <w:lang w:val="uk-UA"/>
        </w:rPr>
        <w:t xml:space="preserve">спостережної комісії при виконкомі Артемівської міської ради </w:t>
      </w:r>
      <w:r>
        <w:rPr>
          <w:lang w:val="uk-UA"/>
        </w:rPr>
        <w:t xml:space="preserve"> </w:t>
      </w:r>
      <w:r w:rsidRPr="00120698">
        <w:rPr>
          <w:bCs/>
          <w:color w:val="000000"/>
          <w:szCs w:val="28"/>
          <w:lang w:val="uk-UA"/>
        </w:rPr>
        <w:t xml:space="preserve">про підсумки роботи спостережної комісії при виконкомі Артемівської міської ради </w:t>
      </w:r>
      <w:r>
        <w:rPr>
          <w:bCs/>
          <w:color w:val="000000"/>
          <w:szCs w:val="28"/>
          <w:lang w:val="uk-UA"/>
        </w:rPr>
        <w:t>за</w:t>
      </w:r>
      <w:r w:rsidRPr="00120698">
        <w:rPr>
          <w:bCs/>
          <w:color w:val="000000"/>
          <w:szCs w:val="28"/>
          <w:lang w:val="uk-UA"/>
        </w:rPr>
        <w:t xml:space="preserve"> 201</w:t>
      </w:r>
      <w:r>
        <w:rPr>
          <w:bCs/>
          <w:color w:val="000000"/>
          <w:szCs w:val="28"/>
          <w:lang w:val="uk-UA"/>
        </w:rPr>
        <w:t>4</w:t>
      </w:r>
      <w:r w:rsidRPr="00120698">
        <w:rPr>
          <w:bCs/>
          <w:color w:val="000000"/>
          <w:szCs w:val="28"/>
          <w:lang w:val="uk-UA"/>
        </w:rPr>
        <w:t xml:space="preserve"> р</w:t>
      </w:r>
      <w:r>
        <w:rPr>
          <w:bCs/>
          <w:color w:val="000000"/>
          <w:szCs w:val="28"/>
          <w:lang w:val="uk-UA"/>
        </w:rPr>
        <w:t>ік</w:t>
      </w:r>
      <w:r w:rsidRPr="00120698">
        <w:rPr>
          <w:bCs/>
          <w:color w:val="000000"/>
          <w:szCs w:val="28"/>
          <w:lang w:val="uk-UA"/>
        </w:rPr>
        <w:t xml:space="preserve"> прийняти до відома.</w:t>
      </w:r>
    </w:p>
    <w:p w:rsidR="00C95737" w:rsidRPr="00120698" w:rsidRDefault="00C95737" w:rsidP="00EF459D">
      <w:pPr>
        <w:shd w:val="clear" w:color="auto" w:fill="FFFFFF"/>
        <w:ind w:firstLine="720"/>
        <w:jc w:val="both"/>
        <w:rPr>
          <w:bCs/>
          <w:color w:val="000000"/>
          <w:szCs w:val="28"/>
          <w:lang w:val="uk-UA"/>
        </w:rPr>
      </w:pPr>
    </w:p>
    <w:p w:rsidR="00C95737" w:rsidRPr="00120698" w:rsidRDefault="00C95737" w:rsidP="00EF459D">
      <w:pPr>
        <w:shd w:val="clear" w:color="auto" w:fill="FFFFFF"/>
        <w:tabs>
          <w:tab w:val="left" w:pos="900"/>
        </w:tabs>
        <w:ind w:firstLine="567"/>
        <w:jc w:val="both"/>
        <w:rPr>
          <w:color w:val="000000"/>
          <w:spacing w:val="-1"/>
          <w:szCs w:val="28"/>
          <w:lang w:val="uk-UA"/>
        </w:rPr>
      </w:pPr>
      <w:r w:rsidRPr="00120698">
        <w:rPr>
          <w:color w:val="000000"/>
          <w:spacing w:val="-1"/>
          <w:szCs w:val="28"/>
          <w:lang w:val="uk-UA"/>
        </w:rPr>
        <w:t xml:space="preserve">2.   Роботу спостережної комісії при виконкомі Артемівської міської ради </w:t>
      </w:r>
      <w:r>
        <w:rPr>
          <w:color w:val="000000"/>
          <w:spacing w:val="-1"/>
          <w:szCs w:val="28"/>
          <w:lang w:val="uk-UA"/>
        </w:rPr>
        <w:t>за</w:t>
      </w:r>
      <w:r w:rsidRPr="00120698">
        <w:rPr>
          <w:color w:val="000000"/>
          <w:spacing w:val="-1"/>
          <w:szCs w:val="28"/>
          <w:lang w:val="uk-UA"/>
        </w:rPr>
        <w:t xml:space="preserve"> 201</w:t>
      </w:r>
      <w:r>
        <w:rPr>
          <w:color w:val="000000"/>
          <w:spacing w:val="-1"/>
          <w:szCs w:val="28"/>
          <w:lang w:val="uk-UA"/>
        </w:rPr>
        <w:t>4</w:t>
      </w:r>
      <w:r w:rsidRPr="00120698">
        <w:rPr>
          <w:color w:val="000000"/>
          <w:spacing w:val="-1"/>
          <w:szCs w:val="28"/>
          <w:lang w:val="uk-UA"/>
        </w:rPr>
        <w:t xml:space="preserve"> р</w:t>
      </w:r>
      <w:r>
        <w:rPr>
          <w:color w:val="000000"/>
          <w:spacing w:val="-1"/>
          <w:szCs w:val="28"/>
          <w:lang w:val="uk-UA"/>
        </w:rPr>
        <w:t>ік</w:t>
      </w:r>
      <w:r w:rsidRPr="00120698">
        <w:rPr>
          <w:color w:val="000000"/>
          <w:spacing w:val="-1"/>
          <w:szCs w:val="28"/>
          <w:lang w:val="uk-UA"/>
        </w:rPr>
        <w:t xml:space="preserve"> визнати задовільною.</w:t>
      </w:r>
    </w:p>
    <w:p w:rsidR="00C95737" w:rsidRPr="00120698" w:rsidRDefault="00C95737" w:rsidP="00EF459D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  <w:spacing w:val="-1"/>
          <w:szCs w:val="28"/>
          <w:lang w:val="uk-UA"/>
        </w:rPr>
      </w:pPr>
    </w:p>
    <w:p w:rsidR="00C95737" w:rsidRPr="00120698" w:rsidRDefault="00C95737" w:rsidP="00EF459D">
      <w:pPr>
        <w:shd w:val="clear" w:color="auto" w:fill="FFFFFF"/>
        <w:tabs>
          <w:tab w:val="left" w:pos="1276"/>
        </w:tabs>
        <w:ind w:firstLine="567"/>
        <w:jc w:val="both"/>
        <w:rPr>
          <w:color w:val="000000"/>
          <w:spacing w:val="-1"/>
          <w:szCs w:val="28"/>
          <w:lang w:val="uk-UA"/>
        </w:rPr>
      </w:pPr>
      <w:r w:rsidRPr="00120698">
        <w:rPr>
          <w:color w:val="000000"/>
          <w:spacing w:val="-1"/>
          <w:szCs w:val="28"/>
          <w:lang w:val="uk-UA"/>
        </w:rPr>
        <w:t>3. Спостережній комісії при виконкомі Артемівської міської ради (Коліно):</w:t>
      </w:r>
    </w:p>
    <w:p w:rsidR="00C95737" w:rsidRPr="00120698" w:rsidRDefault="00C95737" w:rsidP="00EF459D">
      <w:pPr>
        <w:shd w:val="clear" w:color="auto" w:fill="FFFFFF"/>
        <w:tabs>
          <w:tab w:val="left" w:pos="1134"/>
          <w:tab w:val="left" w:pos="1276"/>
          <w:tab w:val="left" w:pos="1418"/>
        </w:tabs>
        <w:ind w:firstLine="567"/>
        <w:jc w:val="both"/>
        <w:rPr>
          <w:color w:val="000000"/>
          <w:spacing w:val="-1"/>
          <w:szCs w:val="28"/>
          <w:lang w:val="uk-UA"/>
        </w:rPr>
      </w:pPr>
      <w:r w:rsidRPr="00120698">
        <w:rPr>
          <w:color w:val="000000"/>
          <w:spacing w:val="-1"/>
          <w:szCs w:val="28"/>
          <w:lang w:val="uk-UA"/>
        </w:rPr>
        <w:t>3.1 Продовжити роботу щодо організації громадського контролю за дотриманням прав, основних свобод і законних інтересів засуджених осіб та осіб, звільнених від відбування покарання, сприяння органам і установам виконання покарань у виправленні і ресоціалізації засуджених осіб та створенні належних умов для їх тримання.</w:t>
      </w:r>
    </w:p>
    <w:p w:rsidR="00C95737" w:rsidRDefault="00C95737" w:rsidP="00EF459D">
      <w:pPr>
        <w:shd w:val="clear" w:color="auto" w:fill="FFFFFF"/>
        <w:tabs>
          <w:tab w:val="left" w:pos="1276"/>
        </w:tabs>
        <w:ind w:firstLine="567"/>
        <w:jc w:val="both"/>
        <w:rPr>
          <w:color w:val="000000"/>
          <w:spacing w:val="-1"/>
          <w:szCs w:val="28"/>
          <w:lang w:val="uk-UA"/>
        </w:rPr>
      </w:pPr>
      <w:r w:rsidRPr="00120698">
        <w:rPr>
          <w:color w:val="000000"/>
          <w:spacing w:val="-1"/>
          <w:szCs w:val="28"/>
          <w:lang w:val="uk-UA"/>
        </w:rPr>
        <w:t xml:space="preserve">3.2 Проінформувати громадськість міста Артемівська через засоби масової інформації та офіційний </w:t>
      </w:r>
      <w:r>
        <w:rPr>
          <w:color w:val="000000"/>
          <w:spacing w:val="-1"/>
          <w:szCs w:val="28"/>
          <w:lang w:val="uk-UA"/>
        </w:rPr>
        <w:t>веб-сайт</w:t>
      </w:r>
      <w:r w:rsidRPr="00120698">
        <w:rPr>
          <w:color w:val="000000"/>
          <w:spacing w:val="-1"/>
          <w:szCs w:val="28"/>
          <w:lang w:val="uk-UA"/>
        </w:rPr>
        <w:t xml:space="preserve"> Артемівської міської ради про результати своєї роботи та про стан дотримання прав людини, захист законних інтересів засуджених осіб під час виконання кримінальних покарань та адміністративних </w:t>
      </w:r>
      <w:r>
        <w:rPr>
          <w:color w:val="000000"/>
          <w:spacing w:val="-1"/>
          <w:szCs w:val="28"/>
          <w:lang w:val="uk-UA"/>
        </w:rPr>
        <w:t xml:space="preserve">стягнень </w:t>
      </w:r>
      <w:r w:rsidRPr="00120698">
        <w:rPr>
          <w:color w:val="000000"/>
          <w:spacing w:val="-1"/>
          <w:szCs w:val="28"/>
          <w:lang w:val="uk-UA"/>
        </w:rPr>
        <w:t xml:space="preserve">у місті Артемівську </w:t>
      </w:r>
      <w:r>
        <w:rPr>
          <w:color w:val="000000"/>
          <w:spacing w:val="-1"/>
          <w:szCs w:val="28"/>
          <w:lang w:val="uk-UA"/>
        </w:rPr>
        <w:t>за</w:t>
      </w:r>
      <w:r w:rsidRPr="00120698">
        <w:rPr>
          <w:color w:val="000000"/>
          <w:spacing w:val="-1"/>
          <w:szCs w:val="28"/>
          <w:lang w:val="uk-UA"/>
        </w:rPr>
        <w:t xml:space="preserve"> 201</w:t>
      </w:r>
      <w:r>
        <w:rPr>
          <w:color w:val="000000"/>
          <w:spacing w:val="-1"/>
          <w:szCs w:val="28"/>
          <w:lang w:val="uk-UA"/>
        </w:rPr>
        <w:t>4</w:t>
      </w:r>
      <w:r w:rsidRPr="00120698">
        <w:rPr>
          <w:color w:val="000000"/>
          <w:spacing w:val="-1"/>
          <w:szCs w:val="28"/>
          <w:lang w:val="uk-UA"/>
        </w:rPr>
        <w:t xml:space="preserve"> р</w:t>
      </w:r>
      <w:r>
        <w:rPr>
          <w:color w:val="000000"/>
          <w:spacing w:val="-1"/>
          <w:szCs w:val="28"/>
          <w:lang w:val="uk-UA"/>
        </w:rPr>
        <w:t>ік</w:t>
      </w:r>
      <w:r w:rsidRPr="00120698">
        <w:rPr>
          <w:color w:val="000000"/>
          <w:spacing w:val="-1"/>
          <w:szCs w:val="28"/>
          <w:lang w:val="uk-UA"/>
        </w:rPr>
        <w:t xml:space="preserve">.  </w:t>
      </w:r>
    </w:p>
    <w:p w:rsidR="00C95737" w:rsidRPr="00120698" w:rsidRDefault="00C95737" w:rsidP="00EF459D">
      <w:pPr>
        <w:shd w:val="clear" w:color="auto" w:fill="FFFFFF"/>
        <w:tabs>
          <w:tab w:val="left" w:pos="1276"/>
        </w:tabs>
        <w:ind w:firstLine="567"/>
        <w:jc w:val="both"/>
        <w:rPr>
          <w:color w:val="000000"/>
          <w:spacing w:val="-1"/>
          <w:szCs w:val="28"/>
          <w:lang w:val="uk-UA"/>
        </w:rPr>
      </w:pPr>
    </w:p>
    <w:p w:rsidR="00C95737" w:rsidRDefault="00C95737" w:rsidP="00EF459D">
      <w:pPr>
        <w:shd w:val="clear" w:color="auto" w:fill="FFFFFF"/>
        <w:ind w:firstLine="567"/>
        <w:jc w:val="both"/>
        <w:rPr>
          <w:color w:val="000000"/>
          <w:spacing w:val="-1"/>
          <w:szCs w:val="28"/>
          <w:lang w:val="uk-UA"/>
        </w:rPr>
      </w:pPr>
      <w:r w:rsidRPr="00120698">
        <w:rPr>
          <w:color w:val="000000"/>
          <w:spacing w:val="-1"/>
          <w:szCs w:val="28"/>
          <w:lang w:val="uk-UA"/>
        </w:rPr>
        <w:t>4.</w:t>
      </w:r>
      <w:r>
        <w:rPr>
          <w:color w:val="000000"/>
          <w:spacing w:val="-1"/>
          <w:szCs w:val="28"/>
          <w:lang w:val="uk-UA"/>
        </w:rPr>
        <w:t xml:space="preserve"> Визначити  таким, що втратило чинність рішення виконкому Артемівської  міської ради від 12.02.2014 № 34 «Про підсумки роботи спостережної комісії при виконкомі Артемівської міської ради за 2013 рік».</w:t>
      </w:r>
    </w:p>
    <w:p w:rsidR="00C95737" w:rsidRDefault="00C95737" w:rsidP="00EF459D">
      <w:pPr>
        <w:shd w:val="clear" w:color="auto" w:fill="FFFFFF"/>
        <w:ind w:firstLine="567"/>
        <w:jc w:val="both"/>
        <w:rPr>
          <w:color w:val="000000"/>
          <w:spacing w:val="-1"/>
          <w:szCs w:val="28"/>
          <w:lang w:val="uk-UA"/>
        </w:rPr>
      </w:pPr>
    </w:p>
    <w:p w:rsidR="00C95737" w:rsidRDefault="00C95737" w:rsidP="00EF459D">
      <w:pPr>
        <w:shd w:val="clear" w:color="auto" w:fill="FFFFFF"/>
        <w:ind w:firstLine="567"/>
        <w:jc w:val="both"/>
        <w:rPr>
          <w:color w:val="000000"/>
          <w:spacing w:val="-1"/>
          <w:szCs w:val="28"/>
          <w:lang w:val="uk-UA"/>
        </w:rPr>
      </w:pPr>
      <w:r>
        <w:rPr>
          <w:color w:val="000000"/>
          <w:spacing w:val="-1"/>
          <w:szCs w:val="28"/>
          <w:lang w:val="uk-UA"/>
        </w:rPr>
        <w:t>5.</w:t>
      </w:r>
      <w:r w:rsidRPr="00120698">
        <w:rPr>
          <w:color w:val="000000"/>
          <w:spacing w:val="-1"/>
          <w:szCs w:val="28"/>
          <w:lang w:val="uk-UA"/>
        </w:rPr>
        <w:t xml:space="preserve"> Організаційне виконання   рішення покласти на секретаря спостережної комісії при виконкомі Артемівської міської ради - </w:t>
      </w:r>
      <w:r>
        <w:rPr>
          <w:lang w:val="uk-UA"/>
        </w:rPr>
        <w:t xml:space="preserve">головного </w:t>
      </w:r>
      <w:r w:rsidRPr="00120698">
        <w:rPr>
          <w:lang w:val="uk-UA"/>
        </w:rPr>
        <w:t xml:space="preserve">спеціаліста </w:t>
      </w:r>
      <w:r w:rsidRPr="00B84FB9">
        <w:rPr>
          <w:lang w:val="uk-UA"/>
        </w:rPr>
        <w:t>з питань запоб</w:t>
      </w:r>
      <w:r>
        <w:rPr>
          <w:lang w:val="uk-UA"/>
        </w:rPr>
        <w:t>і</w:t>
      </w:r>
      <w:r w:rsidRPr="00B84FB9">
        <w:rPr>
          <w:lang w:val="uk-UA"/>
        </w:rPr>
        <w:t>гання та виявлення</w:t>
      </w:r>
      <w:r>
        <w:rPr>
          <w:lang w:val="uk-UA"/>
        </w:rPr>
        <w:t xml:space="preserve"> корупції і</w:t>
      </w:r>
      <w:r w:rsidRPr="00120698">
        <w:rPr>
          <w:lang w:val="uk-UA"/>
        </w:rPr>
        <w:t xml:space="preserve"> взаємодії з правоохоронними органами Артемівської міської ради</w:t>
      </w:r>
      <w:r w:rsidRPr="00120698">
        <w:rPr>
          <w:color w:val="000000"/>
          <w:spacing w:val="-1"/>
          <w:szCs w:val="28"/>
          <w:lang w:val="uk-UA"/>
        </w:rPr>
        <w:t xml:space="preserve"> </w:t>
      </w:r>
      <w:r>
        <w:rPr>
          <w:color w:val="000000"/>
          <w:spacing w:val="-1"/>
          <w:szCs w:val="28"/>
          <w:lang w:val="uk-UA"/>
        </w:rPr>
        <w:t>Ляха В.М.</w:t>
      </w:r>
      <w:r w:rsidRPr="00120698">
        <w:rPr>
          <w:color w:val="000000"/>
          <w:spacing w:val="-1"/>
          <w:szCs w:val="28"/>
          <w:lang w:val="uk-UA"/>
        </w:rPr>
        <w:t xml:space="preserve"> </w:t>
      </w:r>
    </w:p>
    <w:p w:rsidR="00C95737" w:rsidRPr="00120698" w:rsidRDefault="00C95737" w:rsidP="00EF459D">
      <w:pPr>
        <w:shd w:val="clear" w:color="auto" w:fill="FFFFFF"/>
        <w:ind w:firstLine="567"/>
        <w:jc w:val="both"/>
        <w:rPr>
          <w:color w:val="000000"/>
          <w:spacing w:val="-1"/>
          <w:szCs w:val="28"/>
          <w:lang w:val="uk-UA"/>
        </w:rPr>
      </w:pPr>
    </w:p>
    <w:p w:rsidR="00C95737" w:rsidRPr="00120698" w:rsidRDefault="00C95737" w:rsidP="00EF459D">
      <w:pPr>
        <w:shd w:val="clear" w:color="auto" w:fill="FFFFFF"/>
        <w:ind w:firstLine="567"/>
        <w:jc w:val="both"/>
        <w:rPr>
          <w:color w:val="000000"/>
          <w:spacing w:val="-1"/>
          <w:szCs w:val="28"/>
          <w:lang w:val="uk-UA"/>
        </w:rPr>
      </w:pPr>
      <w:r>
        <w:rPr>
          <w:color w:val="000000"/>
          <w:spacing w:val="-1"/>
          <w:szCs w:val="28"/>
          <w:lang w:val="uk-UA"/>
        </w:rPr>
        <w:t>6</w:t>
      </w:r>
      <w:r w:rsidRPr="00120698">
        <w:rPr>
          <w:color w:val="000000"/>
          <w:spacing w:val="-1"/>
          <w:szCs w:val="28"/>
          <w:lang w:val="uk-UA"/>
        </w:rPr>
        <w:t xml:space="preserve">. </w:t>
      </w:r>
      <w:r w:rsidRPr="00CC1A09">
        <w:rPr>
          <w:color w:val="000000"/>
          <w:szCs w:val="28"/>
          <w:lang w:val="uk-UA"/>
        </w:rPr>
        <w:t>К</w:t>
      </w:r>
      <w:r w:rsidRPr="00CC1A09">
        <w:rPr>
          <w:szCs w:val="28"/>
          <w:lang w:val="uk-UA"/>
        </w:rPr>
        <w:t>онтроль за виконанням р</w:t>
      </w:r>
      <w:r>
        <w:rPr>
          <w:szCs w:val="28"/>
          <w:lang w:val="uk-UA"/>
        </w:rPr>
        <w:t>ішення покласти на міського голову           Реву О.О.</w:t>
      </w:r>
    </w:p>
    <w:p w:rsidR="00C95737" w:rsidRPr="00120698" w:rsidRDefault="00C95737" w:rsidP="00EF459D">
      <w:pPr>
        <w:shd w:val="clear" w:color="auto" w:fill="FFFFFF"/>
        <w:ind w:firstLine="720"/>
        <w:rPr>
          <w:color w:val="000000"/>
          <w:spacing w:val="-1"/>
          <w:szCs w:val="28"/>
          <w:lang w:val="uk-UA"/>
        </w:rPr>
      </w:pPr>
    </w:p>
    <w:p w:rsidR="00C95737" w:rsidRPr="00120698" w:rsidRDefault="00C95737" w:rsidP="00EF459D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20"/>
        <w:jc w:val="both"/>
        <w:rPr>
          <w:color w:val="000000"/>
          <w:spacing w:val="-15"/>
          <w:szCs w:val="28"/>
          <w:lang w:val="uk-UA"/>
        </w:rPr>
      </w:pPr>
    </w:p>
    <w:p w:rsidR="00C95737" w:rsidRPr="00120698" w:rsidRDefault="00C95737" w:rsidP="00B84FB9">
      <w:pPr>
        <w:shd w:val="clear" w:color="auto" w:fill="FFFFFF"/>
        <w:tabs>
          <w:tab w:val="left" w:pos="4694"/>
        </w:tabs>
        <w:ind w:firstLine="720"/>
        <w:rPr>
          <w:b/>
          <w:bCs/>
          <w:color w:val="000000"/>
          <w:szCs w:val="28"/>
          <w:lang w:val="uk-UA"/>
        </w:rPr>
      </w:pPr>
      <w:r w:rsidRPr="00120698">
        <w:rPr>
          <w:b/>
          <w:bCs/>
          <w:color w:val="000000"/>
          <w:szCs w:val="28"/>
          <w:lang w:val="uk-UA"/>
        </w:rPr>
        <w:t xml:space="preserve">       Міський  голова                                       О.О. Р</w:t>
      </w:r>
      <w:r>
        <w:rPr>
          <w:b/>
          <w:bCs/>
          <w:color w:val="000000"/>
          <w:szCs w:val="28"/>
          <w:lang w:val="uk-UA"/>
        </w:rPr>
        <w:t>ЕВА</w:t>
      </w:r>
    </w:p>
    <w:sectPr w:rsidR="00C95737" w:rsidRPr="00120698" w:rsidSect="004829B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3A5EC8"/>
    <w:lvl w:ilvl="0">
      <w:numFmt w:val="bullet"/>
      <w:lvlText w:val="*"/>
      <w:lvlJc w:val="left"/>
    </w:lvl>
  </w:abstractNum>
  <w:abstractNum w:abstractNumId="1">
    <w:nsid w:val="0D522D92"/>
    <w:multiLevelType w:val="hybridMultilevel"/>
    <w:tmpl w:val="D324A63A"/>
    <w:lvl w:ilvl="0" w:tplc="E6666AA2"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">
    <w:nsid w:val="0E49403B"/>
    <w:multiLevelType w:val="hybridMultilevel"/>
    <w:tmpl w:val="C33AFA0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000750B"/>
    <w:multiLevelType w:val="hybridMultilevel"/>
    <w:tmpl w:val="DA98B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85CCA"/>
    <w:multiLevelType w:val="hybridMultilevel"/>
    <w:tmpl w:val="03B8049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F0C2B5E"/>
    <w:multiLevelType w:val="hybridMultilevel"/>
    <w:tmpl w:val="FB64F474"/>
    <w:lvl w:ilvl="0" w:tplc="329E5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12B4A"/>
    <w:multiLevelType w:val="multilevel"/>
    <w:tmpl w:val="BEF6689E"/>
    <w:lvl w:ilvl="0">
      <w:start w:val="17"/>
      <w:numFmt w:val="bullet"/>
      <w:lvlText w:val="-"/>
      <w:lvlJc w:val="left"/>
      <w:pPr>
        <w:ind w:left="395" w:hanging="360"/>
      </w:pPr>
      <w:rPr>
        <w:rFonts w:ascii="Times New Roman" w:hAnsi="Times New Roman" w:hint="default"/>
        <w:b w:val="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ind w:left="6480" w:hanging="360"/>
      </w:pPr>
      <w:rPr>
        <w:rFonts w:cs="Times New Roman"/>
      </w:rPr>
    </w:lvl>
  </w:abstractNum>
  <w:abstractNum w:abstractNumId="7">
    <w:nsid w:val="3DB5023B"/>
    <w:multiLevelType w:val="hybridMultilevel"/>
    <w:tmpl w:val="CDA00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78487F"/>
    <w:multiLevelType w:val="hybridMultilevel"/>
    <w:tmpl w:val="56043806"/>
    <w:lvl w:ilvl="0" w:tplc="0419000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0"/>
        </w:tabs>
        <w:ind w:left="2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0"/>
        </w:tabs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0"/>
        </w:tabs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0"/>
        </w:tabs>
        <w:ind w:left="4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0"/>
        </w:tabs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0"/>
        </w:tabs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0"/>
        </w:tabs>
        <w:ind w:left="6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0"/>
        </w:tabs>
        <w:ind w:left="7540" w:hanging="360"/>
      </w:pPr>
      <w:rPr>
        <w:rFonts w:ascii="Wingdings" w:hAnsi="Wingdings" w:hint="default"/>
      </w:rPr>
    </w:lvl>
  </w:abstractNum>
  <w:abstractNum w:abstractNumId="9">
    <w:nsid w:val="4E7D50D0"/>
    <w:multiLevelType w:val="hybridMultilevel"/>
    <w:tmpl w:val="8B302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AE8768A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/>
        <w:b w:val="0"/>
      </w:rPr>
    </w:lvl>
    <w:lvl w:ilvl="2" w:tplc="D424EF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827249D"/>
    <w:multiLevelType w:val="hybridMultilevel"/>
    <w:tmpl w:val="5054193E"/>
    <w:lvl w:ilvl="0" w:tplc="2C225F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687F"/>
    <w:multiLevelType w:val="hybridMultilevel"/>
    <w:tmpl w:val="28E89EBA"/>
    <w:lvl w:ilvl="0" w:tplc="329E5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1B1C7B"/>
    <w:multiLevelType w:val="hybridMultilevel"/>
    <w:tmpl w:val="6EA2B596"/>
    <w:lvl w:ilvl="0" w:tplc="59080B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FF2A62"/>
    <w:multiLevelType w:val="hybridMultilevel"/>
    <w:tmpl w:val="534AA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3D9277A"/>
    <w:multiLevelType w:val="hybridMultilevel"/>
    <w:tmpl w:val="7A408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4C611D2"/>
    <w:multiLevelType w:val="hybridMultilevel"/>
    <w:tmpl w:val="E452A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C37A23"/>
    <w:multiLevelType w:val="hybridMultilevel"/>
    <w:tmpl w:val="C5F83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654F72"/>
    <w:multiLevelType w:val="hybridMultilevel"/>
    <w:tmpl w:val="6E8C6F9E"/>
    <w:lvl w:ilvl="0" w:tplc="64B6EEA4">
      <w:start w:val="17"/>
      <w:numFmt w:val="bullet"/>
      <w:lvlText w:val="-"/>
      <w:lvlJc w:val="left"/>
      <w:pPr>
        <w:ind w:left="395" w:hanging="360"/>
      </w:pPr>
      <w:rPr>
        <w:rFonts w:ascii="Times New Roman" w:eastAsia="Times New Roman" w:hAnsi="Times New Roman"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7"/>
  </w:num>
  <w:num w:numId="5">
    <w:abstractNumId w:val="15"/>
  </w:num>
  <w:num w:numId="6">
    <w:abstractNumId w:val="4"/>
  </w:num>
  <w:num w:numId="7">
    <w:abstractNumId w:val="3"/>
  </w:num>
  <w:num w:numId="8">
    <w:abstractNumId w:val="17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numFmt w:val="bullet"/>
        <w:lvlText w:val="•"/>
        <w:legacy w:legacy="1" w:legacySpace="0" w:legacyIndent="374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375"/>
        <w:lvlJc w:val="left"/>
        <w:rPr>
          <w:rFonts w:ascii="Times New Roman" w:hAnsi="Times New Roman" w:hint="default"/>
        </w:rPr>
      </w:lvl>
    </w:lvlOverride>
  </w:num>
  <w:num w:numId="14">
    <w:abstractNumId w:val="9"/>
  </w:num>
  <w:num w:numId="15">
    <w:abstractNumId w:val="13"/>
  </w:num>
  <w:num w:numId="16">
    <w:abstractNumId w:val="14"/>
  </w:num>
  <w:num w:numId="17">
    <w:abstractNumId w:val="16"/>
  </w:num>
  <w:num w:numId="18">
    <w:abstractNumId w:val="5"/>
  </w:num>
  <w:num w:numId="19">
    <w:abstractNumId w:val="10"/>
  </w:num>
  <w:num w:numId="20">
    <w:abstractNumId w:val="11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FB9"/>
    <w:rsid w:val="00002D52"/>
    <w:rsid w:val="00004415"/>
    <w:rsid w:val="000051C6"/>
    <w:rsid w:val="00006189"/>
    <w:rsid w:val="00011220"/>
    <w:rsid w:val="00012587"/>
    <w:rsid w:val="00013B16"/>
    <w:rsid w:val="00013C99"/>
    <w:rsid w:val="0001764D"/>
    <w:rsid w:val="000178B9"/>
    <w:rsid w:val="00020B75"/>
    <w:rsid w:val="00021268"/>
    <w:rsid w:val="000218E3"/>
    <w:rsid w:val="000218F9"/>
    <w:rsid w:val="0002219D"/>
    <w:rsid w:val="00022399"/>
    <w:rsid w:val="000241B4"/>
    <w:rsid w:val="0002547F"/>
    <w:rsid w:val="0002632C"/>
    <w:rsid w:val="00026757"/>
    <w:rsid w:val="00026C6E"/>
    <w:rsid w:val="00027B3D"/>
    <w:rsid w:val="0003127B"/>
    <w:rsid w:val="000313D9"/>
    <w:rsid w:val="00031765"/>
    <w:rsid w:val="00033F24"/>
    <w:rsid w:val="00035634"/>
    <w:rsid w:val="00035FFF"/>
    <w:rsid w:val="000365DC"/>
    <w:rsid w:val="00042B06"/>
    <w:rsid w:val="00042E1B"/>
    <w:rsid w:val="0004647D"/>
    <w:rsid w:val="00050D5F"/>
    <w:rsid w:val="00050E6C"/>
    <w:rsid w:val="00051277"/>
    <w:rsid w:val="0005173C"/>
    <w:rsid w:val="00053566"/>
    <w:rsid w:val="00053B0F"/>
    <w:rsid w:val="00054358"/>
    <w:rsid w:val="00055D61"/>
    <w:rsid w:val="000601DB"/>
    <w:rsid w:val="00060F66"/>
    <w:rsid w:val="00061487"/>
    <w:rsid w:val="000631A8"/>
    <w:rsid w:val="00065E88"/>
    <w:rsid w:val="00070E2B"/>
    <w:rsid w:val="00074C4D"/>
    <w:rsid w:val="00075399"/>
    <w:rsid w:val="00075694"/>
    <w:rsid w:val="000770FB"/>
    <w:rsid w:val="00080B92"/>
    <w:rsid w:val="00081A54"/>
    <w:rsid w:val="00082ADF"/>
    <w:rsid w:val="00083455"/>
    <w:rsid w:val="00084467"/>
    <w:rsid w:val="00084B1F"/>
    <w:rsid w:val="000856FA"/>
    <w:rsid w:val="00085B54"/>
    <w:rsid w:val="00086A23"/>
    <w:rsid w:val="00086D51"/>
    <w:rsid w:val="0008767C"/>
    <w:rsid w:val="000930AE"/>
    <w:rsid w:val="000933B8"/>
    <w:rsid w:val="00093943"/>
    <w:rsid w:val="00093A16"/>
    <w:rsid w:val="00093B25"/>
    <w:rsid w:val="0009548E"/>
    <w:rsid w:val="00096FE4"/>
    <w:rsid w:val="000A0051"/>
    <w:rsid w:val="000A0B04"/>
    <w:rsid w:val="000A18A7"/>
    <w:rsid w:val="000A1A60"/>
    <w:rsid w:val="000A2ADA"/>
    <w:rsid w:val="000A3071"/>
    <w:rsid w:val="000A44B4"/>
    <w:rsid w:val="000A4F29"/>
    <w:rsid w:val="000A6545"/>
    <w:rsid w:val="000A6A61"/>
    <w:rsid w:val="000A6C26"/>
    <w:rsid w:val="000B1921"/>
    <w:rsid w:val="000B2442"/>
    <w:rsid w:val="000B3BE9"/>
    <w:rsid w:val="000B4B5E"/>
    <w:rsid w:val="000B6163"/>
    <w:rsid w:val="000B6338"/>
    <w:rsid w:val="000B7F76"/>
    <w:rsid w:val="000C0840"/>
    <w:rsid w:val="000C24D2"/>
    <w:rsid w:val="000C5F9C"/>
    <w:rsid w:val="000C6340"/>
    <w:rsid w:val="000C6D0D"/>
    <w:rsid w:val="000C6E08"/>
    <w:rsid w:val="000C7A64"/>
    <w:rsid w:val="000D3893"/>
    <w:rsid w:val="000D3942"/>
    <w:rsid w:val="000D3ECD"/>
    <w:rsid w:val="000D4A62"/>
    <w:rsid w:val="000D5A84"/>
    <w:rsid w:val="000D5D6A"/>
    <w:rsid w:val="000D662E"/>
    <w:rsid w:val="000E0A07"/>
    <w:rsid w:val="000E2B5C"/>
    <w:rsid w:val="000E6251"/>
    <w:rsid w:val="000E6A76"/>
    <w:rsid w:val="000E7105"/>
    <w:rsid w:val="000F07FD"/>
    <w:rsid w:val="000F6775"/>
    <w:rsid w:val="00100402"/>
    <w:rsid w:val="001006C9"/>
    <w:rsid w:val="00102C2D"/>
    <w:rsid w:val="00103072"/>
    <w:rsid w:val="00105409"/>
    <w:rsid w:val="00106329"/>
    <w:rsid w:val="0010661F"/>
    <w:rsid w:val="00106DE6"/>
    <w:rsid w:val="00107D0B"/>
    <w:rsid w:val="00112B4C"/>
    <w:rsid w:val="0012013B"/>
    <w:rsid w:val="00120698"/>
    <w:rsid w:val="00126162"/>
    <w:rsid w:val="001262C3"/>
    <w:rsid w:val="0012679B"/>
    <w:rsid w:val="00130E27"/>
    <w:rsid w:val="001312A1"/>
    <w:rsid w:val="001317F6"/>
    <w:rsid w:val="00131A09"/>
    <w:rsid w:val="00131D19"/>
    <w:rsid w:val="0013322D"/>
    <w:rsid w:val="00133CDF"/>
    <w:rsid w:val="001347B5"/>
    <w:rsid w:val="00135651"/>
    <w:rsid w:val="00135B43"/>
    <w:rsid w:val="0013731C"/>
    <w:rsid w:val="00140D9C"/>
    <w:rsid w:val="00143E84"/>
    <w:rsid w:val="00151766"/>
    <w:rsid w:val="00152320"/>
    <w:rsid w:val="00152C3E"/>
    <w:rsid w:val="00152E37"/>
    <w:rsid w:val="00153359"/>
    <w:rsid w:val="00154624"/>
    <w:rsid w:val="00154DDF"/>
    <w:rsid w:val="00154F54"/>
    <w:rsid w:val="00155429"/>
    <w:rsid w:val="001563F4"/>
    <w:rsid w:val="001601F9"/>
    <w:rsid w:val="00160868"/>
    <w:rsid w:val="001628EF"/>
    <w:rsid w:val="001630C2"/>
    <w:rsid w:val="001644E1"/>
    <w:rsid w:val="00165033"/>
    <w:rsid w:val="001671D1"/>
    <w:rsid w:val="00170973"/>
    <w:rsid w:val="00171D83"/>
    <w:rsid w:val="001739D8"/>
    <w:rsid w:val="00174918"/>
    <w:rsid w:val="001820B1"/>
    <w:rsid w:val="00187631"/>
    <w:rsid w:val="00187645"/>
    <w:rsid w:val="00187C52"/>
    <w:rsid w:val="0019065E"/>
    <w:rsid w:val="00191B12"/>
    <w:rsid w:val="00191BF1"/>
    <w:rsid w:val="00191FA2"/>
    <w:rsid w:val="001928F5"/>
    <w:rsid w:val="0019405D"/>
    <w:rsid w:val="00194570"/>
    <w:rsid w:val="001949D4"/>
    <w:rsid w:val="00196A07"/>
    <w:rsid w:val="001A1801"/>
    <w:rsid w:val="001A1E22"/>
    <w:rsid w:val="001A1E61"/>
    <w:rsid w:val="001A268E"/>
    <w:rsid w:val="001A2FA5"/>
    <w:rsid w:val="001A34BE"/>
    <w:rsid w:val="001A48E1"/>
    <w:rsid w:val="001A4BDE"/>
    <w:rsid w:val="001A5287"/>
    <w:rsid w:val="001A6258"/>
    <w:rsid w:val="001A6829"/>
    <w:rsid w:val="001A7646"/>
    <w:rsid w:val="001B03CB"/>
    <w:rsid w:val="001B0A1B"/>
    <w:rsid w:val="001B32CD"/>
    <w:rsid w:val="001B5DBF"/>
    <w:rsid w:val="001B674D"/>
    <w:rsid w:val="001B7ADF"/>
    <w:rsid w:val="001B7CB1"/>
    <w:rsid w:val="001C01E0"/>
    <w:rsid w:val="001C3033"/>
    <w:rsid w:val="001C4710"/>
    <w:rsid w:val="001C5354"/>
    <w:rsid w:val="001C5504"/>
    <w:rsid w:val="001E0AD0"/>
    <w:rsid w:val="001E1532"/>
    <w:rsid w:val="001E1DE4"/>
    <w:rsid w:val="001E39FF"/>
    <w:rsid w:val="001E40A2"/>
    <w:rsid w:val="001E4975"/>
    <w:rsid w:val="001E6747"/>
    <w:rsid w:val="001F1552"/>
    <w:rsid w:val="001F2EF7"/>
    <w:rsid w:val="001F5327"/>
    <w:rsid w:val="001F5E79"/>
    <w:rsid w:val="001F6380"/>
    <w:rsid w:val="001F6A96"/>
    <w:rsid w:val="001F7073"/>
    <w:rsid w:val="00200B8F"/>
    <w:rsid w:val="002027CD"/>
    <w:rsid w:val="0020299F"/>
    <w:rsid w:val="0020441B"/>
    <w:rsid w:val="002061CD"/>
    <w:rsid w:val="00207857"/>
    <w:rsid w:val="00210F20"/>
    <w:rsid w:val="002119EF"/>
    <w:rsid w:val="00211F9D"/>
    <w:rsid w:val="00212834"/>
    <w:rsid w:val="0021394A"/>
    <w:rsid w:val="00214F38"/>
    <w:rsid w:val="00215119"/>
    <w:rsid w:val="002162E8"/>
    <w:rsid w:val="00217434"/>
    <w:rsid w:val="00217B37"/>
    <w:rsid w:val="00220438"/>
    <w:rsid w:val="00220DEF"/>
    <w:rsid w:val="00220F21"/>
    <w:rsid w:val="002219DA"/>
    <w:rsid w:val="0022225E"/>
    <w:rsid w:val="00222713"/>
    <w:rsid w:val="00223691"/>
    <w:rsid w:val="002241D5"/>
    <w:rsid w:val="002257DC"/>
    <w:rsid w:val="00227171"/>
    <w:rsid w:val="0022767E"/>
    <w:rsid w:val="00227A05"/>
    <w:rsid w:val="00227CA3"/>
    <w:rsid w:val="002318CD"/>
    <w:rsid w:val="0023204F"/>
    <w:rsid w:val="002326D8"/>
    <w:rsid w:val="00232748"/>
    <w:rsid w:val="0023391E"/>
    <w:rsid w:val="00234436"/>
    <w:rsid w:val="00234CED"/>
    <w:rsid w:val="00236354"/>
    <w:rsid w:val="00236847"/>
    <w:rsid w:val="00236FBE"/>
    <w:rsid w:val="002402D7"/>
    <w:rsid w:val="00241301"/>
    <w:rsid w:val="00241CEE"/>
    <w:rsid w:val="00242A56"/>
    <w:rsid w:val="0024465C"/>
    <w:rsid w:val="0024482D"/>
    <w:rsid w:val="00244839"/>
    <w:rsid w:val="00244D58"/>
    <w:rsid w:val="00245822"/>
    <w:rsid w:val="00245ED3"/>
    <w:rsid w:val="00246E71"/>
    <w:rsid w:val="00250098"/>
    <w:rsid w:val="002500E4"/>
    <w:rsid w:val="00250272"/>
    <w:rsid w:val="002524A1"/>
    <w:rsid w:val="00253A77"/>
    <w:rsid w:val="00253A85"/>
    <w:rsid w:val="00255119"/>
    <w:rsid w:val="00255DEA"/>
    <w:rsid w:val="00257308"/>
    <w:rsid w:val="00261AB0"/>
    <w:rsid w:val="0026230F"/>
    <w:rsid w:val="0026457F"/>
    <w:rsid w:val="00265A56"/>
    <w:rsid w:val="00272244"/>
    <w:rsid w:val="0027332B"/>
    <w:rsid w:val="00273E56"/>
    <w:rsid w:val="00276402"/>
    <w:rsid w:val="0027641C"/>
    <w:rsid w:val="002776D3"/>
    <w:rsid w:val="00277D2B"/>
    <w:rsid w:val="002816D6"/>
    <w:rsid w:val="00281CE0"/>
    <w:rsid w:val="002828A9"/>
    <w:rsid w:val="00282E4D"/>
    <w:rsid w:val="002838B4"/>
    <w:rsid w:val="00284E1E"/>
    <w:rsid w:val="002861F5"/>
    <w:rsid w:val="002863D3"/>
    <w:rsid w:val="00286D84"/>
    <w:rsid w:val="00286F32"/>
    <w:rsid w:val="002902E6"/>
    <w:rsid w:val="0029121C"/>
    <w:rsid w:val="00292B57"/>
    <w:rsid w:val="002938AF"/>
    <w:rsid w:val="00293F82"/>
    <w:rsid w:val="00294675"/>
    <w:rsid w:val="002946B0"/>
    <w:rsid w:val="002949B0"/>
    <w:rsid w:val="00294B77"/>
    <w:rsid w:val="0029681D"/>
    <w:rsid w:val="002976AB"/>
    <w:rsid w:val="002A1C01"/>
    <w:rsid w:val="002A2814"/>
    <w:rsid w:val="002A3B11"/>
    <w:rsid w:val="002B0228"/>
    <w:rsid w:val="002B1B0F"/>
    <w:rsid w:val="002B36E0"/>
    <w:rsid w:val="002B6560"/>
    <w:rsid w:val="002B6E3A"/>
    <w:rsid w:val="002C00CB"/>
    <w:rsid w:val="002C0261"/>
    <w:rsid w:val="002C0E4E"/>
    <w:rsid w:val="002C1305"/>
    <w:rsid w:val="002C2D39"/>
    <w:rsid w:val="002C40FB"/>
    <w:rsid w:val="002C4F74"/>
    <w:rsid w:val="002C7D40"/>
    <w:rsid w:val="002D0FCB"/>
    <w:rsid w:val="002D232E"/>
    <w:rsid w:val="002D5820"/>
    <w:rsid w:val="002D6B7E"/>
    <w:rsid w:val="002E04BF"/>
    <w:rsid w:val="002E26BD"/>
    <w:rsid w:val="002E28DB"/>
    <w:rsid w:val="002E49DF"/>
    <w:rsid w:val="002E5E2C"/>
    <w:rsid w:val="002E7CAD"/>
    <w:rsid w:val="002F0A09"/>
    <w:rsid w:val="002F15E8"/>
    <w:rsid w:val="002F2F74"/>
    <w:rsid w:val="002F3E46"/>
    <w:rsid w:val="002F460E"/>
    <w:rsid w:val="002F59FC"/>
    <w:rsid w:val="002F5BDC"/>
    <w:rsid w:val="002F7B1A"/>
    <w:rsid w:val="002F7D25"/>
    <w:rsid w:val="00300393"/>
    <w:rsid w:val="00303D6C"/>
    <w:rsid w:val="00305ACB"/>
    <w:rsid w:val="00305CDB"/>
    <w:rsid w:val="00306760"/>
    <w:rsid w:val="003105C7"/>
    <w:rsid w:val="00314A25"/>
    <w:rsid w:val="003156F6"/>
    <w:rsid w:val="003156FF"/>
    <w:rsid w:val="00315C66"/>
    <w:rsid w:val="00315CE2"/>
    <w:rsid w:val="00315D65"/>
    <w:rsid w:val="003176B1"/>
    <w:rsid w:val="00317977"/>
    <w:rsid w:val="00320775"/>
    <w:rsid w:val="00323180"/>
    <w:rsid w:val="00323DAD"/>
    <w:rsid w:val="0032430C"/>
    <w:rsid w:val="00324D8C"/>
    <w:rsid w:val="00327F22"/>
    <w:rsid w:val="00330D4A"/>
    <w:rsid w:val="003312D2"/>
    <w:rsid w:val="003346EE"/>
    <w:rsid w:val="003352FC"/>
    <w:rsid w:val="003367EC"/>
    <w:rsid w:val="003456DB"/>
    <w:rsid w:val="003458D8"/>
    <w:rsid w:val="003460F0"/>
    <w:rsid w:val="00346708"/>
    <w:rsid w:val="00350452"/>
    <w:rsid w:val="003527E1"/>
    <w:rsid w:val="00355860"/>
    <w:rsid w:val="003559FC"/>
    <w:rsid w:val="00355AD2"/>
    <w:rsid w:val="00357A73"/>
    <w:rsid w:val="00357BD5"/>
    <w:rsid w:val="00357E9A"/>
    <w:rsid w:val="003603F0"/>
    <w:rsid w:val="00361BA6"/>
    <w:rsid w:val="0036323E"/>
    <w:rsid w:val="003638D2"/>
    <w:rsid w:val="00364777"/>
    <w:rsid w:val="003651FB"/>
    <w:rsid w:val="0036585F"/>
    <w:rsid w:val="00366315"/>
    <w:rsid w:val="00366D49"/>
    <w:rsid w:val="00366D79"/>
    <w:rsid w:val="00367E62"/>
    <w:rsid w:val="00370C4F"/>
    <w:rsid w:val="003716AD"/>
    <w:rsid w:val="003719A7"/>
    <w:rsid w:val="0037408E"/>
    <w:rsid w:val="003809E2"/>
    <w:rsid w:val="00382DF2"/>
    <w:rsid w:val="00383287"/>
    <w:rsid w:val="003838DA"/>
    <w:rsid w:val="003841C9"/>
    <w:rsid w:val="00384B6E"/>
    <w:rsid w:val="00384E6C"/>
    <w:rsid w:val="003868F6"/>
    <w:rsid w:val="00386DBE"/>
    <w:rsid w:val="0038701E"/>
    <w:rsid w:val="003874F8"/>
    <w:rsid w:val="0039043E"/>
    <w:rsid w:val="00390452"/>
    <w:rsid w:val="00391C73"/>
    <w:rsid w:val="00392EE7"/>
    <w:rsid w:val="00394794"/>
    <w:rsid w:val="00395002"/>
    <w:rsid w:val="0039632E"/>
    <w:rsid w:val="00397E3A"/>
    <w:rsid w:val="003A16FC"/>
    <w:rsid w:val="003A1CE1"/>
    <w:rsid w:val="003A1DB0"/>
    <w:rsid w:val="003A208F"/>
    <w:rsid w:val="003A315A"/>
    <w:rsid w:val="003A4357"/>
    <w:rsid w:val="003A43B7"/>
    <w:rsid w:val="003A44ED"/>
    <w:rsid w:val="003A50E9"/>
    <w:rsid w:val="003A7486"/>
    <w:rsid w:val="003B00AF"/>
    <w:rsid w:val="003B07C0"/>
    <w:rsid w:val="003B0B34"/>
    <w:rsid w:val="003B1267"/>
    <w:rsid w:val="003B26F0"/>
    <w:rsid w:val="003B2A94"/>
    <w:rsid w:val="003B3487"/>
    <w:rsid w:val="003B504C"/>
    <w:rsid w:val="003B5737"/>
    <w:rsid w:val="003B5B00"/>
    <w:rsid w:val="003B5C7C"/>
    <w:rsid w:val="003C07B7"/>
    <w:rsid w:val="003C1C02"/>
    <w:rsid w:val="003C2416"/>
    <w:rsid w:val="003C3360"/>
    <w:rsid w:val="003C3796"/>
    <w:rsid w:val="003C445F"/>
    <w:rsid w:val="003C51C1"/>
    <w:rsid w:val="003C6CF5"/>
    <w:rsid w:val="003D0AE7"/>
    <w:rsid w:val="003D0E66"/>
    <w:rsid w:val="003D2075"/>
    <w:rsid w:val="003D2F43"/>
    <w:rsid w:val="003D44DB"/>
    <w:rsid w:val="003D5AFD"/>
    <w:rsid w:val="003E27BE"/>
    <w:rsid w:val="003E2E75"/>
    <w:rsid w:val="003E408A"/>
    <w:rsid w:val="003E76DF"/>
    <w:rsid w:val="003F089D"/>
    <w:rsid w:val="003F1D8F"/>
    <w:rsid w:val="003F36A4"/>
    <w:rsid w:val="003F5660"/>
    <w:rsid w:val="003F589D"/>
    <w:rsid w:val="003F5BC4"/>
    <w:rsid w:val="003F76B5"/>
    <w:rsid w:val="0040120C"/>
    <w:rsid w:val="004023D5"/>
    <w:rsid w:val="00403C0B"/>
    <w:rsid w:val="00404269"/>
    <w:rsid w:val="004057CC"/>
    <w:rsid w:val="0040664B"/>
    <w:rsid w:val="00410A81"/>
    <w:rsid w:val="00410AA6"/>
    <w:rsid w:val="00411FBB"/>
    <w:rsid w:val="00414372"/>
    <w:rsid w:val="004158AD"/>
    <w:rsid w:val="00415D91"/>
    <w:rsid w:val="00416962"/>
    <w:rsid w:val="004170B5"/>
    <w:rsid w:val="0042079B"/>
    <w:rsid w:val="0042092C"/>
    <w:rsid w:val="00420DCE"/>
    <w:rsid w:val="00421528"/>
    <w:rsid w:val="00421CDA"/>
    <w:rsid w:val="00423462"/>
    <w:rsid w:val="00423912"/>
    <w:rsid w:val="00423D81"/>
    <w:rsid w:val="00423FCF"/>
    <w:rsid w:val="00424ACD"/>
    <w:rsid w:val="00424D67"/>
    <w:rsid w:val="004252AE"/>
    <w:rsid w:val="0042534A"/>
    <w:rsid w:val="00425FA2"/>
    <w:rsid w:val="00425FA5"/>
    <w:rsid w:val="00426CAE"/>
    <w:rsid w:val="0043146B"/>
    <w:rsid w:val="004318A5"/>
    <w:rsid w:val="004319D4"/>
    <w:rsid w:val="00434478"/>
    <w:rsid w:val="004351E6"/>
    <w:rsid w:val="0043635B"/>
    <w:rsid w:val="0043792B"/>
    <w:rsid w:val="0044210A"/>
    <w:rsid w:val="00442A5E"/>
    <w:rsid w:val="00442C01"/>
    <w:rsid w:val="00442EA2"/>
    <w:rsid w:val="0044393A"/>
    <w:rsid w:val="00447209"/>
    <w:rsid w:val="004502AC"/>
    <w:rsid w:val="00450E40"/>
    <w:rsid w:val="004534F7"/>
    <w:rsid w:val="00455737"/>
    <w:rsid w:val="00455EE4"/>
    <w:rsid w:val="00457964"/>
    <w:rsid w:val="004605A8"/>
    <w:rsid w:val="00461E19"/>
    <w:rsid w:val="00466320"/>
    <w:rsid w:val="0046699F"/>
    <w:rsid w:val="00466D8F"/>
    <w:rsid w:val="00467308"/>
    <w:rsid w:val="00467F47"/>
    <w:rsid w:val="00471A32"/>
    <w:rsid w:val="00472057"/>
    <w:rsid w:val="004739CA"/>
    <w:rsid w:val="00475BA1"/>
    <w:rsid w:val="00475CB4"/>
    <w:rsid w:val="00475F03"/>
    <w:rsid w:val="00477501"/>
    <w:rsid w:val="00477D6F"/>
    <w:rsid w:val="004829BC"/>
    <w:rsid w:val="004853FD"/>
    <w:rsid w:val="004860BE"/>
    <w:rsid w:val="00487893"/>
    <w:rsid w:val="00487AEC"/>
    <w:rsid w:val="00490E02"/>
    <w:rsid w:val="0049161A"/>
    <w:rsid w:val="00493164"/>
    <w:rsid w:val="00494D8C"/>
    <w:rsid w:val="004A2078"/>
    <w:rsid w:val="004A382F"/>
    <w:rsid w:val="004A4527"/>
    <w:rsid w:val="004A5249"/>
    <w:rsid w:val="004A601D"/>
    <w:rsid w:val="004A6380"/>
    <w:rsid w:val="004A7494"/>
    <w:rsid w:val="004C084B"/>
    <w:rsid w:val="004C2410"/>
    <w:rsid w:val="004D027E"/>
    <w:rsid w:val="004D17FC"/>
    <w:rsid w:val="004D1BE3"/>
    <w:rsid w:val="004D2C9D"/>
    <w:rsid w:val="004D2FA3"/>
    <w:rsid w:val="004D60D6"/>
    <w:rsid w:val="004D653A"/>
    <w:rsid w:val="004D73F0"/>
    <w:rsid w:val="004E0020"/>
    <w:rsid w:val="004E0AAA"/>
    <w:rsid w:val="004E0EAE"/>
    <w:rsid w:val="004E2F68"/>
    <w:rsid w:val="004E36BD"/>
    <w:rsid w:val="004E5FE4"/>
    <w:rsid w:val="004F2732"/>
    <w:rsid w:val="004F29BC"/>
    <w:rsid w:val="004F36F5"/>
    <w:rsid w:val="00500325"/>
    <w:rsid w:val="00501422"/>
    <w:rsid w:val="00502C4C"/>
    <w:rsid w:val="0050353B"/>
    <w:rsid w:val="005054CC"/>
    <w:rsid w:val="0050571C"/>
    <w:rsid w:val="00510207"/>
    <w:rsid w:val="0051060B"/>
    <w:rsid w:val="0051096B"/>
    <w:rsid w:val="00512561"/>
    <w:rsid w:val="00512F61"/>
    <w:rsid w:val="00515D52"/>
    <w:rsid w:val="00515E0C"/>
    <w:rsid w:val="00517B4B"/>
    <w:rsid w:val="00517D9F"/>
    <w:rsid w:val="00525A89"/>
    <w:rsid w:val="00527A0D"/>
    <w:rsid w:val="00527B71"/>
    <w:rsid w:val="00535119"/>
    <w:rsid w:val="005368AC"/>
    <w:rsid w:val="00542BB1"/>
    <w:rsid w:val="00542D4D"/>
    <w:rsid w:val="00542DFB"/>
    <w:rsid w:val="00546DE6"/>
    <w:rsid w:val="005504D7"/>
    <w:rsid w:val="0055116E"/>
    <w:rsid w:val="00552B14"/>
    <w:rsid w:val="00552C40"/>
    <w:rsid w:val="00553A28"/>
    <w:rsid w:val="00554567"/>
    <w:rsid w:val="00557037"/>
    <w:rsid w:val="005604CD"/>
    <w:rsid w:val="005641B8"/>
    <w:rsid w:val="00565645"/>
    <w:rsid w:val="0056614B"/>
    <w:rsid w:val="00566BBB"/>
    <w:rsid w:val="0056725F"/>
    <w:rsid w:val="005678AA"/>
    <w:rsid w:val="005705E9"/>
    <w:rsid w:val="00570B87"/>
    <w:rsid w:val="00572E61"/>
    <w:rsid w:val="0057354C"/>
    <w:rsid w:val="00574EE7"/>
    <w:rsid w:val="00576308"/>
    <w:rsid w:val="00577AC2"/>
    <w:rsid w:val="005804BC"/>
    <w:rsid w:val="0058055E"/>
    <w:rsid w:val="00580A1D"/>
    <w:rsid w:val="00580A2F"/>
    <w:rsid w:val="00581764"/>
    <w:rsid w:val="00582467"/>
    <w:rsid w:val="00584113"/>
    <w:rsid w:val="005847B1"/>
    <w:rsid w:val="005849A9"/>
    <w:rsid w:val="005850CC"/>
    <w:rsid w:val="0059261A"/>
    <w:rsid w:val="00593833"/>
    <w:rsid w:val="005954DD"/>
    <w:rsid w:val="00595E6A"/>
    <w:rsid w:val="0059642F"/>
    <w:rsid w:val="00596A4C"/>
    <w:rsid w:val="00596A68"/>
    <w:rsid w:val="00596AE9"/>
    <w:rsid w:val="005973DD"/>
    <w:rsid w:val="005A01FC"/>
    <w:rsid w:val="005A08D8"/>
    <w:rsid w:val="005A0F09"/>
    <w:rsid w:val="005A2CD2"/>
    <w:rsid w:val="005A44C5"/>
    <w:rsid w:val="005A7710"/>
    <w:rsid w:val="005A7FAD"/>
    <w:rsid w:val="005B00DC"/>
    <w:rsid w:val="005B2035"/>
    <w:rsid w:val="005B3AE0"/>
    <w:rsid w:val="005B45C2"/>
    <w:rsid w:val="005B526F"/>
    <w:rsid w:val="005B69D5"/>
    <w:rsid w:val="005B6DB5"/>
    <w:rsid w:val="005C01A1"/>
    <w:rsid w:val="005C03CE"/>
    <w:rsid w:val="005C249F"/>
    <w:rsid w:val="005C2AF5"/>
    <w:rsid w:val="005C42D2"/>
    <w:rsid w:val="005C515D"/>
    <w:rsid w:val="005C5DE0"/>
    <w:rsid w:val="005C6708"/>
    <w:rsid w:val="005C7784"/>
    <w:rsid w:val="005D067E"/>
    <w:rsid w:val="005D1C0F"/>
    <w:rsid w:val="005D2361"/>
    <w:rsid w:val="005D448D"/>
    <w:rsid w:val="005D6226"/>
    <w:rsid w:val="005E201A"/>
    <w:rsid w:val="005E52A0"/>
    <w:rsid w:val="005E5EE5"/>
    <w:rsid w:val="005E6E9C"/>
    <w:rsid w:val="005E7003"/>
    <w:rsid w:val="005F042D"/>
    <w:rsid w:val="005F0B8B"/>
    <w:rsid w:val="005F3635"/>
    <w:rsid w:val="005F4693"/>
    <w:rsid w:val="005F4D8B"/>
    <w:rsid w:val="005F7ABE"/>
    <w:rsid w:val="005F7AC0"/>
    <w:rsid w:val="005F7F0A"/>
    <w:rsid w:val="00601650"/>
    <w:rsid w:val="00603FBE"/>
    <w:rsid w:val="0060405C"/>
    <w:rsid w:val="00605C4C"/>
    <w:rsid w:val="006132DF"/>
    <w:rsid w:val="006139CB"/>
    <w:rsid w:val="0061429D"/>
    <w:rsid w:val="00614ECF"/>
    <w:rsid w:val="00616F58"/>
    <w:rsid w:val="006173DB"/>
    <w:rsid w:val="00617A0D"/>
    <w:rsid w:val="00617D95"/>
    <w:rsid w:val="0062044C"/>
    <w:rsid w:val="00621604"/>
    <w:rsid w:val="00623BF4"/>
    <w:rsid w:val="00623F1D"/>
    <w:rsid w:val="00624EB8"/>
    <w:rsid w:val="00625914"/>
    <w:rsid w:val="00626279"/>
    <w:rsid w:val="0062660C"/>
    <w:rsid w:val="006314D6"/>
    <w:rsid w:val="00634D8D"/>
    <w:rsid w:val="006357E9"/>
    <w:rsid w:val="00637098"/>
    <w:rsid w:val="0063782C"/>
    <w:rsid w:val="006412CF"/>
    <w:rsid w:val="00642699"/>
    <w:rsid w:val="00642DED"/>
    <w:rsid w:val="006432A6"/>
    <w:rsid w:val="006438FC"/>
    <w:rsid w:val="00643D94"/>
    <w:rsid w:val="006469E3"/>
    <w:rsid w:val="00647914"/>
    <w:rsid w:val="006515EB"/>
    <w:rsid w:val="00651685"/>
    <w:rsid w:val="00652F32"/>
    <w:rsid w:val="00653384"/>
    <w:rsid w:val="00653391"/>
    <w:rsid w:val="006558CF"/>
    <w:rsid w:val="0065680E"/>
    <w:rsid w:val="0065730E"/>
    <w:rsid w:val="00657E9A"/>
    <w:rsid w:val="0066067E"/>
    <w:rsid w:val="006638E9"/>
    <w:rsid w:val="00665775"/>
    <w:rsid w:val="00666FAB"/>
    <w:rsid w:val="006674E4"/>
    <w:rsid w:val="006678E2"/>
    <w:rsid w:val="00670395"/>
    <w:rsid w:val="00674004"/>
    <w:rsid w:val="00674301"/>
    <w:rsid w:val="00676E6C"/>
    <w:rsid w:val="0068355F"/>
    <w:rsid w:val="00683CDF"/>
    <w:rsid w:val="0068427C"/>
    <w:rsid w:val="00684D65"/>
    <w:rsid w:val="00686C05"/>
    <w:rsid w:val="00687AFD"/>
    <w:rsid w:val="006903B0"/>
    <w:rsid w:val="00690911"/>
    <w:rsid w:val="00690C6B"/>
    <w:rsid w:val="00691665"/>
    <w:rsid w:val="0069253F"/>
    <w:rsid w:val="006935EA"/>
    <w:rsid w:val="00693C1A"/>
    <w:rsid w:val="006940D7"/>
    <w:rsid w:val="00694E14"/>
    <w:rsid w:val="006974D1"/>
    <w:rsid w:val="006A03FF"/>
    <w:rsid w:val="006A459A"/>
    <w:rsid w:val="006A52FC"/>
    <w:rsid w:val="006B108B"/>
    <w:rsid w:val="006B13D2"/>
    <w:rsid w:val="006B1473"/>
    <w:rsid w:val="006B21FD"/>
    <w:rsid w:val="006B3D8C"/>
    <w:rsid w:val="006B42C4"/>
    <w:rsid w:val="006B45E1"/>
    <w:rsid w:val="006B4DFB"/>
    <w:rsid w:val="006B5010"/>
    <w:rsid w:val="006B50B3"/>
    <w:rsid w:val="006B516A"/>
    <w:rsid w:val="006B6074"/>
    <w:rsid w:val="006B66BF"/>
    <w:rsid w:val="006B6E0A"/>
    <w:rsid w:val="006B6FE4"/>
    <w:rsid w:val="006B70ED"/>
    <w:rsid w:val="006B7D88"/>
    <w:rsid w:val="006C104F"/>
    <w:rsid w:val="006C3959"/>
    <w:rsid w:val="006C4340"/>
    <w:rsid w:val="006C4903"/>
    <w:rsid w:val="006C58CA"/>
    <w:rsid w:val="006C5FA0"/>
    <w:rsid w:val="006C66A6"/>
    <w:rsid w:val="006C6BCB"/>
    <w:rsid w:val="006D03FC"/>
    <w:rsid w:val="006D18B2"/>
    <w:rsid w:val="006D1BD2"/>
    <w:rsid w:val="006D1C04"/>
    <w:rsid w:val="006D3536"/>
    <w:rsid w:val="006D5356"/>
    <w:rsid w:val="006E2302"/>
    <w:rsid w:val="006E345D"/>
    <w:rsid w:val="006E4D35"/>
    <w:rsid w:val="006F0FB4"/>
    <w:rsid w:val="006F1B2E"/>
    <w:rsid w:val="006F218B"/>
    <w:rsid w:val="006F3CA0"/>
    <w:rsid w:val="006F47F1"/>
    <w:rsid w:val="006F5322"/>
    <w:rsid w:val="006F5AE1"/>
    <w:rsid w:val="006F5CDF"/>
    <w:rsid w:val="006F6677"/>
    <w:rsid w:val="006F6B7D"/>
    <w:rsid w:val="006F7ADB"/>
    <w:rsid w:val="00700640"/>
    <w:rsid w:val="007006C3"/>
    <w:rsid w:val="00700BF4"/>
    <w:rsid w:val="00700D70"/>
    <w:rsid w:val="007019C4"/>
    <w:rsid w:val="00704234"/>
    <w:rsid w:val="00705C2F"/>
    <w:rsid w:val="0070641F"/>
    <w:rsid w:val="00706839"/>
    <w:rsid w:val="0070779B"/>
    <w:rsid w:val="007078FA"/>
    <w:rsid w:val="007137D5"/>
    <w:rsid w:val="00714CC1"/>
    <w:rsid w:val="0071514B"/>
    <w:rsid w:val="00716908"/>
    <w:rsid w:val="00720268"/>
    <w:rsid w:val="0072026E"/>
    <w:rsid w:val="007204DB"/>
    <w:rsid w:val="00720655"/>
    <w:rsid w:val="00722C90"/>
    <w:rsid w:val="007237C8"/>
    <w:rsid w:val="00723B98"/>
    <w:rsid w:val="00724326"/>
    <w:rsid w:val="00724D58"/>
    <w:rsid w:val="007265E2"/>
    <w:rsid w:val="00726872"/>
    <w:rsid w:val="00726880"/>
    <w:rsid w:val="00726F02"/>
    <w:rsid w:val="007316A7"/>
    <w:rsid w:val="00732875"/>
    <w:rsid w:val="00733728"/>
    <w:rsid w:val="00735BB4"/>
    <w:rsid w:val="00737BA2"/>
    <w:rsid w:val="00737CCF"/>
    <w:rsid w:val="00737DF4"/>
    <w:rsid w:val="00740F0F"/>
    <w:rsid w:val="00742E2D"/>
    <w:rsid w:val="007430D0"/>
    <w:rsid w:val="00744662"/>
    <w:rsid w:val="00746147"/>
    <w:rsid w:val="00746359"/>
    <w:rsid w:val="00747DBF"/>
    <w:rsid w:val="007511D4"/>
    <w:rsid w:val="00753E32"/>
    <w:rsid w:val="00754E7B"/>
    <w:rsid w:val="0075713A"/>
    <w:rsid w:val="007573BC"/>
    <w:rsid w:val="00760CA3"/>
    <w:rsid w:val="007619E5"/>
    <w:rsid w:val="00762F0F"/>
    <w:rsid w:val="0076643F"/>
    <w:rsid w:val="00766BBB"/>
    <w:rsid w:val="00771085"/>
    <w:rsid w:val="00772ACC"/>
    <w:rsid w:val="00772DA7"/>
    <w:rsid w:val="0077407E"/>
    <w:rsid w:val="00774251"/>
    <w:rsid w:val="0077641F"/>
    <w:rsid w:val="00776451"/>
    <w:rsid w:val="00776A0D"/>
    <w:rsid w:val="00777E5C"/>
    <w:rsid w:val="007822C4"/>
    <w:rsid w:val="007825A2"/>
    <w:rsid w:val="00782776"/>
    <w:rsid w:val="00782A70"/>
    <w:rsid w:val="007830E3"/>
    <w:rsid w:val="00784DA9"/>
    <w:rsid w:val="00785448"/>
    <w:rsid w:val="00790277"/>
    <w:rsid w:val="007903F0"/>
    <w:rsid w:val="00790823"/>
    <w:rsid w:val="00790D45"/>
    <w:rsid w:val="00790F7E"/>
    <w:rsid w:val="00792B5F"/>
    <w:rsid w:val="00794A2B"/>
    <w:rsid w:val="00795438"/>
    <w:rsid w:val="007955EE"/>
    <w:rsid w:val="0079576C"/>
    <w:rsid w:val="00796245"/>
    <w:rsid w:val="00796843"/>
    <w:rsid w:val="0079746E"/>
    <w:rsid w:val="00797486"/>
    <w:rsid w:val="007974DB"/>
    <w:rsid w:val="007A01CC"/>
    <w:rsid w:val="007A14A4"/>
    <w:rsid w:val="007A1A69"/>
    <w:rsid w:val="007A5840"/>
    <w:rsid w:val="007B13AE"/>
    <w:rsid w:val="007B146B"/>
    <w:rsid w:val="007B1B25"/>
    <w:rsid w:val="007B1BC7"/>
    <w:rsid w:val="007B2146"/>
    <w:rsid w:val="007B2F59"/>
    <w:rsid w:val="007B32C5"/>
    <w:rsid w:val="007B5AF3"/>
    <w:rsid w:val="007B76DB"/>
    <w:rsid w:val="007C0450"/>
    <w:rsid w:val="007C35ED"/>
    <w:rsid w:val="007C6FA0"/>
    <w:rsid w:val="007D1331"/>
    <w:rsid w:val="007D1438"/>
    <w:rsid w:val="007D1758"/>
    <w:rsid w:val="007D2060"/>
    <w:rsid w:val="007D60F8"/>
    <w:rsid w:val="007D6A5C"/>
    <w:rsid w:val="007D6B57"/>
    <w:rsid w:val="007E0F38"/>
    <w:rsid w:val="007E1710"/>
    <w:rsid w:val="007E2E0B"/>
    <w:rsid w:val="007E37BF"/>
    <w:rsid w:val="007E39E2"/>
    <w:rsid w:val="007E3BC4"/>
    <w:rsid w:val="007E3DC7"/>
    <w:rsid w:val="007E4AFA"/>
    <w:rsid w:val="007E724A"/>
    <w:rsid w:val="007E7B26"/>
    <w:rsid w:val="007F05AA"/>
    <w:rsid w:val="007F1423"/>
    <w:rsid w:val="007F2012"/>
    <w:rsid w:val="007F2AB8"/>
    <w:rsid w:val="007F39D6"/>
    <w:rsid w:val="007F578B"/>
    <w:rsid w:val="007F6B73"/>
    <w:rsid w:val="00800926"/>
    <w:rsid w:val="00801FE5"/>
    <w:rsid w:val="008021AE"/>
    <w:rsid w:val="008024EC"/>
    <w:rsid w:val="008037E4"/>
    <w:rsid w:val="00804753"/>
    <w:rsid w:val="008055E3"/>
    <w:rsid w:val="008057F4"/>
    <w:rsid w:val="00805D77"/>
    <w:rsid w:val="00807F8A"/>
    <w:rsid w:val="0081036D"/>
    <w:rsid w:val="00810ECA"/>
    <w:rsid w:val="00813986"/>
    <w:rsid w:val="00813AC7"/>
    <w:rsid w:val="00815DB6"/>
    <w:rsid w:val="008164C6"/>
    <w:rsid w:val="00816D62"/>
    <w:rsid w:val="00817A03"/>
    <w:rsid w:val="00817DCF"/>
    <w:rsid w:val="008222E5"/>
    <w:rsid w:val="00823280"/>
    <w:rsid w:val="0082365D"/>
    <w:rsid w:val="00823C24"/>
    <w:rsid w:val="00824740"/>
    <w:rsid w:val="008253BC"/>
    <w:rsid w:val="0082556A"/>
    <w:rsid w:val="008278CC"/>
    <w:rsid w:val="00830FAD"/>
    <w:rsid w:val="00833530"/>
    <w:rsid w:val="00834FA6"/>
    <w:rsid w:val="0083531B"/>
    <w:rsid w:val="00836E2E"/>
    <w:rsid w:val="008403C5"/>
    <w:rsid w:val="008409A2"/>
    <w:rsid w:val="00841F49"/>
    <w:rsid w:val="008463D1"/>
    <w:rsid w:val="008474F4"/>
    <w:rsid w:val="00852342"/>
    <w:rsid w:val="008544BF"/>
    <w:rsid w:val="00855046"/>
    <w:rsid w:val="0085783D"/>
    <w:rsid w:val="00860461"/>
    <w:rsid w:val="00860D67"/>
    <w:rsid w:val="0086124C"/>
    <w:rsid w:val="008631D1"/>
    <w:rsid w:val="0086397A"/>
    <w:rsid w:val="008677F3"/>
    <w:rsid w:val="008703E5"/>
    <w:rsid w:val="00872BE6"/>
    <w:rsid w:val="00875FA3"/>
    <w:rsid w:val="00876CF0"/>
    <w:rsid w:val="00876EDF"/>
    <w:rsid w:val="00877497"/>
    <w:rsid w:val="00880F08"/>
    <w:rsid w:val="008821AB"/>
    <w:rsid w:val="0088662B"/>
    <w:rsid w:val="00886C90"/>
    <w:rsid w:val="0088788B"/>
    <w:rsid w:val="008932B9"/>
    <w:rsid w:val="00893C54"/>
    <w:rsid w:val="00895FDE"/>
    <w:rsid w:val="00896861"/>
    <w:rsid w:val="0089703D"/>
    <w:rsid w:val="008A25C5"/>
    <w:rsid w:val="008A274C"/>
    <w:rsid w:val="008A345C"/>
    <w:rsid w:val="008A3C77"/>
    <w:rsid w:val="008A571F"/>
    <w:rsid w:val="008A5B27"/>
    <w:rsid w:val="008A6617"/>
    <w:rsid w:val="008A7A31"/>
    <w:rsid w:val="008B05FD"/>
    <w:rsid w:val="008B293A"/>
    <w:rsid w:val="008B3CC9"/>
    <w:rsid w:val="008B5186"/>
    <w:rsid w:val="008C071D"/>
    <w:rsid w:val="008C0B4E"/>
    <w:rsid w:val="008C0FF0"/>
    <w:rsid w:val="008C1E90"/>
    <w:rsid w:val="008C46F8"/>
    <w:rsid w:val="008C48B1"/>
    <w:rsid w:val="008C4F13"/>
    <w:rsid w:val="008C6A97"/>
    <w:rsid w:val="008C762D"/>
    <w:rsid w:val="008D07F7"/>
    <w:rsid w:val="008D282C"/>
    <w:rsid w:val="008D2ECC"/>
    <w:rsid w:val="008D36D8"/>
    <w:rsid w:val="008D5222"/>
    <w:rsid w:val="008D5ADE"/>
    <w:rsid w:val="008E0A98"/>
    <w:rsid w:val="008E0BF1"/>
    <w:rsid w:val="008E15F1"/>
    <w:rsid w:val="008E1848"/>
    <w:rsid w:val="008E237D"/>
    <w:rsid w:val="008E2B16"/>
    <w:rsid w:val="008E3028"/>
    <w:rsid w:val="008E456B"/>
    <w:rsid w:val="008E4756"/>
    <w:rsid w:val="008E533E"/>
    <w:rsid w:val="008E5423"/>
    <w:rsid w:val="008E62B6"/>
    <w:rsid w:val="008E7433"/>
    <w:rsid w:val="008F04A8"/>
    <w:rsid w:val="008F062D"/>
    <w:rsid w:val="008F0E52"/>
    <w:rsid w:val="008F1BB6"/>
    <w:rsid w:val="008F2E3E"/>
    <w:rsid w:val="008F3588"/>
    <w:rsid w:val="008F3ADC"/>
    <w:rsid w:val="008F3CA0"/>
    <w:rsid w:val="008F3D96"/>
    <w:rsid w:val="008F49EC"/>
    <w:rsid w:val="008F4A23"/>
    <w:rsid w:val="008F4FE9"/>
    <w:rsid w:val="008F663F"/>
    <w:rsid w:val="008F71D2"/>
    <w:rsid w:val="008F7A34"/>
    <w:rsid w:val="008F7EAA"/>
    <w:rsid w:val="00902A4E"/>
    <w:rsid w:val="009031D3"/>
    <w:rsid w:val="009038F3"/>
    <w:rsid w:val="009064D6"/>
    <w:rsid w:val="00906578"/>
    <w:rsid w:val="00906BFF"/>
    <w:rsid w:val="00910466"/>
    <w:rsid w:val="00912535"/>
    <w:rsid w:val="00914205"/>
    <w:rsid w:val="00914955"/>
    <w:rsid w:val="00916779"/>
    <w:rsid w:val="00916EE2"/>
    <w:rsid w:val="00916F84"/>
    <w:rsid w:val="009173B1"/>
    <w:rsid w:val="009203E3"/>
    <w:rsid w:val="009212F9"/>
    <w:rsid w:val="009229D4"/>
    <w:rsid w:val="00923B24"/>
    <w:rsid w:val="009255AB"/>
    <w:rsid w:val="00925D66"/>
    <w:rsid w:val="009302F9"/>
    <w:rsid w:val="00930FB1"/>
    <w:rsid w:val="00934BB9"/>
    <w:rsid w:val="00935846"/>
    <w:rsid w:val="00936EBB"/>
    <w:rsid w:val="0094177C"/>
    <w:rsid w:val="00942C56"/>
    <w:rsid w:val="009431E2"/>
    <w:rsid w:val="00944D72"/>
    <w:rsid w:val="00945254"/>
    <w:rsid w:val="00945D08"/>
    <w:rsid w:val="00947621"/>
    <w:rsid w:val="009506C5"/>
    <w:rsid w:val="0095138E"/>
    <w:rsid w:val="00951ABF"/>
    <w:rsid w:val="009527BE"/>
    <w:rsid w:val="009539DC"/>
    <w:rsid w:val="009565F6"/>
    <w:rsid w:val="00956AE0"/>
    <w:rsid w:val="00957FD7"/>
    <w:rsid w:val="00960177"/>
    <w:rsid w:val="00960A13"/>
    <w:rsid w:val="00960B0D"/>
    <w:rsid w:val="009611C8"/>
    <w:rsid w:val="0096140E"/>
    <w:rsid w:val="00961B35"/>
    <w:rsid w:val="00962A98"/>
    <w:rsid w:val="009637EF"/>
    <w:rsid w:val="009711C7"/>
    <w:rsid w:val="00972F7B"/>
    <w:rsid w:val="00974852"/>
    <w:rsid w:val="00974C2D"/>
    <w:rsid w:val="009760A0"/>
    <w:rsid w:val="009762B4"/>
    <w:rsid w:val="0097645C"/>
    <w:rsid w:val="00976589"/>
    <w:rsid w:val="00984A12"/>
    <w:rsid w:val="009850A3"/>
    <w:rsid w:val="00985613"/>
    <w:rsid w:val="009858EE"/>
    <w:rsid w:val="00985F78"/>
    <w:rsid w:val="00987C34"/>
    <w:rsid w:val="0099030A"/>
    <w:rsid w:val="00991C1A"/>
    <w:rsid w:val="00992FD3"/>
    <w:rsid w:val="009937A9"/>
    <w:rsid w:val="00993E86"/>
    <w:rsid w:val="0099468D"/>
    <w:rsid w:val="009A0796"/>
    <w:rsid w:val="009A2242"/>
    <w:rsid w:val="009A2BC4"/>
    <w:rsid w:val="009A33DD"/>
    <w:rsid w:val="009A4046"/>
    <w:rsid w:val="009A5FC9"/>
    <w:rsid w:val="009A784A"/>
    <w:rsid w:val="009B0BBC"/>
    <w:rsid w:val="009B187A"/>
    <w:rsid w:val="009B1FE9"/>
    <w:rsid w:val="009B6630"/>
    <w:rsid w:val="009B667D"/>
    <w:rsid w:val="009B7450"/>
    <w:rsid w:val="009B7888"/>
    <w:rsid w:val="009C0028"/>
    <w:rsid w:val="009C142F"/>
    <w:rsid w:val="009C1EBD"/>
    <w:rsid w:val="009C22E6"/>
    <w:rsid w:val="009C2C0C"/>
    <w:rsid w:val="009C52E5"/>
    <w:rsid w:val="009C5B6F"/>
    <w:rsid w:val="009C6548"/>
    <w:rsid w:val="009C6723"/>
    <w:rsid w:val="009D0062"/>
    <w:rsid w:val="009D02CE"/>
    <w:rsid w:val="009D2253"/>
    <w:rsid w:val="009D46E8"/>
    <w:rsid w:val="009D6008"/>
    <w:rsid w:val="009D6731"/>
    <w:rsid w:val="009D68F8"/>
    <w:rsid w:val="009D6BD3"/>
    <w:rsid w:val="009D73CE"/>
    <w:rsid w:val="009E1CC6"/>
    <w:rsid w:val="009E1F55"/>
    <w:rsid w:val="009E2465"/>
    <w:rsid w:val="009E259F"/>
    <w:rsid w:val="009E2E67"/>
    <w:rsid w:val="009E3675"/>
    <w:rsid w:val="009E3771"/>
    <w:rsid w:val="009E695B"/>
    <w:rsid w:val="009F1320"/>
    <w:rsid w:val="009F46D2"/>
    <w:rsid w:val="009F5503"/>
    <w:rsid w:val="009F5FBF"/>
    <w:rsid w:val="009F7DCC"/>
    <w:rsid w:val="009F7DEE"/>
    <w:rsid w:val="00A023BC"/>
    <w:rsid w:val="00A030C5"/>
    <w:rsid w:val="00A03602"/>
    <w:rsid w:val="00A068DD"/>
    <w:rsid w:val="00A07E8E"/>
    <w:rsid w:val="00A10D82"/>
    <w:rsid w:val="00A1104B"/>
    <w:rsid w:val="00A12437"/>
    <w:rsid w:val="00A13388"/>
    <w:rsid w:val="00A1450F"/>
    <w:rsid w:val="00A158B1"/>
    <w:rsid w:val="00A20D2A"/>
    <w:rsid w:val="00A21F2F"/>
    <w:rsid w:val="00A21F5A"/>
    <w:rsid w:val="00A2256D"/>
    <w:rsid w:val="00A2277B"/>
    <w:rsid w:val="00A236E9"/>
    <w:rsid w:val="00A23B22"/>
    <w:rsid w:val="00A23F5A"/>
    <w:rsid w:val="00A262B1"/>
    <w:rsid w:val="00A27213"/>
    <w:rsid w:val="00A31C0A"/>
    <w:rsid w:val="00A320C6"/>
    <w:rsid w:val="00A352FD"/>
    <w:rsid w:val="00A35F9D"/>
    <w:rsid w:val="00A3662B"/>
    <w:rsid w:val="00A40185"/>
    <w:rsid w:val="00A40603"/>
    <w:rsid w:val="00A42FE1"/>
    <w:rsid w:val="00A44914"/>
    <w:rsid w:val="00A44951"/>
    <w:rsid w:val="00A45F53"/>
    <w:rsid w:val="00A5027F"/>
    <w:rsid w:val="00A5243B"/>
    <w:rsid w:val="00A556E9"/>
    <w:rsid w:val="00A55E1F"/>
    <w:rsid w:val="00A56D19"/>
    <w:rsid w:val="00A60342"/>
    <w:rsid w:val="00A60636"/>
    <w:rsid w:val="00A61ABA"/>
    <w:rsid w:val="00A62D7A"/>
    <w:rsid w:val="00A636D3"/>
    <w:rsid w:val="00A669E0"/>
    <w:rsid w:val="00A6768A"/>
    <w:rsid w:val="00A724B7"/>
    <w:rsid w:val="00A72B22"/>
    <w:rsid w:val="00A72B59"/>
    <w:rsid w:val="00A73655"/>
    <w:rsid w:val="00A739FA"/>
    <w:rsid w:val="00A7453C"/>
    <w:rsid w:val="00A76700"/>
    <w:rsid w:val="00A7689A"/>
    <w:rsid w:val="00A82047"/>
    <w:rsid w:val="00A82599"/>
    <w:rsid w:val="00A82AA7"/>
    <w:rsid w:val="00A85C4B"/>
    <w:rsid w:val="00A8627F"/>
    <w:rsid w:val="00A872DB"/>
    <w:rsid w:val="00A878C9"/>
    <w:rsid w:val="00A87DA5"/>
    <w:rsid w:val="00A87E1C"/>
    <w:rsid w:val="00A915B4"/>
    <w:rsid w:val="00A9299D"/>
    <w:rsid w:val="00A93AC5"/>
    <w:rsid w:val="00A94042"/>
    <w:rsid w:val="00A9650D"/>
    <w:rsid w:val="00A96989"/>
    <w:rsid w:val="00A96D13"/>
    <w:rsid w:val="00A97FC6"/>
    <w:rsid w:val="00AA0FFA"/>
    <w:rsid w:val="00AA1CB1"/>
    <w:rsid w:val="00AA2664"/>
    <w:rsid w:val="00AA5205"/>
    <w:rsid w:val="00AA5331"/>
    <w:rsid w:val="00AA55D2"/>
    <w:rsid w:val="00AA7547"/>
    <w:rsid w:val="00AA7968"/>
    <w:rsid w:val="00AB0591"/>
    <w:rsid w:val="00AB0FD8"/>
    <w:rsid w:val="00AB5A38"/>
    <w:rsid w:val="00AB7EC7"/>
    <w:rsid w:val="00AC0B2D"/>
    <w:rsid w:val="00AC46E6"/>
    <w:rsid w:val="00AC4BE6"/>
    <w:rsid w:val="00AC547F"/>
    <w:rsid w:val="00AD5097"/>
    <w:rsid w:val="00AD6E38"/>
    <w:rsid w:val="00AD70EF"/>
    <w:rsid w:val="00AD762A"/>
    <w:rsid w:val="00AE1B6E"/>
    <w:rsid w:val="00AE2124"/>
    <w:rsid w:val="00AE2416"/>
    <w:rsid w:val="00AE3B75"/>
    <w:rsid w:val="00AE5280"/>
    <w:rsid w:val="00AE581A"/>
    <w:rsid w:val="00AE67DE"/>
    <w:rsid w:val="00AE6A1F"/>
    <w:rsid w:val="00AF1468"/>
    <w:rsid w:val="00AF19E1"/>
    <w:rsid w:val="00AF1EEB"/>
    <w:rsid w:val="00AF2F7D"/>
    <w:rsid w:val="00AF3B95"/>
    <w:rsid w:val="00AF6B89"/>
    <w:rsid w:val="00B0058B"/>
    <w:rsid w:val="00B0331C"/>
    <w:rsid w:val="00B03345"/>
    <w:rsid w:val="00B03654"/>
    <w:rsid w:val="00B05138"/>
    <w:rsid w:val="00B05A19"/>
    <w:rsid w:val="00B05CF9"/>
    <w:rsid w:val="00B100E0"/>
    <w:rsid w:val="00B115ED"/>
    <w:rsid w:val="00B117E1"/>
    <w:rsid w:val="00B13032"/>
    <w:rsid w:val="00B14A48"/>
    <w:rsid w:val="00B1701D"/>
    <w:rsid w:val="00B17E1D"/>
    <w:rsid w:val="00B20FC2"/>
    <w:rsid w:val="00B21623"/>
    <w:rsid w:val="00B217B3"/>
    <w:rsid w:val="00B22A78"/>
    <w:rsid w:val="00B2613E"/>
    <w:rsid w:val="00B26FFD"/>
    <w:rsid w:val="00B276CF"/>
    <w:rsid w:val="00B27CBB"/>
    <w:rsid w:val="00B30DB6"/>
    <w:rsid w:val="00B32417"/>
    <w:rsid w:val="00B33BA2"/>
    <w:rsid w:val="00B33D19"/>
    <w:rsid w:val="00B34140"/>
    <w:rsid w:val="00B36089"/>
    <w:rsid w:val="00B37FF9"/>
    <w:rsid w:val="00B403D0"/>
    <w:rsid w:val="00B40AF5"/>
    <w:rsid w:val="00B4273C"/>
    <w:rsid w:val="00B44029"/>
    <w:rsid w:val="00B44CEE"/>
    <w:rsid w:val="00B47473"/>
    <w:rsid w:val="00B50A35"/>
    <w:rsid w:val="00B50BBC"/>
    <w:rsid w:val="00B5244A"/>
    <w:rsid w:val="00B528D5"/>
    <w:rsid w:val="00B53772"/>
    <w:rsid w:val="00B53B65"/>
    <w:rsid w:val="00B53E88"/>
    <w:rsid w:val="00B554DC"/>
    <w:rsid w:val="00B555FB"/>
    <w:rsid w:val="00B55F4C"/>
    <w:rsid w:val="00B55FA6"/>
    <w:rsid w:val="00B56E85"/>
    <w:rsid w:val="00B61460"/>
    <w:rsid w:val="00B62771"/>
    <w:rsid w:val="00B63077"/>
    <w:rsid w:val="00B65339"/>
    <w:rsid w:val="00B6585C"/>
    <w:rsid w:val="00B712A2"/>
    <w:rsid w:val="00B71DD4"/>
    <w:rsid w:val="00B7385A"/>
    <w:rsid w:val="00B7536D"/>
    <w:rsid w:val="00B75FE7"/>
    <w:rsid w:val="00B76C6C"/>
    <w:rsid w:val="00B7703C"/>
    <w:rsid w:val="00B771EE"/>
    <w:rsid w:val="00B81F19"/>
    <w:rsid w:val="00B847A1"/>
    <w:rsid w:val="00B84FB9"/>
    <w:rsid w:val="00B86B60"/>
    <w:rsid w:val="00B86CCD"/>
    <w:rsid w:val="00B871CD"/>
    <w:rsid w:val="00B8793F"/>
    <w:rsid w:val="00B90BB8"/>
    <w:rsid w:val="00B92C20"/>
    <w:rsid w:val="00B9331E"/>
    <w:rsid w:val="00B94389"/>
    <w:rsid w:val="00B95430"/>
    <w:rsid w:val="00BA035E"/>
    <w:rsid w:val="00BA1840"/>
    <w:rsid w:val="00BA3E4B"/>
    <w:rsid w:val="00BA4224"/>
    <w:rsid w:val="00BA54DD"/>
    <w:rsid w:val="00BA6E5E"/>
    <w:rsid w:val="00BA7762"/>
    <w:rsid w:val="00BA7BFA"/>
    <w:rsid w:val="00BB2EED"/>
    <w:rsid w:val="00BB34DC"/>
    <w:rsid w:val="00BB4853"/>
    <w:rsid w:val="00BC21B8"/>
    <w:rsid w:val="00BC3592"/>
    <w:rsid w:val="00BC421B"/>
    <w:rsid w:val="00BC45AF"/>
    <w:rsid w:val="00BC4695"/>
    <w:rsid w:val="00BC4C6E"/>
    <w:rsid w:val="00BC52B3"/>
    <w:rsid w:val="00BC6226"/>
    <w:rsid w:val="00BC6B20"/>
    <w:rsid w:val="00BC7380"/>
    <w:rsid w:val="00BD0807"/>
    <w:rsid w:val="00BD0990"/>
    <w:rsid w:val="00BD18EE"/>
    <w:rsid w:val="00BD1990"/>
    <w:rsid w:val="00BD2317"/>
    <w:rsid w:val="00BD2934"/>
    <w:rsid w:val="00BD4246"/>
    <w:rsid w:val="00BD5912"/>
    <w:rsid w:val="00BD5B5D"/>
    <w:rsid w:val="00BD7904"/>
    <w:rsid w:val="00BE1A68"/>
    <w:rsid w:val="00BE1AB7"/>
    <w:rsid w:val="00BE2243"/>
    <w:rsid w:val="00BE3AE8"/>
    <w:rsid w:val="00BE3C75"/>
    <w:rsid w:val="00BE5586"/>
    <w:rsid w:val="00BE64B7"/>
    <w:rsid w:val="00BF017B"/>
    <w:rsid w:val="00BF063C"/>
    <w:rsid w:val="00BF0791"/>
    <w:rsid w:val="00BF0C63"/>
    <w:rsid w:val="00BF2B88"/>
    <w:rsid w:val="00BF5CF9"/>
    <w:rsid w:val="00BF66D2"/>
    <w:rsid w:val="00BF6D4B"/>
    <w:rsid w:val="00C007D0"/>
    <w:rsid w:val="00C02268"/>
    <w:rsid w:val="00C0447B"/>
    <w:rsid w:val="00C04F21"/>
    <w:rsid w:val="00C0559D"/>
    <w:rsid w:val="00C05D28"/>
    <w:rsid w:val="00C06262"/>
    <w:rsid w:val="00C0636B"/>
    <w:rsid w:val="00C06466"/>
    <w:rsid w:val="00C07E74"/>
    <w:rsid w:val="00C116D3"/>
    <w:rsid w:val="00C1520E"/>
    <w:rsid w:val="00C153D7"/>
    <w:rsid w:val="00C16D9D"/>
    <w:rsid w:val="00C22416"/>
    <w:rsid w:val="00C232AA"/>
    <w:rsid w:val="00C243D6"/>
    <w:rsid w:val="00C24B8C"/>
    <w:rsid w:val="00C278BF"/>
    <w:rsid w:val="00C33C01"/>
    <w:rsid w:val="00C341BB"/>
    <w:rsid w:val="00C34621"/>
    <w:rsid w:val="00C34787"/>
    <w:rsid w:val="00C360F3"/>
    <w:rsid w:val="00C366F5"/>
    <w:rsid w:val="00C40EB9"/>
    <w:rsid w:val="00C427A0"/>
    <w:rsid w:val="00C42DA3"/>
    <w:rsid w:val="00C433A0"/>
    <w:rsid w:val="00C43419"/>
    <w:rsid w:val="00C44FDF"/>
    <w:rsid w:val="00C50B82"/>
    <w:rsid w:val="00C50FE4"/>
    <w:rsid w:val="00C5172A"/>
    <w:rsid w:val="00C5424F"/>
    <w:rsid w:val="00C54DC0"/>
    <w:rsid w:val="00C558A5"/>
    <w:rsid w:val="00C55E89"/>
    <w:rsid w:val="00C56570"/>
    <w:rsid w:val="00C5742D"/>
    <w:rsid w:val="00C616FB"/>
    <w:rsid w:val="00C619AE"/>
    <w:rsid w:val="00C62F45"/>
    <w:rsid w:val="00C63120"/>
    <w:rsid w:val="00C63511"/>
    <w:rsid w:val="00C635B4"/>
    <w:rsid w:val="00C669F8"/>
    <w:rsid w:val="00C7027B"/>
    <w:rsid w:val="00C707F8"/>
    <w:rsid w:val="00C7109B"/>
    <w:rsid w:val="00C712CB"/>
    <w:rsid w:val="00C73339"/>
    <w:rsid w:val="00C73435"/>
    <w:rsid w:val="00C73625"/>
    <w:rsid w:val="00C74CB7"/>
    <w:rsid w:val="00C7644C"/>
    <w:rsid w:val="00C76D0B"/>
    <w:rsid w:val="00C77956"/>
    <w:rsid w:val="00C77AEB"/>
    <w:rsid w:val="00C77CA0"/>
    <w:rsid w:val="00C77E92"/>
    <w:rsid w:val="00C82BC7"/>
    <w:rsid w:val="00C84737"/>
    <w:rsid w:val="00C847E7"/>
    <w:rsid w:val="00C85447"/>
    <w:rsid w:val="00C854E8"/>
    <w:rsid w:val="00C85DB8"/>
    <w:rsid w:val="00C85EFA"/>
    <w:rsid w:val="00C86F7C"/>
    <w:rsid w:val="00C8789F"/>
    <w:rsid w:val="00C916AF"/>
    <w:rsid w:val="00C92BD3"/>
    <w:rsid w:val="00C92DD4"/>
    <w:rsid w:val="00C93E60"/>
    <w:rsid w:val="00C94C66"/>
    <w:rsid w:val="00C95737"/>
    <w:rsid w:val="00CA0438"/>
    <w:rsid w:val="00CA1050"/>
    <w:rsid w:val="00CA1841"/>
    <w:rsid w:val="00CA18E4"/>
    <w:rsid w:val="00CA44CC"/>
    <w:rsid w:val="00CB16C5"/>
    <w:rsid w:val="00CB2311"/>
    <w:rsid w:val="00CB244D"/>
    <w:rsid w:val="00CB3568"/>
    <w:rsid w:val="00CB5C17"/>
    <w:rsid w:val="00CB7D0E"/>
    <w:rsid w:val="00CC0BE2"/>
    <w:rsid w:val="00CC0D0E"/>
    <w:rsid w:val="00CC1A09"/>
    <w:rsid w:val="00CC3B8B"/>
    <w:rsid w:val="00CC44D9"/>
    <w:rsid w:val="00CC4F9F"/>
    <w:rsid w:val="00CC63EB"/>
    <w:rsid w:val="00CD19FF"/>
    <w:rsid w:val="00CD1B65"/>
    <w:rsid w:val="00CD4AE5"/>
    <w:rsid w:val="00CD550D"/>
    <w:rsid w:val="00CD7166"/>
    <w:rsid w:val="00CD73BA"/>
    <w:rsid w:val="00CD7E8A"/>
    <w:rsid w:val="00CD7E8F"/>
    <w:rsid w:val="00CE083F"/>
    <w:rsid w:val="00CE0AAB"/>
    <w:rsid w:val="00CE0ADA"/>
    <w:rsid w:val="00CE187B"/>
    <w:rsid w:val="00CE2519"/>
    <w:rsid w:val="00CE4C03"/>
    <w:rsid w:val="00CE4DB0"/>
    <w:rsid w:val="00CE69E5"/>
    <w:rsid w:val="00CF0A2D"/>
    <w:rsid w:val="00CF440E"/>
    <w:rsid w:val="00CF4867"/>
    <w:rsid w:val="00CF52B9"/>
    <w:rsid w:val="00D01499"/>
    <w:rsid w:val="00D02913"/>
    <w:rsid w:val="00D03247"/>
    <w:rsid w:val="00D04E88"/>
    <w:rsid w:val="00D04EFB"/>
    <w:rsid w:val="00D05F2C"/>
    <w:rsid w:val="00D0659D"/>
    <w:rsid w:val="00D124A4"/>
    <w:rsid w:val="00D12534"/>
    <w:rsid w:val="00D12B8E"/>
    <w:rsid w:val="00D13D18"/>
    <w:rsid w:val="00D151C4"/>
    <w:rsid w:val="00D1526F"/>
    <w:rsid w:val="00D16774"/>
    <w:rsid w:val="00D16FF3"/>
    <w:rsid w:val="00D20EA7"/>
    <w:rsid w:val="00D238D6"/>
    <w:rsid w:val="00D2566D"/>
    <w:rsid w:val="00D26ABA"/>
    <w:rsid w:val="00D32797"/>
    <w:rsid w:val="00D359C2"/>
    <w:rsid w:val="00D36DF9"/>
    <w:rsid w:val="00D42366"/>
    <w:rsid w:val="00D454E8"/>
    <w:rsid w:val="00D45F09"/>
    <w:rsid w:val="00D46278"/>
    <w:rsid w:val="00D523DC"/>
    <w:rsid w:val="00D52FE0"/>
    <w:rsid w:val="00D5409A"/>
    <w:rsid w:val="00D5685B"/>
    <w:rsid w:val="00D570B3"/>
    <w:rsid w:val="00D57E76"/>
    <w:rsid w:val="00D619AE"/>
    <w:rsid w:val="00D6486A"/>
    <w:rsid w:val="00D67A4A"/>
    <w:rsid w:val="00D70057"/>
    <w:rsid w:val="00D7027B"/>
    <w:rsid w:val="00D712E3"/>
    <w:rsid w:val="00D717B3"/>
    <w:rsid w:val="00D72D8B"/>
    <w:rsid w:val="00D741DB"/>
    <w:rsid w:val="00D75189"/>
    <w:rsid w:val="00D77548"/>
    <w:rsid w:val="00D80F66"/>
    <w:rsid w:val="00D815D4"/>
    <w:rsid w:val="00D82213"/>
    <w:rsid w:val="00D8279A"/>
    <w:rsid w:val="00D82C79"/>
    <w:rsid w:val="00D90E06"/>
    <w:rsid w:val="00D919C3"/>
    <w:rsid w:val="00D924F0"/>
    <w:rsid w:val="00D9267D"/>
    <w:rsid w:val="00D93650"/>
    <w:rsid w:val="00D9418D"/>
    <w:rsid w:val="00D943FD"/>
    <w:rsid w:val="00D95A0F"/>
    <w:rsid w:val="00D9665A"/>
    <w:rsid w:val="00D97795"/>
    <w:rsid w:val="00D97FD9"/>
    <w:rsid w:val="00DA08B0"/>
    <w:rsid w:val="00DA0C42"/>
    <w:rsid w:val="00DA0DFA"/>
    <w:rsid w:val="00DA18AA"/>
    <w:rsid w:val="00DA22A2"/>
    <w:rsid w:val="00DA2A0C"/>
    <w:rsid w:val="00DA3499"/>
    <w:rsid w:val="00DA391E"/>
    <w:rsid w:val="00DA4D37"/>
    <w:rsid w:val="00DA5E15"/>
    <w:rsid w:val="00DA6875"/>
    <w:rsid w:val="00DB0058"/>
    <w:rsid w:val="00DB0428"/>
    <w:rsid w:val="00DB1283"/>
    <w:rsid w:val="00DB2362"/>
    <w:rsid w:val="00DB461D"/>
    <w:rsid w:val="00DB7E8D"/>
    <w:rsid w:val="00DC0639"/>
    <w:rsid w:val="00DC1112"/>
    <w:rsid w:val="00DC1936"/>
    <w:rsid w:val="00DC1B50"/>
    <w:rsid w:val="00DC1B70"/>
    <w:rsid w:val="00DC3D14"/>
    <w:rsid w:val="00DC3F82"/>
    <w:rsid w:val="00DC4687"/>
    <w:rsid w:val="00DC501A"/>
    <w:rsid w:val="00DC67FF"/>
    <w:rsid w:val="00DC6D3F"/>
    <w:rsid w:val="00DD147D"/>
    <w:rsid w:val="00DD17B3"/>
    <w:rsid w:val="00DD2B01"/>
    <w:rsid w:val="00DD4F99"/>
    <w:rsid w:val="00DD57CF"/>
    <w:rsid w:val="00DD5A2B"/>
    <w:rsid w:val="00DD67A5"/>
    <w:rsid w:val="00DD701F"/>
    <w:rsid w:val="00DD75ED"/>
    <w:rsid w:val="00DE00FB"/>
    <w:rsid w:val="00DE034C"/>
    <w:rsid w:val="00DE0843"/>
    <w:rsid w:val="00DE18C4"/>
    <w:rsid w:val="00DE33E7"/>
    <w:rsid w:val="00DE3CFA"/>
    <w:rsid w:val="00DE46C1"/>
    <w:rsid w:val="00DE50D0"/>
    <w:rsid w:val="00DE6B28"/>
    <w:rsid w:val="00DE7FE4"/>
    <w:rsid w:val="00DF0989"/>
    <w:rsid w:val="00DF14E4"/>
    <w:rsid w:val="00DF548D"/>
    <w:rsid w:val="00DF7304"/>
    <w:rsid w:val="00DF7406"/>
    <w:rsid w:val="00DF76D8"/>
    <w:rsid w:val="00E00904"/>
    <w:rsid w:val="00E02D88"/>
    <w:rsid w:val="00E0377C"/>
    <w:rsid w:val="00E04234"/>
    <w:rsid w:val="00E045A6"/>
    <w:rsid w:val="00E0760D"/>
    <w:rsid w:val="00E102CA"/>
    <w:rsid w:val="00E103B9"/>
    <w:rsid w:val="00E107A3"/>
    <w:rsid w:val="00E1101C"/>
    <w:rsid w:val="00E12885"/>
    <w:rsid w:val="00E13173"/>
    <w:rsid w:val="00E1320C"/>
    <w:rsid w:val="00E13302"/>
    <w:rsid w:val="00E153CB"/>
    <w:rsid w:val="00E15A98"/>
    <w:rsid w:val="00E15FC4"/>
    <w:rsid w:val="00E16376"/>
    <w:rsid w:val="00E21BD4"/>
    <w:rsid w:val="00E21F72"/>
    <w:rsid w:val="00E245C3"/>
    <w:rsid w:val="00E2475A"/>
    <w:rsid w:val="00E25A8C"/>
    <w:rsid w:val="00E27200"/>
    <w:rsid w:val="00E27E80"/>
    <w:rsid w:val="00E30923"/>
    <w:rsid w:val="00E30D7A"/>
    <w:rsid w:val="00E31702"/>
    <w:rsid w:val="00E33F6C"/>
    <w:rsid w:val="00E34CDE"/>
    <w:rsid w:val="00E3502B"/>
    <w:rsid w:val="00E36629"/>
    <w:rsid w:val="00E41FB3"/>
    <w:rsid w:val="00E42E46"/>
    <w:rsid w:val="00E43C3C"/>
    <w:rsid w:val="00E44888"/>
    <w:rsid w:val="00E45700"/>
    <w:rsid w:val="00E461EC"/>
    <w:rsid w:val="00E47DB3"/>
    <w:rsid w:val="00E50349"/>
    <w:rsid w:val="00E50509"/>
    <w:rsid w:val="00E53F40"/>
    <w:rsid w:val="00E541D5"/>
    <w:rsid w:val="00E54DAF"/>
    <w:rsid w:val="00E5502C"/>
    <w:rsid w:val="00E5674A"/>
    <w:rsid w:val="00E57194"/>
    <w:rsid w:val="00E57387"/>
    <w:rsid w:val="00E60B45"/>
    <w:rsid w:val="00E62B8E"/>
    <w:rsid w:val="00E64084"/>
    <w:rsid w:val="00E66C73"/>
    <w:rsid w:val="00E7004A"/>
    <w:rsid w:val="00E71F6C"/>
    <w:rsid w:val="00E74460"/>
    <w:rsid w:val="00E76160"/>
    <w:rsid w:val="00E76C51"/>
    <w:rsid w:val="00E76E8F"/>
    <w:rsid w:val="00E77675"/>
    <w:rsid w:val="00E80A88"/>
    <w:rsid w:val="00E81012"/>
    <w:rsid w:val="00E8154E"/>
    <w:rsid w:val="00E81929"/>
    <w:rsid w:val="00E81F0A"/>
    <w:rsid w:val="00E841D5"/>
    <w:rsid w:val="00E90DF4"/>
    <w:rsid w:val="00E92149"/>
    <w:rsid w:val="00E9555D"/>
    <w:rsid w:val="00E95FFE"/>
    <w:rsid w:val="00E96501"/>
    <w:rsid w:val="00E97C45"/>
    <w:rsid w:val="00E97EB3"/>
    <w:rsid w:val="00EA0A01"/>
    <w:rsid w:val="00EA112B"/>
    <w:rsid w:val="00EA13C1"/>
    <w:rsid w:val="00EA17B6"/>
    <w:rsid w:val="00EA1B80"/>
    <w:rsid w:val="00EA31B3"/>
    <w:rsid w:val="00EA3BAC"/>
    <w:rsid w:val="00EA4B49"/>
    <w:rsid w:val="00EA5DE8"/>
    <w:rsid w:val="00EA7F70"/>
    <w:rsid w:val="00EB0460"/>
    <w:rsid w:val="00EB0FC5"/>
    <w:rsid w:val="00EB11BD"/>
    <w:rsid w:val="00EB200E"/>
    <w:rsid w:val="00EB2A9C"/>
    <w:rsid w:val="00EB3E3C"/>
    <w:rsid w:val="00EB4F02"/>
    <w:rsid w:val="00EB5F4D"/>
    <w:rsid w:val="00EB6F29"/>
    <w:rsid w:val="00EB758B"/>
    <w:rsid w:val="00EC1049"/>
    <w:rsid w:val="00EC1CA2"/>
    <w:rsid w:val="00EC22B8"/>
    <w:rsid w:val="00EC290F"/>
    <w:rsid w:val="00EC2DB5"/>
    <w:rsid w:val="00EC3514"/>
    <w:rsid w:val="00EC40F9"/>
    <w:rsid w:val="00EC5349"/>
    <w:rsid w:val="00ED0684"/>
    <w:rsid w:val="00ED0736"/>
    <w:rsid w:val="00ED28E5"/>
    <w:rsid w:val="00ED339C"/>
    <w:rsid w:val="00ED4862"/>
    <w:rsid w:val="00ED4A31"/>
    <w:rsid w:val="00ED5178"/>
    <w:rsid w:val="00ED5994"/>
    <w:rsid w:val="00ED7662"/>
    <w:rsid w:val="00EE30A5"/>
    <w:rsid w:val="00EE33A9"/>
    <w:rsid w:val="00EE36F1"/>
    <w:rsid w:val="00EE5619"/>
    <w:rsid w:val="00EE5B2D"/>
    <w:rsid w:val="00EF0316"/>
    <w:rsid w:val="00EF1053"/>
    <w:rsid w:val="00EF212D"/>
    <w:rsid w:val="00EF3C20"/>
    <w:rsid w:val="00EF3D0F"/>
    <w:rsid w:val="00EF459D"/>
    <w:rsid w:val="00EF6302"/>
    <w:rsid w:val="00EF636B"/>
    <w:rsid w:val="00EF6683"/>
    <w:rsid w:val="00EF6B4A"/>
    <w:rsid w:val="00F006D7"/>
    <w:rsid w:val="00F05793"/>
    <w:rsid w:val="00F068F2"/>
    <w:rsid w:val="00F12404"/>
    <w:rsid w:val="00F1260A"/>
    <w:rsid w:val="00F12B79"/>
    <w:rsid w:val="00F13011"/>
    <w:rsid w:val="00F136FF"/>
    <w:rsid w:val="00F142A5"/>
    <w:rsid w:val="00F1458F"/>
    <w:rsid w:val="00F14A68"/>
    <w:rsid w:val="00F14AC0"/>
    <w:rsid w:val="00F1643B"/>
    <w:rsid w:val="00F16E7A"/>
    <w:rsid w:val="00F20794"/>
    <w:rsid w:val="00F217DB"/>
    <w:rsid w:val="00F2217B"/>
    <w:rsid w:val="00F22477"/>
    <w:rsid w:val="00F22900"/>
    <w:rsid w:val="00F22C50"/>
    <w:rsid w:val="00F2331D"/>
    <w:rsid w:val="00F23EBE"/>
    <w:rsid w:val="00F23EEF"/>
    <w:rsid w:val="00F24D71"/>
    <w:rsid w:val="00F2642A"/>
    <w:rsid w:val="00F26ACF"/>
    <w:rsid w:val="00F26CD5"/>
    <w:rsid w:val="00F2757D"/>
    <w:rsid w:val="00F27E86"/>
    <w:rsid w:val="00F316EF"/>
    <w:rsid w:val="00F33933"/>
    <w:rsid w:val="00F34C58"/>
    <w:rsid w:val="00F34D31"/>
    <w:rsid w:val="00F35627"/>
    <w:rsid w:val="00F36F0C"/>
    <w:rsid w:val="00F417B0"/>
    <w:rsid w:val="00F42FF2"/>
    <w:rsid w:val="00F43253"/>
    <w:rsid w:val="00F437F0"/>
    <w:rsid w:val="00F44916"/>
    <w:rsid w:val="00F44B79"/>
    <w:rsid w:val="00F4639C"/>
    <w:rsid w:val="00F4659E"/>
    <w:rsid w:val="00F521A9"/>
    <w:rsid w:val="00F52AD8"/>
    <w:rsid w:val="00F535B9"/>
    <w:rsid w:val="00F5392C"/>
    <w:rsid w:val="00F5397F"/>
    <w:rsid w:val="00F53B7E"/>
    <w:rsid w:val="00F53F62"/>
    <w:rsid w:val="00F551F4"/>
    <w:rsid w:val="00F55D43"/>
    <w:rsid w:val="00F63BA9"/>
    <w:rsid w:val="00F64D4C"/>
    <w:rsid w:val="00F66AB9"/>
    <w:rsid w:val="00F66D6D"/>
    <w:rsid w:val="00F6763D"/>
    <w:rsid w:val="00F67EBA"/>
    <w:rsid w:val="00F70401"/>
    <w:rsid w:val="00F70900"/>
    <w:rsid w:val="00F70B1D"/>
    <w:rsid w:val="00F718CB"/>
    <w:rsid w:val="00F71AEF"/>
    <w:rsid w:val="00F72320"/>
    <w:rsid w:val="00F73B3C"/>
    <w:rsid w:val="00F74984"/>
    <w:rsid w:val="00F74FD9"/>
    <w:rsid w:val="00F75648"/>
    <w:rsid w:val="00F759F9"/>
    <w:rsid w:val="00F77701"/>
    <w:rsid w:val="00F77DB5"/>
    <w:rsid w:val="00F8231C"/>
    <w:rsid w:val="00F82B69"/>
    <w:rsid w:val="00F83550"/>
    <w:rsid w:val="00F857E6"/>
    <w:rsid w:val="00F85E4D"/>
    <w:rsid w:val="00F864DE"/>
    <w:rsid w:val="00F9051B"/>
    <w:rsid w:val="00F948FB"/>
    <w:rsid w:val="00F96308"/>
    <w:rsid w:val="00F971B0"/>
    <w:rsid w:val="00FA001E"/>
    <w:rsid w:val="00FA1AC9"/>
    <w:rsid w:val="00FA1D71"/>
    <w:rsid w:val="00FA2B5F"/>
    <w:rsid w:val="00FA3E3D"/>
    <w:rsid w:val="00FA47E4"/>
    <w:rsid w:val="00FA7D08"/>
    <w:rsid w:val="00FB247A"/>
    <w:rsid w:val="00FB35C4"/>
    <w:rsid w:val="00FB38FF"/>
    <w:rsid w:val="00FB399E"/>
    <w:rsid w:val="00FB3D38"/>
    <w:rsid w:val="00FB3EE4"/>
    <w:rsid w:val="00FB60B8"/>
    <w:rsid w:val="00FB69EF"/>
    <w:rsid w:val="00FB6BCB"/>
    <w:rsid w:val="00FC2468"/>
    <w:rsid w:val="00FC3AF2"/>
    <w:rsid w:val="00FC5166"/>
    <w:rsid w:val="00FC5782"/>
    <w:rsid w:val="00FC595B"/>
    <w:rsid w:val="00FC5B82"/>
    <w:rsid w:val="00FC632E"/>
    <w:rsid w:val="00FC7B43"/>
    <w:rsid w:val="00FD001B"/>
    <w:rsid w:val="00FD30BF"/>
    <w:rsid w:val="00FD5D0D"/>
    <w:rsid w:val="00FD5E50"/>
    <w:rsid w:val="00FD6414"/>
    <w:rsid w:val="00FD643A"/>
    <w:rsid w:val="00FD7A12"/>
    <w:rsid w:val="00FE0277"/>
    <w:rsid w:val="00FE10A4"/>
    <w:rsid w:val="00FE1790"/>
    <w:rsid w:val="00FE2A29"/>
    <w:rsid w:val="00FE3EF2"/>
    <w:rsid w:val="00FE57A2"/>
    <w:rsid w:val="00FE6DEB"/>
    <w:rsid w:val="00FE7504"/>
    <w:rsid w:val="00FE79BA"/>
    <w:rsid w:val="00FF213C"/>
    <w:rsid w:val="00FF277C"/>
    <w:rsid w:val="00FF33FA"/>
    <w:rsid w:val="00FF41F4"/>
    <w:rsid w:val="00FF6B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FB9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4FB9"/>
    <w:pPr>
      <w:keepNext/>
      <w:ind w:left="720"/>
      <w:jc w:val="center"/>
      <w:outlineLvl w:val="0"/>
    </w:pPr>
    <w:rPr>
      <w:b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4FB9"/>
    <w:pPr>
      <w:keepNext/>
      <w:ind w:left="720"/>
      <w:jc w:val="center"/>
      <w:outlineLvl w:val="1"/>
    </w:pPr>
    <w:rPr>
      <w:b/>
      <w:sz w:val="32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84FB9"/>
    <w:pPr>
      <w:keepNext/>
      <w:jc w:val="center"/>
      <w:outlineLvl w:val="6"/>
    </w:pPr>
    <w:rPr>
      <w:b/>
      <w:sz w:val="4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84FB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84FB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84FB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B84FB9"/>
    <w:pPr>
      <w:ind w:left="720"/>
      <w:contextualSpacing/>
    </w:pPr>
    <w:rPr>
      <w:sz w:val="20"/>
      <w:lang w:eastAsia="en-US"/>
    </w:rPr>
  </w:style>
  <w:style w:type="paragraph" w:styleId="NoSpacing">
    <w:name w:val="No Spacing"/>
    <w:uiPriority w:val="99"/>
    <w:qFormat/>
    <w:rsid w:val="00B84FB9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4F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4FB9"/>
    <w:rPr>
      <w:rFonts w:ascii="Tahoma" w:hAnsi="Tahoma" w:cs="Tahoma"/>
      <w:sz w:val="16"/>
      <w:szCs w:val="16"/>
      <w:lang w:eastAsia="ru-RU"/>
    </w:rPr>
  </w:style>
  <w:style w:type="character" w:customStyle="1" w:styleId="FontStyle">
    <w:name w:val="Font Style"/>
    <w:uiPriority w:val="99"/>
    <w:rsid w:val="004829BC"/>
    <w:rPr>
      <w:color w:val="000000"/>
      <w:sz w:val="20"/>
    </w:rPr>
  </w:style>
  <w:style w:type="paragraph" w:styleId="BodyTextIndent">
    <w:name w:val="Body Text Indent"/>
    <w:basedOn w:val="Normal"/>
    <w:link w:val="BodyTextIndentChar"/>
    <w:uiPriority w:val="99"/>
    <w:rsid w:val="005C03CE"/>
    <w:pPr>
      <w:ind w:left="-142"/>
      <w:jc w:val="both"/>
    </w:pPr>
    <w:rPr>
      <w:sz w:val="26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C03CE"/>
    <w:rPr>
      <w:rFonts w:ascii="Times New Roman" w:hAnsi="Times New Roman" w:cs="Times New Roman"/>
      <w:sz w:val="20"/>
      <w:szCs w:val="20"/>
      <w:lang w:val="en-US" w:eastAsia="ru-RU"/>
    </w:rPr>
  </w:style>
  <w:style w:type="table" w:styleId="TableGrid">
    <w:name w:val="Table Grid"/>
    <w:basedOn w:val="TableNormal"/>
    <w:uiPriority w:val="99"/>
    <w:rsid w:val="00A1338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983</TotalTime>
  <Pages>2</Pages>
  <Words>441</Words>
  <Characters>2515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ch49</dc:creator>
  <cp:keywords/>
  <dc:description/>
  <cp:lastModifiedBy>ch09</cp:lastModifiedBy>
  <cp:revision>15</cp:revision>
  <cp:lastPrinted>2015-01-17T08:55:00Z</cp:lastPrinted>
  <dcterms:created xsi:type="dcterms:W3CDTF">2015-01-12T12:43:00Z</dcterms:created>
  <dcterms:modified xsi:type="dcterms:W3CDTF">2015-02-12T07:47:00Z</dcterms:modified>
</cp:coreProperties>
</file>