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1D" w:rsidRDefault="000F171D" w:rsidP="00841247">
      <w:pPr>
        <w:rPr>
          <w:b/>
          <w:sz w:val="28"/>
          <w:szCs w:val="28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9pt;margin-top:0;width:38pt;height:47pt;z-index:251658240;visibility:visible">
            <v:imagedata r:id="rId4" o:title=""/>
            <w10:wrap type="square" side="right"/>
          </v:shape>
        </w:pict>
      </w:r>
      <w:r>
        <w:rPr>
          <w:b/>
          <w:sz w:val="28"/>
          <w:szCs w:val="28"/>
          <w:lang w:val="uk-UA"/>
        </w:rPr>
        <w:br w:type="textWrapping" w:clear="all"/>
      </w:r>
    </w:p>
    <w:p w:rsidR="000F171D" w:rsidRDefault="000F171D" w:rsidP="00841247">
      <w:pPr>
        <w:pStyle w:val="Heading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У  К  Р  А  Ї  Н  А</w:t>
      </w:r>
    </w:p>
    <w:p w:rsidR="000F171D" w:rsidRDefault="000F171D" w:rsidP="00841247">
      <w:pPr>
        <w:pStyle w:val="Heading5"/>
        <w:rPr>
          <w:szCs w:val="36"/>
        </w:rPr>
      </w:pPr>
      <w:r>
        <w:rPr>
          <w:szCs w:val="36"/>
          <w:lang w:val="uk-UA"/>
        </w:rPr>
        <w:t xml:space="preserve">А р т е м і в </w:t>
      </w:r>
      <w:r>
        <w:rPr>
          <w:szCs w:val="36"/>
        </w:rPr>
        <w:t>с ь к а   м і с ь к а   р а д а</w:t>
      </w:r>
    </w:p>
    <w:p w:rsidR="000F171D" w:rsidRDefault="000F171D" w:rsidP="00841247">
      <w:pPr>
        <w:pStyle w:val="Heading1"/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40"/>
          <w:szCs w:val="40"/>
        </w:rPr>
        <w:t>ВИКОНАВЧИЙ  КОМІТЕТ</w:t>
      </w:r>
    </w:p>
    <w:p w:rsidR="000F171D" w:rsidRDefault="000F171D" w:rsidP="00841247">
      <w:pPr>
        <w:jc w:val="center"/>
        <w:rPr>
          <w:sz w:val="28"/>
          <w:szCs w:val="28"/>
          <w:lang w:val="uk-UA"/>
        </w:rPr>
      </w:pPr>
    </w:p>
    <w:p w:rsidR="000F171D" w:rsidRDefault="000F171D" w:rsidP="00841247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 І Ш Е Н Н Я</w:t>
      </w:r>
    </w:p>
    <w:p w:rsidR="000F171D" w:rsidRDefault="000F171D" w:rsidP="00841247">
      <w:pPr>
        <w:rPr>
          <w:sz w:val="28"/>
          <w:szCs w:val="28"/>
          <w:lang w:val="uk-UA"/>
        </w:rPr>
      </w:pPr>
    </w:p>
    <w:p w:rsidR="000F171D" w:rsidRDefault="000F171D" w:rsidP="00841247">
      <w:pPr>
        <w:rPr>
          <w:sz w:val="28"/>
          <w:szCs w:val="28"/>
          <w:u w:val="single"/>
          <w:lang w:val="uk-UA"/>
        </w:rPr>
      </w:pPr>
      <w:r w:rsidRPr="00351781">
        <w:rPr>
          <w:sz w:val="28"/>
          <w:szCs w:val="28"/>
          <w:u w:val="single"/>
          <w:lang w:val="uk-UA"/>
        </w:rPr>
        <w:t>11.03.2015</w:t>
      </w:r>
      <w:r>
        <w:rPr>
          <w:sz w:val="28"/>
          <w:szCs w:val="28"/>
          <w:lang w:val="uk-UA"/>
        </w:rPr>
        <w:t xml:space="preserve"> № __54___</w:t>
      </w:r>
      <w:r>
        <w:rPr>
          <w:sz w:val="28"/>
          <w:szCs w:val="28"/>
          <w:u w:val="single"/>
          <w:lang w:val="uk-UA"/>
        </w:rPr>
        <w:t xml:space="preserve">         </w:t>
      </w:r>
    </w:p>
    <w:p w:rsidR="000F171D" w:rsidRDefault="000F171D" w:rsidP="0084124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м.Артемівськ</w:t>
      </w:r>
    </w:p>
    <w:p w:rsidR="000F171D" w:rsidRPr="009257AF" w:rsidRDefault="000F171D" w:rsidP="00841247">
      <w:pPr>
        <w:rPr>
          <w:sz w:val="28"/>
          <w:szCs w:val="28"/>
          <w:lang w:val="uk-UA"/>
        </w:rPr>
      </w:pPr>
    </w:p>
    <w:p w:rsidR="000F171D" w:rsidRPr="009C3153" w:rsidRDefault="000F171D" w:rsidP="00841247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 xml:space="preserve">Про стан роботи Артемівського міського </w:t>
      </w:r>
    </w:p>
    <w:p w:rsidR="000F171D" w:rsidRPr="009C3153" w:rsidRDefault="000F171D" w:rsidP="00841247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центру соціальних служб для сім</w:t>
      </w:r>
      <w:r w:rsidRPr="009C3153">
        <w:rPr>
          <w:b/>
          <w:i/>
          <w:sz w:val="28"/>
          <w:szCs w:val="28"/>
        </w:rPr>
        <w:t>’</w:t>
      </w:r>
      <w:r w:rsidRPr="009C3153">
        <w:rPr>
          <w:b/>
          <w:i/>
          <w:sz w:val="28"/>
          <w:szCs w:val="28"/>
          <w:lang w:val="uk-UA"/>
        </w:rPr>
        <w:t xml:space="preserve">ї, </w:t>
      </w:r>
    </w:p>
    <w:p w:rsidR="000F171D" w:rsidRPr="009C3153" w:rsidRDefault="000F171D" w:rsidP="00841247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дітей та молоді з сім</w:t>
      </w:r>
      <w:r w:rsidRPr="009C3153">
        <w:rPr>
          <w:b/>
          <w:i/>
          <w:sz w:val="28"/>
          <w:szCs w:val="28"/>
        </w:rPr>
        <w:t>’</w:t>
      </w:r>
      <w:r w:rsidRPr="009C3153">
        <w:rPr>
          <w:b/>
          <w:i/>
          <w:sz w:val="28"/>
          <w:szCs w:val="28"/>
          <w:lang w:val="uk-UA"/>
        </w:rPr>
        <w:t xml:space="preserve">ями, </w:t>
      </w:r>
    </w:p>
    <w:p w:rsidR="000F171D" w:rsidRPr="009C3153" w:rsidRDefault="000F171D" w:rsidP="00841247">
      <w:pPr>
        <w:jc w:val="both"/>
        <w:rPr>
          <w:b/>
          <w:i/>
          <w:sz w:val="28"/>
          <w:szCs w:val="28"/>
          <w:lang w:val="uk-UA"/>
        </w:rPr>
      </w:pPr>
      <w:r w:rsidRPr="009C3153">
        <w:rPr>
          <w:b/>
          <w:i/>
          <w:sz w:val="28"/>
          <w:szCs w:val="28"/>
          <w:lang w:val="uk-UA"/>
        </w:rPr>
        <w:t>дітьми та молоддю в 201</w:t>
      </w:r>
      <w:r>
        <w:rPr>
          <w:b/>
          <w:i/>
          <w:sz w:val="28"/>
          <w:szCs w:val="28"/>
          <w:lang w:val="uk-UA"/>
        </w:rPr>
        <w:t>4</w:t>
      </w:r>
      <w:r w:rsidRPr="009C3153">
        <w:rPr>
          <w:b/>
          <w:i/>
          <w:sz w:val="28"/>
          <w:szCs w:val="28"/>
          <w:lang w:val="uk-UA"/>
        </w:rPr>
        <w:t xml:space="preserve"> році</w:t>
      </w:r>
    </w:p>
    <w:p w:rsidR="000F171D" w:rsidRPr="009257AF" w:rsidRDefault="000F171D" w:rsidP="00841247">
      <w:pPr>
        <w:jc w:val="both"/>
        <w:rPr>
          <w:sz w:val="28"/>
          <w:szCs w:val="28"/>
          <w:lang w:val="uk-UA"/>
        </w:rPr>
      </w:pPr>
    </w:p>
    <w:p w:rsidR="000F171D" w:rsidRDefault="000F171D" w:rsidP="008412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Розглянувши довідку від 10.02.2014 №01-0341-06 директора Артемівського міського центру соціальних служб для сім’ї, дітей та молоді       Хворастухіної Л.В. про стан роботи Артемівського міського центру соціальних служб для сім’ї, дітей та молоді з сім’ями, дітьми та молоддю в 2014 році, згідно з  планом роботи виконавчих органів  Артемівської міської ради на І квартал 2015 року, затвердженим рішенням виконкому Артемівської міської ради від 10.12.2014 № 278, відповідно  Закону України «Про сприяння соціальному становленню та розвитку молоді в Україні» в редакції від 23.03.2000 №1613-ІІІ із внесеними до нього змінами, Закону України «Про соціальну роботу з сім’ями, дітьми та молоддю» в редакції від 15.01.2009 №878-</w:t>
      </w:r>
      <w:r>
        <w:rPr>
          <w:sz w:val="28"/>
          <w:szCs w:val="28"/>
          <w:lang w:val="en-US"/>
        </w:rPr>
        <w:t>VI</w:t>
      </w:r>
      <w:r>
        <w:rPr>
          <w:sz w:val="28"/>
          <w:szCs w:val="28"/>
          <w:lang w:val="uk-UA"/>
        </w:rPr>
        <w:t xml:space="preserve"> із внесеними до нього змінами,  керуючись ст.ст.32,34,52 Закону України від 21.05.97 № 280/97-ВР “Про місцеве самоврядування в Україні ” із внесеними до нього змінами, виконком Артемівської міської ради</w:t>
      </w:r>
    </w:p>
    <w:p w:rsidR="000F171D" w:rsidRPr="009257AF" w:rsidRDefault="000F171D" w:rsidP="00841247">
      <w:pPr>
        <w:jc w:val="both"/>
        <w:rPr>
          <w:sz w:val="28"/>
          <w:szCs w:val="28"/>
          <w:lang w:val="uk-UA"/>
        </w:rPr>
      </w:pPr>
    </w:p>
    <w:p w:rsidR="000F171D" w:rsidRDefault="000F171D" w:rsidP="00841247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  <w:lang w:val="uk-UA"/>
        </w:rPr>
        <w:t>В И Р І Ш И В :</w:t>
      </w:r>
    </w:p>
    <w:p w:rsidR="000F171D" w:rsidRPr="009257AF" w:rsidRDefault="000F171D" w:rsidP="00841247">
      <w:pPr>
        <w:tabs>
          <w:tab w:val="left" w:pos="720"/>
        </w:tabs>
        <w:rPr>
          <w:sz w:val="28"/>
          <w:szCs w:val="28"/>
          <w:lang w:val="uk-UA"/>
        </w:rPr>
      </w:pP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1. Довідку директора Артемівського міського центру соціальних служб для сім’ї, дітей та молоді Хворастухіної Л.В. про стан роботи  Артемівського міського центру соціальних служб для сім’ї, дітей та молоді з сім’ями, дітьми та молоддю в 2014 році прийняти до відома.</w:t>
      </w: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Визнати роботу Артемівського міського центру соціальних служб для сім'ї, дітей та молоді задовільною.</w:t>
      </w: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   Артемівському міському центру соціальних служб для сім'ї, дітей та молоді (Хворастухіна) активізувати :</w:t>
      </w: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 Просвітницьку роботу щодо соціальної профілактики серед молоді, з метою вирішення їх соціальних проблем і створення сприятливих умов для самореалізації та самовдосконалення, соціальної підтримки  сімей, які опинились в складних життєвих обставинах.</w:t>
      </w: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 Соціальну підтримку з надання допомоги особам, які переміщуються з тимчасово окупованої території України або району проведення антитерористичної операції на тимчасове перебування на території Артемівської міської ради.</w:t>
      </w: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Організаційне виконання рішення покласти на директора Артемівського міського центру соціальних служб для сім’ї, дітей та молоді (Хворастухіна).</w:t>
      </w:r>
    </w:p>
    <w:p w:rsidR="000F171D" w:rsidRDefault="000F171D" w:rsidP="0084124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рішення покласти на заступника міського голови Головкіну О.А.</w:t>
      </w:r>
    </w:p>
    <w:p w:rsidR="000F171D" w:rsidRDefault="000F171D" w:rsidP="00353BDF">
      <w:pPr>
        <w:ind w:firstLine="720"/>
        <w:jc w:val="both"/>
        <w:rPr>
          <w:sz w:val="28"/>
          <w:szCs w:val="28"/>
          <w:lang w:val="uk-UA"/>
        </w:rPr>
      </w:pPr>
    </w:p>
    <w:p w:rsidR="000F171D" w:rsidRDefault="000F171D" w:rsidP="002C2643">
      <w:pPr>
        <w:tabs>
          <w:tab w:val="left" w:pos="720"/>
          <w:tab w:val="left" w:pos="1418"/>
        </w:tabs>
        <w:jc w:val="both"/>
        <w:rPr>
          <w:sz w:val="28"/>
          <w:szCs w:val="28"/>
          <w:lang w:val="uk-UA"/>
        </w:rPr>
      </w:pPr>
    </w:p>
    <w:p w:rsidR="000F171D" w:rsidRDefault="000F171D" w:rsidP="00841247">
      <w:pPr>
        <w:pStyle w:val="Heading8"/>
        <w:tabs>
          <w:tab w:val="left" w:pos="142"/>
        </w:tabs>
      </w:pPr>
      <w:r>
        <w:rPr>
          <w:b/>
          <w:i w:val="0"/>
          <w:sz w:val="28"/>
          <w:szCs w:val="28"/>
        </w:rPr>
        <w:t xml:space="preserve">              </w:t>
      </w:r>
      <w:r>
        <w:rPr>
          <w:b/>
          <w:i w:val="0"/>
          <w:sz w:val="28"/>
          <w:szCs w:val="28"/>
          <w:lang w:val="uk-UA"/>
        </w:rPr>
        <w:t>Міський голова                                                  О.О.Рева</w:t>
      </w: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Default="000F171D">
      <w:pPr>
        <w:rPr>
          <w:lang w:val="uk-UA"/>
        </w:rPr>
      </w:pPr>
    </w:p>
    <w:p w:rsidR="000F171D" w:rsidRPr="00351781" w:rsidRDefault="000F171D"/>
    <w:sectPr w:rsidR="000F171D" w:rsidRPr="00351781" w:rsidSect="009C315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1247"/>
    <w:rsid w:val="00001493"/>
    <w:rsid w:val="00001D6A"/>
    <w:rsid w:val="00001E49"/>
    <w:rsid w:val="000029BE"/>
    <w:rsid w:val="00002A0F"/>
    <w:rsid w:val="00003178"/>
    <w:rsid w:val="00003AB9"/>
    <w:rsid w:val="00003BFA"/>
    <w:rsid w:val="00004292"/>
    <w:rsid w:val="0000462E"/>
    <w:rsid w:val="0000576A"/>
    <w:rsid w:val="00005778"/>
    <w:rsid w:val="00005CA0"/>
    <w:rsid w:val="00005D75"/>
    <w:rsid w:val="000065E4"/>
    <w:rsid w:val="00006A00"/>
    <w:rsid w:val="00006F58"/>
    <w:rsid w:val="000075FA"/>
    <w:rsid w:val="0000790C"/>
    <w:rsid w:val="00007DC8"/>
    <w:rsid w:val="00007E70"/>
    <w:rsid w:val="00010934"/>
    <w:rsid w:val="00011C93"/>
    <w:rsid w:val="00012220"/>
    <w:rsid w:val="000127C9"/>
    <w:rsid w:val="00012922"/>
    <w:rsid w:val="000131DC"/>
    <w:rsid w:val="00013423"/>
    <w:rsid w:val="00013D1F"/>
    <w:rsid w:val="00014393"/>
    <w:rsid w:val="000153A2"/>
    <w:rsid w:val="000155B2"/>
    <w:rsid w:val="00017087"/>
    <w:rsid w:val="000171F5"/>
    <w:rsid w:val="00017A56"/>
    <w:rsid w:val="00020333"/>
    <w:rsid w:val="00020A32"/>
    <w:rsid w:val="000210B8"/>
    <w:rsid w:val="000211EC"/>
    <w:rsid w:val="00021393"/>
    <w:rsid w:val="000213C6"/>
    <w:rsid w:val="00021777"/>
    <w:rsid w:val="00021DE1"/>
    <w:rsid w:val="00021F70"/>
    <w:rsid w:val="000225AC"/>
    <w:rsid w:val="00022986"/>
    <w:rsid w:val="00022B81"/>
    <w:rsid w:val="00022ED8"/>
    <w:rsid w:val="00022FCF"/>
    <w:rsid w:val="00023027"/>
    <w:rsid w:val="00023C9E"/>
    <w:rsid w:val="00025012"/>
    <w:rsid w:val="000258AB"/>
    <w:rsid w:val="0002643B"/>
    <w:rsid w:val="00026DDB"/>
    <w:rsid w:val="00027466"/>
    <w:rsid w:val="00030968"/>
    <w:rsid w:val="00031031"/>
    <w:rsid w:val="0003233D"/>
    <w:rsid w:val="000326D5"/>
    <w:rsid w:val="000327AA"/>
    <w:rsid w:val="0003352C"/>
    <w:rsid w:val="0003363B"/>
    <w:rsid w:val="000336B9"/>
    <w:rsid w:val="0003379F"/>
    <w:rsid w:val="0003400F"/>
    <w:rsid w:val="00034244"/>
    <w:rsid w:val="00034276"/>
    <w:rsid w:val="00034420"/>
    <w:rsid w:val="000344BF"/>
    <w:rsid w:val="0003498E"/>
    <w:rsid w:val="000349FE"/>
    <w:rsid w:val="00034A93"/>
    <w:rsid w:val="00034D1C"/>
    <w:rsid w:val="00034DC7"/>
    <w:rsid w:val="00035AC7"/>
    <w:rsid w:val="00036865"/>
    <w:rsid w:val="00036C94"/>
    <w:rsid w:val="00037F12"/>
    <w:rsid w:val="00041147"/>
    <w:rsid w:val="00042051"/>
    <w:rsid w:val="000429CB"/>
    <w:rsid w:val="00042ED3"/>
    <w:rsid w:val="00042F3C"/>
    <w:rsid w:val="0004352F"/>
    <w:rsid w:val="00043ECD"/>
    <w:rsid w:val="00044894"/>
    <w:rsid w:val="000457BD"/>
    <w:rsid w:val="00046866"/>
    <w:rsid w:val="00046EF5"/>
    <w:rsid w:val="000473A8"/>
    <w:rsid w:val="00047CAD"/>
    <w:rsid w:val="00050455"/>
    <w:rsid w:val="000506EF"/>
    <w:rsid w:val="0005146C"/>
    <w:rsid w:val="000515B7"/>
    <w:rsid w:val="00051B53"/>
    <w:rsid w:val="00051DAE"/>
    <w:rsid w:val="00052311"/>
    <w:rsid w:val="00052919"/>
    <w:rsid w:val="000546C6"/>
    <w:rsid w:val="00056778"/>
    <w:rsid w:val="000601BD"/>
    <w:rsid w:val="00060677"/>
    <w:rsid w:val="00060857"/>
    <w:rsid w:val="00060A0B"/>
    <w:rsid w:val="00061BE9"/>
    <w:rsid w:val="00061C6B"/>
    <w:rsid w:val="00061DE9"/>
    <w:rsid w:val="00061E7B"/>
    <w:rsid w:val="000621AF"/>
    <w:rsid w:val="0006242D"/>
    <w:rsid w:val="0006361E"/>
    <w:rsid w:val="00065662"/>
    <w:rsid w:val="00065934"/>
    <w:rsid w:val="0007015A"/>
    <w:rsid w:val="000704A2"/>
    <w:rsid w:val="00070CDE"/>
    <w:rsid w:val="000710AF"/>
    <w:rsid w:val="00072044"/>
    <w:rsid w:val="00072566"/>
    <w:rsid w:val="0007286D"/>
    <w:rsid w:val="00073332"/>
    <w:rsid w:val="0007409C"/>
    <w:rsid w:val="0007445C"/>
    <w:rsid w:val="000749D8"/>
    <w:rsid w:val="00074CD0"/>
    <w:rsid w:val="00075824"/>
    <w:rsid w:val="00075C3A"/>
    <w:rsid w:val="00076B93"/>
    <w:rsid w:val="0008006D"/>
    <w:rsid w:val="00080A00"/>
    <w:rsid w:val="000833D8"/>
    <w:rsid w:val="000836FF"/>
    <w:rsid w:val="00083ACA"/>
    <w:rsid w:val="00084289"/>
    <w:rsid w:val="00084411"/>
    <w:rsid w:val="000847E1"/>
    <w:rsid w:val="00084AFB"/>
    <w:rsid w:val="000857CA"/>
    <w:rsid w:val="000857F4"/>
    <w:rsid w:val="00085AFA"/>
    <w:rsid w:val="00085F1B"/>
    <w:rsid w:val="00087685"/>
    <w:rsid w:val="0009041A"/>
    <w:rsid w:val="000907BE"/>
    <w:rsid w:val="00090C67"/>
    <w:rsid w:val="00091087"/>
    <w:rsid w:val="00091261"/>
    <w:rsid w:val="000920D3"/>
    <w:rsid w:val="00092BA6"/>
    <w:rsid w:val="00092CFF"/>
    <w:rsid w:val="00093824"/>
    <w:rsid w:val="00093A7E"/>
    <w:rsid w:val="00095C80"/>
    <w:rsid w:val="000962F2"/>
    <w:rsid w:val="00096725"/>
    <w:rsid w:val="00096E08"/>
    <w:rsid w:val="0009711F"/>
    <w:rsid w:val="000A1280"/>
    <w:rsid w:val="000A12F3"/>
    <w:rsid w:val="000A160A"/>
    <w:rsid w:val="000A254B"/>
    <w:rsid w:val="000A2A6E"/>
    <w:rsid w:val="000A3589"/>
    <w:rsid w:val="000A47E3"/>
    <w:rsid w:val="000A4B9D"/>
    <w:rsid w:val="000A5234"/>
    <w:rsid w:val="000A58C8"/>
    <w:rsid w:val="000A5B3D"/>
    <w:rsid w:val="000A5CF3"/>
    <w:rsid w:val="000A5D8E"/>
    <w:rsid w:val="000A750D"/>
    <w:rsid w:val="000A7F2A"/>
    <w:rsid w:val="000B04B6"/>
    <w:rsid w:val="000B0783"/>
    <w:rsid w:val="000B0E19"/>
    <w:rsid w:val="000B185A"/>
    <w:rsid w:val="000B1A8E"/>
    <w:rsid w:val="000B1F10"/>
    <w:rsid w:val="000B306B"/>
    <w:rsid w:val="000B3382"/>
    <w:rsid w:val="000B37E8"/>
    <w:rsid w:val="000B3B34"/>
    <w:rsid w:val="000B3EB8"/>
    <w:rsid w:val="000B3F39"/>
    <w:rsid w:val="000B4086"/>
    <w:rsid w:val="000B49EF"/>
    <w:rsid w:val="000B53C4"/>
    <w:rsid w:val="000B5D10"/>
    <w:rsid w:val="000B707A"/>
    <w:rsid w:val="000B725A"/>
    <w:rsid w:val="000B7714"/>
    <w:rsid w:val="000C03F3"/>
    <w:rsid w:val="000C0E8B"/>
    <w:rsid w:val="000C20B6"/>
    <w:rsid w:val="000C2AF5"/>
    <w:rsid w:val="000C2C44"/>
    <w:rsid w:val="000C32AA"/>
    <w:rsid w:val="000C3D5A"/>
    <w:rsid w:val="000C4720"/>
    <w:rsid w:val="000C48B2"/>
    <w:rsid w:val="000C4F98"/>
    <w:rsid w:val="000C501E"/>
    <w:rsid w:val="000C53D1"/>
    <w:rsid w:val="000C54CD"/>
    <w:rsid w:val="000C55D7"/>
    <w:rsid w:val="000C5B20"/>
    <w:rsid w:val="000C6282"/>
    <w:rsid w:val="000C65D9"/>
    <w:rsid w:val="000C6D4D"/>
    <w:rsid w:val="000C6F2E"/>
    <w:rsid w:val="000D027B"/>
    <w:rsid w:val="000D174B"/>
    <w:rsid w:val="000D1B51"/>
    <w:rsid w:val="000D1CB3"/>
    <w:rsid w:val="000D1D18"/>
    <w:rsid w:val="000D34E7"/>
    <w:rsid w:val="000D3C52"/>
    <w:rsid w:val="000D3CF5"/>
    <w:rsid w:val="000D469A"/>
    <w:rsid w:val="000D48DE"/>
    <w:rsid w:val="000D5D71"/>
    <w:rsid w:val="000D6A5C"/>
    <w:rsid w:val="000E12A3"/>
    <w:rsid w:val="000E1EC7"/>
    <w:rsid w:val="000E2B28"/>
    <w:rsid w:val="000E3E07"/>
    <w:rsid w:val="000E40ED"/>
    <w:rsid w:val="000E5731"/>
    <w:rsid w:val="000E5E8B"/>
    <w:rsid w:val="000E67F9"/>
    <w:rsid w:val="000E798A"/>
    <w:rsid w:val="000E7AB5"/>
    <w:rsid w:val="000E7FDF"/>
    <w:rsid w:val="000F0BD2"/>
    <w:rsid w:val="000F1409"/>
    <w:rsid w:val="000F171D"/>
    <w:rsid w:val="000F3CF2"/>
    <w:rsid w:val="000F3D94"/>
    <w:rsid w:val="000F4181"/>
    <w:rsid w:val="000F49D8"/>
    <w:rsid w:val="000F5775"/>
    <w:rsid w:val="000F6344"/>
    <w:rsid w:val="000F6655"/>
    <w:rsid w:val="000F6CCF"/>
    <w:rsid w:val="000F701D"/>
    <w:rsid w:val="0010047A"/>
    <w:rsid w:val="00101139"/>
    <w:rsid w:val="00102CEC"/>
    <w:rsid w:val="001031D3"/>
    <w:rsid w:val="00103A37"/>
    <w:rsid w:val="00104776"/>
    <w:rsid w:val="00104AFF"/>
    <w:rsid w:val="001057CE"/>
    <w:rsid w:val="00106718"/>
    <w:rsid w:val="001071CB"/>
    <w:rsid w:val="001071E2"/>
    <w:rsid w:val="001076BC"/>
    <w:rsid w:val="00110DB6"/>
    <w:rsid w:val="00110DEA"/>
    <w:rsid w:val="001111FE"/>
    <w:rsid w:val="00112639"/>
    <w:rsid w:val="00112A63"/>
    <w:rsid w:val="00112E88"/>
    <w:rsid w:val="001135BD"/>
    <w:rsid w:val="0011428D"/>
    <w:rsid w:val="00116359"/>
    <w:rsid w:val="00116BB8"/>
    <w:rsid w:val="00116DD6"/>
    <w:rsid w:val="001177F3"/>
    <w:rsid w:val="00120AF6"/>
    <w:rsid w:val="00120C87"/>
    <w:rsid w:val="00122413"/>
    <w:rsid w:val="00122675"/>
    <w:rsid w:val="001233FC"/>
    <w:rsid w:val="00124EDD"/>
    <w:rsid w:val="00124F28"/>
    <w:rsid w:val="00125153"/>
    <w:rsid w:val="0012561C"/>
    <w:rsid w:val="001259D7"/>
    <w:rsid w:val="00125B56"/>
    <w:rsid w:val="00125FC7"/>
    <w:rsid w:val="001306A5"/>
    <w:rsid w:val="00130DFF"/>
    <w:rsid w:val="001312D0"/>
    <w:rsid w:val="00131771"/>
    <w:rsid w:val="00132413"/>
    <w:rsid w:val="00133E79"/>
    <w:rsid w:val="001345AB"/>
    <w:rsid w:val="00134AEE"/>
    <w:rsid w:val="00134BAA"/>
    <w:rsid w:val="00134DD8"/>
    <w:rsid w:val="00135149"/>
    <w:rsid w:val="00135F64"/>
    <w:rsid w:val="001360E8"/>
    <w:rsid w:val="00136457"/>
    <w:rsid w:val="0013712A"/>
    <w:rsid w:val="001401E3"/>
    <w:rsid w:val="00140478"/>
    <w:rsid w:val="00140D45"/>
    <w:rsid w:val="0014147F"/>
    <w:rsid w:val="00142E6E"/>
    <w:rsid w:val="00143A78"/>
    <w:rsid w:val="00143C5A"/>
    <w:rsid w:val="0014496C"/>
    <w:rsid w:val="00145285"/>
    <w:rsid w:val="001458EB"/>
    <w:rsid w:val="00145F3E"/>
    <w:rsid w:val="00146504"/>
    <w:rsid w:val="00146EBD"/>
    <w:rsid w:val="00147F00"/>
    <w:rsid w:val="00150595"/>
    <w:rsid w:val="0015119F"/>
    <w:rsid w:val="00152019"/>
    <w:rsid w:val="0015220E"/>
    <w:rsid w:val="001522D9"/>
    <w:rsid w:val="00152668"/>
    <w:rsid w:val="00152821"/>
    <w:rsid w:val="00152E29"/>
    <w:rsid w:val="00153329"/>
    <w:rsid w:val="0015345B"/>
    <w:rsid w:val="00153711"/>
    <w:rsid w:val="001537ED"/>
    <w:rsid w:val="00153F34"/>
    <w:rsid w:val="00156BB3"/>
    <w:rsid w:val="0015713E"/>
    <w:rsid w:val="0015765B"/>
    <w:rsid w:val="001576A0"/>
    <w:rsid w:val="001602C4"/>
    <w:rsid w:val="001608C2"/>
    <w:rsid w:val="0016184F"/>
    <w:rsid w:val="001618C6"/>
    <w:rsid w:val="001619A5"/>
    <w:rsid w:val="001621CC"/>
    <w:rsid w:val="00162960"/>
    <w:rsid w:val="00162DBE"/>
    <w:rsid w:val="00163965"/>
    <w:rsid w:val="0016417B"/>
    <w:rsid w:val="0016481D"/>
    <w:rsid w:val="00165BD1"/>
    <w:rsid w:val="00165F4D"/>
    <w:rsid w:val="00166119"/>
    <w:rsid w:val="00167196"/>
    <w:rsid w:val="00167E7B"/>
    <w:rsid w:val="00170190"/>
    <w:rsid w:val="00170430"/>
    <w:rsid w:val="0017054E"/>
    <w:rsid w:val="00171998"/>
    <w:rsid w:val="00171B13"/>
    <w:rsid w:val="00171E27"/>
    <w:rsid w:val="00171E56"/>
    <w:rsid w:val="00172253"/>
    <w:rsid w:val="00172A6C"/>
    <w:rsid w:val="00172C62"/>
    <w:rsid w:val="001731A7"/>
    <w:rsid w:val="001738D5"/>
    <w:rsid w:val="00173F56"/>
    <w:rsid w:val="00174C75"/>
    <w:rsid w:val="001776E7"/>
    <w:rsid w:val="0018038A"/>
    <w:rsid w:val="0018065E"/>
    <w:rsid w:val="00181249"/>
    <w:rsid w:val="001817C9"/>
    <w:rsid w:val="00181A66"/>
    <w:rsid w:val="0018223D"/>
    <w:rsid w:val="001824A6"/>
    <w:rsid w:val="00182617"/>
    <w:rsid w:val="00182D50"/>
    <w:rsid w:val="0018463D"/>
    <w:rsid w:val="00185DC9"/>
    <w:rsid w:val="001864F6"/>
    <w:rsid w:val="00187B9A"/>
    <w:rsid w:val="00191759"/>
    <w:rsid w:val="00191A52"/>
    <w:rsid w:val="0019230D"/>
    <w:rsid w:val="0019278D"/>
    <w:rsid w:val="0019297E"/>
    <w:rsid w:val="001940C2"/>
    <w:rsid w:val="001941BF"/>
    <w:rsid w:val="00194D3E"/>
    <w:rsid w:val="001958C7"/>
    <w:rsid w:val="00196261"/>
    <w:rsid w:val="001964C8"/>
    <w:rsid w:val="00196E80"/>
    <w:rsid w:val="0019777B"/>
    <w:rsid w:val="0019798A"/>
    <w:rsid w:val="00197F62"/>
    <w:rsid w:val="001A01CA"/>
    <w:rsid w:val="001A0312"/>
    <w:rsid w:val="001A0732"/>
    <w:rsid w:val="001A0C1A"/>
    <w:rsid w:val="001A1510"/>
    <w:rsid w:val="001A1855"/>
    <w:rsid w:val="001A1C0D"/>
    <w:rsid w:val="001A2D26"/>
    <w:rsid w:val="001A2F04"/>
    <w:rsid w:val="001A38D9"/>
    <w:rsid w:val="001A3BD6"/>
    <w:rsid w:val="001A4C17"/>
    <w:rsid w:val="001A6A6A"/>
    <w:rsid w:val="001B06D7"/>
    <w:rsid w:val="001B3C10"/>
    <w:rsid w:val="001B57B5"/>
    <w:rsid w:val="001B5875"/>
    <w:rsid w:val="001B6209"/>
    <w:rsid w:val="001B63E8"/>
    <w:rsid w:val="001B7314"/>
    <w:rsid w:val="001B7B04"/>
    <w:rsid w:val="001B7CAC"/>
    <w:rsid w:val="001B7EAC"/>
    <w:rsid w:val="001C12D1"/>
    <w:rsid w:val="001C132C"/>
    <w:rsid w:val="001C1E59"/>
    <w:rsid w:val="001C1ECB"/>
    <w:rsid w:val="001C2215"/>
    <w:rsid w:val="001C2D86"/>
    <w:rsid w:val="001C50B4"/>
    <w:rsid w:val="001C5B2E"/>
    <w:rsid w:val="001C67A4"/>
    <w:rsid w:val="001C6BBA"/>
    <w:rsid w:val="001C6DC4"/>
    <w:rsid w:val="001C7542"/>
    <w:rsid w:val="001C79BF"/>
    <w:rsid w:val="001D0648"/>
    <w:rsid w:val="001D0FCB"/>
    <w:rsid w:val="001D1752"/>
    <w:rsid w:val="001D1BF3"/>
    <w:rsid w:val="001D3F5F"/>
    <w:rsid w:val="001D4421"/>
    <w:rsid w:val="001D444D"/>
    <w:rsid w:val="001D4589"/>
    <w:rsid w:val="001D5104"/>
    <w:rsid w:val="001D5D22"/>
    <w:rsid w:val="001D66A0"/>
    <w:rsid w:val="001D67AF"/>
    <w:rsid w:val="001D6B3C"/>
    <w:rsid w:val="001D70C5"/>
    <w:rsid w:val="001E0E09"/>
    <w:rsid w:val="001E0E31"/>
    <w:rsid w:val="001E0FA6"/>
    <w:rsid w:val="001E104C"/>
    <w:rsid w:val="001E1627"/>
    <w:rsid w:val="001E1E5C"/>
    <w:rsid w:val="001E2AA9"/>
    <w:rsid w:val="001E2BA1"/>
    <w:rsid w:val="001E3DAD"/>
    <w:rsid w:val="001E4F29"/>
    <w:rsid w:val="001E5DFE"/>
    <w:rsid w:val="001E619B"/>
    <w:rsid w:val="001E6AAF"/>
    <w:rsid w:val="001E7094"/>
    <w:rsid w:val="001F21BC"/>
    <w:rsid w:val="001F26E5"/>
    <w:rsid w:val="001F2D22"/>
    <w:rsid w:val="001F2F0D"/>
    <w:rsid w:val="001F3424"/>
    <w:rsid w:val="001F5D29"/>
    <w:rsid w:val="001F5DB9"/>
    <w:rsid w:val="001F6014"/>
    <w:rsid w:val="001F61FB"/>
    <w:rsid w:val="001F66DD"/>
    <w:rsid w:val="001F692A"/>
    <w:rsid w:val="001F7050"/>
    <w:rsid w:val="001F77E0"/>
    <w:rsid w:val="002010EB"/>
    <w:rsid w:val="002014C8"/>
    <w:rsid w:val="00201A86"/>
    <w:rsid w:val="00201EDF"/>
    <w:rsid w:val="0020241D"/>
    <w:rsid w:val="00202B9B"/>
    <w:rsid w:val="00203DB5"/>
    <w:rsid w:val="00203E23"/>
    <w:rsid w:val="0020416D"/>
    <w:rsid w:val="00205B54"/>
    <w:rsid w:val="0020607B"/>
    <w:rsid w:val="00206084"/>
    <w:rsid w:val="00207A21"/>
    <w:rsid w:val="00210415"/>
    <w:rsid w:val="002107BC"/>
    <w:rsid w:val="00210862"/>
    <w:rsid w:val="00210BC0"/>
    <w:rsid w:val="00210CAE"/>
    <w:rsid w:val="00210EF7"/>
    <w:rsid w:val="0021118C"/>
    <w:rsid w:val="00211786"/>
    <w:rsid w:val="00211B6D"/>
    <w:rsid w:val="002132F9"/>
    <w:rsid w:val="00214CBE"/>
    <w:rsid w:val="00215099"/>
    <w:rsid w:val="00215222"/>
    <w:rsid w:val="00215D01"/>
    <w:rsid w:val="00215E95"/>
    <w:rsid w:val="00216311"/>
    <w:rsid w:val="002166CA"/>
    <w:rsid w:val="00216D7F"/>
    <w:rsid w:val="0021732F"/>
    <w:rsid w:val="00217365"/>
    <w:rsid w:val="00217D9E"/>
    <w:rsid w:val="002209CC"/>
    <w:rsid w:val="00221F79"/>
    <w:rsid w:val="00222D0D"/>
    <w:rsid w:val="00222EF2"/>
    <w:rsid w:val="00223333"/>
    <w:rsid w:val="0022360F"/>
    <w:rsid w:val="00223A88"/>
    <w:rsid w:val="00224BC5"/>
    <w:rsid w:val="00224EE3"/>
    <w:rsid w:val="00225860"/>
    <w:rsid w:val="00225A6A"/>
    <w:rsid w:val="00226098"/>
    <w:rsid w:val="00226283"/>
    <w:rsid w:val="00226583"/>
    <w:rsid w:val="00226E83"/>
    <w:rsid w:val="0022764C"/>
    <w:rsid w:val="00230665"/>
    <w:rsid w:val="002311A7"/>
    <w:rsid w:val="00232317"/>
    <w:rsid w:val="0023276A"/>
    <w:rsid w:val="00232A61"/>
    <w:rsid w:val="0023347B"/>
    <w:rsid w:val="00233805"/>
    <w:rsid w:val="00234C54"/>
    <w:rsid w:val="00234D93"/>
    <w:rsid w:val="00235304"/>
    <w:rsid w:val="00235550"/>
    <w:rsid w:val="00235DA7"/>
    <w:rsid w:val="00235DB0"/>
    <w:rsid w:val="00235FFF"/>
    <w:rsid w:val="00236193"/>
    <w:rsid w:val="002369D1"/>
    <w:rsid w:val="00236CBE"/>
    <w:rsid w:val="0023726F"/>
    <w:rsid w:val="00237B59"/>
    <w:rsid w:val="0024071F"/>
    <w:rsid w:val="002409C7"/>
    <w:rsid w:val="00240A25"/>
    <w:rsid w:val="00240D24"/>
    <w:rsid w:val="00241146"/>
    <w:rsid w:val="0024218B"/>
    <w:rsid w:val="0024236F"/>
    <w:rsid w:val="00242848"/>
    <w:rsid w:val="00243653"/>
    <w:rsid w:val="0024376A"/>
    <w:rsid w:val="0024441D"/>
    <w:rsid w:val="00245007"/>
    <w:rsid w:val="0024501A"/>
    <w:rsid w:val="0024510F"/>
    <w:rsid w:val="00245B39"/>
    <w:rsid w:val="00245C13"/>
    <w:rsid w:val="0024671A"/>
    <w:rsid w:val="002468A4"/>
    <w:rsid w:val="002470E0"/>
    <w:rsid w:val="002513AA"/>
    <w:rsid w:val="00251425"/>
    <w:rsid w:val="00252857"/>
    <w:rsid w:val="00252F17"/>
    <w:rsid w:val="00253578"/>
    <w:rsid w:val="0025396B"/>
    <w:rsid w:val="0025432B"/>
    <w:rsid w:val="002543D8"/>
    <w:rsid w:val="002546A3"/>
    <w:rsid w:val="002548FD"/>
    <w:rsid w:val="002549CB"/>
    <w:rsid w:val="00255105"/>
    <w:rsid w:val="00255A40"/>
    <w:rsid w:val="00255EB9"/>
    <w:rsid w:val="00255F3C"/>
    <w:rsid w:val="00256DE1"/>
    <w:rsid w:val="00257119"/>
    <w:rsid w:val="00257136"/>
    <w:rsid w:val="0025790A"/>
    <w:rsid w:val="00257928"/>
    <w:rsid w:val="0026093C"/>
    <w:rsid w:val="00260E4E"/>
    <w:rsid w:val="00261C75"/>
    <w:rsid w:val="00261E0E"/>
    <w:rsid w:val="00261EA4"/>
    <w:rsid w:val="00262114"/>
    <w:rsid w:val="0026327B"/>
    <w:rsid w:val="0026330D"/>
    <w:rsid w:val="002633FA"/>
    <w:rsid w:val="00263889"/>
    <w:rsid w:val="0026442D"/>
    <w:rsid w:val="00265059"/>
    <w:rsid w:val="002659A6"/>
    <w:rsid w:val="00265B35"/>
    <w:rsid w:val="002662DF"/>
    <w:rsid w:val="00266FF6"/>
    <w:rsid w:val="00267036"/>
    <w:rsid w:val="0027136A"/>
    <w:rsid w:val="002718EC"/>
    <w:rsid w:val="00271C28"/>
    <w:rsid w:val="0027336D"/>
    <w:rsid w:val="00273AE5"/>
    <w:rsid w:val="00274923"/>
    <w:rsid w:val="00274A30"/>
    <w:rsid w:val="0027501B"/>
    <w:rsid w:val="00275369"/>
    <w:rsid w:val="00275685"/>
    <w:rsid w:val="002756C2"/>
    <w:rsid w:val="00276FB7"/>
    <w:rsid w:val="002771F4"/>
    <w:rsid w:val="00280362"/>
    <w:rsid w:val="002812AD"/>
    <w:rsid w:val="0028229F"/>
    <w:rsid w:val="00282A79"/>
    <w:rsid w:val="00283721"/>
    <w:rsid w:val="00283FA5"/>
    <w:rsid w:val="002842EA"/>
    <w:rsid w:val="002843F3"/>
    <w:rsid w:val="002850D5"/>
    <w:rsid w:val="002854D0"/>
    <w:rsid w:val="00285E61"/>
    <w:rsid w:val="00286B32"/>
    <w:rsid w:val="00287080"/>
    <w:rsid w:val="002900D9"/>
    <w:rsid w:val="00291712"/>
    <w:rsid w:val="00291755"/>
    <w:rsid w:val="002918F1"/>
    <w:rsid w:val="00293A96"/>
    <w:rsid w:val="00293EE4"/>
    <w:rsid w:val="00294A97"/>
    <w:rsid w:val="00295A9B"/>
    <w:rsid w:val="0029733A"/>
    <w:rsid w:val="002A0A10"/>
    <w:rsid w:val="002A0F7D"/>
    <w:rsid w:val="002A153F"/>
    <w:rsid w:val="002A1A86"/>
    <w:rsid w:val="002A1ADD"/>
    <w:rsid w:val="002A22BE"/>
    <w:rsid w:val="002A3672"/>
    <w:rsid w:val="002A3E3B"/>
    <w:rsid w:val="002A3F76"/>
    <w:rsid w:val="002A453E"/>
    <w:rsid w:val="002A45C3"/>
    <w:rsid w:val="002A47EC"/>
    <w:rsid w:val="002A54C0"/>
    <w:rsid w:val="002A5FA2"/>
    <w:rsid w:val="002A66C5"/>
    <w:rsid w:val="002A68D1"/>
    <w:rsid w:val="002A71EB"/>
    <w:rsid w:val="002A77B8"/>
    <w:rsid w:val="002A7ACA"/>
    <w:rsid w:val="002B06B8"/>
    <w:rsid w:val="002B2B8B"/>
    <w:rsid w:val="002B2E42"/>
    <w:rsid w:val="002B3EB0"/>
    <w:rsid w:val="002B3EBD"/>
    <w:rsid w:val="002B51D2"/>
    <w:rsid w:val="002B5BFA"/>
    <w:rsid w:val="002B6106"/>
    <w:rsid w:val="002B63A8"/>
    <w:rsid w:val="002B7073"/>
    <w:rsid w:val="002B7A65"/>
    <w:rsid w:val="002C0442"/>
    <w:rsid w:val="002C1169"/>
    <w:rsid w:val="002C14E5"/>
    <w:rsid w:val="002C1AF2"/>
    <w:rsid w:val="002C1F62"/>
    <w:rsid w:val="002C2643"/>
    <w:rsid w:val="002C3A4E"/>
    <w:rsid w:val="002C5266"/>
    <w:rsid w:val="002C560B"/>
    <w:rsid w:val="002C5A48"/>
    <w:rsid w:val="002C60FD"/>
    <w:rsid w:val="002C6BCD"/>
    <w:rsid w:val="002C7DD0"/>
    <w:rsid w:val="002D028D"/>
    <w:rsid w:val="002D0931"/>
    <w:rsid w:val="002D0C80"/>
    <w:rsid w:val="002D0E86"/>
    <w:rsid w:val="002D1249"/>
    <w:rsid w:val="002D1781"/>
    <w:rsid w:val="002D1822"/>
    <w:rsid w:val="002D1DF5"/>
    <w:rsid w:val="002D2DE7"/>
    <w:rsid w:val="002D3FBD"/>
    <w:rsid w:val="002D45D8"/>
    <w:rsid w:val="002D46D8"/>
    <w:rsid w:val="002D4D2D"/>
    <w:rsid w:val="002D6A82"/>
    <w:rsid w:val="002D6CBA"/>
    <w:rsid w:val="002D7676"/>
    <w:rsid w:val="002D79ED"/>
    <w:rsid w:val="002E10A9"/>
    <w:rsid w:val="002E1A83"/>
    <w:rsid w:val="002E1AB9"/>
    <w:rsid w:val="002E2100"/>
    <w:rsid w:val="002E2187"/>
    <w:rsid w:val="002E2CD6"/>
    <w:rsid w:val="002E3A08"/>
    <w:rsid w:val="002E3C13"/>
    <w:rsid w:val="002E4164"/>
    <w:rsid w:val="002E5C0A"/>
    <w:rsid w:val="002E69E5"/>
    <w:rsid w:val="002E6B57"/>
    <w:rsid w:val="002E77B3"/>
    <w:rsid w:val="002F033D"/>
    <w:rsid w:val="002F0FAF"/>
    <w:rsid w:val="002F1C1D"/>
    <w:rsid w:val="002F1DDB"/>
    <w:rsid w:val="002F1F94"/>
    <w:rsid w:val="002F20AD"/>
    <w:rsid w:val="002F21E5"/>
    <w:rsid w:val="002F226F"/>
    <w:rsid w:val="002F2746"/>
    <w:rsid w:val="002F3B0E"/>
    <w:rsid w:val="002F422B"/>
    <w:rsid w:val="002F4416"/>
    <w:rsid w:val="002F5E56"/>
    <w:rsid w:val="002F6053"/>
    <w:rsid w:val="002F6DB7"/>
    <w:rsid w:val="002F6F75"/>
    <w:rsid w:val="002F739E"/>
    <w:rsid w:val="002F743A"/>
    <w:rsid w:val="00300B0A"/>
    <w:rsid w:val="00300E37"/>
    <w:rsid w:val="00301C03"/>
    <w:rsid w:val="00301DAA"/>
    <w:rsid w:val="003022BB"/>
    <w:rsid w:val="003022DC"/>
    <w:rsid w:val="00302874"/>
    <w:rsid w:val="00302A02"/>
    <w:rsid w:val="00303A8E"/>
    <w:rsid w:val="00304630"/>
    <w:rsid w:val="00304CA9"/>
    <w:rsid w:val="003054CE"/>
    <w:rsid w:val="003056D7"/>
    <w:rsid w:val="00305BE2"/>
    <w:rsid w:val="003071BB"/>
    <w:rsid w:val="0030794F"/>
    <w:rsid w:val="00307DF9"/>
    <w:rsid w:val="00310364"/>
    <w:rsid w:val="003119CE"/>
    <w:rsid w:val="00311F6A"/>
    <w:rsid w:val="00312090"/>
    <w:rsid w:val="003124E3"/>
    <w:rsid w:val="00312EA1"/>
    <w:rsid w:val="0031392A"/>
    <w:rsid w:val="00313A46"/>
    <w:rsid w:val="00314C46"/>
    <w:rsid w:val="0031553D"/>
    <w:rsid w:val="00315D4D"/>
    <w:rsid w:val="00316CB1"/>
    <w:rsid w:val="00317D29"/>
    <w:rsid w:val="00320DDC"/>
    <w:rsid w:val="00320FF3"/>
    <w:rsid w:val="003231CA"/>
    <w:rsid w:val="00323837"/>
    <w:rsid w:val="0032397E"/>
    <w:rsid w:val="00324437"/>
    <w:rsid w:val="00324FBB"/>
    <w:rsid w:val="00325675"/>
    <w:rsid w:val="0032681B"/>
    <w:rsid w:val="0032737F"/>
    <w:rsid w:val="003278B5"/>
    <w:rsid w:val="00327907"/>
    <w:rsid w:val="00327BB1"/>
    <w:rsid w:val="0033071C"/>
    <w:rsid w:val="00330F5C"/>
    <w:rsid w:val="003316DC"/>
    <w:rsid w:val="0033174B"/>
    <w:rsid w:val="00331E62"/>
    <w:rsid w:val="00332349"/>
    <w:rsid w:val="0033263E"/>
    <w:rsid w:val="00332906"/>
    <w:rsid w:val="00333CF5"/>
    <w:rsid w:val="003344DF"/>
    <w:rsid w:val="00335392"/>
    <w:rsid w:val="00335419"/>
    <w:rsid w:val="00335A5D"/>
    <w:rsid w:val="00336155"/>
    <w:rsid w:val="00336F51"/>
    <w:rsid w:val="0033716F"/>
    <w:rsid w:val="00337456"/>
    <w:rsid w:val="003376AB"/>
    <w:rsid w:val="0034013C"/>
    <w:rsid w:val="00340231"/>
    <w:rsid w:val="003407E7"/>
    <w:rsid w:val="00340804"/>
    <w:rsid w:val="00340E67"/>
    <w:rsid w:val="00341162"/>
    <w:rsid w:val="0034183E"/>
    <w:rsid w:val="00341E03"/>
    <w:rsid w:val="00341FCF"/>
    <w:rsid w:val="0034248F"/>
    <w:rsid w:val="0034367E"/>
    <w:rsid w:val="003436DF"/>
    <w:rsid w:val="00343DDB"/>
    <w:rsid w:val="003444C2"/>
    <w:rsid w:val="003464D2"/>
    <w:rsid w:val="00346869"/>
    <w:rsid w:val="00346A1F"/>
    <w:rsid w:val="00347296"/>
    <w:rsid w:val="003476AE"/>
    <w:rsid w:val="00347B46"/>
    <w:rsid w:val="00347EDE"/>
    <w:rsid w:val="0035090D"/>
    <w:rsid w:val="00351781"/>
    <w:rsid w:val="00351F77"/>
    <w:rsid w:val="003534D6"/>
    <w:rsid w:val="00353BDF"/>
    <w:rsid w:val="00354D13"/>
    <w:rsid w:val="00355993"/>
    <w:rsid w:val="00355B2B"/>
    <w:rsid w:val="00356903"/>
    <w:rsid w:val="0035694B"/>
    <w:rsid w:val="00356D21"/>
    <w:rsid w:val="00357889"/>
    <w:rsid w:val="00357898"/>
    <w:rsid w:val="003610E4"/>
    <w:rsid w:val="003622AB"/>
    <w:rsid w:val="00362655"/>
    <w:rsid w:val="00362DF8"/>
    <w:rsid w:val="00363978"/>
    <w:rsid w:val="00364964"/>
    <w:rsid w:val="0036516D"/>
    <w:rsid w:val="00365BE7"/>
    <w:rsid w:val="00367156"/>
    <w:rsid w:val="003672EF"/>
    <w:rsid w:val="003675DB"/>
    <w:rsid w:val="00367E2F"/>
    <w:rsid w:val="00367F19"/>
    <w:rsid w:val="003701CB"/>
    <w:rsid w:val="00370240"/>
    <w:rsid w:val="0037153E"/>
    <w:rsid w:val="00374264"/>
    <w:rsid w:val="003745CA"/>
    <w:rsid w:val="00374EB6"/>
    <w:rsid w:val="00374F39"/>
    <w:rsid w:val="00376AAC"/>
    <w:rsid w:val="003770AB"/>
    <w:rsid w:val="00377355"/>
    <w:rsid w:val="0037789E"/>
    <w:rsid w:val="00377B59"/>
    <w:rsid w:val="00377C5A"/>
    <w:rsid w:val="0038017C"/>
    <w:rsid w:val="00380535"/>
    <w:rsid w:val="00382A1C"/>
    <w:rsid w:val="00382B2A"/>
    <w:rsid w:val="00383C85"/>
    <w:rsid w:val="00383F51"/>
    <w:rsid w:val="00384114"/>
    <w:rsid w:val="003842C0"/>
    <w:rsid w:val="00384A8C"/>
    <w:rsid w:val="00384AA6"/>
    <w:rsid w:val="00384B7F"/>
    <w:rsid w:val="003850B3"/>
    <w:rsid w:val="00386711"/>
    <w:rsid w:val="00386942"/>
    <w:rsid w:val="003873A8"/>
    <w:rsid w:val="00387D04"/>
    <w:rsid w:val="0039073C"/>
    <w:rsid w:val="00390B55"/>
    <w:rsid w:val="0039126A"/>
    <w:rsid w:val="00392205"/>
    <w:rsid w:val="00392CF9"/>
    <w:rsid w:val="003939A0"/>
    <w:rsid w:val="00393FB6"/>
    <w:rsid w:val="00395214"/>
    <w:rsid w:val="00395949"/>
    <w:rsid w:val="00395BBB"/>
    <w:rsid w:val="0039618C"/>
    <w:rsid w:val="00396878"/>
    <w:rsid w:val="00396EE3"/>
    <w:rsid w:val="00397601"/>
    <w:rsid w:val="003A2249"/>
    <w:rsid w:val="003A26AC"/>
    <w:rsid w:val="003A2797"/>
    <w:rsid w:val="003A3475"/>
    <w:rsid w:val="003A3803"/>
    <w:rsid w:val="003A3816"/>
    <w:rsid w:val="003A3C30"/>
    <w:rsid w:val="003A404E"/>
    <w:rsid w:val="003A55A0"/>
    <w:rsid w:val="003A59D3"/>
    <w:rsid w:val="003A5C95"/>
    <w:rsid w:val="003A5D02"/>
    <w:rsid w:val="003A68C0"/>
    <w:rsid w:val="003A732F"/>
    <w:rsid w:val="003A74B3"/>
    <w:rsid w:val="003A75F9"/>
    <w:rsid w:val="003B105D"/>
    <w:rsid w:val="003B1446"/>
    <w:rsid w:val="003B1B64"/>
    <w:rsid w:val="003B22E4"/>
    <w:rsid w:val="003B2772"/>
    <w:rsid w:val="003B31FB"/>
    <w:rsid w:val="003B35E6"/>
    <w:rsid w:val="003B3AE8"/>
    <w:rsid w:val="003B3C07"/>
    <w:rsid w:val="003B4518"/>
    <w:rsid w:val="003B4A24"/>
    <w:rsid w:val="003B4B68"/>
    <w:rsid w:val="003B4DB0"/>
    <w:rsid w:val="003B517F"/>
    <w:rsid w:val="003B53F7"/>
    <w:rsid w:val="003B5C26"/>
    <w:rsid w:val="003B6569"/>
    <w:rsid w:val="003B6CB5"/>
    <w:rsid w:val="003B763D"/>
    <w:rsid w:val="003B7C8D"/>
    <w:rsid w:val="003B7CC3"/>
    <w:rsid w:val="003C044B"/>
    <w:rsid w:val="003C09CA"/>
    <w:rsid w:val="003C20E6"/>
    <w:rsid w:val="003C20F1"/>
    <w:rsid w:val="003C217C"/>
    <w:rsid w:val="003C242D"/>
    <w:rsid w:val="003C329D"/>
    <w:rsid w:val="003C330D"/>
    <w:rsid w:val="003C35D7"/>
    <w:rsid w:val="003C41FC"/>
    <w:rsid w:val="003C5175"/>
    <w:rsid w:val="003C5781"/>
    <w:rsid w:val="003C5B82"/>
    <w:rsid w:val="003C5DBC"/>
    <w:rsid w:val="003D082C"/>
    <w:rsid w:val="003D1ADC"/>
    <w:rsid w:val="003D2F9B"/>
    <w:rsid w:val="003D392F"/>
    <w:rsid w:val="003D3C4C"/>
    <w:rsid w:val="003D41AE"/>
    <w:rsid w:val="003D4A03"/>
    <w:rsid w:val="003D4E4C"/>
    <w:rsid w:val="003D4ECD"/>
    <w:rsid w:val="003D5A5A"/>
    <w:rsid w:val="003D5F50"/>
    <w:rsid w:val="003D635F"/>
    <w:rsid w:val="003D7AFD"/>
    <w:rsid w:val="003E0173"/>
    <w:rsid w:val="003E16C4"/>
    <w:rsid w:val="003E18C9"/>
    <w:rsid w:val="003E1CFA"/>
    <w:rsid w:val="003E2411"/>
    <w:rsid w:val="003E3376"/>
    <w:rsid w:val="003E3B4D"/>
    <w:rsid w:val="003E412F"/>
    <w:rsid w:val="003E42FC"/>
    <w:rsid w:val="003E7DEE"/>
    <w:rsid w:val="003E7EAB"/>
    <w:rsid w:val="003E7EBD"/>
    <w:rsid w:val="003F0085"/>
    <w:rsid w:val="003F0404"/>
    <w:rsid w:val="003F05A5"/>
    <w:rsid w:val="003F1D76"/>
    <w:rsid w:val="003F1EA6"/>
    <w:rsid w:val="003F2741"/>
    <w:rsid w:val="003F303D"/>
    <w:rsid w:val="003F32E6"/>
    <w:rsid w:val="003F3B0B"/>
    <w:rsid w:val="003F4116"/>
    <w:rsid w:val="003F4839"/>
    <w:rsid w:val="003F4963"/>
    <w:rsid w:val="003F4D06"/>
    <w:rsid w:val="003F51B0"/>
    <w:rsid w:val="003F522E"/>
    <w:rsid w:val="003F52DB"/>
    <w:rsid w:val="003F5668"/>
    <w:rsid w:val="003F6518"/>
    <w:rsid w:val="003F67A9"/>
    <w:rsid w:val="003F6CA2"/>
    <w:rsid w:val="003F707B"/>
    <w:rsid w:val="003F713F"/>
    <w:rsid w:val="0040080B"/>
    <w:rsid w:val="004008DB"/>
    <w:rsid w:val="00401D36"/>
    <w:rsid w:val="00401DDD"/>
    <w:rsid w:val="004020CC"/>
    <w:rsid w:val="0040219C"/>
    <w:rsid w:val="004027CB"/>
    <w:rsid w:val="00402A0E"/>
    <w:rsid w:val="00403DE2"/>
    <w:rsid w:val="00404904"/>
    <w:rsid w:val="00405008"/>
    <w:rsid w:val="00405215"/>
    <w:rsid w:val="004052D6"/>
    <w:rsid w:val="0040549D"/>
    <w:rsid w:val="00405D41"/>
    <w:rsid w:val="00405F5F"/>
    <w:rsid w:val="00407357"/>
    <w:rsid w:val="00410B63"/>
    <w:rsid w:val="00411D3F"/>
    <w:rsid w:val="00411EB6"/>
    <w:rsid w:val="00412638"/>
    <w:rsid w:val="00413148"/>
    <w:rsid w:val="0041393E"/>
    <w:rsid w:val="004139EE"/>
    <w:rsid w:val="004146A1"/>
    <w:rsid w:val="00414C54"/>
    <w:rsid w:val="00414DFF"/>
    <w:rsid w:val="0041599E"/>
    <w:rsid w:val="0041601A"/>
    <w:rsid w:val="00416E6D"/>
    <w:rsid w:val="004172D5"/>
    <w:rsid w:val="00421380"/>
    <w:rsid w:val="00421FDD"/>
    <w:rsid w:val="0042342D"/>
    <w:rsid w:val="00423860"/>
    <w:rsid w:val="00424054"/>
    <w:rsid w:val="0042482F"/>
    <w:rsid w:val="0042490F"/>
    <w:rsid w:val="004256E6"/>
    <w:rsid w:val="00425DA4"/>
    <w:rsid w:val="0042647B"/>
    <w:rsid w:val="0042652B"/>
    <w:rsid w:val="004265C5"/>
    <w:rsid w:val="00426AE4"/>
    <w:rsid w:val="0042753D"/>
    <w:rsid w:val="0042754D"/>
    <w:rsid w:val="004275F5"/>
    <w:rsid w:val="00430030"/>
    <w:rsid w:val="0043043F"/>
    <w:rsid w:val="00430CC1"/>
    <w:rsid w:val="00430D0A"/>
    <w:rsid w:val="004330DE"/>
    <w:rsid w:val="00433417"/>
    <w:rsid w:val="00434495"/>
    <w:rsid w:val="00434534"/>
    <w:rsid w:val="00434CAB"/>
    <w:rsid w:val="00434CDC"/>
    <w:rsid w:val="0043504D"/>
    <w:rsid w:val="004352BF"/>
    <w:rsid w:val="004352E1"/>
    <w:rsid w:val="00435D5D"/>
    <w:rsid w:val="00435EE4"/>
    <w:rsid w:val="00436A7E"/>
    <w:rsid w:val="004378DE"/>
    <w:rsid w:val="00437A2E"/>
    <w:rsid w:val="00437D6C"/>
    <w:rsid w:val="00437E25"/>
    <w:rsid w:val="00440D0E"/>
    <w:rsid w:val="004419A5"/>
    <w:rsid w:val="004425C7"/>
    <w:rsid w:val="00442C89"/>
    <w:rsid w:val="00442CF6"/>
    <w:rsid w:val="0044334F"/>
    <w:rsid w:val="00443551"/>
    <w:rsid w:val="00443733"/>
    <w:rsid w:val="004438E0"/>
    <w:rsid w:val="00443B49"/>
    <w:rsid w:val="004441DC"/>
    <w:rsid w:val="00444969"/>
    <w:rsid w:val="00444F6E"/>
    <w:rsid w:val="00445587"/>
    <w:rsid w:val="004455F1"/>
    <w:rsid w:val="00445E5D"/>
    <w:rsid w:val="00446B8E"/>
    <w:rsid w:val="00447684"/>
    <w:rsid w:val="004476DF"/>
    <w:rsid w:val="00447773"/>
    <w:rsid w:val="0045110C"/>
    <w:rsid w:val="00451185"/>
    <w:rsid w:val="004518D9"/>
    <w:rsid w:val="00452763"/>
    <w:rsid w:val="0045282A"/>
    <w:rsid w:val="00452AFB"/>
    <w:rsid w:val="00452D5E"/>
    <w:rsid w:val="004531FA"/>
    <w:rsid w:val="004532FF"/>
    <w:rsid w:val="004535EA"/>
    <w:rsid w:val="00453AE6"/>
    <w:rsid w:val="00454308"/>
    <w:rsid w:val="00454738"/>
    <w:rsid w:val="00454ADA"/>
    <w:rsid w:val="00454EF9"/>
    <w:rsid w:val="00455163"/>
    <w:rsid w:val="004552BB"/>
    <w:rsid w:val="00455CAC"/>
    <w:rsid w:val="004561B5"/>
    <w:rsid w:val="0045664F"/>
    <w:rsid w:val="00456CBD"/>
    <w:rsid w:val="00457FEB"/>
    <w:rsid w:val="004608EE"/>
    <w:rsid w:val="00461185"/>
    <w:rsid w:val="00461454"/>
    <w:rsid w:val="00461586"/>
    <w:rsid w:val="004618C6"/>
    <w:rsid w:val="004625E6"/>
    <w:rsid w:val="00462E3E"/>
    <w:rsid w:val="004639EC"/>
    <w:rsid w:val="004651C5"/>
    <w:rsid w:val="004652F2"/>
    <w:rsid w:val="0046543F"/>
    <w:rsid w:val="00467046"/>
    <w:rsid w:val="00467191"/>
    <w:rsid w:val="004675C1"/>
    <w:rsid w:val="00467BD4"/>
    <w:rsid w:val="00467E2E"/>
    <w:rsid w:val="004700CB"/>
    <w:rsid w:val="004706F5"/>
    <w:rsid w:val="00470B72"/>
    <w:rsid w:val="00471C4E"/>
    <w:rsid w:val="004726CB"/>
    <w:rsid w:val="004728D7"/>
    <w:rsid w:val="00472979"/>
    <w:rsid w:val="00473556"/>
    <w:rsid w:val="00473C60"/>
    <w:rsid w:val="004744EC"/>
    <w:rsid w:val="0047457A"/>
    <w:rsid w:val="00474C30"/>
    <w:rsid w:val="0047516B"/>
    <w:rsid w:val="00475B61"/>
    <w:rsid w:val="00475C4A"/>
    <w:rsid w:val="0047637C"/>
    <w:rsid w:val="004779E4"/>
    <w:rsid w:val="00477FAC"/>
    <w:rsid w:val="00480281"/>
    <w:rsid w:val="00480890"/>
    <w:rsid w:val="00480B41"/>
    <w:rsid w:val="00480E4F"/>
    <w:rsid w:val="0048228D"/>
    <w:rsid w:val="00482990"/>
    <w:rsid w:val="00482BD6"/>
    <w:rsid w:val="0048311F"/>
    <w:rsid w:val="0048415C"/>
    <w:rsid w:val="00484475"/>
    <w:rsid w:val="00485522"/>
    <w:rsid w:val="00485728"/>
    <w:rsid w:val="00485968"/>
    <w:rsid w:val="00485BFA"/>
    <w:rsid w:val="00486932"/>
    <w:rsid w:val="00486CBB"/>
    <w:rsid w:val="00487E63"/>
    <w:rsid w:val="00490453"/>
    <w:rsid w:val="00490819"/>
    <w:rsid w:val="00490BD0"/>
    <w:rsid w:val="00490D06"/>
    <w:rsid w:val="00491431"/>
    <w:rsid w:val="00491E12"/>
    <w:rsid w:val="00492E33"/>
    <w:rsid w:val="00492E8E"/>
    <w:rsid w:val="00492ED3"/>
    <w:rsid w:val="0049359C"/>
    <w:rsid w:val="00493B94"/>
    <w:rsid w:val="00493D00"/>
    <w:rsid w:val="00493D3B"/>
    <w:rsid w:val="00494AA1"/>
    <w:rsid w:val="00494B1F"/>
    <w:rsid w:val="00494ED0"/>
    <w:rsid w:val="004963C5"/>
    <w:rsid w:val="0049787F"/>
    <w:rsid w:val="00497931"/>
    <w:rsid w:val="004A03C5"/>
    <w:rsid w:val="004A0DD4"/>
    <w:rsid w:val="004A0E93"/>
    <w:rsid w:val="004A1FAC"/>
    <w:rsid w:val="004A21D2"/>
    <w:rsid w:val="004A43A8"/>
    <w:rsid w:val="004A43B9"/>
    <w:rsid w:val="004A4BF1"/>
    <w:rsid w:val="004A6542"/>
    <w:rsid w:val="004A744A"/>
    <w:rsid w:val="004A7905"/>
    <w:rsid w:val="004B0185"/>
    <w:rsid w:val="004B0EE7"/>
    <w:rsid w:val="004B1344"/>
    <w:rsid w:val="004B15C4"/>
    <w:rsid w:val="004B16C0"/>
    <w:rsid w:val="004B2064"/>
    <w:rsid w:val="004B28B9"/>
    <w:rsid w:val="004B293E"/>
    <w:rsid w:val="004B2C8B"/>
    <w:rsid w:val="004B302F"/>
    <w:rsid w:val="004B3036"/>
    <w:rsid w:val="004B368C"/>
    <w:rsid w:val="004B3AD1"/>
    <w:rsid w:val="004B4B85"/>
    <w:rsid w:val="004B4C7F"/>
    <w:rsid w:val="004B4E79"/>
    <w:rsid w:val="004B571A"/>
    <w:rsid w:val="004B6DE6"/>
    <w:rsid w:val="004B72CC"/>
    <w:rsid w:val="004B7C96"/>
    <w:rsid w:val="004B7EB3"/>
    <w:rsid w:val="004C03B1"/>
    <w:rsid w:val="004C0CC3"/>
    <w:rsid w:val="004C3106"/>
    <w:rsid w:val="004C3E0F"/>
    <w:rsid w:val="004C40C0"/>
    <w:rsid w:val="004C758F"/>
    <w:rsid w:val="004D0653"/>
    <w:rsid w:val="004D0A05"/>
    <w:rsid w:val="004D0EF1"/>
    <w:rsid w:val="004D12B0"/>
    <w:rsid w:val="004D1BB8"/>
    <w:rsid w:val="004D1EA1"/>
    <w:rsid w:val="004D20C7"/>
    <w:rsid w:val="004D266F"/>
    <w:rsid w:val="004D2C43"/>
    <w:rsid w:val="004D2E6F"/>
    <w:rsid w:val="004D3086"/>
    <w:rsid w:val="004D3844"/>
    <w:rsid w:val="004D3C5D"/>
    <w:rsid w:val="004D4088"/>
    <w:rsid w:val="004D4CAF"/>
    <w:rsid w:val="004D4F24"/>
    <w:rsid w:val="004D5D99"/>
    <w:rsid w:val="004D5FC8"/>
    <w:rsid w:val="004D634E"/>
    <w:rsid w:val="004D6BA1"/>
    <w:rsid w:val="004D6F99"/>
    <w:rsid w:val="004D79B6"/>
    <w:rsid w:val="004E1E82"/>
    <w:rsid w:val="004E2207"/>
    <w:rsid w:val="004E23AD"/>
    <w:rsid w:val="004E28A4"/>
    <w:rsid w:val="004E31A4"/>
    <w:rsid w:val="004E4C02"/>
    <w:rsid w:val="004E5447"/>
    <w:rsid w:val="004E7803"/>
    <w:rsid w:val="004E7FBF"/>
    <w:rsid w:val="004F0075"/>
    <w:rsid w:val="004F1133"/>
    <w:rsid w:val="004F2976"/>
    <w:rsid w:val="004F2E3E"/>
    <w:rsid w:val="004F36C1"/>
    <w:rsid w:val="004F4242"/>
    <w:rsid w:val="004F4D9E"/>
    <w:rsid w:val="004F5936"/>
    <w:rsid w:val="004F673A"/>
    <w:rsid w:val="004F72FD"/>
    <w:rsid w:val="004F74B3"/>
    <w:rsid w:val="004F751D"/>
    <w:rsid w:val="00500557"/>
    <w:rsid w:val="00500DFF"/>
    <w:rsid w:val="005028AE"/>
    <w:rsid w:val="00503E62"/>
    <w:rsid w:val="00504EB5"/>
    <w:rsid w:val="005053FD"/>
    <w:rsid w:val="00505A64"/>
    <w:rsid w:val="00506D78"/>
    <w:rsid w:val="00506E47"/>
    <w:rsid w:val="00507193"/>
    <w:rsid w:val="00511415"/>
    <w:rsid w:val="005114B9"/>
    <w:rsid w:val="00511B5F"/>
    <w:rsid w:val="00511ED2"/>
    <w:rsid w:val="0051334D"/>
    <w:rsid w:val="00515293"/>
    <w:rsid w:val="00516D88"/>
    <w:rsid w:val="00517CDF"/>
    <w:rsid w:val="00517CEF"/>
    <w:rsid w:val="00520EFB"/>
    <w:rsid w:val="0052250A"/>
    <w:rsid w:val="005230C0"/>
    <w:rsid w:val="00523128"/>
    <w:rsid w:val="0052382A"/>
    <w:rsid w:val="00524215"/>
    <w:rsid w:val="00524A1B"/>
    <w:rsid w:val="00525DCE"/>
    <w:rsid w:val="00525E80"/>
    <w:rsid w:val="0052655E"/>
    <w:rsid w:val="0052656B"/>
    <w:rsid w:val="00530AB8"/>
    <w:rsid w:val="00531070"/>
    <w:rsid w:val="005319D1"/>
    <w:rsid w:val="00532829"/>
    <w:rsid w:val="00532BAC"/>
    <w:rsid w:val="00532E26"/>
    <w:rsid w:val="005339BF"/>
    <w:rsid w:val="0053547D"/>
    <w:rsid w:val="0053548E"/>
    <w:rsid w:val="00535A6E"/>
    <w:rsid w:val="00535C04"/>
    <w:rsid w:val="00536BE0"/>
    <w:rsid w:val="00536CFE"/>
    <w:rsid w:val="0054058B"/>
    <w:rsid w:val="00540962"/>
    <w:rsid w:val="00541851"/>
    <w:rsid w:val="00541B59"/>
    <w:rsid w:val="00542350"/>
    <w:rsid w:val="0054296B"/>
    <w:rsid w:val="00543AEA"/>
    <w:rsid w:val="0054518E"/>
    <w:rsid w:val="0054542F"/>
    <w:rsid w:val="0054638A"/>
    <w:rsid w:val="005472F2"/>
    <w:rsid w:val="005478DF"/>
    <w:rsid w:val="00547C61"/>
    <w:rsid w:val="00550602"/>
    <w:rsid w:val="00550DC1"/>
    <w:rsid w:val="00551017"/>
    <w:rsid w:val="0055112F"/>
    <w:rsid w:val="00551B4C"/>
    <w:rsid w:val="00551CB1"/>
    <w:rsid w:val="0055211F"/>
    <w:rsid w:val="00552A8A"/>
    <w:rsid w:val="00553129"/>
    <w:rsid w:val="0055363B"/>
    <w:rsid w:val="00553816"/>
    <w:rsid w:val="00553A1B"/>
    <w:rsid w:val="005551FF"/>
    <w:rsid w:val="00555E40"/>
    <w:rsid w:val="0055605C"/>
    <w:rsid w:val="0055616D"/>
    <w:rsid w:val="0055646C"/>
    <w:rsid w:val="005569CF"/>
    <w:rsid w:val="00556CCE"/>
    <w:rsid w:val="00556DFB"/>
    <w:rsid w:val="00557508"/>
    <w:rsid w:val="00557706"/>
    <w:rsid w:val="00557AF0"/>
    <w:rsid w:val="00557C84"/>
    <w:rsid w:val="00560151"/>
    <w:rsid w:val="005619AF"/>
    <w:rsid w:val="00562142"/>
    <w:rsid w:val="00562673"/>
    <w:rsid w:val="00562F88"/>
    <w:rsid w:val="00563041"/>
    <w:rsid w:val="00563894"/>
    <w:rsid w:val="0056399C"/>
    <w:rsid w:val="00563B39"/>
    <w:rsid w:val="0056425F"/>
    <w:rsid w:val="00564906"/>
    <w:rsid w:val="00564AF3"/>
    <w:rsid w:val="00564B6C"/>
    <w:rsid w:val="00565808"/>
    <w:rsid w:val="005671F4"/>
    <w:rsid w:val="0057079E"/>
    <w:rsid w:val="005707A5"/>
    <w:rsid w:val="00570E22"/>
    <w:rsid w:val="00570E83"/>
    <w:rsid w:val="00571502"/>
    <w:rsid w:val="00571EDD"/>
    <w:rsid w:val="005729E7"/>
    <w:rsid w:val="0057338C"/>
    <w:rsid w:val="00573F8A"/>
    <w:rsid w:val="0057441B"/>
    <w:rsid w:val="005745B4"/>
    <w:rsid w:val="00574C77"/>
    <w:rsid w:val="00574F58"/>
    <w:rsid w:val="00575060"/>
    <w:rsid w:val="00575269"/>
    <w:rsid w:val="00577355"/>
    <w:rsid w:val="0057775C"/>
    <w:rsid w:val="00580390"/>
    <w:rsid w:val="005809F0"/>
    <w:rsid w:val="005815BB"/>
    <w:rsid w:val="00581E0F"/>
    <w:rsid w:val="005837CA"/>
    <w:rsid w:val="00583820"/>
    <w:rsid w:val="00583A48"/>
    <w:rsid w:val="00583DFB"/>
    <w:rsid w:val="00584708"/>
    <w:rsid w:val="00584BB7"/>
    <w:rsid w:val="005861C0"/>
    <w:rsid w:val="00590682"/>
    <w:rsid w:val="00590CF7"/>
    <w:rsid w:val="00590E28"/>
    <w:rsid w:val="005916E3"/>
    <w:rsid w:val="00592DDE"/>
    <w:rsid w:val="00594012"/>
    <w:rsid w:val="005948A5"/>
    <w:rsid w:val="0059493B"/>
    <w:rsid w:val="00595D06"/>
    <w:rsid w:val="00597332"/>
    <w:rsid w:val="0059737F"/>
    <w:rsid w:val="005978C4"/>
    <w:rsid w:val="00597B3B"/>
    <w:rsid w:val="005A07A2"/>
    <w:rsid w:val="005A0EB9"/>
    <w:rsid w:val="005A159F"/>
    <w:rsid w:val="005A2D82"/>
    <w:rsid w:val="005A3464"/>
    <w:rsid w:val="005A3722"/>
    <w:rsid w:val="005A3B5C"/>
    <w:rsid w:val="005A49DD"/>
    <w:rsid w:val="005A60D5"/>
    <w:rsid w:val="005A7312"/>
    <w:rsid w:val="005A7B7C"/>
    <w:rsid w:val="005B01CB"/>
    <w:rsid w:val="005B08AA"/>
    <w:rsid w:val="005B10B9"/>
    <w:rsid w:val="005B173A"/>
    <w:rsid w:val="005B22AD"/>
    <w:rsid w:val="005B27F4"/>
    <w:rsid w:val="005B2CB6"/>
    <w:rsid w:val="005B2CE6"/>
    <w:rsid w:val="005B2E79"/>
    <w:rsid w:val="005B476B"/>
    <w:rsid w:val="005B503F"/>
    <w:rsid w:val="005B587C"/>
    <w:rsid w:val="005B58A6"/>
    <w:rsid w:val="005B6463"/>
    <w:rsid w:val="005B662A"/>
    <w:rsid w:val="005B6FBB"/>
    <w:rsid w:val="005B723A"/>
    <w:rsid w:val="005C0123"/>
    <w:rsid w:val="005C0161"/>
    <w:rsid w:val="005C0467"/>
    <w:rsid w:val="005C21F5"/>
    <w:rsid w:val="005C2E14"/>
    <w:rsid w:val="005C39F0"/>
    <w:rsid w:val="005C3B45"/>
    <w:rsid w:val="005C3FD7"/>
    <w:rsid w:val="005C4C2A"/>
    <w:rsid w:val="005C4E60"/>
    <w:rsid w:val="005C535F"/>
    <w:rsid w:val="005C560C"/>
    <w:rsid w:val="005C5F59"/>
    <w:rsid w:val="005C6C77"/>
    <w:rsid w:val="005C7304"/>
    <w:rsid w:val="005C7465"/>
    <w:rsid w:val="005C7863"/>
    <w:rsid w:val="005D1510"/>
    <w:rsid w:val="005D267C"/>
    <w:rsid w:val="005D2ACC"/>
    <w:rsid w:val="005D2E7F"/>
    <w:rsid w:val="005D2F7D"/>
    <w:rsid w:val="005D39F0"/>
    <w:rsid w:val="005D50C4"/>
    <w:rsid w:val="005D5F64"/>
    <w:rsid w:val="005D6889"/>
    <w:rsid w:val="005D69F2"/>
    <w:rsid w:val="005D7B9A"/>
    <w:rsid w:val="005E00CC"/>
    <w:rsid w:val="005E07B6"/>
    <w:rsid w:val="005E0EDD"/>
    <w:rsid w:val="005E1AF1"/>
    <w:rsid w:val="005E3058"/>
    <w:rsid w:val="005E321A"/>
    <w:rsid w:val="005E32E8"/>
    <w:rsid w:val="005E353D"/>
    <w:rsid w:val="005E3C8E"/>
    <w:rsid w:val="005E3CBD"/>
    <w:rsid w:val="005E4291"/>
    <w:rsid w:val="005E43E0"/>
    <w:rsid w:val="005E44B7"/>
    <w:rsid w:val="005E4BC0"/>
    <w:rsid w:val="005E4EC0"/>
    <w:rsid w:val="005E5241"/>
    <w:rsid w:val="005E605F"/>
    <w:rsid w:val="005E60B8"/>
    <w:rsid w:val="005E616A"/>
    <w:rsid w:val="005E6654"/>
    <w:rsid w:val="005E6917"/>
    <w:rsid w:val="005E69D9"/>
    <w:rsid w:val="005E6A91"/>
    <w:rsid w:val="005E6C55"/>
    <w:rsid w:val="005E71D5"/>
    <w:rsid w:val="005E722B"/>
    <w:rsid w:val="005E75F8"/>
    <w:rsid w:val="005F114D"/>
    <w:rsid w:val="005F12F0"/>
    <w:rsid w:val="005F1645"/>
    <w:rsid w:val="005F1B6E"/>
    <w:rsid w:val="005F1F1B"/>
    <w:rsid w:val="005F2261"/>
    <w:rsid w:val="005F3380"/>
    <w:rsid w:val="005F3AF1"/>
    <w:rsid w:val="005F3C6A"/>
    <w:rsid w:val="005F4B7C"/>
    <w:rsid w:val="005F4DE1"/>
    <w:rsid w:val="005F5383"/>
    <w:rsid w:val="005F5F07"/>
    <w:rsid w:val="005F7E17"/>
    <w:rsid w:val="005F7F9A"/>
    <w:rsid w:val="00600148"/>
    <w:rsid w:val="00600179"/>
    <w:rsid w:val="0060179B"/>
    <w:rsid w:val="00601AE9"/>
    <w:rsid w:val="0060203C"/>
    <w:rsid w:val="006025B9"/>
    <w:rsid w:val="00602967"/>
    <w:rsid w:val="006030D6"/>
    <w:rsid w:val="00603578"/>
    <w:rsid w:val="00603F04"/>
    <w:rsid w:val="00604753"/>
    <w:rsid w:val="0060541F"/>
    <w:rsid w:val="00607590"/>
    <w:rsid w:val="0060761B"/>
    <w:rsid w:val="00610656"/>
    <w:rsid w:val="00610878"/>
    <w:rsid w:val="00611332"/>
    <w:rsid w:val="006114DC"/>
    <w:rsid w:val="00611A4F"/>
    <w:rsid w:val="00611D5D"/>
    <w:rsid w:val="006121FA"/>
    <w:rsid w:val="006127D7"/>
    <w:rsid w:val="00612FFA"/>
    <w:rsid w:val="00613967"/>
    <w:rsid w:val="006139F0"/>
    <w:rsid w:val="006149B5"/>
    <w:rsid w:val="00615899"/>
    <w:rsid w:val="00615932"/>
    <w:rsid w:val="00615BB9"/>
    <w:rsid w:val="00615CCD"/>
    <w:rsid w:val="00616F36"/>
    <w:rsid w:val="006171BE"/>
    <w:rsid w:val="00617B9F"/>
    <w:rsid w:val="00620C4D"/>
    <w:rsid w:val="006211AC"/>
    <w:rsid w:val="006214F7"/>
    <w:rsid w:val="006224F3"/>
    <w:rsid w:val="006226BB"/>
    <w:rsid w:val="00622C20"/>
    <w:rsid w:val="00622ECB"/>
    <w:rsid w:val="00623BBE"/>
    <w:rsid w:val="006251A2"/>
    <w:rsid w:val="006252C7"/>
    <w:rsid w:val="0062554F"/>
    <w:rsid w:val="00625FC6"/>
    <w:rsid w:val="00626478"/>
    <w:rsid w:val="00626766"/>
    <w:rsid w:val="00627090"/>
    <w:rsid w:val="00627844"/>
    <w:rsid w:val="00627D31"/>
    <w:rsid w:val="006303F9"/>
    <w:rsid w:val="0063142B"/>
    <w:rsid w:val="00631729"/>
    <w:rsid w:val="006318C0"/>
    <w:rsid w:val="00631BF4"/>
    <w:rsid w:val="00632D09"/>
    <w:rsid w:val="0063347C"/>
    <w:rsid w:val="006346AF"/>
    <w:rsid w:val="00635FA6"/>
    <w:rsid w:val="0063615E"/>
    <w:rsid w:val="006365E0"/>
    <w:rsid w:val="006365EB"/>
    <w:rsid w:val="006374C7"/>
    <w:rsid w:val="00637669"/>
    <w:rsid w:val="00637AC1"/>
    <w:rsid w:val="00640783"/>
    <w:rsid w:val="00641544"/>
    <w:rsid w:val="00641A2C"/>
    <w:rsid w:val="0064301A"/>
    <w:rsid w:val="006433B0"/>
    <w:rsid w:val="006437CA"/>
    <w:rsid w:val="00643B3E"/>
    <w:rsid w:val="006451B6"/>
    <w:rsid w:val="0064601E"/>
    <w:rsid w:val="006463CB"/>
    <w:rsid w:val="00646EB6"/>
    <w:rsid w:val="00647085"/>
    <w:rsid w:val="0065004D"/>
    <w:rsid w:val="00650B66"/>
    <w:rsid w:val="006525BB"/>
    <w:rsid w:val="006528B1"/>
    <w:rsid w:val="00654A79"/>
    <w:rsid w:val="006551F0"/>
    <w:rsid w:val="006552C8"/>
    <w:rsid w:val="006555F6"/>
    <w:rsid w:val="006567ED"/>
    <w:rsid w:val="006569E3"/>
    <w:rsid w:val="00656B4C"/>
    <w:rsid w:val="00657665"/>
    <w:rsid w:val="0066096C"/>
    <w:rsid w:val="00660987"/>
    <w:rsid w:val="006613D1"/>
    <w:rsid w:val="006614FF"/>
    <w:rsid w:val="00661981"/>
    <w:rsid w:val="00661D34"/>
    <w:rsid w:val="00662035"/>
    <w:rsid w:val="00662097"/>
    <w:rsid w:val="006621D4"/>
    <w:rsid w:val="006628E3"/>
    <w:rsid w:val="00662DAF"/>
    <w:rsid w:val="006630EE"/>
    <w:rsid w:val="00663119"/>
    <w:rsid w:val="0066313F"/>
    <w:rsid w:val="00663F9F"/>
    <w:rsid w:val="006645B0"/>
    <w:rsid w:val="006645CA"/>
    <w:rsid w:val="00664771"/>
    <w:rsid w:val="0066545D"/>
    <w:rsid w:val="00665595"/>
    <w:rsid w:val="00666F2E"/>
    <w:rsid w:val="0066739F"/>
    <w:rsid w:val="00667619"/>
    <w:rsid w:val="006677D9"/>
    <w:rsid w:val="00667886"/>
    <w:rsid w:val="00671B47"/>
    <w:rsid w:val="00672981"/>
    <w:rsid w:val="00672BD1"/>
    <w:rsid w:val="00672BDD"/>
    <w:rsid w:val="00673114"/>
    <w:rsid w:val="00673A15"/>
    <w:rsid w:val="00674096"/>
    <w:rsid w:val="00674242"/>
    <w:rsid w:val="006746C6"/>
    <w:rsid w:val="00675512"/>
    <w:rsid w:val="0067629E"/>
    <w:rsid w:val="006764B9"/>
    <w:rsid w:val="006776CB"/>
    <w:rsid w:val="00677B65"/>
    <w:rsid w:val="00680F64"/>
    <w:rsid w:val="00681308"/>
    <w:rsid w:val="00681360"/>
    <w:rsid w:val="00681372"/>
    <w:rsid w:val="006817B8"/>
    <w:rsid w:val="00682EDD"/>
    <w:rsid w:val="0068392C"/>
    <w:rsid w:val="00683AA0"/>
    <w:rsid w:val="00685A90"/>
    <w:rsid w:val="006905EE"/>
    <w:rsid w:val="006908FF"/>
    <w:rsid w:val="00691065"/>
    <w:rsid w:val="00691693"/>
    <w:rsid w:val="0069417C"/>
    <w:rsid w:val="00694D93"/>
    <w:rsid w:val="00695AFF"/>
    <w:rsid w:val="006975E6"/>
    <w:rsid w:val="006A2909"/>
    <w:rsid w:val="006A2940"/>
    <w:rsid w:val="006A2AC0"/>
    <w:rsid w:val="006A2AEF"/>
    <w:rsid w:val="006A5490"/>
    <w:rsid w:val="006A59C9"/>
    <w:rsid w:val="006A5AC3"/>
    <w:rsid w:val="006A636B"/>
    <w:rsid w:val="006A66B2"/>
    <w:rsid w:val="006A6CDF"/>
    <w:rsid w:val="006B040F"/>
    <w:rsid w:val="006B0762"/>
    <w:rsid w:val="006B1A48"/>
    <w:rsid w:val="006B1C1C"/>
    <w:rsid w:val="006B1DB8"/>
    <w:rsid w:val="006B3364"/>
    <w:rsid w:val="006B3ADD"/>
    <w:rsid w:val="006B4D01"/>
    <w:rsid w:val="006B4E94"/>
    <w:rsid w:val="006B5439"/>
    <w:rsid w:val="006B5A7D"/>
    <w:rsid w:val="006B6399"/>
    <w:rsid w:val="006B66F4"/>
    <w:rsid w:val="006B6797"/>
    <w:rsid w:val="006B6875"/>
    <w:rsid w:val="006B6CB3"/>
    <w:rsid w:val="006B7132"/>
    <w:rsid w:val="006B7DC6"/>
    <w:rsid w:val="006C045A"/>
    <w:rsid w:val="006C0527"/>
    <w:rsid w:val="006C1288"/>
    <w:rsid w:val="006C2432"/>
    <w:rsid w:val="006C4E51"/>
    <w:rsid w:val="006C4FC6"/>
    <w:rsid w:val="006C5680"/>
    <w:rsid w:val="006C5C6A"/>
    <w:rsid w:val="006C67B8"/>
    <w:rsid w:val="006C6A6D"/>
    <w:rsid w:val="006C6CAD"/>
    <w:rsid w:val="006C7152"/>
    <w:rsid w:val="006C73A4"/>
    <w:rsid w:val="006C76CC"/>
    <w:rsid w:val="006D08B8"/>
    <w:rsid w:val="006D14BD"/>
    <w:rsid w:val="006D1D51"/>
    <w:rsid w:val="006D21E4"/>
    <w:rsid w:val="006D27B4"/>
    <w:rsid w:val="006D29F9"/>
    <w:rsid w:val="006D5D71"/>
    <w:rsid w:val="006D61DF"/>
    <w:rsid w:val="006E037E"/>
    <w:rsid w:val="006E06F8"/>
    <w:rsid w:val="006E113D"/>
    <w:rsid w:val="006E189A"/>
    <w:rsid w:val="006E18F5"/>
    <w:rsid w:val="006E1FD0"/>
    <w:rsid w:val="006E21EC"/>
    <w:rsid w:val="006E23D1"/>
    <w:rsid w:val="006E2719"/>
    <w:rsid w:val="006E3911"/>
    <w:rsid w:val="006E4152"/>
    <w:rsid w:val="006E49CF"/>
    <w:rsid w:val="006E4D2A"/>
    <w:rsid w:val="006E5916"/>
    <w:rsid w:val="006E6EC9"/>
    <w:rsid w:val="006E718C"/>
    <w:rsid w:val="006E7224"/>
    <w:rsid w:val="006E745E"/>
    <w:rsid w:val="006F0AEB"/>
    <w:rsid w:val="006F1270"/>
    <w:rsid w:val="006F17FE"/>
    <w:rsid w:val="006F1C7E"/>
    <w:rsid w:val="006F24DC"/>
    <w:rsid w:val="006F31F2"/>
    <w:rsid w:val="006F37FD"/>
    <w:rsid w:val="006F4847"/>
    <w:rsid w:val="006F4E54"/>
    <w:rsid w:val="006F55EE"/>
    <w:rsid w:val="006F5E3B"/>
    <w:rsid w:val="006F61EA"/>
    <w:rsid w:val="006F634A"/>
    <w:rsid w:val="006F6A5A"/>
    <w:rsid w:val="006F710B"/>
    <w:rsid w:val="006F76F1"/>
    <w:rsid w:val="0070109F"/>
    <w:rsid w:val="00701B3E"/>
    <w:rsid w:val="00702129"/>
    <w:rsid w:val="0070246A"/>
    <w:rsid w:val="00702512"/>
    <w:rsid w:val="007030B2"/>
    <w:rsid w:val="007037C7"/>
    <w:rsid w:val="0070447E"/>
    <w:rsid w:val="00704CD0"/>
    <w:rsid w:val="00705141"/>
    <w:rsid w:val="00705324"/>
    <w:rsid w:val="007058F9"/>
    <w:rsid w:val="00705F41"/>
    <w:rsid w:val="0070608E"/>
    <w:rsid w:val="00706617"/>
    <w:rsid w:val="00710D5D"/>
    <w:rsid w:val="00710E6C"/>
    <w:rsid w:val="007113B0"/>
    <w:rsid w:val="007121FC"/>
    <w:rsid w:val="00712254"/>
    <w:rsid w:val="007124BE"/>
    <w:rsid w:val="0071341D"/>
    <w:rsid w:val="007134F8"/>
    <w:rsid w:val="00713C95"/>
    <w:rsid w:val="00713CBD"/>
    <w:rsid w:val="00713DBB"/>
    <w:rsid w:val="00713E78"/>
    <w:rsid w:val="00714F6A"/>
    <w:rsid w:val="00715176"/>
    <w:rsid w:val="00716159"/>
    <w:rsid w:val="00716FA6"/>
    <w:rsid w:val="0071720D"/>
    <w:rsid w:val="00717510"/>
    <w:rsid w:val="00717525"/>
    <w:rsid w:val="00717EEF"/>
    <w:rsid w:val="00720B47"/>
    <w:rsid w:val="00720CD5"/>
    <w:rsid w:val="007211A5"/>
    <w:rsid w:val="007213D9"/>
    <w:rsid w:val="007214C8"/>
    <w:rsid w:val="00722380"/>
    <w:rsid w:val="00723334"/>
    <w:rsid w:val="00723CD5"/>
    <w:rsid w:val="00724384"/>
    <w:rsid w:val="00724542"/>
    <w:rsid w:val="0072476B"/>
    <w:rsid w:val="00724A56"/>
    <w:rsid w:val="00724AA1"/>
    <w:rsid w:val="0072514C"/>
    <w:rsid w:val="0072552C"/>
    <w:rsid w:val="0072599B"/>
    <w:rsid w:val="00726CD1"/>
    <w:rsid w:val="00727A92"/>
    <w:rsid w:val="00727F28"/>
    <w:rsid w:val="00730086"/>
    <w:rsid w:val="0073108D"/>
    <w:rsid w:val="007311C2"/>
    <w:rsid w:val="0073356E"/>
    <w:rsid w:val="007335B9"/>
    <w:rsid w:val="00733BA9"/>
    <w:rsid w:val="00734398"/>
    <w:rsid w:val="007352F9"/>
    <w:rsid w:val="007356EF"/>
    <w:rsid w:val="007359FB"/>
    <w:rsid w:val="00735E45"/>
    <w:rsid w:val="00736B6D"/>
    <w:rsid w:val="00740713"/>
    <w:rsid w:val="0074158F"/>
    <w:rsid w:val="00743B22"/>
    <w:rsid w:val="00744BF3"/>
    <w:rsid w:val="00745190"/>
    <w:rsid w:val="00745638"/>
    <w:rsid w:val="00745D7E"/>
    <w:rsid w:val="00746AD3"/>
    <w:rsid w:val="00746F94"/>
    <w:rsid w:val="007470C6"/>
    <w:rsid w:val="0074727F"/>
    <w:rsid w:val="00747434"/>
    <w:rsid w:val="007502F1"/>
    <w:rsid w:val="0075091A"/>
    <w:rsid w:val="00751818"/>
    <w:rsid w:val="00751D6D"/>
    <w:rsid w:val="007523BE"/>
    <w:rsid w:val="00754036"/>
    <w:rsid w:val="0075448A"/>
    <w:rsid w:val="007554FA"/>
    <w:rsid w:val="00756A1C"/>
    <w:rsid w:val="0076066F"/>
    <w:rsid w:val="00760692"/>
    <w:rsid w:val="00761376"/>
    <w:rsid w:val="007616B6"/>
    <w:rsid w:val="00761992"/>
    <w:rsid w:val="00761F41"/>
    <w:rsid w:val="00762F80"/>
    <w:rsid w:val="007631F7"/>
    <w:rsid w:val="0076342A"/>
    <w:rsid w:val="007635C4"/>
    <w:rsid w:val="00763A07"/>
    <w:rsid w:val="00763A61"/>
    <w:rsid w:val="0076493E"/>
    <w:rsid w:val="007649AC"/>
    <w:rsid w:val="00764CAB"/>
    <w:rsid w:val="00764D6F"/>
    <w:rsid w:val="00764D89"/>
    <w:rsid w:val="00764DB4"/>
    <w:rsid w:val="00765256"/>
    <w:rsid w:val="0076559E"/>
    <w:rsid w:val="00765965"/>
    <w:rsid w:val="00765985"/>
    <w:rsid w:val="00766221"/>
    <w:rsid w:val="00766E2E"/>
    <w:rsid w:val="00770944"/>
    <w:rsid w:val="00771BFF"/>
    <w:rsid w:val="00772420"/>
    <w:rsid w:val="00772861"/>
    <w:rsid w:val="00772E33"/>
    <w:rsid w:val="00772FB8"/>
    <w:rsid w:val="007730C7"/>
    <w:rsid w:val="007732B2"/>
    <w:rsid w:val="00773D2E"/>
    <w:rsid w:val="007749F4"/>
    <w:rsid w:val="0077583F"/>
    <w:rsid w:val="0077605F"/>
    <w:rsid w:val="00776B5F"/>
    <w:rsid w:val="00776E36"/>
    <w:rsid w:val="00776E59"/>
    <w:rsid w:val="00777604"/>
    <w:rsid w:val="00777806"/>
    <w:rsid w:val="00777A6A"/>
    <w:rsid w:val="00777E55"/>
    <w:rsid w:val="0078021E"/>
    <w:rsid w:val="00780533"/>
    <w:rsid w:val="007805A2"/>
    <w:rsid w:val="00780FE5"/>
    <w:rsid w:val="0078114A"/>
    <w:rsid w:val="0078134B"/>
    <w:rsid w:val="0078231E"/>
    <w:rsid w:val="00782BD7"/>
    <w:rsid w:val="00782D9D"/>
    <w:rsid w:val="007833FC"/>
    <w:rsid w:val="007839D9"/>
    <w:rsid w:val="0078627B"/>
    <w:rsid w:val="00786AB5"/>
    <w:rsid w:val="007871C9"/>
    <w:rsid w:val="007876E0"/>
    <w:rsid w:val="007879FC"/>
    <w:rsid w:val="007900C1"/>
    <w:rsid w:val="00790AD8"/>
    <w:rsid w:val="007911A2"/>
    <w:rsid w:val="0079192D"/>
    <w:rsid w:val="00791F8F"/>
    <w:rsid w:val="00792CDB"/>
    <w:rsid w:val="00793279"/>
    <w:rsid w:val="00793549"/>
    <w:rsid w:val="00793820"/>
    <w:rsid w:val="007939CA"/>
    <w:rsid w:val="00794962"/>
    <w:rsid w:val="00794A0B"/>
    <w:rsid w:val="00794F80"/>
    <w:rsid w:val="00795256"/>
    <w:rsid w:val="0079550A"/>
    <w:rsid w:val="0079626E"/>
    <w:rsid w:val="0079701D"/>
    <w:rsid w:val="0079782E"/>
    <w:rsid w:val="00797A4C"/>
    <w:rsid w:val="00797BA2"/>
    <w:rsid w:val="007A0E3F"/>
    <w:rsid w:val="007A24BA"/>
    <w:rsid w:val="007A3373"/>
    <w:rsid w:val="007A3786"/>
    <w:rsid w:val="007A3F74"/>
    <w:rsid w:val="007A422E"/>
    <w:rsid w:val="007A4FA6"/>
    <w:rsid w:val="007A5324"/>
    <w:rsid w:val="007A59F7"/>
    <w:rsid w:val="007A5ABB"/>
    <w:rsid w:val="007A5ED2"/>
    <w:rsid w:val="007A6454"/>
    <w:rsid w:val="007A771A"/>
    <w:rsid w:val="007A7946"/>
    <w:rsid w:val="007A7E7D"/>
    <w:rsid w:val="007B0483"/>
    <w:rsid w:val="007B05FF"/>
    <w:rsid w:val="007B136E"/>
    <w:rsid w:val="007B1DDA"/>
    <w:rsid w:val="007B1FA1"/>
    <w:rsid w:val="007B363C"/>
    <w:rsid w:val="007B3F29"/>
    <w:rsid w:val="007B4AD1"/>
    <w:rsid w:val="007B54B4"/>
    <w:rsid w:val="007B6784"/>
    <w:rsid w:val="007B718D"/>
    <w:rsid w:val="007B7DD4"/>
    <w:rsid w:val="007C061A"/>
    <w:rsid w:val="007C1537"/>
    <w:rsid w:val="007C2805"/>
    <w:rsid w:val="007C2BA8"/>
    <w:rsid w:val="007C3183"/>
    <w:rsid w:val="007C318D"/>
    <w:rsid w:val="007C4AA9"/>
    <w:rsid w:val="007C4C78"/>
    <w:rsid w:val="007C50F2"/>
    <w:rsid w:val="007C5E6C"/>
    <w:rsid w:val="007C7F10"/>
    <w:rsid w:val="007D057A"/>
    <w:rsid w:val="007D10D8"/>
    <w:rsid w:val="007D13C9"/>
    <w:rsid w:val="007D15E3"/>
    <w:rsid w:val="007D1782"/>
    <w:rsid w:val="007D2418"/>
    <w:rsid w:val="007D27DA"/>
    <w:rsid w:val="007D2E8B"/>
    <w:rsid w:val="007D350F"/>
    <w:rsid w:val="007D4074"/>
    <w:rsid w:val="007D4BA4"/>
    <w:rsid w:val="007D4D93"/>
    <w:rsid w:val="007D51CF"/>
    <w:rsid w:val="007D594F"/>
    <w:rsid w:val="007D613A"/>
    <w:rsid w:val="007D6D66"/>
    <w:rsid w:val="007D74AA"/>
    <w:rsid w:val="007D7825"/>
    <w:rsid w:val="007D7DB9"/>
    <w:rsid w:val="007E0112"/>
    <w:rsid w:val="007E01F9"/>
    <w:rsid w:val="007E0978"/>
    <w:rsid w:val="007E0AC2"/>
    <w:rsid w:val="007E180E"/>
    <w:rsid w:val="007E290C"/>
    <w:rsid w:val="007E3086"/>
    <w:rsid w:val="007E35CF"/>
    <w:rsid w:val="007E3701"/>
    <w:rsid w:val="007E4A55"/>
    <w:rsid w:val="007E5551"/>
    <w:rsid w:val="007E56E8"/>
    <w:rsid w:val="007E5EAA"/>
    <w:rsid w:val="007E7640"/>
    <w:rsid w:val="007F00D3"/>
    <w:rsid w:val="007F0855"/>
    <w:rsid w:val="007F0CC6"/>
    <w:rsid w:val="007F0F72"/>
    <w:rsid w:val="007F15AD"/>
    <w:rsid w:val="007F2830"/>
    <w:rsid w:val="007F3A75"/>
    <w:rsid w:val="007F452D"/>
    <w:rsid w:val="007F4857"/>
    <w:rsid w:val="007F52A1"/>
    <w:rsid w:val="007F5AAA"/>
    <w:rsid w:val="007F5F06"/>
    <w:rsid w:val="007F6266"/>
    <w:rsid w:val="007F67D4"/>
    <w:rsid w:val="007F6A76"/>
    <w:rsid w:val="007F6D2A"/>
    <w:rsid w:val="007F7A4B"/>
    <w:rsid w:val="007F7B72"/>
    <w:rsid w:val="00800261"/>
    <w:rsid w:val="00800BED"/>
    <w:rsid w:val="00800CAE"/>
    <w:rsid w:val="008027F8"/>
    <w:rsid w:val="00802F89"/>
    <w:rsid w:val="00803244"/>
    <w:rsid w:val="00803716"/>
    <w:rsid w:val="00803D02"/>
    <w:rsid w:val="008043BE"/>
    <w:rsid w:val="00804955"/>
    <w:rsid w:val="0080495C"/>
    <w:rsid w:val="00804DA5"/>
    <w:rsid w:val="00805588"/>
    <w:rsid w:val="008057C5"/>
    <w:rsid w:val="008060B7"/>
    <w:rsid w:val="00806546"/>
    <w:rsid w:val="008108BE"/>
    <w:rsid w:val="00810DAD"/>
    <w:rsid w:val="00810FAC"/>
    <w:rsid w:val="00811E58"/>
    <w:rsid w:val="00812ADE"/>
    <w:rsid w:val="00812C11"/>
    <w:rsid w:val="00813A94"/>
    <w:rsid w:val="0081482E"/>
    <w:rsid w:val="008151AD"/>
    <w:rsid w:val="00815441"/>
    <w:rsid w:val="00815703"/>
    <w:rsid w:val="00815ABA"/>
    <w:rsid w:val="00815CAA"/>
    <w:rsid w:val="00815F22"/>
    <w:rsid w:val="00816D74"/>
    <w:rsid w:val="00816FFB"/>
    <w:rsid w:val="00817A0F"/>
    <w:rsid w:val="00817FF2"/>
    <w:rsid w:val="008205EC"/>
    <w:rsid w:val="00820FFC"/>
    <w:rsid w:val="00821ABA"/>
    <w:rsid w:val="008220A9"/>
    <w:rsid w:val="00822174"/>
    <w:rsid w:val="0082313A"/>
    <w:rsid w:val="0082358B"/>
    <w:rsid w:val="008238C3"/>
    <w:rsid w:val="00823A12"/>
    <w:rsid w:val="00824096"/>
    <w:rsid w:val="00825A24"/>
    <w:rsid w:val="00827D55"/>
    <w:rsid w:val="00827E7C"/>
    <w:rsid w:val="00830913"/>
    <w:rsid w:val="00830E2C"/>
    <w:rsid w:val="008335A8"/>
    <w:rsid w:val="00833E1B"/>
    <w:rsid w:val="00833FE6"/>
    <w:rsid w:val="00834180"/>
    <w:rsid w:val="00834EB6"/>
    <w:rsid w:val="00834F23"/>
    <w:rsid w:val="008354B0"/>
    <w:rsid w:val="008357F9"/>
    <w:rsid w:val="00837240"/>
    <w:rsid w:val="00840338"/>
    <w:rsid w:val="0084063A"/>
    <w:rsid w:val="00840807"/>
    <w:rsid w:val="00841247"/>
    <w:rsid w:val="00841789"/>
    <w:rsid w:val="00842BAA"/>
    <w:rsid w:val="00843D81"/>
    <w:rsid w:val="00845225"/>
    <w:rsid w:val="008465B2"/>
    <w:rsid w:val="00846FC5"/>
    <w:rsid w:val="00850EFD"/>
    <w:rsid w:val="00851365"/>
    <w:rsid w:val="008513A5"/>
    <w:rsid w:val="00851BED"/>
    <w:rsid w:val="008523D4"/>
    <w:rsid w:val="00852561"/>
    <w:rsid w:val="00853333"/>
    <w:rsid w:val="00853807"/>
    <w:rsid w:val="00853BF1"/>
    <w:rsid w:val="0085449D"/>
    <w:rsid w:val="008546C5"/>
    <w:rsid w:val="008549C2"/>
    <w:rsid w:val="008550EC"/>
    <w:rsid w:val="00855313"/>
    <w:rsid w:val="00855639"/>
    <w:rsid w:val="00855841"/>
    <w:rsid w:val="0085592B"/>
    <w:rsid w:val="00857668"/>
    <w:rsid w:val="00857A9B"/>
    <w:rsid w:val="00857BCE"/>
    <w:rsid w:val="00857BDC"/>
    <w:rsid w:val="0086138D"/>
    <w:rsid w:val="00861B44"/>
    <w:rsid w:val="00862B84"/>
    <w:rsid w:val="00863265"/>
    <w:rsid w:val="008635DF"/>
    <w:rsid w:val="008642B0"/>
    <w:rsid w:val="008644E6"/>
    <w:rsid w:val="00865149"/>
    <w:rsid w:val="00865384"/>
    <w:rsid w:val="008666B8"/>
    <w:rsid w:val="00866AB0"/>
    <w:rsid w:val="008674B6"/>
    <w:rsid w:val="00867A69"/>
    <w:rsid w:val="008702D0"/>
    <w:rsid w:val="00871606"/>
    <w:rsid w:val="0087199B"/>
    <w:rsid w:val="00871F19"/>
    <w:rsid w:val="00872246"/>
    <w:rsid w:val="00872495"/>
    <w:rsid w:val="00872DD2"/>
    <w:rsid w:val="00873E27"/>
    <w:rsid w:val="00873E35"/>
    <w:rsid w:val="00873EA6"/>
    <w:rsid w:val="008747E1"/>
    <w:rsid w:val="00874960"/>
    <w:rsid w:val="008754C9"/>
    <w:rsid w:val="00876523"/>
    <w:rsid w:val="008766ED"/>
    <w:rsid w:val="0087689E"/>
    <w:rsid w:val="00876C63"/>
    <w:rsid w:val="0087769B"/>
    <w:rsid w:val="00877909"/>
    <w:rsid w:val="00877C13"/>
    <w:rsid w:val="008800B7"/>
    <w:rsid w:val="00880929"/>
    <w:rsid w:val="008809CE"/>
    <w:rsid w:val="008812C4"/>
    <w:rsid w:val="00881581"/>
    <w:rsid w:val="0088192C"/>
    <w:rsid w:val="008820B5"/>
    <w:rsid w:val="008820EE"/>
    <w:rsid w:val="00882CFA"/>
    <w:rsid w:val="00883223"/>
    <w:rsid w:val="00883A05"/>
    <w:rsid w:val="00883D48"/>
    <w:rsid w:val="00883E16"/>
    <w:rsid w:val="00883E25"/>
    <w:rsid w:val="00883E69"/>
    <w:rsid w:val="00883F05"/>
    <w:rsid w:val="00884EA1"/>
    <w:rsid w:val="00885955"/>
    <w:rsid w:val="0088673F"/>
    <w:rsid w:val="00886B8C"/>
    <w:rsid w:val="00886FD0"/>
    <w:rsid w:val="008871E7"/>
    <w:rsid w:val="0088746A"/>
    <w:rsid w:val="008906C9"/>
    <w:rsid w:val="00890C33"/>
    <w:rsid w:val="0089136F"/>
    <w:rsid w:val="008918E3"/>
    <w:rsid w:val="00891B86"/>
    <w:rsid w:val="00891C27"/>
    <w:rsid w:val="0089208C"/>
    <w:rsid w:val="00892522"/>
    <w:rsid w:val="00892681"/>
    <w:rsid w:val="00892A32"/>
    <w:rsid w:val="00892D22"/>
    <w:rsid w:val="0089300B"/>
    <w:rsid w:val="00893CF1"/>
    <w:rsid w:val="00895619"/>
    <w:rsid w:val="008959E2"/>
    <w:rsid w:val="00895DFF"/>
    <w:rsid w:val="008A0790"/>
    <w:rsid w:val="008A189C"/>
    <w:rsid w:val="008A1945"/>
    <w:rsid w:val="008A20F6"/>
    <w:rsid w:val="008A21A9"/>
    <w:rsid w:val="008A2699"/>
    <w:rsid w:val="008A26BB"/>
    <w:rsid w:val="008A38E0"/>
    <w:rsid w:val="008A3A4F"/>
    <w:rsid w:val="008A3E62"/>
    <w:rsid w:val="008A4066"/>
    <w:rsid w:val="008A4899"/>
    <w:rsid w:val="008A5EF7"/>
    <w:rsid w:val="008A691E"/>
    <w:rsid w:val="008A6B29"/>
    <w:rsid w:val="008A6EA2"/>
    <w:rsid w:val="008A7D6D"/>
    <w:rsid w:val="008B0CD2"/>
    <w:rsid w:val="008B1448"/>
    <w:rsid w:val="008B1ABF"/>
    <w:rsid w:val="008B1F45"/>
    <w:rsid w:val="008B249E"/>
    <w:rsid w:val="008B293F"/>
    <w:rsid w:val="008B30C0"/>
    <w:rsid w:val="008B3233"/>
    <w:rsid w:val="008B344D"/>
    <w:rsid w:val="008B4350"/>
    <w:rsid w:val="008B47D9"/>
    <w:rsid w:val="008B56E9"/>
    <w:rsid w:val="008B5998"/>
    <w:rsid w:val="008B59A9"/>
    <w:rsid w:val="008B5B41"/>
    <w:rsid w:val="008B5D8C"/>
    <w:rsid w:val="008B5FFA"/>
    <w:rsid w:val="008B6936"/>
    <w:rsid w:val="008C0156"/>
    <w:rsid w:val="008C13D4"/>
    <w:rsid w:val="008C1E32"/>
    <w:rsid w:val="008C23A0"/>
    <w:rsid w:val="008C28D4"/>
    <w:rsid w:val="008C28D9"/>
    <w:rsid w:val="008C32EE"/>
    <w:rsid w:val="008C352C"/>
    <w:rsid w:val="008C35FF"/>
    <w:rsid w:val="008C3BFA"/>
    <w:rsid w:val="008C44ED"/>
    <w:rsid w:val="008C460C"/>
    <w:rsid w:val="008C582B"/>
    <w:rsid w:val="008C6251"/>
    <w:rsid w:val="008C62E4"/>
    <w:rsid w:val="008C64F7"/>
    <w:rsid w:val="008C6ABA"/>
    <w:rsid w:val="008C6FB3"/>
    <w:rsid w:val="008C7304"/>
    <w:rsid w:val="008D031F"/>
    <w:rsid w:val="008D17C9"/>
    <w:rsid w:val="008D1D0E"/>
    <w:rsid w:val="008D2FFD"/>
    <w:rsid w:val="008D3031"/>
    <w:rsid w:val="008D3219"/>
    <w:rsid w:val="008D4F5A"/>
    <w:rsid w:val="008D634D"/>
    <w:rsid w:val="008D673B"/>
    <w:rsid w:val="008D6E3B"/>
    <w:rsid w:val="008D7145"/>
    <w:rsid w:val="008D7392"/>
    <w:rsid w:val="008D7F98"/>
    <w:rsid w:val="008E011C"/>
    <w:rsid w:val="008E0166"/>
    <w:rsid w:val="008E0E24"/>
    <w:rsid w:val="008E1474"/>
    <w:rsid w:val="008E166B"/>
    <w:rsid w:val="008E2626"/>
    <w:rsid w:val="008E2CD5"/>
    <w:rsid w:val="008E2FF7"/>
    <w:rsid w:val="008E3596"/>
    <w:rsid w:val="008E39CA"/>
    <w:rsid w:val="008E4D12"/>
    <w:rsid w:val="008E4D64"/>
    <w:rsid w:val="008E5977"/>
    <w:rsid w:val="008E60A2"/>
    <w:rsid w:val="008E6806"/>
    <w:rsid w:val="008E6A0C"/>
    <w:rsid w:val="008E6B83"/>
    <w:rsid w:val="008E720B"/>
    <w:rsid w:val="008E7CCD"/>
    <w:rsid w:val="008E7EAD"/>
    <w:rsid w:val="008F0258"/>
    <w:rsid w:val="008F0A96"/>
    <w:rsid w:val="008F0B30"/>
    <w:rsid w:val="008F1959"/>
    <w:rsid w:val="008F2421"/>
    <w:rsid w:val="008F2678"/>
    <w:rsid w:val="008F3484"/>
    <w:rsid w:val="008F4672"/>
    <w:rsid w:val="008F48FC"/>
    <w:rsid w:val="008F54EA"/>
    <w:rsid w:val="008F688E"/>
    <w:rsid w:val="008F68B5"/>
    <w:rsid w:val="008F6FD9"/>
    <w:rsid w:val="008F7301"/>
    <w:rsid w:val="008F7F89"/>
    <w:rsid w:val="00900425"/>
    <w:rsid w:val="00900644"/>
    <w:rsid w:val="009014E3"/>
    <w:rsid w:val="00901D5C"/>
    <w:rsid w:val="00902160"/>
    <w:rsid w:val="0090348D"/>
    <w:rsid w:val="00904205"/>
    <w:rsid w:val="00904563"/>
    <w:rsid w:val="00905425"/>
    <w:rsid w:val="009054BF"/>
    <w:rsid w:val="00905C96"/>
    <w:rsid w:val="0090734F"/>
    <w:rsid w:val="00910031"/>
    <w:rsid w:val="0091066A"/>
    <w:rsid w:val="00911D6D"/>
    <w:rsid w:val="00912ABF"/>
    <w:rsid w:val="009132A1"/>
    <w:rsid w:val="00913869"/>
    <w:rsid w:val="009138A8"/>
    <w:rsid w:val="00913C4E"/>
    <w:rsid w:val="00913DE5"/>
    <w:rsid w:val="00914585"/>
    <w:rsid w:val="00915E27"/>
    <w:rsid w:val="009160F3"/>
    <w:rsid w:val="00916D62"/>
    <w:rsid w:val="00917022"/>
    <w:rsid w:val="00917187"/>
    <w:rsid w:val="00917721"/>
    <w:rsid w:val="009202E6"/>
    <w:rsid w:val="00920B4B"/>
    <w:rsid w:val="00920CF1"/>
    <w:rsid w:val="00920D77"/>
    <w:rsid w:val="00920F8D"/>
    <w:rsid w:val="0092133D"/>
    <w:rsid w:val="00922A50"/>
    <w:rsid w:val="009233ED"/>
    <w:rsid w:val="00924083"/>
    <w:rsid w:val="0092453C"/>
    <w:rsid w:val="009257AF"/>
    <w:rsid w:val="00925947"/>
    <w:rsid w:val="00926BE3"/>
    <w:rsid w:val="009270E1"/>
    <w:rsid w:val="009276B0"/>
    <w:rsid w:val="00927E71"/>
    <w:rsid w:val="00930991"/>
    <w:rsid w:val="009309E3"/>
    <w:rsid w:val="00930AE6"/>
    <w:rsid w:val="00930E0C"/>
    <w:rsid w:val="00931340"/>
    <w:rsid w:val="00931904"/>
    <w:rsid w:val="00931CD9"/>
    <w:rsid w:val="00934CEF"/>
    <w:rsid w:val="00935568"/>
    <w:rsid w:val="009371E3"/>
    <w:rsid w:val="0093741F"/>
    <w:rsid w:val="009376FC"/>
    <w:rsid w:val="00937940"/>
    <w:rsid w:val="00937DCC"/>
    <w:rsid w:val="00937F2B"/>
    <w:rsid w:val="009409E9"/>
    <w:rsid w:val="00940FA1"/>
    <w:rsid w:val="0094240B"/>
    <w:rsid w:val="00942622"/>
    <w:rsid w:val="00942D1A"/>
    <w:rsid w:val="00942FDA"/>
    <w:rsid w:val="0094304B"/>
    <w:rsid w:val="0094336D"/>
    <w:rsid w:val="0094341D"/>
    <w:rsid w:val="009437F7"/>
    <w:rsid w:val="0094386E"/>
    <w:rsid w:val="00943E6A"/>
    <w:rsid w:val="00944084"/>
    <w:rsid w:val="00944536"/>
    <w:rsid w:val="00944974"/>
    <w:rsid w:val="009454C6"/>
    <w:rsid w:val="00945520"/>
    <w:rsid w:val="009460D9"/>
    <w:rsid w:val="009468C0"/>
    <w:rsid w:val="00946D50"/>
    <w:rsid w:val="00950B49"/>
    <w:rsid w:val="00950CED"/>
    <w:rsid w:val="00950E7A"/>
    <w:rsid w:val="0095114C"/>
    <w:rsid w:val="0095168D"/>
    <w:rsid w:val="00951F83"/>
    <w:rsid w:val="00952566"/>
    <w:rsid w:val="0095281D"/>
    <w:rsid w:val="00952A69"/>
    <w:rsid w:val="009536D6"/>
    <w:rsid w:val="00954291"/>
    <w:rsid w:val="0095494E"/>
    <w:rsid w:val="00955838"/>
    <w:rsid w:val="00955DA5"/>
    <w:rsid w:val="00955EB1"/>
    <w:rsid w:val="009561FB"/>
    <w:rsid w:val="00956796"/>
    <w:rsid w:val="009567E9"/>
    <w:rsid w:val="00957C26"/>
    <w:rsid w:val="00957E12"/>
    <w:rsid w:val="00957E13"/>
    <w:rsid w:val="00960036"/>
    <w:rsid w:val="00961B1B"/>
    <w:rsid w:val="00961E3E"/>
    <w:rsid w:val="009624D6"/>
    <w:rsid w:val="00962F20"/>
    <w:rsid w:val="0096361A"/>
    <w:rsid w:val="00963AD3"/>
    <w:rsid w:val="00963E9C"/>
    <w:rsid w:val="00964945"/>
    <w:rsid w:val="00964D0F"/>
    <w:rsid w:val="009665CD"/>
    <w:rsid w:val="00967569"/>
    <w:rsid w:val="00967783"/>
    <w:rsid w:val="00970125"/>
    <w:rsid w:val="00970B91"/>
    <w:rsid w:val="0097290D"/>
    <w:rsid w:val="00972BA1"/>
    <w:rsid w:val="00972DB3"/>
    <w:rsid w:val="00973169"/>
    <w:rsid w:val="00974ECB"/>
    <w:rsid w:val="0097503F"/>
    <w:rsid w:val="0097567A"/>
    <w:rsid w:val="009760C5"/>
    <w:rsid w:val="009765F5"/>
    <w:rsid w:val="00976BE0"/>
    <w:rsid w:val="00976C57"/>
    <w:rsid w:val="00976D7D"/>
    <w:rsid w:val="00976DE7"/>
    <w:rsid w:val="009771EC"/>
    <w:rsid w:val="009775B1"/>
    <w:rsid w:val="00977C0B"/>
    <w:rsid w:val="00981154"/>
    <w:rsid w:val="00981454"/>
    <w:rsid w:val="00981C5C"/>
    <w:rsid w:val="00981D98"/>
    <w:rsid w:val="00981F5B"/>
    <w:rsid w:val="00981F67"/>
    <w:rsid w:val="009843F7"/>
    <w:rsid w:val="00984400"/>
    <w:rsid w:val="009845DE"/>
    <w:rsid w:val="0098492B"/>
    <w:rsid w:val="009853E8"/>
    <w:rsid w:val="00985CF7"/>
    <w:rsid w:val="009861C8"/>
    <w:rsid w:val="0098682D"/>
    <w:rsid w:val="00986C04"/>
    <w:rsid w:val="00987C91"/>
    <w:rsid w:val="00990636"/>
    <w:rsid w:val="00991A58"/>
    <w:rsid w:val="009922C6"/>
    <w:rsid w:val="00992DD2"/>
    <w:rsid w:val="00993A9E"/>
    <w:rsid w:val="0099426D"/>
    <w:rsid w:val="0099498B"/>
    <w:rsid w:val="009950D7"/>
    <w:rsid w:val="00997C1C"/>
    <w:rsid w:val="009A01FE"/>
    <w:rsid w:val="009A0C61"/>
    <w:rsid w:val="009A0D12"/>
    <w:rsid w:val="009A1156"/>
    <w:rsid w:val="009A12B8"/>
    <w:rsid w:val="009A18B0"/>
    <w:rsid w:val="009A24DE"/>
    <w:rsid w:val="009A2EA5"/>
    <w:rsid w:val="009A312E"/>
    <w:rsid w:val="009A319E"/>
    <w:rsid w:val="009A3EE8"/>
    <w:rsid w:val="009A5217"/>
    <w:rsid w:val="009A5353"/>
    <w:rsid w:val="009A5442"/>
    <w:rsid w:val="009A60A6"/>
    <w:rsid w:val="009A6618"/>
    <w:rsid w:val="009A67A1"/>
    <w:rsid w:val="009A6A2B"/>
    <w:rsid w:val="009A6D96"/>
    <w:rsid w:val="009A7410"/>
    <w:rsid w:val="009A7A70"/>
    <w:rsid w:val="009B03F1"/>
    <w:rsid w:val="009B0663"/>
    <w:rsid w:val="009B0A63"/>
    <w:rsid w:val="009B0C50"/>
    <w:rsid w:val="009B10B1"/>
    <w:rsid w:val="009B1A5F"/>
    <w:rsid w:val="009B2119"/>
    <w:rsid w:val="009B2B59"/>
    <w:rsid w:val="009B2DD7"/>
    <w:rsid w:val="009B43A1"/>
    <w:rsid w:val="009B4AEF"/>
    <w:rsid w:val="009B4DFA"/>
    <w:rsid w:val="009B4EF0"/>
    <w:rsid w:val="009B61B6"/>
    <w:rsid w:val="009B61F3"/>
    <w:rsid w:val="009B66E0"/>
    <w:rsid w:val="009B6B97"/>
    <w:rsid w:val="009C0801"/>
    <w:rsid w:val="009C1053"/>
    <w:rsid w:val="009C1680"/>
    <w:rsid w:val="009C1711"/>
    <w:rsid w:val="009C1AF6"/>
    <w:rsid w:val="009C2023"/>
    <w:rsid w:val="009C25B9"/>
    <w:rsid w:val="009C3153"/>
    <w:rsid w:val="009C3C3C"/>
    <w:rsid w:val="009C4470"/>
    <w:rsid w:val="009C476F"/>
    <w:rsid w:val="009C4894"/>
    <w:rsid w:val="009C6024"/>
    <w:rsid w:val="009C607B"/>
    <w:rsid w:val="009C7481"/>
    <w:rsid w:val="009C78DE"/>
    <w:rsid w:val="009C7E08"/>
    <w:rsid w:val="009D0BB5"/>
    <w:rsid w:val="009D0DD9"/>
    <w:rsid w:val="009D1049"/>
    <w:rsid w:val="009D238D"/>
    <w:rsid w:val="009D2536"/>
    <w:rsid w:val="009D35DA"/>
    <w:rsid w:val="009D3627"/>
    <w:rsid w:val="009D38F1"/>
    <w:rsid w:val="009D3DD2"/>
    <w:rsid w:val="009D4C0F"/>
    <w:rsid w:val="009D524A"/>
    <w:rsid w:val="009D5753"/>
    <w:rsid w:val="009D5C57"/>
    <w:rsid w:val="009D68BB"/>
    <w:rsid w:val="009D7B52"/>
    <w:rsid w:val="009D7E5A"/>
    <w:rsid w:val="009D7F58"/>
    <w:rsid w:val="009E0114"/>
    <w:rsid w:val="009E02D1"/>
    <w:rsid w:val="009E0F93"/>
    <w:rsid w:val="009E1ECD"/>
    <w:rsid w:val="009E20B6"/>
    <w:rsid w:val="009E27FC"/>
    <w:rsid w:val="009E2AC6"/>
    <w:rsid w:val="009E33A4"/>
    <w:rsid w:val="009E3E1B"/>
    <w:rsid w:val="009E5562"/>
    <w:rsid w:val="009E5FEA"/>
    <w:rsid w:val="009E6319"/>
    <w:rsid w:val="009E6ADC"/>
    <w:rsid w:val="009F0162"/>
    <w:rsid w:val="009F095F"/>
    <w:rsid w:val="009F0AF6"/>
    <w:rsid w:val="009F11B9"/>
    <w:rsid w:val="009F224D"/>
    <w:rsid w:val="009F2587"/>
    <w:rsid w:val="009F31E9"/>
    <w:rsid w:val="009F3E34"/>
    <w:rsid w:val="009F46FA"/>
    <w:rsid w:val="009F4B4A"/>
    <w:rsid w:val="009F4BC5"/>
    <w:rsid w:val="009F4CAF"/>
    <w:rsid w:val="009F6439"/>
    <w:rsid w:val="009F6EDE"/>
    <w:rsid w:val="00A00444"/>
    <w:rsid w:val="00A00C91"/>
    <w:rsid w:val="00A01339"/>
    <w:rsid w:val="00A02BA3"/>
    <w:rsid w:val="00A02D81"/>
    <w:rsid w:val="00A03417"/>
    <w:rsid w:val="00A03F06"/>
    <w:rsid w:val="00A03F3E"/>
    <w:rsid w:val="00A04034"/>
    <w:rsid w:val="00A055BB"/>
    <w:rsid w:val="00A05E92"/>
    <w:rsid w:val="00A06293"/>
    <w:rsid w:val="00A078EE"/>
    <w:rsid w:val="00A10213"/>
    <w:rsid w:val="00A105D7"/>
    <w:rsid w:val="00A1171F"/>
    <w:rsid w:val="00A117F4"/>
    <w:rsid w:val="00A11B9A"/>
    <w:rsid w:val="00A13215"/>
    <w:rsid w:val="00A13549"/>
    <w:rsid w:val="00A13AF9"/>
    <w:rsid w:val="00A1465F"/>
    <w:rsid w:val="00A14C11"/>
    <w:rsid w:val="00A15808"/>
    <w:rsid w:val="00A15980"/>
    <w:rsid w:val="00A15A1F"/>
    <w:rsid w:val="00A16125"/>
    <w:rsid w:val="00A16B91"/>
    <w:rsid w:val="00A17068"/>
    <w:rsid w:val="00A1753D"/>
    <w:rsid w:val="00A17878"/>
    <w:rsid w:val="00A20162"/>
    <w:rsid w:val="00A2100C"/>
    <w:rsid w:val="00A21066"/>
    <w:rsid w:val="00A22041"/>
    <w:rsid w:val="00A22A65"/>
    <w:rsid w:val="00A22E37"/>
    <w:rsid w:val="00A22E81"/>
    <w:rsid w:val="00A235D7"/>
    <w:rsid w:val="00A2438A"/>
    <w:rsid w:val="00A249B7"/>
    <w:rsid w:val="00A24D54"/>
    <w:rsid w:val="00A253DB"/>
    <w:rsid w:val="00A26365"/>
    <w:rsid w:val="00A26374"/>
    <w:rsid w:val="00A26AD5"/>
    <w:rsid w:val="00A2707A"/>
    <w:rsid w:val="00A27D1E"/>
    <w:rsid w:val="00A3080F"/>
    <w:rsid w:val="00A30B9D"/>
    <w:rsid w:val="00A3128B"/>
    <w:rsid w:val="00A332FF"/>
    <w:rsid w:val="00A33D45"/>
    <w:rsid w:val="00A34627"/>
    <w:rsid w:val="00A355F1"/>
    <w:rsid w:val="00A35B3C"/>
    <w:rsid w:val="00A35BEE"/>
    <w:rsid w:val="00A35D5E"/>
    <w:rsid w:val="00A36E02"/>
    <w:rsid w:val="00A40AFC"/>
    <w:rsid w:val="00A415D3"/>
    <w:rsid w:val="00A42404"/>
    <w:rsid w:val="00A428CF"/>
    <w:rsid w:val="00A42B1C"/>
    <w:rsid w:val="00A42DE6"/>
    <w:rsid w:val="00A4336D"/>
    <w:rsid w:val="00A437C2"/>
    <w:rsid w:val="00A44D5F"/>
    <w:rsid w:val="00A4503E"/>
    <w:rsid w:val="00A454A0"/>
    <w:rsid w:val="00A45CF9"/>
    <w:rsid w:val="00A46AB5"/>
    <w:rsid w:val="00A47686"/>
    <w:rsid w:val="00A47983"/>
    <w:rsid w:val="00A47BF5"/>
    <w:rsid w:val="00A47CD5"/>
    <w:rsid w:val="00A47F09"/>
    <w:rsid w:val="00A50331"/>
    <w:rsid w:val="00A514A1"/>
    <w:rsid w:val="00A5166A"/>
    <w:rsid w:val="00A519AA"/>
    <w:rsid w:val="00A522D1"/>
    <w:rsid w:val="00A529BB"/>
    <w:rsid w:val="00A53F8F"/>
    <w:rsid w:val="00A540DD"/>
    <w:rsid w:val="00A54619"/>
    <w:rsid w:val="00A549C6"/>
    <w:rsid w:val="00A56B55"/>
    <w:rsid w:val="00A57858"/>
    <w:rsid w:val="00A57C85"/>
    <w:rsid w:val="00A607A6"/>
    <w:rsid w:val="00A621F4"/>
    <w:rsid w:val="00A62A83"/>
    <w:rsid w:val="00A62DAE"/>
    <w:rsid w:val="00A63C83"/>
    <w:rsid w:val="00A66944"/>
    <w:rsid w:val="00A669AE"/>
    <w:rsid w:val="00A66CDA"/>
    <w:rsid w:val="00A66E62"/>
    <w:rsid w:val="00A67888"/>
    <w:rsid w:val="00A67FDD"/>
    <w:rsid w:val="00A7191B"/>
    <w:rsid w:val="00A72E8A"/>
    <w:rsid w:val="00A7383E"/>
    <w:rsid w:val="00A74863"/>
    <w:rsid w:val="00A76922"/>
    <w:rsid w:val="00A80417"/>
    <w:rsid w:val="00A81628"/>
    <w:rsid w:val="00A81727"/>
    <w:rsid w:val="00A8173A"/>
    <w:rsid w:val="00A81976"/>
    <w:rsid w:val="00A82A4A"/>
    <w:rsid w:val="00A82EB0"/>
    <w:rsid w:val="00A82F40"/>
    <w:rsid w:val="00A832C3"/>
    <w:rsid w:val="00A83D1C"/>
    <w:rsid w:val="00A84A6F"/>
    <w:rsid w:val="00A84A99"/>
    <w:rsid w:val="00A86B82"/>
    <w:rsid w:val="00A86EE9"/>
    <w:rsid w:val="00A872A0"/>
    <w:rsid w:val="00A87CFA"/>
    <w:rsid w:val="00A902B5"/>
    <w:rsid w:val="00A910A5"/>
    <w:rsid w:val="00A91699"/>
    <w:rsid w:val="00A91D10"/>
    <w:rsid w:val="00A926EB"/>
    <w:rsid w:val="00A93885"/>
    <w:rsid w:val="00A9473D"/>
    <w:rsid w:val="00A94E6F"/>
    <w:rsid w:val="00A9536A"/>
    <w:rsid w:val="00A961A7"/>
    <w:rsid w:val="00A9746C"/>
    <w:rsid w:val="00AA157B"/>
    <w:rsid w:val="00AA1E83"/>
    <w:rsid w:val="00AA2F46"/>
    <w:rsid w:val="00AA332C"/>
    <w:rsid w:val="00AA3E94"/>
    <w:rsid w:val="00AA4768"/>
    <w:rsid w:val="00AA4837"/>
    <w:rsid w:val="00AA6278"/>
    <w:rsid w:val="00AA6A38"/>
    <w:rsid w:val="00AA6CC8"/>
    <w:rsid w:val="00AA7249"/>
    <w:rsid w:val="00AA7D2A"/>
    <w:rsid w:val="00AA7F51"/>
    <w:rsid w:val="00AB154C"/>
    <w:rsid w:val="00AB1C25"/>
    <w:rsid w:val="00AB270A"/>
    <w:rsid w:val="00AB3F1C"/>
    <w:rsid w:val="00AB4D58"/>
    <w:rsid w:val="00AB59CB"/>
    <w:rsid w:val="00AB63CA"/>
    <w:rsid w:val="00AB6447"/>
    <w:rsid w:val="00AB72F1"/>
    <w:rsid w:val="00AB777F"/>
    <w:rsid w:val="00AB7BD1"/>
    <w:rsid w:val="00AB7C1A"/>
    <w:rsid w:val="00AC010F"/>
    <w:rsid w:val="00AC0718"/>
    <w:rsid w:val="00AC10A4"/>
    <w:rsid w:val="00AC16A1"/>
    <w:rsid w:val="00AC16BD"/>
    <w:rsid w:val="00AC27B1"/>
    <w:rsid w:val="00AC2C05"/>
    <w:rsid w:val="00AC35C7"/>
    <w:rsid w:val="00AC3A25"/>
    <w:rsid w:val="00AC525B"/>
    <w:rsid w:val="00AC58C0"/>
    <w:rsid w:val="00AC5E50"/>
    <w:rsid w:val="00AC61CB"/>
    <w:rsid w:val="00AC643B"/>
    <w:rsid w:val="00AC6747"/>
    <w:rsid w:val="00AC6915"/>
    <w:rsid w:val="00AC6CE6"/>
    <w:rsid w:val="00AC72C3"/>
    <w:rsid w:val="00AD09CE"/>
    <w:rsid w:val="00AD158C"/>
    <w:rsid w:val="00AD1DE3"/>
    <w:rsid w:val="00AD32E7"/>
    <w:rsid w:val="00AD34D2"/>
    <w:rsid w:val="00AD3699"/>
    <w:rsid w:val="00AD409A"/>
    <w:rsid w:val="00AD41F1"/>
    <w:rsid w:val="00AD7CE0"/>
    <w:rsid w:val="00AD7DE0"/>
    <w:rsid w:val="00AD7EEF"/>
    <w:rsid w:val="00AE015A"/>
    <w:rsid w:val="00AE022B"/>
    <w:rsid w:val="00AE07DB"/>
    <w:rsid w:val="00AE0AB3"/>
    <w:rsid w:val="00AE1228"/>
    <w:rsid w:val="00AE2141"/>
    <w:rsid w:val="00AE21D9"/>
    <w:rsid w:val="00AE2752"/>
    <w:rsid w:val="00AE3106"/>
    <w:rsid w:val="00AE3B3F"/>
    <w:rsid w:val="00AE51DA"/>
    <w:rsid w:val="00AE5D68"/>
    <w:rsid w:val="00AE634D"/>
    <w:rsid w:val="00AE70A7"/>
    <w:rsid w:val="00AE70C0"/>
    <w:rsid w:val="00AE7331"/>
    <w:rsid w:val="00AE7ABE"/>
    <w:rsid w:val="00AE7E8F"/>
    <w:rsid w:val="00AF053D"/>
    <w:rsid w:val="00AF0932"/>
    <w:rsid w:val="00AF0A4E"/>
    <w:rsid w:val="00AF0D33"/>
    <w:rsid w:val="00AF0DC9"/>
    <w:rsid w:val="00AF1BDD"/>
    <w:rsid w:val="00AF2B28"/>
    <w:rsid w:val="00AF366F"/>
    <w:rsid w:val="00AF3CF3"/>
    <w:rsid w:val="00AF5C43"/>
    <w:rsid w:val="00AF5C57"/>
    <w:rsid w:val="00AF5D50"/>
    <w:rsid w:val="00AF647F"/>
    <w:rsid w:val="00AF76FA"/>
    <w:rsid w:val="00AF7767"/>
    <w:rsid w:val="00AF7A12"/>
    <w:rsid w:val="00B00C6C"/>
    <w:rsid w:val="00B01ADC"/>
    <w:rsid w:val="00B02F8A"/>
    <w:rsid w:val="00B033E6"/>
    <w:rsid w:val="00B041E2"/>
    <w:rsid w:val="00B041EA"/>
    <w:rsid w:val="00B0420C"/>
    <w:rsid w:val="00B04764"/>
    <w:rsid w:val="00B04F34"/>
    <w:rsid w:val="00B04FA7"/>
    <w:rsid w:val="00B050B4"/>
    <w:rsid w:val="00B05114"/>
    <w:rsid w:val="00B052F2"/>
    <w:rsid w:val="00B05614"/>
    <w:rsid w:val="00B059AA"/>
    <w:rsid w:val="00B05A13"/>
    <w:rsid w:val="00B074F2"/>
    <w:rsid w:val="00B1006E"/>
    <w:rsid w:val="00B103E0"/>
    <w:rsid w:val="00B11C6D"/>
    <w:rsid w:val="00B11FD7"/>
    <w:rsid w:val="00B126A4"/>
    <w:rsid w:val="00B12B14"/>
    <w:rsid w:val="00B12F32"/>
    <w:rsid w:val="00B132A8"/>
    <w:rsid w:val="00B1396C"/>
    <w:rsid w:val="00B13D77"/>
    <w:rsid w:val="00B1478F"/>
    <w:rsid w:val="00B1480C"/>
    <w:rsid w:val="00B148F0"/>
    <w:rsid w:val="00B15608"/>
    <w:rsid w:val="00B1579B"/>
    <w:rsid w:val="00B16004"/>
    <w:rsid w:val="00B163B2"/>
    <w:rsid w:val="00B16A1B"/>
    <w:rsid w:val="00B172D9"/>
    <w:rsid w:val="00B204BD"/>
    <w:rsid w:val="00B20EB2"/>
    <w:rsid w:val="00B2121E"/>
    <w:rsid w:val="00B2216C"/>
    <w:rsid w:val="00B2326F"/>
    <w:rsid w:val="00B23C61"/>
    <w:rsid w:val="00B247E0"/>
    <w:rsid w:val="00B24834"/>
    <w:rsid w:val="00B2493C"/>
    <w:rsid w:val="00B2628C"/>
    <w:rsid w:val="00B266A9"/>
    <w:rsid w:val="00B272E6"/>
    <w:rsid w:val="00B3006E"/>
    <w:rsid w:val="00B31127"/>
    <w:rsid w:val="00B323C7"/>
    <w:rsid w:val="00B3259D"/>
    <w:rsid w:val="00B326E3"/>
    <w:rsid w:val="00B3315D"/>
    <w:rsid w:val="00B34072"/>
    <w:rsid w:val="00B34D92"/>
    <w:rsid w:val="00B35189"/>
    <w:rsid w:val="00B36224"/>
    <w:rsid w:val="00B36E5E"/>
    <w:rsid w:val="00B3711D"/>
    <w:rsid w:val="00B376CF"/>
    <w:rsid w:val="00B41E88"/>
    <w:rsid w:val="00B41FD7"/>
    <w:rsid w:val="00B42140"/>
    <w:rsid w:val="00B4268A"/>
    <w:rsid w:val="00B42E1D"/>
    <w:rsid w:val="00B43747"/>
    <w:rsid w:val="00B43963"/>
    <w:rsid w:val="00B443C9"/>
    <w:rsid w:val="00B44747"/>
    <w:rsid w:val="00B45AD9"/>
    <w:rsid w:val="00B45FFE"/>
    <w:rsid w:val="00B463A3"/>
    <w:rsid w:val="00B4691D"/>
    <w:rsid w:val="00B473D7"/>
    <w:rsid w:val="00B47C2E"/>
    <w:rsid w:val="00B47C7C"/>
    <w:rsid w:val="00B47E75"/>
    <w:rsid w:val="00B504ED"/>
    <w:rsid w:val="00B50B0B"/>
    <w:rsid w:val="00B513DA"/>
    <w:rsid w:val="00B51F3C"/>
    <w:rsid w:val="00B528D5"/>
    <w:rsid w:val="00B52FC5"/>
    <w:rsid w:val="00B531A4"/>
    <w:rsid w:val="00B536ED"/>
    <w:rsid w:val="00B538A5"/>
    <w:rsid w:val="00B54A8C"/>
    <w:rsid w:val="00B54B55"/>
    <w:rsid w:val="00B55BB4"/>
    <w:rsid w:val="00B55D4B"/>
    <w:rsid w:val="00B56322"/>
    <w:rsid w:val="00B571CC"/>
    <w:rsid w:val="00B5773F"/>
    <w:rsid w:val="00B57946"/>
    <w:rsid w:val="00B57EA7"/>
    <w:rsid w:val="00B60C05"/>
    <w:rsid w:val="00B61261"/>
    <w:rsid w:val="00B616CF"/>
    <w:rsid w:val="00B624ED"/>
    <w:rsid w:val="00B626A6"/>
    <w:rsid w:val="00B6323E"/>
    <w:rsid w:val="00B64A90"/>
    <w:rsid w:val="00B65316"/>
    <w:rsid w:val="00B66852"/>
    <w:rsid w:val="00B66DAF"/>
    <w:rsid w:val="00B6716B"/>
    <w:rsid w:val="00B678A7"/>
    <w:rsid w:val="00B711A9"/>
    <w:rsid w:val="00B71A27"/>
    <w:rsid w:val="00B72322"/>
    <w:rsid w:val="00B73B3C"/>
    <w:rsid w:val="00B73D0B"/>
    <w:rsid w:val="00B743B1"/>
    <w:rsid w:val="00B74446"/>
    <w:rsid w:val="00B75161"/>
    <w:rsid w:val="00B75213"/>
    <w:rsid w:val="00B75BE8"/>
    <w:rsid w:val="00B75D21"/>
    <w:rsid w:val="00B77797"/>
    <w:rsid w:val="00B7797D"/>
    <w:rsid w:val="00B80463"/>
    <w:rsid w:val="00B807BC"/>
    <w:rsid w:val="00B808A8"/>
    <w:rsid w:val="00B80A21"/>
    <w:rsid w:val="00B81A1C"/>
    <w:rsid w:val="00B81A56"/>
    <w:rsid w:val="00B81CE0"/>
    <w:rsid w:val="00B81F67"/>
    <w:rsid w:val="00B82493"/>
    <w:rsid w:val="00B82948"/>
    <w:rsid w:val="00B829E6"/>
    <w:rsid w:val="00B82CA3"/>
    <w:rsid w:val="00B83399"/>
    <w:rsid w:val="00B86AEA"/>
    <w:rsid w:val="00B90893"/>
    <w:rsid w:val="00B9224C"/>
    <w:rsid w:val="00B933C9"/>
    <w:rsid w:val="00B93436"/>
    <w:rsid w:val="00B94093"/>
    <w:rsid w:val="00B94372"/>
    <w:rsid w:val="00B944B1"/>
    <w:rsid w:val="00B95353"/>
    <w:rsid w:val="00B954B8"/>
    <w:rsid w:val="00B95BE9"/>
    <w:rsid w:val="00B9612B"/>
    <w:rsid w:val="00B97684"/>
    <w:rsid w:val="00BA018C"/>
    <w:rsid w:val="00BA0834"/>
    <w:rsid w:val="00BA0DEC"/>
    <w:rsid w:val="00BA0F55"/>
    <w:rsid w:val="00BA17CA"/>
    <w:rsid w:val="00BA1A4A"/>
    <w:rsid w:val="00BA1A8D"/>
    <w:rsid w:val="00BA2E9D"/>
    <w:rsid w:val="00BA36F9"/>
    <w:rsid w:val="00BA482C"/>
    <w:rsid w:val="00BA4FC4"/>
    <w:rsid w:val="00BA5748"/>
    <w:rsid w:val="00BA57AB"/>
    <w:rsid w:val="00BA589A"/>
    <w:rsid w:val="00BA6A13"/>
    <w:rsid w:val="00BB0110"/>
    <w:rsid w:val="00BB0B7B"/>
    <w:rsid w:val="00BB0BC6"/>
    <w:rsid w:val="00BB263C"/>
    <w:rsid w:val="00BB28CF"/>
    <w:rsid w:val="00BB2DAE"/>
    <w:rsid w:val="00BB480E"/>
    <w:rsid w:val="00BB4843"/>
    <w:rsid w:val="00BB4A10"/>
    <w:rsid w:val="00BB4D78"/>
    <w:rsid w:val="00BB52E3"/>
    <w:rsid w:val="00BB571A"/>
    <w:rsid w:val="00BB5B84"/>
    <w:rsid w:val="00BB62C4"/>
    <w:rsid w:val="00BB6DB3"/>
    <w:rsid w:val="00BB7396"/>
    <w:rsid w:val="00BB765B"/>
    <w:rsid w:val="00BB7721"/>
    <w:rsid w:val="00BC17CF"/>
    <w:rsid w:val="00BC1B83"/>
    <w:rsid w:val="00BC2035"/>
    <w:rsid w:val="00BC3130"/>
    <w:rsid w:val="00BC31B3"/>
    <w:rsid w:val="00BC33D9"/>
    <w:rsid w:val="00BC3650"/>
    <w:rsid w:val="00BC3F84"/>
    <w:rsid w:val="00BC4EA0"/>
    <w:rsid w:val="00BC56D7"/>
    <w:rsid w:val="00BC599D"/>
    <w:rsid w:val="00BC5BD7"/>
    <w:rsid w:val="00BC5F6B"/>
    <w:rsid w:val="00BC64C4"/>
    <w:rsid w:val="00BC6767"/>
    <w:rsid w:val="00BC678D"/>
    <w:rsid w:val="00BC798E"/>
    <w:rsid w:val="00BC7A59"/>
    <w:rsid w:val="00BD0084"/>
    <w:rsid w:val="00BD0378"/>
    <w:rsid w:val="00BD0C66"/>
    <w:rsid w:val="00BD12C5"/>
    <w:rsid w:val="00BD1DB3"/>
    <w:rsid w:val="00BD1FC5"/>
    <w:rsid w:val="00BD21BC"/>
    <w:rsid w:val="00BD22DF"/>
    <w:rsid w:val="00BD288C"/>
    <w:rsid w:val="00BD3053"/>
    <w:rsid w:val="00BD364C"/>
    <w:rsid w:val="00BD365E"/>
    <w:rsid w:val="00BD3694"/>
    <w:rsid w:val="00BD3A03"/>
    <w:rsid w:val="00BD4A57"/>
    <w:rsid w:val="00BD4ED5"/>
    <w:rsid w:val="00BD583E"/>
    <w:rsid w:val="00BD6467"/>
    <w:rsid w:val="00BD6D27"/>
    <w:rsid w:val="00BE07DB"/>
    <w:rsid w:val="00BE1776"/>
    <w:rsid w:val="00BE1B5B"/>
    <w:rsid w:val="00BE1FDD"/>
    <w:rsid w:val="00BE248F"/>
    <w:rsid w:val="00BE2612"/>
    <w:rsid w:val="00BE2D11"/>
    <w:rsid w:val="00BE3347"/>
    <w:rsid w:val="00BE39C1"/>
    <w:rsid w:val="00BE3A3F"/>
    <w:rsid w:val="00BE3D1A"/>
    <w:rsid w:val="00BE448F"/>
    <w:rsid w:val="00BE45FC"/>
    <w:rsid w:val="00BE47ED"/>
    <w:rsid w:val="00BE4D96"/>
    <w:rsid w:val="00BE4DB8"/>
    <w:rsid w:val="00BE55E2"/>
    <w:rsid w:val="00BE67E8"/>
    <w:rsid w:val="00BE6852"/>
    <w:rsid w:val="00BE6DDF"/>
    <w:rsid w:val="00BE7184"/>
    <w:rsid w:val="00BE7E9B"/>
    <w:rsid w:val="00BF0310"/>
    <w:rsid w:val="00BF076D"/>
    <w:rsid w:val="00BF0B47"/>
    <w:rsid w:val="00BF11D7"/>
    <w:rsid w:val="00BF2C3D"/>
    <w:rsid w:val="00BF2F94"/>
    <w:rsid w:val="00BF4752"/>
    <w:rsid w:val="00BF4FA5"/>
    <w:rsid w:val="00BF65B1"/>
    <w:rsid w:val="00BF7B98"/>
    <w:rsid w:val="00BF7D5A"/>
    <w:rsid w:val="00C0009A"/>
    <w:rsid w:val="00C00379"/>
    <w:rsid w:val="00C0060D"/>
    <w:rsid w:val="00C00A6C"/>
    <w:rsid w:val="00C01DDD"/>
    <w:rsid w:val="00C02257"/>
    <w:rsid w:val="00C038A9"/>
    <w:rsid w:val="00C04AF0"/>
    <w:rsid w:val="00C059E8"/>
    <w:rsid w:val="00C05C32"/>
    <w:rsid w:val="00C0681A"/>
    <w:rsid w:val="00C0714E"/>
    <w:rsid w:val="00C0730C"/>
    <w:rsid w:val="00C10D8D"/>
    <w:rsid w:val="00C11B10"/>
    <w:rsid w:val="00C11B47"/>
    <w:rsid w:val="00C12035"/>
    <w:rsid w:val="00C1232F"/>
    <w:rsid w:val="00C12771"/>
    <w:rsid w:val="00C13AD2"/>
    <w:rsid w:val="00C14477"/>
    <w:rsid w:val="00C14792"/>
    <w:rsid w:val="00C1488C"/>
    <w:rsid w:val="00C14CED"/>
    <w:rsid w:val="00C14E7D"/>
    <w:rsid w:val="00C14F09"/>
    <w:rsid w:val="00C150E8"/>
    <w:rsid w:val="00C15CFF"/>
    <w:rsid w:val="00C169F3"/>
    <w:rsid w:val="00C17958"/>
    <w:rsid w:val="00C200D1"/>
    <w:rsid w:val="00C20B60"/>
    <w:rsid w:val="00C20D0B"/>
    <w:rsid w:val="00C20DB3"/>
    <w:rsid w:val="00C20FA2"/>
    <w:rsid w:val="00C210C5"/>
    <w:rsid w:val="00C212FA"/>
    <w:rsid w:val="00C21EF8"/>
    <w:rsid w:val="00C22A89"/>
    <w:rsid w:val="00C22AEE"/>
    <w:rsid w:val="00C231BC"/>
    <w:rsid w:val="00C2332C"/>
    <w:rsid w:val="00C23B2D"/>
    <w:rsid w:val="00C249F1"/>
    <w:rsid w:val="00C270A8"/>
    <w:rsid w:val="00C27319"/>
    <w:rsid w:val="00C27649"/>
    <w:rsid w:val="00C27AE3"/>
    <w:rsid w:val="00C30477"/>
    <w:rsid w:val="00C30AEA"/>
    <w:rsid w:val="00C3270B"/>
    <w:rsid w:val="00C33056"/>
    <w:rsid w:val="00C333A7"/>
    <w:rsid w:val="00C3353B"/>
    <w:rsid w:val="00C3448C"/>
    <w:rsid w:val="00C346B1"/>
    <w:rsid w:val="00C34B48"/>
    <w:rsid w:val="00C35BE0"/>
    <w:rsid w:val="00C35CC9"/>
    <w:rsid w:val="00C362A4"/>
    <w:rsid w:val="00C36456"/>
    <w:rsid w:val="00C372A2"/>
    <w:rsid w:val="00C375BC"/>
    <w:rsid w:val="00C37BE1"/>
    <w:rsid w:val="00C37F95"/>
    <w:rsid w:val="00C40845"/>
    <w:rsid w:val="00C40C66"/>
    <w:rsid w:val="00C4183D"/>
    <w:rsid w:val="00C42BF4"/>
    <w:rsid w:val="00C42C0A"/>
    <w:rsid w:val="00C43538"/>
    <w:rsid w:val="00C44207"/>
    <w:rsid w:val="00C44625"/>
    <w:rsid w:val="00C44B52"/>
    <w:rsid w:val="00C45133"/>
    <w:rsid w:val="00C4576B"/>
    <w:rsid w:val="00C46180"/>
    <w:rsid w:val="00C4621E"/>
    <w:rsid w:val="00C47D85"/>
    <w:rsid w:val="00C47F0B"/>
    <w:rsid w:val="00C505FF"/>
    <w:rsid w:val="00C513CB"/>
    <w:rsid w:val="00C52389"/>
    <w:rsid w:val="00C52437"/>
    <w:rsid w:val="00C528FE"/>
    <w:rsid w:val="00C52955"/>
    <w:rsid w:val="00C53236"/>
    <w:rsid w:val="00C532D9"/>
    <w:rsid w:val="00C5385B"/>
    <w:rsid w:val="00C54A0A"/>
    <w:rsid w:val="00C55067"/>
    <w:rsid w:val="00C55106"/>
    <w:rsid w:val="00C55A4B"/>
    <w:rsid w:val="00C55A6B"/>
    <w:rsid w:val="00C55DE0"/>
    <w:rsid w:val="00C562E2"/>
    <w:rsid w:val="00C563DE"/>
    <w:rsid w:val="00C57458"/>
    <w:rsid w:val="00C57994"/>
    <w:rsid w:val="00C57E2D"/>
    <w:rsid w:val="00C60020"/>
    <w:rsid w:val="00C61680"/>
    <w:rsid w:val="00C632BE"/>
    <w:rsid w:val="00C64B9B"/>
    <w:rsid w:val="00C64BCA"/>
    <w:rsid w:val="00C64DB3"/>
    <w:rsid w:val="00C6542A"/>
    <w:rsid w:val="00C66B14"/>
    <w:rsid w:val="00C67518"/>
    <w:rsid w:val="00C67A41"/>
    <w:rsid w:val="00C70A3E"/>
    <w:rsid w:val="00C70EE4"/>
    <w:rsid w:val="00C71847"/>
    <w:rsid w:val="00C73E80"/>
    <w:rsid w:val="00C74027"/>
    <w:rsid w:val="00C745C7"/>
    <w:rsid w:val="00C75058"/>
    <w:rsid w:val="00C751DD"/>
    <w:rsid w:val="00C75EE0"/>
    <w:rsid w:val="00C75F10"/>
    <w:rsid w:val="00C762A9"/>
    <w:rsid w:val="00C76675"/>
    <w:rsid w:val="00C7764A"/>
    <w:rsid w:val="00C77A5F"/>
    <w:rsid w:val="00C8022C"/>
    <w:rsid w:val="00C803A4"/>
    <w:rsid w:val="00C804B1"/>
    <w:rsid w:val="00C82492"/>
    <w:rsid w:val="00C829D9"/>
    <w:rsid w:val="00C8328C"/>
    <w:rsid w:val="00C841A7"/>
    <w:rsid w:val="00C84A71"/>
    <w:rsid w:val="00C84DF7"/>
    <w:rsid w:val="00C85B9C"/>
    <w:rsid w:val="00C86918"/>
    <w:rsid w:val="00C869EE"/>
    <w:rsid w:val="00C86EFE"/>
    <w:rsid w:val="00C87149"/>
    <w:rsid w:val="00C875FB"/>
    <w:rsid w:val="00C8774B"/>
    <w:rsid w:val="00C901F2"/>
    <w:rsid w:val="00C90E68"/>
    <w:rsid w:val="00C9117D"/>
    <w:rsid w:val="00C9124B"/>
    <w:rsid w:val="00C9185C"/>
    <w:rsid w:val="00C91A70"/>
    <w:rsid w:val="00C92547"/>
    <w:rsid w:val="00C9379D"/>
    <w:rsid w:val="00C94114"/>
    <w:rsid w:val="00C94351"/>
    <w:rsid w:val="00C948E5"/>
    <w:rsid w:val="00C96124"/>
    <w:rsid w:val="00C96653"/>
    <w:rsid w:val="00C9682F"/>
    <w:rsid w:val="00C96B00"/>
    <w:rsid w:val="00C96E7D"/>
    <w:rsid w:val="00C970BD"/>
    <w:rsid w:val="00C97997"/>
    <w:rsid w:val="00C97F7B"/>
    <w:rsid w:val="00CA0A8E"/>
    <w:rsid w:val="00CA1648"/>
    <w:rsid w:val="00CA1A80"/>
    <w:rsid w:val="00CA221E"/>
    <w:rsid w:val="00CA2696"/>
    <w:rsid w:val="00CA299E"/>
    <w:rsid w:val="00CA31C8"/>
    <w:rsid w:val="00CA32DF"/>
    <w:rsid w:val="00CA47A8"/>
    <w:rsid w:val="00CA54F9"/>
    <w:rsid w:val="00CA5B22"/>
    <w:rsid w:val="00CA5E2C"/>
    <w:rsid w:val="00CA693A"/>
    <w:rsid w:val="00CA6F54"/>
    <w:rsid w:val="00CB03E5"/>
    <w:rsid w:val="00CB26BC"/>
    <w:rsid w:val="00CB29AC"/>
    <w:rsid w:val="00CB301B"/>
    <w:rsid w:val="00CB3AE0"/>
    <w:rsid w:val="00CB4A1B"/>
    <w:rsid w:val="00CB4EB7"/>
    <w:rsid w:val="00CB54E9"/>
    <w:rsid w:val="00CB6283"/>
    <w:rsid w:val="00CB64B7"/>
    <w:rsid w:val="00CB65F9"/>
    <w:rsid w:val="00CB7316"/>
    <w:rsid w:val="00CB7340"/>
    <w:rsid w:val="00CB76EE"/>
    <w:rsid w:val="00CB7A14"/>
    <w:rsid w:val="00CC06D4"/>
    <w:rsid w:val="00CC0A5F"/>
    <w:rsid w:val="00CC1114"/>
    <w:rsid w:val="00CC123B"/>
    <w:rsid w:val="00CC1599"/>
    <w:rsid w:val="00CC2CE4"/>
    <w:rsid w:val="00CC2E48"/>
    <w:rsid w:val="00CC5796"/>
    <w:rsid w:val="00CC64D3"/>
    <w:rsid w:val="00CC6D3E"/>
    <w:rsid w:val="00CC78D2"/>
    <w:rsid w:val="00CC79B9"/>
    <w:rsid w:val="00CD0355"/>
    <w:rsid w:val="00CD0B1B"/>
    <w:rsid w:val="00CD1FBA"/>
    <w:rsid w:val="00CD2014"/>
    <w:rsid w:val="00CD2372"/>
    <w:rsid w:val="00CD284C"/>
    <w:rsid w:val="00CD3933"/>
    <w:rsid w:val="00CD3E70"/>
    <w:rsid w:val="00CD4649"/>
    <w:rsid w:val="00CD4F55"/>
    <w:rsid w:val="00CD5171"/>
    <w:rsid w:val="00CD603E"/>
    <w:rsid w:val="00CD62FC"/>
    <w:rsid w:val="00CE0FBD"/>
    <w:rsid w:val="00CE1826"/>
    <w:rsid w:val="00CE1B0B"/>
    <w:rsid w:val="00CE2416"/>
    <w:rsid w:val="00CE2ACF"/>
    <w:rsid w:val="00CE37A4"/>
    <w:rsid w:val="00CE4395"/>
    <w:rsid w:val="00CE4CC3"/>
    <w:rsid w:val="00CE5497"/>
    <w:rsid w:val="00CE5AD2"/>
    <w:rsid w:val="00CE5CD9"/>
    <w:rsid w:val="00CE5D51"/>
    <w:rsid w:val="00CE6D0E"/>
    <w:rsid w:val="00CE7891"/>
    <w:rsid w:val="00CE7A1E"/>
    <w:rsid w:val="00CE7E13"/>
    <w:rsid w:val="00CF0F1E"/>
    <w:rsid w:val="00CF1734"/>
    <w:rsid w:val="00CF1C99"/>
    <w:rsid w:val="00CF2780"/>
    <w:rsid w:val="00CF318B"/>
    <w:rsid w:val="00CF34C2"/>
    <w:rsid w:val="00CF376F"/>
    <w:rsid w:val="00CF3DC3"/>
    <w:rsid w:val="00CF43F6"/>
    <w:rsid w:val="00CF46B5"/>
    <w:rsid w:val="00CF5166"/>
    <w:rsid w:val="00CF55C8"/>
    <w:rsid w:val="00CF5802"/>
    <w:rsid w:val="00CF5EFB"/>
    <w:rsid w:val="00CF6A93"/>
    <w:rsid w:val="00CF7002"/>
    <w:rsid w:val="00CF7CA2"/>
    <w:rsid w:val="00CF7DE9"/>
    <w:rsid w:val="00D004E9"/>
    <w:rsid w:val="00D00B97"/>
    <w:rsid w:val="00D014BD"/>
    <w:rsid w:val="00D01AF0"/>
    <w:rsid w:val="00D02351"/>
    <w:rsid w:val="00D02D2C"/>
    <w:rsid w:val="00D0320A"/>
    <w:rsid w:val="00D03513"/>
    <w:rsid w:val="00D03D68"/>
    <w:rsid w:val="00D04D3C"/>
    <w:rsid w:val="00D04D67"/>
    <w:rsid w:val="00D0533E"/>
    <w:rsid w:val="00D063BB"/>
    <w:rsid w:val="00D06546"/>
    <w:rsid w:val="00D06A44"/>
    <w:rsid w:val="00D0757C"/>
    <w:rsid w:val="00D108D9"/>
    <w:rsid w:val="00D111BA"/>
    <w:rsid w:val="00D11B09"/>
    <w:rsid w:val="00D1238B"/>
    <w:rsid w:val="00D1280B"/>
    <w:rsid w:val="00D1543A"/>
    <w:rsid w:val="00D15627"/>
    <w:rsid w:val="00D15CCE"/>
    <w:rsid w:val="00D15E02"/>
    <w:rsid w:val="00D161E8"/>
    <w:rsid w:val="00D168B3"/>
    <w:rsid w:val="00D1742F"/>
    <w:rsid w:val="00D208B5"/>
    <w:rsid w:val="00D20D6C"/>
    <w:rsid w:val="00D21E42"/>
    <w:rsid w:val="00D22DF8"/>
    <w:rsid w:val="00D231EC"/>
    <w:rsid w:val="00D2349F"/>
    <w:rsid w:val="00D23E7C"/>
    <w:rsid w:val="00D24DBE"/>
    <w:rsid w:val="00D24F1E"/>
    <w:rsid w:val="00D26230"/>
    <w:rsid w:val="00D269BA"/>
    <w:rsid w:val="00D27381"/>
    <w:rsid w:val="00D27F30"/>
    <w:rsid w:val="00D3018D"/>
    <w:rsid w:val="00D31448"/>
    <w:rsid w:val="00D31557"/>
    <w:rsid w:val="00D32895"/>
    <w:rsid w:val="00D34D5B"/>
    <w:rsid w:val="00D35098"/>
    <w:rsid w:val="00D354EA"/>
    <w:rsid w:val="00D35686"/>
    <w:rsid w:val="00D35724"/>
    <w:rsid w:val="00D3607A"/>
    <w:rsid w:val="00D36676"/>
    <w:rsid w:val="00D36C59"/>
    <w:rsid w:val="00D36CE5"/>
    <w:rsid w:val="00D375E1"/>
    <w:rsid w:val="00D37C81"/>
    <w:rsid w:val="00D41159"/>
    <w:rsid w:val="00D4134D"/>
    <w:rsid w:val="00D41B44"/>
    <w:rsid w:val="00D421DA"/>
    <w:rsid w:val="00D4253B"/>
    <w:rsid w:val="00D42D51"/>
    <w:rsid w:val="00D42F94"/>
    <w:rsid w:val="00D43F66"/>
    <w:rsid w:val="00D4487A"/>
    <w:rsid w:val="00D45A65"/>
    <w:rsid w:val="00D4647D"/>
    <w:rsid w:val="00D4688A"/>
    <w:rsid w:val="00D46C13"/>
    <w:rsid w:val="00D46F68"/>
    <w:rsid w:val="00D47D69"/>
    <w:rsid w:val="00D501A6"/>
    <w:rsid w:val="00D50FA9"/>
    <w:rsid w:val="00D530AB"/>
    <w:rsid w:val="00D530CA"/>
    <w:rsid w:val="00D553F6"/>
    <w:rsid w:val="00D5573D"/>
    <w:rsid w:val="00D567C9"/>
    <w:rsid w:val="00D570AF"/>
    <w:rsid w:val="00D57BD2"/>
    <w:rsid w:val="00D60710"/>
    <w:rsid w:val="00D60FAF"/>
    <w:rsid w:val="00D61D62"/>
    <w:rsid w:val="00D63103"/>
    <w:rsid w:val="00D63882"/>
    <w:rsid w:val="00D64FA3"/>
    <w:rsid w:val="00D655C4"/>
    <w:rsid w:val="00D65827"/>
    <w:rsid w:val="00D65A0E"/>
    <w:rsid w:val="00D65AF8"/>
    <w:rsid w:val="00D6619A"/>
    <w:rsid w:val="00D66897"/>
    <w:rsid w:val="00D669D8"/>
    <w:rsid w:val="00D66D4B"/>
    <w:rsid w:val="00D67278"/>
    <w:rsid w:val="00D67430"/>
    <w:rsid w:val="00D674E9"/>
    <w:rsid w:val="00D678F6"/>
    <w:rsid w:val="00D67F30"/>
    <w:rsid w:val="00D7019C"/>
    <w:rsid w:val="00D702B2"/>
    <w:rsid w:val="00D70383"/>
    <w:rsid w:val="00D70525"/>
    <w:rsid w:val="00D70F46"/>
    <w:rsid w:val="00D71156"/>
    <w:rsid w:val="00D71446"/>
    <w:rsid w:val="00D71B12"/>
    <w:rsid w:val="00D7316A"/>
    <w:rsid w:val="00D73815"/>
    <w:rsid w:val="00D73F3F"/>
    <w:rsid w:val="00D7406C"/>
    <w:rsid w:val="00D741BF"/>
    <w:rsid w:val="00D77379"/>
    <w:rsid w:val="00D80547"/>
    <w:rsid w:val="00D80EA2"/>
    <w:rsid w:val="00D81002"/>
    <w:rsid w:val="00D82721"/>
    <w:rsid w:val="00D833B3"/>
    <w:rsid w:val="00D83402"/>
    <w:rsid w:val="00D8342B"/>
    <w:rsid w:val="00D8344E"/>
    <w:rsid w:val="00D83504"/>
    <w:rsid w:val="00D83AD1"/>
    <w:rsid w:val="00D83F3D"/>
    <w:rsid w:val="00D83FC8"/>
    <w:rsid w:val="00D843F6"/>
    <w:rsid w:val="00D8569C"/>
    <w:rsid w:val="00D857CE"/>
    <w:rsid w:val="00D8592B"/>
    <w:rsid w:val="00D85C31"/>
    <w:rsid w:val="00D85F9B"/>
    <w:rsid w:val="00D85FAD"/>
    <w:rsid w:val="00D86108"/>
    <w:rsid w:val="00D8629D"/>
    <w:rsid w:val="00D86F5F"/>
    <w:rsid w:val="00D87005"/>
    <w:rsid w:val="00D87243"/>
    <w:rsid w:val="00D87529"/>
    <w:rsid w:val="00D91F79"/>
    <w:rsid w:val="00D92259"/>
    <w:rsid w:val="00D927DF"/>
    <w:rsid w:val="00D93157"/>
    <w:rsid w:val="00D9346F"/>
    <w:rsid w:val="00D93BEF"/>
    <w:rsid w:val="00D93D96"/>
    <w:rsid w:val="00D9435E"/>
    <w:rsid w:val="00D95652"/>
    <w:rsid w:val="00D961D3"/>
    <w:rsid w:val="00D963E6"/>
    <w:rsid w:val="00D96CBB"/>
    <w:rsid w:val="00D96F13"/>
    <w:rsid w:val="00DA06DF"/>
    <w:rsid w:val="00DA0856"/>
    <w:rsid w:val="00DA176A"/>
    <w:rsid w:val="00DA1AA8"/>
    <w:rsid w:val="00DA20BF"/>
    <w:rsid w:val="00DA2276"/>
    <w:rsid w:val="00DA3614"/>
    <w:rsid w:val="00DA3667"/>
    <w:rsid w:val="00DA3B49"/>
    <w:rsid w:val="00DA45EF"/>
    <w:rsid w:val="00DA4C6A"/>
    <w:rsid w:val="00DA4FB9"/>
    <w:rsid w:val="00DA51DF"/>
    <w:rsid w:val="00DA5FA0"/>
    <w:rsid w:val="00DA64DA"/>
    <w:rsid w:val="00DA665D"/>
    <w:rsid w:val="00DB01E7"/>
    <w:rsid w:val="00DB08F6"/>
    <w:rsid w:val="00DB0C24"/>
    <w:rsid w:val="00DB0EA3"/>
    <w:rsid w:val="00DB0EFD"/>
    <w:rsid w:val="00DB1099"/>
    <w:rsid w:val="00DB1712"/>
    <w:rsid w:val="00DB1B46"/>
    <w:rsid w:val="00DB1C3E"/>
    <w:rsid w:val="00DB3B7B"/>
    <w:rsid w:val="00DB3CCD"/>
    <w:rsid w:val="00DB43EF"/>
    <w:rsid w:val="00DB48EC"/>
    <w:rsid w:val="00DB4A6A"/>
    <w:rsid w:val="00DB5198"/>
    <w:rsid w:val="00DB548B"/>
    <w:rsid w:val="00DB5BB4"/>
    <w:rsid w:val="00DB6006"/>
    <w:rsid w:val="00DB6040"/>
    <w:rsid w:val="00DB6362"/>
    <w:rsid w:val="00DB63CD"/>
    <w:rsid w:val="00DB6B94"/>
    <w:rsid w:val="00DB7780"/>
    <w:rsid w:val="00DB7A81"/>
    <w:rsid w:val="00DB7DE4"/>
    <w:rsid w:val="00DC0429"/>
    <w:rsid w:val="00DC0B6D"/>
    <w:rsid w:val="00DC0D0E"/>
    <w:rsid w:val="00DC244B"/>
    <w:rsid w:val="00DC3A7D"/>
    <w:rsid w:val="00DC424F"/>
    <w:rsid w:val="00DC437D"/>
    <w:rsid w:val="00DC5B57"/>
    <w:rsid w:val="00DC60C8"/>
    <w:rsid w:val="00DC6207"/>
    <w:rsid w:val="00DC69A7"/>
    <w:rsid w:val="00DC71C5"/>
    <w:rsid w:val="00DC7B7B"/>
    <w:rsid w:val="00DD00A5"/>
    <w:rsid w:val="00DD044F"/>
    <w:rsid w:val="00DD1C84"/>
    <w:rsid w:val="00DD22B7"/>
    <w:rsid w:val="00DD2373"/>
    <w:rsid w:val="00DD2403"/>
    <w:rsid w:val="00DD2938"/>
    <w:rsid w:val="00DD2AD1"/>
    <w:rsid w:val="00DD34EA"/>
    <w:rsid w:val="00DD4B56"/>
    <w:rsid w:val="00DD56D6"/>
    <w:rsid w:val="00DD59D5"/>
    <w:rsid w:val="00DD5A86"/>
    <w:rsid w:val="00DD5B7E"/>
    <w:rsid w:val="00DD5C60"/>
    <w:rsid w:val="00DD6E09"/>
    <w:rsid w:val="00DD71EF"/>
    <w:rsid w:val="00DD7B67"/>
    <w:rsid w:val="00DD7D01"/>
    <w:rsid w:val="00DE0287"/>
    <w:rsid w:val="00DE04FA"/>
    <w:rsid w:val="00DE0D61"/>
    <w:rsid w:val="00DE1429"/>
    <w:rsid w:val="00DE1DBE"/>
    <w:rsid w:val="00DE2885"/>
    <w:rsid w:val="00DE3287"/>
    <w:rsid w:val="00DE333C"/>
    <w:rsid w:val="00DE4C92"/>
    <w:rsid w:val="00DE4D2C"/>
    <w:rsid w:val="00DE50E8"/>
    <w:rsid w:val="00DE555C"/>
    <w:rsid w:val="00DE6738"/>
    <w:rsid w:val="00DE6AAE"/>
    <w:rsid w:val="00DE7049"/>
    <w:rsid w:val="00DF0006"/>
    <w:rsid w:val="00DF02E5"/>
    <w:rsid w:val="00DF0597"/>
    <w:rsid w:val="00DF09DB"/>
    <w:rsid w:val="00DF178A"/>
    <w:rsid w:val="00DF20CC"/>
    <w:rsid w:val="00DF28E6"/>
    <w:rsid w:val="00DF2DB3"/>
    <w:rsid w:val="00DF480F"/>
    <w:rsid w:val="00DF5072"/>
    <w:rsid w:val="00DF5085"/>
    <w:rsid w:val="00DF557E"/>
    <w:rsid w:val="00DF5C97"/>
    <w:rsid w:val="00DF5D87"/>
    <w:rsid w:val="00DF7345"/>
    <w:rsid w:val="00DF7576"/>
    <w:rsid w:val="00DF7CEB"/>
    <w:rsid w:val="00DF7CEC"/>
    <w:rsid w:val="00E006F8"/>
    <w:rsid w:val="00E00759"/>
    <w:rsid w:val="00E01024"/>
    <w:rsid w:val="00E01DD5"/>
    <w:rsid w:val="00E03B6C"/>
    <w:rsid w:val="00E04BA5"/>
    <w:rsid w:val="00E04D64"/>
    <w:rsid w:val="00E06596"/>
    <w:rsid w:val="00E066F9"/>
    <w:rsid w:val="00E0710E"/>
    <w:rsid w:val="00E0768F"/>
    <w:rsid w:val="00E07FE6"/>
    <w:rsid w:val="00E119A3"/>
    <w:rsid w:val="00E11C79"/>
    <w:rsid w:val="00E12296"/>
    <w:rsid w:val="00E1282C"/>
    <w:rsid w:val="00E1287D"/>
    <w:rsid w:val="00E136DB"/>
    <w:rsid w:val="00E13AA0"/>
    <w:rsid w:val="00E13B98"/>
    <w:rsid w:val="00E14E4E"/>
    <w:rsid w:val="00E152AD"/>
    <w:rsid w:val="00E161F6"/>
    <w:rsid w:val="00E16463"/>
    <w:rsid w:val="00E16C4C"/>
    <w:rsid w:val="00E16D36"/>
    <w:rsid w:val="00E1725E"/>
    <w:rsid w:val="00E175BD"/>
    <w:rsid w:val="00E20EEC"/>
    <w:rsid w:val="00E21147"/>
    <w:rsid w:val="00E21415"/>
    <w:rsid w:val="00E21D61"/>
    <w:rsid w:val="00E21E37"/>
    <w:rsid w:val="00E236F3"/>
    <w:rsid w:val="00E23F2B"/>
    <w:rsid w:val="00E2525F"/>
    <w:rsid w:val="00E26EF4"/>
    <w:rsid w:val="00E272F5"/>
    <w:rsid w:val="00E27EE4"/>
    <w:rsid w:val="00E305C8"/>
    <w:rsid w:val="00E31191"/>
    <w:rsid w:val="00E31580"/>
    <w:rsid w:val="00E323BE"/>
    <w:rsid w:val="00E3260D"/>
    <w:rsid w:val="00E327A6"/>
    <w:rsid w:val="00E32C78"/>
    <w:rsid w:val="00E3365D"/>
    <w:rsid w:val="00E33A9C"/>
    <w:rsid w:val="00E340FC"/>
    <w:rsid w:val="00E349DE"/>
    <w:rsid w:val="00E34D08"/>
    <w:rsid w:val="00E34F33"/>
    <w:rsid w:val="00E35474"/>
    <w:rsid w:val="00E35731"/>
    <w:rsid w:val="00E35B58"/>
    <w:rsid w:val="00E3612A"/>
    <w:rsid w:val="00E36477"/>
    <w:rsid w:val="00E3682C"/>
    <w:rsid w:val="00E40143"/>
    <w:rsid w:val="00E403F3"/>
    <w:rsid w:val="00E40D7D"/>
    <w:rsid w:val="00E4118E"/>
    <w:rsid w:val="00E415C4"/>
    <w:rsid w:val="00E4275C"/>
    <w:rsid w:val="00E4296C"/>
    <w:rsid w:val="00E42A81"/>
    <w:rsid w:val="00E43059"/>
    <w:rsid w:val="00E432E2"/>
    <w:rsid w:val="00E4386E"/>
    <w:rsid w:val="00E43EB2"/>
    <w:rsid w:val="00E44F4A"/>
    <w:rsid w:val="00E44FC2"/>
    <w:rsid w:val="00E4540F"/>
    <w:rsid w:val="00E45C09"/>
    <w:rsid w:val="00E45CB8"/>
    <w:rsid w:val="00E45F19"/>
    <w:rsid w:val="00E46705"/>
    <w:rsid w:val="00E46911"/>
    <w:rsid w:val="00E46B90"/>
    <w:rsid w:val="00E46D3D"/>
    <w:rsid w:val="00E46FD7"/>
    <w:rsid w:val="00E47043"/>
    <w:rsid w:val="00E471F6"/>
    <w:rsid w:val="00E47C5B"/>
    <w:rsid w:val="00E520EC"/>
    <w:rsid w:val="00E5235A"/>
    <w:rsid w:val="00E523D6"/>
    <w:rsid w:val="00E52417"/>
    <w:rsid w:val="00E52F96"/>
    <w:rsid w:val="00E53CFC"/>
    <w:rsid w:val="00E54EE5"/>
    <w:rsid w:val="00E558BA"/>
    <w:rsid w:val="00E55D55"/>
    <w:rsid w:val="00E55E2E"/>
    <w:rsid w:val="00E56759"/>
    <w:rsid w:val="00E571A2"/>
    <w:rsid w:val="00E5756A"/>
    <w:rsid w:val="00E5770A"/>
    <w:rsid w:val="00E6066F"/>
    <w:rsid w:val="00E6082B"/>
    <w:rsid w:val="00E60854"/>
    <w:rsid w:val="00E60DC3"/>
    <w:rsid w:val="00E6181E"/>
    <w:rsid w:val="00E633C5"/>
    <w:rsid w:val="00E63F95"/>
    <w:rsid w:val="00E6481C"/>
    <w:rsid w:val="00E652DE"/>
    <w:rsid w:val="00E662C8"/>
    <w:rsid w:val="00E664F9"/>
    <w:rsid w:val="00E66A06"/>
    <w:rsid w:val="00E70847"/>
    <w:rsid w:val="00E7182A"/>
    <w:rsid w:val="00E718E6"/>
    <w:rsid w:val="00E727E6"/>
    <w:rsid w:val="00E72E88"/>
    <w:rsid w:val="00E73017"/>
    <w:rsid w:val="00E730FD"/>
    <w:rsid w:val="00E738D6"/>
    <w:rsid w:val="00E73B0B"/>
    <w:rsid w:val="00E73C2E"/>
    <w:rsid w:val="00E74C37"/>
    <w:rsid w:val="00E75C80"/>
    <w:rsid w:val="00E7607C"/>
    <w:rsid w:val="00E764EA"/>
    <w:rsid w:val="00E768E0"/>
    <w:rsid w:val="00E7735C"/>
    <w:rsid w:val="00E800EE"/>
    <w:rsid w:val="00E80959"/>
    <w:rsid w:val="00E80DD0"/>
    <w:rsid w:val="00E80F9A"/>
    <w:rsid w:val="00E81006"/>
    <w:rsid w:val="00E81338"/>
    <w:rsid w:val="00E81B85"/>
    <w:rsid w:val="00E81B89"/>
    <w:rsid w:val="00E8308A"/>
    <w:rsid w:val="00E83694"/>
    <w:rsid w:val="00E83A05"/>
    <w:rsid w:val="00E83FF2"/>
    <w:rsid w:val="00E848DE"/>
    <w:rsid w:val="00E84C72"/>
    <w:rsid w:val="00E8538F"/>
    <w:rsid w:val="00E85935"/>
    <w:rsid w:val="00E86302"/>
    <w:rsid w:val="00E866B2"/>
    <w:rsid w:val="00E8684E"/>
    <w:rsid w:val="00E86BFE"/>
    <w:rsid w:val="00E86FB9"/>
    <w:rsid w:val="00E87342"/>
    <w:rsid w:val="00E87AB1"/>
    <w:rsid w:val="00E87E0F"/>
    <w:rsid w:val="00E906F1"/>
    <w:rsid w:val="00E91278"/>
    <w:rsid w:val="00E91A6C"/>
    <w:rsid w:val="00E9279A"/>
    <w:rsid w:val="00E92F42"/>
    <w:rsid w:val="00E930A0"/>
    <w:rsid w:val="00E93B22"/>
    <w:rsid w:val="00E94295"/>
    <w:rsid w:val="00E9434D"/>
    <w:rsid w:val="00E94B0F"/>
    <w:rsid w:val="00E95202"/>
    <w:rsid w:val="00E955F6"/>
    <w:rsid w:val="00E9593C"/>
    <w:rsid w:val="00E962F3"/>
    <w:rsid w:val="00E962F7"/>
    <w:rsid w:val="00E966AB"/>
    <w:rsid w:val="00E97D33"/>
    <w:rsid w:val="00E97FD9"/>
    <w:rsid w:val="00EA0005"/>
    <w:rsid w:val="00EA0702"/>
    <w:rsid w:val="00EA2192"/>
    <w:rsid w:val="00EA260D"/>
    <w:rsid w:val="00EA2A08"/>
    <w:rsid w:val="00EA2D46"/>
    <w:rsid w:val="00EA3D1B"/>
    <w:rsid w:val="00EA3DCF"/>
    <w:rsid w:val="00EA45F7"/>
    <w:rsid w:val="00EA4BD1"/>
    <w:rsid w:val="00EA56AD"/>
    <w:rsid w:val="00EA59EE"/>
    <w:rsid w:val="00EA5EEA"/>
    <w:rsid w:val="00EA6EEA"/>
    <w:rsid w:val="00EA7330"/>
    <w:rsid w:val="00EB1434"/>
    <w:rsid w:val="00EB1A9F"/>
    <w:rsid w:val="00EB1B23"/>
    <w:rsid w:val="00EB1D17"/>
    <w:rsid w:val="00EB21C0"/>
    <w:rsid w:val="00EB2755"/>
    <w:rsid w:val="00EB2F65"/>
    <w:rsid w:val="00EB40D7"/>
    <w:rsid w:val="00EB4EB3"/>
    <w:rsid w:val="00EB54D1"/>
    <w:rsid w:val="00EB56D4"/>
    <w:rsid w:val="00EB6B0A"/>
    <w:rsid w:val="00EB6FAC"/>
    <w:rsid w:val="00EB7BAF"/>
    <w:rsid w:val="00EB7D86"/>
    <w:rsid w:val="00EC10A7"/>
    <w:rsid w:val="00EC14E2"/>
    <w:rsid w:val="00EC1659"/>
    <w:rsid w:val="00EC1AAA"/>
    <w:rsid w:val="00EC225C"/>
    <w:rsid w:val="00EC227E"/>
    <w:rsid w:val="00EC263C"/>
    <w:rsid w:val="00EC307D"/>
    <w:rsid w:val="00EC3184"/>
    <w:rsid w:val="00EC34EC"/>
    <w:rsid w:val="00EC3B49"/>
    <w:rsid w:val="00EC4DFC"/>
    <w:rsid w:val="00EC5383"/>
    <w:rsid w:val="00EC662B"/>
    <w:rsid w:val="00EC6CBB"/>
    <w:rsid w:val="00EC7719"/>
    <w:rsid w:val="00ED02C0"/>
    <w:rsid w:val="00ED0CE9"/>
    <w:rsid w:val="00ED1563"/>
    <w:rsid w:val="00ED160F"/>
    <w:rsid w:val="00ED19F2"/>
    <w:rsid w:val="00ED2077"/>
    <w:rsid w:val="00ED2316"/>
    <w:rsid w:val="00ED2DD5"/>
    <w:rsid w:val="00ED3854"/>
    <w:rsid w:val="00ED3C3E"/>
    <w:rsid w:val="00ED4080"/>
    <w:rsid w:val="00ED55A1"/>
    <w:rsid w:val="00ED5908"/>
    <w:rsid w:val="00ED5F19"/>
    <w:rsid w:val="00ED6B0D"/>
    <w:rsid w:val="00ED6BDC"/>
    <w:rsid w:val="00ED6C50"/>
    <w:rsid w:val="00ED7E55"/>
    <w:rsid w:val="00ED7FF9"/>
    <w:rsid w:val="00EE0BBB"/>
    <w:rsid w:val="00EE1807"/>
    <w:rsid w:val="00EE18C9"/>
    <w:rsid w:val="00EE4417"/>
    <w:rsid w:val="00EE46A6"/>
    <w:rsid w:val="00EE4C3A"/>
    <w:rsid w:val="00EE4EED"/>
    <w:rsid w:val="00EE5C52"/>
    <w:rsid w:val="00EE69E5"/>
    <w:rsid w:val="00EE7826"/>
    <w:rsid w:val="00EF0E28"/>
    <w:rsid w:val="00EF19F0"/>
    <w:rsid w:val="00EF2D5F"/>
    <w:rsid w:val="00EF3C0C"/>
    <w:rsid w:val="00EF3F30"/>
    <w:rsid w:val="00EF45EA"/>
    <w:rsid w:val="00EF4BCD"/>
    <w:rsid w:val="00EF556E"/>
    <w:rsid w:val="00EF6412"/>
    <w:rsid w:val="00EF65E6"/>
    <w:rsid w:val="00EF6946"/>
    <w:rsid w:val="00EF698D"/>
    <w:rsid w:val="00EF7581"/>
    <w:rsid w:val="00EF79B3"/>
    <w:rsid w:val="00F0019C"/>
    <w:rsid w:val="00F00766"/>
    <w:rsid w:val="00F01433"/>
    <w:rsid w:val="00F02B86"/>
    <w:rsid w:val="00F03A14"/>
    <w:rsid w:val="00F05FCB"/>
    <w:rsid w:val="00F06766"/>
    <w:rsid w:val="00F06EEC"/>
    <w:rsid w:val="00F07550"/>
    <w:rsid w:val="00F075FE"/>
    <w:rsid w:val="00F077AB"/>
    <w:rsid w:val="00F10D2D"/>
    <w:rsid w:val="00F11794"/>
    <w:rsid w:val="00F117E0"/>
    <w:rsid w:val="00F125A9"/>
    <w:rsid w:val="00F12B1F"/>
    <w:rsid w:val="00F12E55"/>
    <w:rsid w:val="00F13367"/>
    <w:rsid w:val="00F134BF"/>
    <w:rsid w:val="00F13902"/>
    <w:rsid w:val="00F14B49"/>
    <w:rsid w:val="00F14D41"/>
    <w:rsid w:val="00F17511"/>
    <w:rsid w:val="00F2014C"/>
    <w:rsid w:val="00F20516"/>
    <w:rsid w:val="00F20681"/>
    <w:rsid w:val="00F209E2"/>
    <w:rsid w:val="00F20B92"/>
    <w:rsid w:val="00F210BF"/>
    <w:rsid w:val="00F217BF"/>
    <w:rsid w:val="00F223BA"/>
    <w:rsid w:val="00F227D2"/>
    <w:rsid w:val="00F23598"/>
    <w:rsid w:val="00F237ED"/>
    <w:rsid w:val="00F240C2"/>
    <w:rsid w:val="00F25743"/>
    <w:rsid w:val="00F25B7C"/>
    <w:rsid w:val="00F25D7E"/>
    <w:rsid w:val="00F263E6"/>
    <w:rsid w:val="00F26407"/>
    <w:rsid w:val="00F26FDC"/>
    <w:rsid w:val="00F27DD7"/>
    <w:rsid w:val="00F308DE"/>
    <w:rsid w:val="00F30E4A"/>
    <w:rsid w:val="00F31302"/>
    <w:rsid w:val="00F3164F"/>
    <w:rsid w:val="00F31827"/>
    <w:rsid w:val="00F31A9C"/>
    <w:rsid w:val="00F31DD2"/>
    <w:rsid w:val="00F32398"/>
    <w:rsid w:val="00F331F6"/>
    <w:rsid w:val="00F34153"/>
    <w:rsid w:val="00F351D6"/>
    <w:rsid w:val="00F352C4"/>
    <w:rsid w:val="00F35906"/>
    <w:rsid w:val="00F35B73"/>
    <w:rsid w:val="00F36013"/>
    <w:rsid w:val="00F360DD"/>
    <w:rsid w:val="00F3643B"/>
    <w:rsid w:val="00F36487"/>
    <w:rsid w:val="00F370C9"/>
    <w:rsid w:val="00F37D3B"/>
    <w:rsid w:val="00F37E02"/>
    <w:rsid w:val="00F408EA"/>
    <w:rsid w:val="00F419A2"/>
    <w:rsid w:val="00F41A36"/>
    <w:rsid w:val="00F42580"/>
    <w:rsid w:val="00F42AF5"/>
    <w:rsid w:val="00F42B95"/>
    <w:rsid w:val="00F43CF1"/>
    <w:rsid w:val="00F44787"/>
    <w:rsid w:val="00F4542C"/>
    <w:rsid w:val="00F4570E"/>
    <w:rsid w:val="00F46F8A"/>
    <w:rsid w:val="00F46FED"/>
    <w:rsid w:val="00F47926"/>
    <w:rsid w:val="00F47D43"/>
    <w:rsid w:val="00F47E9D"/>
    <w:rsid w:val="00F5028A"/>
    <w:rsid w:val="00F503D0"/>
    <w:rsid w:val="00F50B36"/>
    <w:rsid w:val="00F50F9C"/>
    <w:rsid w:val="00F52160"/>
    <w:rsid w:val="00F528F4"/>
    <w:rsid w:val="00F52E17"/>
    <w:rsid w:val="00F530C7"/>
    <w:rsid w:val="00F546CD"/>
    <w:rsid w:val="00F556BD"/>
    <w:rsid w:val="00F5620A"/>
    <w:rsid w:val="00F56235"/>
    <w:rsid w:val="00F571F8"/>
    <w:rsid w:val="00F57ECA"/>
    <w:rsid w:val="00F60FE8"/>
    <w:rsid w:val="00F61196"/>
    <w:rsid w:val="00F61419"/>
    <w:rsid w:val="00F61A29"/>
    <w:rsid w:val="00F61AA0"/>
    <w:rsid w:val="00F61E63"/>
    <w:rsid w:val="00F621BC"/>
    <w:rsid w:val="00F63B4C"/>
    <w:rsid w:val="00F649A4"/>
    <w:rsid w:val="00F65A1B"/>
    <w:rsid w:val="00F6728D"/>
    <w:rsid w:val="00F6755D"/>
    <w:rsid w:val="00F710AC"/>
    <w:rsid w:val="00F71A9D"/>
    <w:rsid w:val="00F729CC"/>
    <w:rsid w:val="00F72D75"/>
    <w:rsid w:val="00F72FDB"/>
    <w:rsid w:val="00F73090"/>
    <w:rsid w:val="00F735D7"/>
    <w:rsid w:val="00F74AE9"/>
    <w:rsid w:val="00F74D56"/>
    <w:rsid w:val="00F7685E"/>
    <w:rsid w:val="00F76DF7"/>
    <w:rsid w:val="00F773F6"/>
    <w:rsid w:val="00F7770E"/>
    <w:rsid w:val="00F77F03"/>
    <w:rsid w:val="00F803F6"/>
    <w:rsid w:val="00F80C3F"/>
    <w:rsid w:val="00F80D7E"/>
    <w:rsid w:val="00F81B0B"/>
    <w:rsid w:val="00F82513"/>
    <w:rsid w:val="00F825CF"/>
    <w:rsid w:val="00F82760"/>
    <w:rsid w:val="00F82D79"/>
    <w:rsid w:val="00F844C3"/>
    <w:rsid w:val="00F85A25"/>
    <w:rsid w:val="00F86785"/>
    <w:rsid w:val="00F869E7"/>
    <w:rsid w:val="00F86B3E"/>
    <w:rsid w:val="00F875C8"/>
    <w:rsid w:val="00F87CAB"/>
    <w:rsid w:val="00F87D63"/>
    <w:rsid w:val="00F904E1"/>
    <w:rsid w:val="00F915EA"/>
    <w:rsid w:val="00F9209D"/>
    <w:rsid w:val="00F9374E"/>
    <w:rsid w:val="00F94250"/>
    <w:rsid w:val="00F945D9"/>
    <w:rsid w:val="00F9475B"/>
    <w:rsid w:val="00F94955"/>
    <w:rsid w:val="00F949CC"/>
    <w:rsid w:val="00F9585C"/>
    <w:rsid w:val="00F95981"/>
    <w:rsid w:val="00F95EE1"/>
    <w:rsid w:val="00F960B8"/>
    <w:rsid w:val="00F96AA3"/>
    <w:rsid w:val="00F96C17"/>
    <w:rsid w:val="00F96FF5"/>
    <w:rsid w:val="00F975E2"/>
    <w:rsid w:val="00FA0030"/>
    <w:rsid w:val="00FA03CD"/>
    <w:rsid w:val="00FA06A1"/>
    <w:rsid w:val="00FA0818"/>
    <w:rsid w:val="00FA1083"/>
    <w:rsid w:val="00FA19DA"/>
    <w:rsid w:val="00FA19FA"/>
    <w:rsid w:val="00FA24F3"/>
    <w:rsid w:val="00FA329E"/>
    <w:rsid w:val="00FA3323"/>
    <w:rsid w:val="00FA34C3"/>
    <w:rsid w:val="00FA364F"/>
    <w:rsid w:val="00FA4701"/>
    <w:rsid w:val="00FA4A61"/>
    <w:rsid w:val="00FA56DF"/>
    <w:rsid w:val="00FA5B19"/>
    <w:rsid w:val="00FA5ED7"/>
    <w:rsid w:val="00FA6777"/>
    <w:rsid w:val="00FA6D25"/>
    <w:rsid w:val="00FA7307"/>
    <w:rsid w:val="00FA765C"/>
    <w:rsid w:val="00FA7833"/>
    <w:rsid w:val="00FB0257"/>
    <w:rsid w:val="00FB02C7"/>
    <w:rsid w:val="00FB087A"/>
    <w:rsid w:val="00FB1CC3"/>
    <w:rsid w:val="00FB21EC"/>
    <w:rsid w:val="00FB2A68"/>
    <w:rsid w:val="00FB2DFA"/>
    <w:rsid w:val="00FB3234"/>
    <w:rsid w:val="00FB5AE3"/>
    <w:rsid w:val="00FB602D"/>
    <w:rsid w:val="00FB6718"/>
    <w:rsid w:val="00FB7046"/>
    <w:rsid w:val="00FB7BEA"/>
    <w:rsid w:val="00FB7D81"/>
    <w:rsid w:val="00FB7DF0"/>
    <w:rsid w:val="00FC1105"/>
    <w:rsid w:val="00FC1C43"/>
    <w:rsid w:val="00FC1E2C"/>
    <w:rsid w:val="00FC2F5E"/>
    <w:rsid w:val="00FC2F90"/>
    <w:rsid w:val="00FC2FB9"/>
    <w:rsid w:val="00FC3120"/>
    <w:rsid w:val="00FC32EB"/>
    <w:rsid w:val="00FC356C"/>
    <w:rsid w:val="00FC4289"/>
    <w:rsid w:val="00FC44D7"/>
    <w:rsid w:val="00FC515A"/>
    <w:rsid w:val="00FC5840"/>
    <w:rsid w:val="00FC5B0F"/>
    <w:rsid w:val="00FC671B"/>
    <w:rsid w:val="00FC69DB"/>
    <w:rsid w:val="00FC6A0F"/>
    <w:rsid w:val="00FC731A"/>
    <w:rsid w:val="00FC7714"/>
    <w:rsid w:val="00FD06D7"/>
    <w:rsid w:val="00FD0DB0"/>
    <w:rsid w:val="00FD13FE"/>
    <w:rsid w:val="00FD2986"/>
    <w:rsid w:val="00FD315E"/>
    <w:rsid w:val="00FD4EDE"/>
    <w:rsid w:val="00FD523D"/>
    <w:rsid w:val="00FD56A0"/>
    <w:rsid w:val="00FD5808"/>
    <w:rsid w:val="00FD617F"/>
    <w:rsid w:val="00FD62FD"/>
    <w:rsid w:val="00FD66C8"/>
    <w:rsid w:val="00FD7698"/>
    <w:rsid w:val="00FD77BA"/>
    <w:rsid w:val="00FD7B16"/>
    <w:rsid w:val="00FD7D6E"/>
    <w:rsid w:val="00FE0082"/>
    <w:rsid w:val="00FE11DD"/>
    <w:rsid w:val="00FE1984"/>
    <w:rsid w:val="00FE1AC7"/>
    <w:rsid w:val="00FE1E43"/>
    <w:rsid w:val="00FE2932"/>
    <w:rsid w:val="00FE3D74"/>
    <w:rsid w:val="00FE3E5F"/>
    <w:rsid w:val="00FE5ADC"/>
    <w:rsid w:val="00FE6445"/>
    <w:rsid w:val="00FE6A6C"/>
    <w:rsid w:val="00FF0460"/>
    <w:rsid w:val="00FF0CE2"/>
    <w:rsid w:val="00FF2077"/>
    <w:rsid w:val="00FF2A21"/>
    <w:rsid w:val="00FF2AEE"/>
    <w:rsid w:val="00FF2D1B"/>
    <w:rsid w:val="00FF2EC8"/>
    <w:rsid w:val="00FF3207"/>
    <w:rsid w:val="00FF4633"/>
    <w:rsid w:val="00FF4A9A"/>
    <w:rsid w:val="00FF56CE"/>
    <w:rsid w:val="00FF57F8"/>
    <w:rsid w:val="00FF5D3A"/>
    <w:rsid w:val="00FF5DCC"/>
    <w:rsid w:val="00FF6143"/>
    <w:rsid w:val="00FF62A3"/>
    <w:rsid w:val="00FF64F0"/>
    <w:rsid w:val="00FF79D3"/>
    <w:rsid w:val="00FF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24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124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12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5CF9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1247"/>
    <w:pPr>
      <w:keepNext/>
      <w:jc w:val="center"/>
      <w:outlineLvl w:val="4"/>
    </w:pPr>
    <w:rPr>
      <w:b/>
      <w:sz w:val="36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124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A45CF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1247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41247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A45CF9"/>
    <w:rPr>
      <w:rFonts w:ascii="Cambria" w:hAnsi="Cambria" w:cs="Times New Roman"/>
      <w:b/>
      <w:bCs/>
      <w:color w:val="4F81BD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41247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41247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A45CF9"/>
    <w:rPr>
      <w:rFonts w:ascii="Arial" w:hAnsi="Arial" w:cs="Arial"/>
      <w:lang w:eastAsia="ru-RU"/>
    </w:rPr>
  </w:style>
  <w:style w:type="paragraph" w:styleId="ListParagraph">
    <w:name w:val="List Paragraph"/>
    <w:basedOn w:val="Normal"/>
    <w:uiPriority w:val="99"/>
    <w:qFormat/>
    <w:rsid w:val="0084124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A45CF9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45CF9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385</Words>
  <Characters>2196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ch09</cp:lastModifiedBy>
  <cp:revision>8</cp:revision>
  <cp:lastPrinted>2015-02-13T09:23:00Z</cp:lastPrinted>
  <dcterms:created xsi:type="dcterms:W3CDTF">2015-02-12T05:29:00Z</dcterms:created>
  <dcterms:modified xsi:type="dcterms:W3CDTF">2015-03-17T07:52:00Z</dcterms:modified>
</cp:coreProperties>
</file>