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60" w:rsidRDefault="006E0260" w:rsidP="002802B6">
      <w:pPr>
        <w:tabs>
          <w:tab w:val="left" w:pos="567"/>
          <w:tab w:val="left" w:pos="851"/>
        </w:tabs>
        <w:jc w:val="center"/>
      </w:pPr>
      <w:r w:rsidRPr="00965FC5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8.25pt;height:48.75pt;visibility:visible">
            <v:imagedata r:id="rId4" o:title=""/>
          </v:shape>
        </w:pict>
      </w:r>
    </w:p>
    <w:p w:rsidR="006E0260" w:rsidRDefault="006E0260" w:rsidP="002802B6">
      <w:pPr>
        <w:jc w:val="center"/>
        <w:rPr>
          <w:b/>
        </w:rPr>
      </w:pPr>
    </w:p>
    <w:p w:rsidR="006E0260" w:rsidRDefault="006E0260" w:rsidP="002802B6">
      <w:pPr>
        <w:pStyle w:val="Heading9"/>
      </w:pPr>
      <w:r>
        <w:t>У  К  Р  А  Ї  Н  А</w:t>
      </w:r>
    </w:p>
    <w:p w:rsidR="006E0260" w:rsidRDefault="006E0260" w:rsidP="002802B6">
      <w:pPr>
        <w:jc w:val="center"/>
        <w:rPr>
          <w:b/>
        </w:rPr>
      </w:pPr>
    </w:p>
    <w:p w:rsidR="006E0260" w:rsidRDefault="006E0260" w:rsidP="002802B6">
      <w:pPr>
        <w:pStyle w:val="Heading8"/>
      </w:pPr>
      <w:r>
        <w:t xml:space="preserve">А р т е м і в с ь к а   м і с ь к а   р а д а </w:t>
      </w:r>
    </w:p>
    <w:p w:rsidR="006E0260" w:rsidRDefault="006E0260" w:rsidP="002802B6">
      <w:pPr>
        <w:jc w:val="center"/>
        <w:rPr>
          <w:b/>
        </w:rPr>
      </w:pPr>
    </w:p>
    <w:p w:rsidR="006E0260" w:rsidRPr="002802B6" w:rsidRDefault="006E0260" w:rsidP="002802B6">
      <w:pPr>
        <w:jc w:val="center"/>
        <w:rPr>
          <w:rFonts w:ascii="Times New Roman" w:hAnsi="Times New Roman"/>
          <w:b/>
          <w:sz w:val="40"/>
        </w:rPr>
      </w:pPr>
      <w:r w:rsidRPr="002802B6">
        <w:rPr>
          <w:rFonts w:ascii="Times New Roman" w:hAnsi="Times New Roman"/>
          <w:b/>
          <w:sz w:val="40"/>
        </w:rPr>
        <w:t>2 СЕСІЯ  6  СКЛИКАННЯ</w:t>
      </w:r>
    </w:p>
    <w:p w:rsidR="006E0260" w:rsidRPr="002802B6" w:rsidRDefault="006E0260" w:rsidP="002802B6">
      <w:pPr>
        <w:pStyle w:val="Heading3"/>
        <w:rPr>
          <w:sz w:val="40"/>
          <w:szCs w:val="40"/>
        </w:rPr>
      </w:pPr>
      <w:r w:rsidRPr="002802B6">
        <w:rPr>
          <w:sz w:val="40"/>
          <w:szCs w:val="40"/>
        </w:rPr>
        <w:t>Р І Ш Е Н Н Я</w:t>
      </w:r>
    </w:p>
    <w:p w:rsidR="006E0260" w:rsidRPr="002802B6" w:rsidRDefault="006E0260" w:rsidP="002802B6">
      <w:pPr>
        <w:pStyle w:val="Title"/>
        <w:jc w:val="left"/>
        <w:rPr>
          <w:b w:val="0"/>
        </w:rPr>
      </w:pPr>
    </w:p>
    <w:p w:rsidR="006E0260" w:rsidRPr="002802B6" w:rsidRDefault="006E0260" w:rsidP="002802B6">
      <w:pPr>
        <w:pStyle w:val="Title"/>
        <w:jc w:val="left"/>
        <w:rPr>
          <w:b w:val="0"/>
          <w:lang w:val="ru-RU"/>
        </w:rPr>
      </w:pPr>
    </w:p>
    <w:p w:rsidR="006E0260" w:rsidRPr="002802B6" w:rsidRDefault="006E0260" w:rsidP="002802B6">
      <w:pPr>
        <w:pStyle w:val="Title"/>
        <w:jc w:val="left"/>
        <w:rPr>
          <w:b w:val="0"/>
          <w:sz w:val="24"/>
          <w:szCs w:val="24"/>
          <w:u w:val="single"/>
          <w:lang w:val="ru-RU"/>
        </w:rPr>
      </w:pPr>
      <w:r w:rsidRPr="002802B6">
        <w:rPr>
          <w:b w:val="0"/>
          <w:sz w:val="24"/>
          <w:szCs w:val="24"/>
          <w:lang w:val="ru-RU"/>
        </w:rPr>
        <w:t>29.12.2010</w:t>
      </w:r>
      <w:r w:rsidRPr="002802B6">
        <w:rPr>
          <w:b w:val="0"/>
          <w:sz w:val="24"/>
          <w:szCs w:val="24"/>
          <w:u w:val="single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>№ 6/2-38</w:t>
      </w:r>
    </w:p>
    <w:p w:rsidR="006E0260" w:rsidRPr="002802B6" w:rsidRDefault="006E0260" w:rsidP="002802B6">
      <w:pPr>
        <w:pStyle w:val="Title"/>
        <w:jc w:val="left"/>
        <w:rPr>
          <w:b w:val="0"/>
          <w:sz w:val="24"/>
          <w:szCs w:val="24"/>
          <w:lang w:val="ru-RU"/>
        </w:rPr>
      </w:pPr>
      <w:r w:rsidRPr="002802B6">
        <w:rPr>
          <w:b w:val="0"/>
          <w:sz w:val="24"/>
          <w:szCs w:val="24"/>
        </w:rPr>
        <w:t>м. Артемівськ</w:t>
      </w:r>
    </w:p>
    <w:p w:rsidR="006E0260" w:rsidRPr="002802B6" w:rsidRDefault="006E0260" w:rsidP="002802B6">
      <w:pPr>
        <w:pStyle w:val="Title"/>
        <w:jc w:val="left"/>
        <w:rPr>
          <w:b w:val="0"/>
          <w:sz w:val="24"/>
          <w:szCs w:val="24"/>
          <w:lang w:val="ru-RU"/>
        </w:rPr>
      </w:pPr>
    </w:p>
    <w:p w:rsidR="006E0260" w:rsidRPr="002802B6" w:rsidRDefault="006E0260" w:rsidP="002802B6">
      <w:pPr>
        <w:spacing w:line="240" w:lineRule="auto"/>
        <w:ind w:right="4253"/>
        <w:rPr>
          <w:rFonts w:ascii="Times New Roman" w:hAnsi="Times New Roman"/>
          <w:b/>
          <w:sz w:val="28"/>
          <w:szCs w:val="28"/>
          <w:lang w:val="uk-UA"/>
        </w:rPr>
      </w:pPr>
      <w:r w:rsidRPr="002802B6">
        <w:rPr>
          <w:rFonts w:ascii="Times New Roman" w:hAnsi="Times New Roman"/>
          <w:b/>
          <w:sz w:val="28"/>
          <w:szCs w:val="28"/>
          <w:lang w:val="uk-UA"/>
        </w:rPr>
        <w:t>Про  надання  згоди  Артемівській центральній  районній  лікарні 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02B6">
        <w:rPr>
          <w:rFonts w:ascii="Times New Roman" w:hAnsi="Times New Roman"/>
          <w:b/>
          <w:sz w:val="28"/>
          <w:szCs w:val="28"/>
          <w:lang w:val="uk-UA"/>
        </w:rPr>
        <w:t>обмін будівельних матеріалів, що знаходяться на  балансі</w:t>
      </w:r>
      <w:r w:rsidRPr="002802B6">
        <w:rPr>
          <w:rFonts w:ascii="Times New Roman" w:hAnsi="Times New Roman"/>
          <w:b/>
          <w:sz w:val="28"/>
          <w:szCs w:val="28"/>
        </w:rPr>
        <w:t xml:space="preserve"> </w:t>
      </w:r>
      <w:r w:rsidRPr="002802B6">
        <w:rPr>
          <w:rFonts w:ascii="Times New Roman" w:hAnsi="Times New Roman"/>
          <w:b/>
          <w:sz w:val="28"/>
          <w:szCs w:val="28"/>
          <w:lang w:val="uk-UA"/>
        </w:rPr>
        <w:t>Артемівської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02B6">
        <w:rPr>
          <w:rFonts w:ascii="Times New Roman" w:hAnsi="Times New Roman"/>
          <w:b/>
          <w:sz w:val="28"/>
          <w:szCs w:val="28"/>
          <w:lang w:val="uk-UA"/>
        </w:rPr>
        <w:t>дитячої  лікарні, на  інші будівельні  матеріали  для</w:t>
      </w:r>
      <w:r w:rsidRPr="002802B6">
        <w:rPr>
          <w:rFonts w:ascii="Times New Roman" w:hAnsi="Times New Roman"/>
          <w:szCs w:val="28"/>
          <w:lang w:val="uk-UA"/>
        </w:rPr>
        <w:t xml:space="preserve">  </w:t>
      </w:r>
      <w:r w:rsidRPr="002802B6">
        <w:rPr>
          <w:rFonts w:ascii="Times New Roman" w:hAnsi="Times New Roman"/>
          <w:b/>
          <w:sz w:val="28"/>
          <w:szCs w:val="28"/>
          <w:lang w:val="uk-UA"/>
        </w:rPr>
        <w:t>здійснення капітального ремонту Артемівської дитячої лікарні</w:t>
      </w:r>
    </w:p>
    <w:p w:rsidR="006E0260" w:rsidRPr="002802B6" w:rsidRDefault="006E0260" w:rsidP="002802B6">
      <w:pPr>
        <w:pStyle w:val="Title"/>
        <w:jc w:val="left"/>
        <w:rPr>
          <w:i/>
          <w:sz w:val="24"/>
          <w:szCs w:val="24"/>
        </w:rPr>
      </w:pPr>
    </w:p>
    <w:p w:rsidR="006E0260" w:rsidRPr="002802B6" w:rsidRDefault="006E0260" w:rsidP="002802B6">
      <w:pPr>
        <w:pStyle w:val="Title"/>
        <w:jc w:val="left"/>
        <w:rPr>
          <w:b w:val="0"/>
          <w:sz w:val="24"/>
          <w:szCs w:val="24"/>
        </w:rPr>
      </w:pPr>
    </w:p>
    <w:p w:rsidR="006E0260" w:rsidRPr="002802B6" w:rsidRDefault="006E0260" w:rsidP="002802B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802B6">
        <w:rPr>
          <w:rFonts w:ascii="Times New Roman" w:hAnsi="Times New Roman"/>
          <w:sz w:val="28"/>
          <w:szCs w:val="28"/>
          <w:lang w:val="uk-UA"/>
        </w:rPr>
        <w:tab/>
        <w:t xml:space="preserve">Заслухавши інформацію  головного лікаря Артемівської центральної районної лікарні Блєднова В.П. щодо надання згоди на обмін будівельних матеріалів, що знаходяться на балансі Артемівської </w:t>
      </w:r>
      <w:r>
        <w:rPr>
          <w:rFonts w:ascii="Times New Roman" w:hAnsi="Times New Roman"/>
          <w:sz w:val="28"/>
          <w:szCs w:val="28"/>
          <w:lang w:val="uk-UA"/>
        </w:rPr>
        <w:t>центральної районної</w:t>
      </w:r>
      <w:r w:rsidRPr="002802B6">
        <w:rPr>
          <w:rFonts w:ascii="Times New Roman" w:hAnsi="Times New Roman"/>
          <w:sz w:val="28"/>
          <w:szCs w:val="28"/>
          <w:lang w:val="uk-UA"/>
        </w:rPr>
        <w:t xml:space="preserve"> лікарні , на інші будівельні матеріали для здійснення капітального ремонту Артемівської дитячої лікарні, керуючись ст. ст. 26, 60 Закону України від 21.05.97 № 280/97 ВР «Про місцеве самоврядування в Україні» із внесеними до нього змінами, </w:t>
      </w:r>
      <w:r>
        <w:rPr>
          <w:rFonts w:ascii="Times New Roman" w:hAnsi="Times New Roman"/>
          <w:sz w:val="28"/>
          <w:szCs w:val="28"/>
          <w:lang w:val="uk-UA"/>
        </w:rPr>
        <w:t xml:space="preserve"> Артемівська </w:t>
      </w:r>
      <w:r w:rsidRPr="002802B6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6E0260" w:rsidRPr="002802B6" w:rsidRDefault="006E0260" w:rsidP="002802B6">
      <w:pPr>
        <w:rPr>
          <w:rFonts w:ascii="Times New Roman" w:hAnsi="Times New Roman"/>
          <w:b/>
          <w:sz w:val="28"/>
          <w:szCs w:val="28"/>
          <w:lang w:val="uk-UA"/>
        </w:rPr>
      </w:pPr>
      <w:r w:rsidRPr="002802B6">
        <w:rPr>
          <w:rFonts w:ascii="Times New Roman" w:hAnsi="Times New Roman"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E0260" w:rsidRPr="002802B6" w:rsidRDefault="006E0260" w:rsidP="002802B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2802B6">
        <w:rPr>
          <w:rFonts w:ascii="Times New Roman" w:hAnsi="Times New Roman"/>
          <w:sz w:val="28"/>
          <w:szCs w:val="28"/>
          <w:lang w:val="uk-UA"/>
        </w:rPr>
        <w:tab/>
        <w:t xml:space="preserve">1.Надати згоду Артемівській центральній районній лікарні (Блєднов) на обмін будівельних матеріалів, згідно з переліком (додається), </w:t>
      </w:r>
      <w:r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2802B6">
        <w:rPr>
          <w:rFonts w:ascii="Times New Roman" w:hAnsi="Times New Roman"/>
          <w:sz w:val="28"/>
          <w:szCs w:val="28"/>
          <w:lang w:val="uk-UA"/>
        </w:rPr>
        <w:t xml:space="preserve"> знаходяться на </w:t>
      </w:r>
      <w:r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2802B6">
        <w:rPr>
          <w:rFonts w:ascii="Times New Roman" w:hAnsi="Times New Roman"/>
          <w:sz w:val="28"/>
          <w:szCs w:val="28"/>
          <w:lang w:val="uk-UA"/>
        </w:rPr>
        <w:t>балансі, на загальну суму 214590 грн.77 коп. на інші будівельні матеріали для здійснення капітального ремонту Артемівської дитячої лікарні.</w:t>
      </w:r>
    </w:p>
    <w:p w:rsidR="006E0260" w:rsidRPr="002802B6" w:rsidRDefault="006E0260" w:rsidP="002802B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0260" w:rsidRPr="002802B6" w:rsidRDefault="006E0260" w:rsidP="00A53D2D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02B6">
        <w:rPr>
          <w:rFonts w:ascii="Times New Roman" w:hAnsi="Times New Roman"/>
          <w:sz w:val="28"/>
          <w:szCs w:val="28"/>
          <w:lang w:val="uk-UA"/>
        </w:rPr>
        <w:tab/>
        <w:t>2.Артемівській центральній районній лікарні (Блєднов) забезпечити:</w:t>
      </w:r>
    </w:p>
    <w:p w:rsidR="006E0260" w:rsidRPr="002802B6" w:rsidRDefault="006E0260" w:rsidP="00A53D2D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02B6">
        <w:rPr>
          <w:rFonts w:ascii="Times New Roman" w:hAnsi="Times New Roman"/>
          <w:sz w:val="28"/>
          <w:szCs w:val="28"/>
          <w:lang w:val="uk-UA"/>
        </w:rPr>
        <w:tab/>
        <w:t>2.1.Здійснення обміну будівельних матеріалів, визначених у додатку до цього рішення, відповідно до діючого законодавства.</w:t>
      </w:r>
    </w:p>
    <w:p w:rsidR="006E0260" w:rsidRPr="002802B6" w:rsidRDefault="006E0260" w:rsidP="00A53D2D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02B6">
        <w:rPr>
          <w:rFonts w:ascii="Times New Roman" w:hAnsi="Times New Roman"/>
          <w:sz w:val="28"/>
          <w:szCs w:val="28"/>
          <w:lang w:val="uk-UA"/>
        </w:rPr>
        <w:tab/>
        <w:t xml:space="preserve">2.2.Використання </w:t>
      </w:r>
      <w:r>
        <w:rPr>
          <w:rFonts w:ascii="Times New Roman" w:hAnsi="Times New Roman"/>
          <w:sz w:val="28"/>
          <w:szCs w:val="28"/>
          <w:lang w:val="uk-UA"/>
        </w:rPr>
        <w:t>будівельних матеріалів</w:t>
      </w:r>
      <w:r w:rsidRPr="002802B6">
        <w:rPr>
          <w:rFonts w:ascii="Times New Roman" w:hAnsi="Times New Roman"/>
          <w:sz w:val="28"/>
          <w:szCs w:val="28"/>
          <w:lang w:val="uk-UA"/>
        </w:rPr>
        <w:t>, отриман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2802B6">
        <w:rPr>
          <w:rFonts w:ascii="Times New Roman" w:hAnsi="Times New Roman"/>
          <w:sz w:val="28"/>
          <w:szCs w:val="28"/>
          <w:lang w:val="uk-UA"/>
        </w:rPr>
        <w:t xml:space="preserve"> в результаті обміну, виключно на капітальний ремонт Артемівської дитячої лікарні.</w:t>
      </w:r>
    </w:p>
    <w:p w:rsidR="006E0260" w:rsidRPr="002802B6" w:rsidRDefault="006E0260" w:rsidP="002802B6">
      <w:pPr>
        <w:pStyle w:val="Style2"/>
        <w:widowControl/>
        <w:tabs>
          <w:tab w:val="left" w:pos="0"/>
        </w:tabs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2802B6">
        <w:rPr>
          <w:sz w:val="28"/>
          <w:szCs w:val="28"/>
          <w:lang w:val="uk-UA"/>
        </w:rPr>
        <w:tab/>
        <w:t xml:space="preserve">3.Організаційне виконання рішення покласти на Артемівську центральну районну лікарню (Блєднов). </w:t>
      </w:r>
    </w:p>
    <w:p w:rsidR="006E0260" w:rsidRPr="002802B6" w:rsidRDefault="006E0260" w:rsidP="002802B6">
      <w:pPr>
        <w:pStyle w:val="Style2"/>
        <w:widowControl/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6E0260" w:rsidRPr="002802B6" w:rsidRDefault="006E0260" w:rsidP="002802B6">
      <w:pPr>
        <w:pStyle w:val="Style2"/>
        <w:widowControl/>
        <w:tabs>
          <w:tab w:val="left" w:pos="0"/>
        </w:tabs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2802B6">
        <w:rPr>
          <w:sz w:val="28"/>
          <w:szCs w:val="28"/>
          <w:lang w:val="uk-UA"/>
        </w:rPr>
        <w:tab/>
        <w:t>4.</w:t>
      </w:r>
      <w:r>
        <w:rPr>
          <w:sz w:val="28"/>
          <w:szCs w:val="28"/>
          <w:lang w:val="uk-UA"/>
        </w:rPr>
        <w:t xml:space="preserve"> </w:t>
      </w:r>
      <w:r w:rsidRPr="002802B6">
        <w:rPr>
          <w:sz w:val="28"/>
          <w:szCs w:val="28"/>
          <w:lang w:val="uk-UA"/>
        </w:rPr>
        <w:t>Координаційне виконання рішення покласти на постійні комісії Артемівської міської ради з питань: економічної</w:t>
      </w:r>
      <w:r>
        <w:rPr>
          <w:sz w:val="28"/>
          <w:szCs w:val="28"/>
          <w:lang w:val="uk-UA"/>
        </w:rPr>
        <w:t xml:space="preserve"> і інвестиційної </w:t>
      </w:r>
      <w:r w:rsidRPr="002802B6">
        <w:rPr>
          <w:sz w:val="28"/>
          <w:szCs w:val="28"/>
          <w:lang w:val="uk-UA"/>
        </w:rPr>
        <w:t xml:space="preserve"> політики бюджету і фінансів (Нікітенко); </w:t>
      </w:r>
      <w:r>
        <w:rPr>
          <w:sz w:val="28"/>
          <w:szCs w:val="28"/>
          <w:lang w:val="uk-UA"/>
        </w:rPr>
        <w:t xml:space="preserve">з питань </w:t>
      </w:r>
      <w:r w:rsidRPr="002802B6">
        <w:rPr>
          <w:sz w:val="28"/>
          <w:szCs w:val="28"/>
          <w:lang w:val="uk-UA"/>
        </w:rPr>
        <w:t>соціального захисту населення і охорони здоров`я (Красножон); секретаря Артемівської міської ради Кіщенко С.І.</w:t>
      </w:r>
    </w:p>
    <w:p w:rsidR="006E0260" w:rsidRPr="002802B6" w:rsidRDefault="006E0260" w:rsidP="002802B6">
      <w:pPr>
        <w:tabs>
          <w:tab w:val="left" w:pos="127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0260" w:rsidRPr="002802B6" w:rsidRDefault="006E0260" w:rsidP="002802B6">
      <w:pPr>
        <w:tabs>
          <w:tab w:val="left" w:pos="709"/>
          <w:tab w:val="left" w:pos="127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02B6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2802B6">
        <w:rPr>
          <w:rFonts w:ascii="Times New Roman" w:hAnsi="Times New Roman"/>
          <w:b/>
          <w:sz w:val="28"/>
          <w:szCs w:val="28"/>
          <w:lang w:val="uk-UA"/>
        </w:rPr>
        <w:t xml:space="preserve"> Міський голова</w:t>
      </w:r>
      <w:r w:rsidRPr="002802B6">
        <w:rPr>
          <w:rFonts w:ascii="Times New Roman" w:hAnsi="Times New Roman"/>
          <w:b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b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b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b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b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b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b/>
          <w:sz w:val="28"/>
          <w:szCs w:val="28"/>
          <w:lang w:val="uk-UA"/>
        </w:rPr>
        <w:tab/>
        <w:t>О.О. РЕВА</w:t>
      </w:r>
    </w:p>
    <w:p w:rsidR="006E0260" w:rsidRPr="002802B6" w:rsidRDefault="006E0260" w:rsidP="002802B6">
      <w:pPr>
        <w:tabs>
          <w:tab w:val="left" w:pos="709"/>
          <w:tab w:val="left" w:pos="127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E0260" w:rsidRDefault="006E0260" w:rsidP="002802B6">
      <w:pPr>
        <w:tabs>
          <w:tab w:val="left" w:pos="709"/>
          <w:tab w:val="left" w:pos="1276"/>
        </w:tabs>
        <w:jc w:val="both"/>
        <w:rPr>
          <w:b/>
          <w:sz w:val="28"/>
          <w:szCs w:val="28"/>
          <w:lang w:val="uk-UA"/>
        </w:rPr>
      </w:pPr>
    </w:p>
    <w:p w:rsidR="006E0260" w:rsidRDefault="006E0260" w:rsidP="002802B6">
      <w:pPr>
        <w:tabs>
          <w:tab w:val="left" w:pos="709"/>
          <w:tab w:val="left" w:pos="1276"/>
        </w:tabs>
        <w:jc w:val="both"/>
        <w:rPr>
          <w:b/>
          <w:sz w:val="28"/>
          <w:szCs w:val="28"/>
          <w:lang w:val="uk-UA"/>
        </w:rPr>
      </w:pPr>
    </w:p>
    <w:p w:rsidR="006E0260" w:rsidRDefault="006E0260" w:rsidP="002802B6">
      <w:pPr>
        <w:tabs>
          <w:tab w:val="left" w:pos="709"/>
          <w:tab w:val="left" w:pos="1276"/>
        </w:tabs>
        <w:jc w:val="both"/>
        <w:rPr>
          <w:b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Pr="00583931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583931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6E0260" w:rsidRDefault="006E0260" w:rsidP="00D30DBA">
      <w:pPr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r w:rsidRPr="00583931">
        <w:rPr>
          <w:rFonts w:ascii="Times New Roman" w:hAnsi="Times New Roman"/>
          <w:sz w:val="28"/>
          <w:szCs w:val="28"/>
          <w:lang w:val="uk-UA"/>
        </w:rPr>
        <w:t>до рішення Артемівської міської ради</w:t>
      </w:r>
    </w:p>
    <w:p w:rsidR="006E0260" w:rsidRPr="00583931" w:rsidRDefault="006E0260" w:rsidP="00D30DBA">
      <w:pPr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29.12.2010 № 6/2- 38</w:t>
      </w:r>
    </w:p>
    <w:p w:rsidR="006E0260" w:rsidRPr="00242654" w:rsidRDefault="006E0260" w:rsidP="00D30DBA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Pr="00242654" w:rsidRDefault="006E0260" w:rsidP="00D30DBA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E0260" w:rsidRPr="00242654" w:rsidRDefault="006E0260" w:rsidP="00D30DBA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</w:t>
      </w:r>
      <w:r w:rsidRPr="0024265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E0260" w:rsidRDefault="006E0260" w:rsidP="00D30DBA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будівельних матеріалів, що знаходяться </w:t>
      </w:r>
    </w:p>
    <w:p w:rsidR="006E0260" w:rsidRDefault="006E0260" w:rsidP="00D30DBA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балансі Артемівської дитячої лікарні, та на які надається згода на обмін на інші будівельні матеріали для здійснення капітального ремонту Артемівської дитячої лікарні</w:t>
      </w:r>
    </w:p>
    <w:p w:rsidR="006E0260" w:rsidRPr="00583931" w:rsidRDefault="006E0260" w:rsidP="00EF3EB2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8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8"/>
        <w:gridCol w:w="3388"/>
        <w:gridCol w:w="1322"/>
        <w:gridCol w:w="1260"/>
        <w:gridCol w:w="1800"/>
      </w:tblGrid>
      <w:tr w:rsidR="006E0260" w:rsidRPr="00E35987" w:rsidTr="00A53D2D">
        <w:tc>
          <w:tcPr>
            <w:tcW w:w="618" w:type="dxa"/>
          </w:tcPr>
          <w:p w:rsidR="006E0260" w:rsidRPr="00242654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й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мен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ван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ня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242654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д. 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им.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ількість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</w:p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без НДС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ГКПВ 12,5х2500х1200(влагост</w:t>
            </w: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йкий)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3 366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47 729,88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ГКПВ 12,5х2500х1200(</w:t>
            </w: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звичайний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en-US"/>
              </w:rPr>
              <w:t>3 048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31</w:t>
            </w:r>
            <w:r w:rsidRPr="00E3598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790,6</w:t>
            </w:r>
            <w:r w:rsidRPr="00E3598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ГКПВ 9,5х2500х1200 (</w:t>
            </w: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звичайний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3 213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31 101,84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НР-Старт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3,78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3 288,60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НР-Финиш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8 568,00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НР-Старт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3,09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2 787,67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Ротбанд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9 072,00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Флісестріх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13 286,52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Р-75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14 164,80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Перфликс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3 888,00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Нивеллиршпахтель Альфа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6,61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12 426,80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3388" w:type="dxa"/>
          </w:tcPr>
          <w:p w:rsidR="006E0260" w:rsidRPr="00E35987" w:rsidRDefault="006E0260" w:rsidP="00E359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Фугенфюллер</w:t>
            </w:r>
          </w:p>
        </w:tc>
        <w:tc>
          <w:tcPr>
            <w:tcW w:w="1322" w:type="dxa"/>
            <w:tcBorders>
              <w:righ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6E0260" w:rsidRPr="00E35987" w:rsidRDefault="006E0260" w:rsidP="00E3598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720,89</w:t>
            </w:r>
          </w:p>
        </w:tc>
      </w:tr>
    </w:tbl>
    <w:p w:rsidR="006E0260" w:rsidRDefault="006E0260" w:rsidP="00D30DBA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6E0260" w:rsidRDefault="006E0260" w:rsidP="00D30DBA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 w:rsidRPr="00A53D2D">
        <w:rPr>
          <w:rFonts w:ascii="Times New Roman" w:hAnsi="Times New Roman"/>
          <w:sz w:val="28"/>
          <w:szCs w:val="28"/>
          <w:lang w:val="uk-UA"/>
        </w:rPr>
        <w:t>На загальну суму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214590,77  </w:t>
      </w:r>
      <w:r w:rsidRPr="00A53D2D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6E0260" w:rsidRPr="00A53D2D" w:rsidRDefault="006E0260" w:rsidP="00D30DBA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6E0260" w:rsidRPr="00242654" w:rsidRDefault="006E0260" w:rsidP="00D30DBA">
      <w:pPr>
        <w:contextualSpacing/>
        <w:rPr>
          <w:rFonts w:ascii="Times New Roman" w:hAnsi="Times New Roman"/>
          <w:i/>
          <w:sz w:val="28"/>
          <w:szCs w:val="28"/>
          <w:lang w:val="uk-UA"/>
        </w:rPr>
      </w:pPr>
      <w:r w:rsidRPr="00242654">
        <w:rPr>
          <w:rFonts w:ascii="Times New Roman" w:hAnsi="Times New Roman"/>
          <w:i/>
          <w:sz w:val="28"/>
          <w:szCs w:val="28"/>
          <w:lang w:val="uk-UA"/>
        </w:rPr>
        <w:t>Перелік складено Артемівською центральною районною лікарнею</w:t>
      </w:r>
    </w:p>
    <w:p w:rsidR="006E0260" w:rsidRDefault="006E0260" w:rsidP="00D30DBA">
      <w:pPr>
        <w:contextualSpacing/>
        <w:rPr>
          <w:rFonts w:ascii="Times New Roman" w:hAnsi="Times New Roman"/>
          <w:sz w:val="28"/>
          <w:szCs w:val="28"/>
        </w:rPr>
      </w:pPr>
    </w:p>
    <w:p w:rsidR="006E0260" w:rsidRDefault="006E0260" w:rsidP="00D30DBA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</w:t>
      </w:r>
      <w:r w:rsidRPr="004F49F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лікар</w:t>
      </w:r>
      <w:r w:rsidRPr="004F49FD">
        <w:rPr>
          <w:rFonts w:ascii="Times New Roman" w:hAnsi="Times New Roman"/>
          <w:sz w:val="28"/>
          <w:szCs w:val="28"/>
        </w:rPr>
        <w:t xml:space="preserve"> ЦР</w:t>
      </w:r>
      <w:r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В.П. Блєднов</w:t>
      </w:r>
    </w:p>
    <w:p w:rsidR="006E0260" w:rsidRPr="00884553" w:rsidRDefault="006E0260" w:rsidP="00D30DBA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D30DBA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</w:t>
      </w:r>
    </w:p>
    <w:p w:rsidR="006E0260" w:rsidRDefault="006E0260" w:rsidP="00D30DBA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Артемівської  міської ради                                             С.І.Кіщенко</w:t>
      </w:r>
    </w:p>
    <w:p w:rsidR="006E0260" w:rsidRPr="002802B6" w:rsidRDefault="006E0260" w:rsidP="00D30DBA">
      <w:pPr>
        <w:contextualSpacing/>
        <w:rPr>
          <w:rFonts w:ascii="Times New Roman" w:hAnsi="Times New Roman"/>
          <w:sz w:val="28"/>
          <w:szCs w:val="28"/>
          <w:lang w:val="uk-UA"/>
        </w:rPr>
      </w:pPr>
      <w:r w:rsidRPr="002802B6">
        <w:rPr>
          <w:rFonts w:ascii="Times New Roman" w:hAnsi="Times New Roman"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sz w:val="28"/>
          <w:szCs w:val="28"/>
          <w:lang w:val="uk-UA"/>
        </w:rPr>
        <w:tab/>
      </w:r>
      <w:r w:rsidRPr="002802B6">
        <w:rPr>
          <w:rFonts w:ascii="Times New Roman" w:hAnsi="Times New Roman"/>
          <w:sz w:val="28"/>
          <w:szCs w:val="28"/>
          <w:lang w:val="uk-UA"/>
        </w:rPr>
        <w:tab/>
      </w:r>
    </w:p>
    <w:p w:rsidR="006E0260" w:rsidRPr="002802B6" w:rsidRDefault="006E0260" w:rsidP="00D30DBA">
      <w:pPr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Pr="00C53CA5" w:rsidRDefault="006E0260" w:rsidP="00A53D2D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53CA5">
        <w:rPr>
          <w:rFonts w:ascii="Times New Roman" w:hAnsi="Times New Roman"/>
          <w:b/>
          <w:sz w:val="28"/>
          <w:szCs w:val="28"/>
          <w:lang w:val="uk-UA"/>
        </w:rPr>
        <w:t>ІНФОРМАЦІЯ</w:t>
      </w:r>
    </w:p>
    <w:p w:rsidR="006E0260" w:rsidRPr="00C53CA5" w:rsidRDefault="006E0260" w:rsidP="00A53D2D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E0260" w:rsidRPr="00C53CA5" w:rsidRDefault="006E0260" w:rsidP="00A53D2D">
      <w:pPr>
        <w:contextualSpacing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2 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сесію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6 скликання 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>Артемівської міської ради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з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питання</w:t>
      </w:r>
    </w:p>
    <w:p w:rsidR="006E0260" w:rsidRPr="00C53CA5" w:rsidRDefault="006E0260" w:rsidP="00A53D2D">
      <w:pPr>
        <w:contextualSpacing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>про дачу згоди Артемівськ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ій 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>центральн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ій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районн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ій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лікарн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і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на обмін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будівельних 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матеріалів, що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знаходяться 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її 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балансі,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на інші будівельні матеріали 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 для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здійснення 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капітального ремонту Артемівської дитячої лікарні</w:t>
      </w:r>
    </w:p>
    <w:p w:rsidR="006E0260" w:rsidRPr="00C53CA5" w:rsidRDefault="006E0260" w:rsidP="00A53D2D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E0260" w:rsidRPr="00C53CA5" w:rsidRDefault="006E0260" w:rsidP="00A53D2D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E0260" w:rsidRPr="00C53CA5" w:rsidRDefault="006E0260" w:rsidP="00A53D2D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53CA5">
        <w:rPr>
          <w:rFonts w:ascii="Times New Roman" w:hAnsi="Times New Roman"/>
          <w:sz w:val="28"/>
          <w:szCs w:val="28"/>
          <w:lang w:val="uk-UA"/>
        </w:rPr>
        <w:tab/>
        <w:t xml:space="preserve">На 2010 рік бюджетні асигнування на капітальний ремонт Артемівської дитячої лікарні не закладені. </w:t>
      </w:r>
    </w:p>
    <w:p w:rsidR="006E0260" w:rsidRPr="00C53CA5" w:rsidRDefault="006E0260" w:rsidP="00A53D2D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53CA5">
        <w:rPr>
          <w:rFonts w:ascii="Times New Roman" w:hAnsi="Times New Roman"/>
          <w:sz w:val="28"/>
          <w:szCs w:val="28"/>
          <w:lang w:val="uk-UA"/>
        </w:rPr>
        <w:t xml:space="preserve">З метою продовження й завершення ремонту головного </w:t>
      </w:r>
      <w:r>
        <w:rPr>
          <w:rFonts w:ascii="Times New Roman" w:hAnsi="Times New Roman"/>
          <w:sz w:val="28"/>
          <w:szCs w:val="28"/>
          <w:lang w:val="uk-UA"/>
        </w:rPr>
        <w:t>корпусу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 Артемівської дитячої лікарні в 2010р</w:t>
      </w:r>
      <w:r>
        <w:rPr>
          <w:rFonts w:ascii="Times New Roman" w:hAnsi="Times New Roman"/>
          <w:sz w:val="28"/>
          <w:szCs w:val="28"/>
          <w:lang w:val="uk-UA"/>
        </w:rPr>
        <w:t xml:space="preserve">оці, 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Артемівська   центральна  районна  лікарня  просить Артемівську міську раду дати згоду на обмін будівельних матеріалів, які передані дитячій лікарні у вигляді спонсорської допомоги й перебувають на балансі Артемівської </w:t>
      </w:r>
      <w:r>
        <w:rPr>
          <w:rFonts w:ascii="Times New Roman" w:hAnsi="Times New Roman"/>
          <w:sz w:val="28"/>
          <w:szCs w:val="28"/>
          <w:lang w:val="uk-UA"/>
        </w:rPr>
        <w:t>дитячої лікарні, на інші будівельні матеріали для здійснення капітального ремонту Артемівської дитячої лікарні.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 Строк придатності   будівельних матеріалів, що підлягають обміну, минає в </w:t>
      </w:r>
      <w:r>
        <w:rPr>
          <w:rFonts w:ascii="Times New Roman" w:hAnsi="Times New Roman"/>
          <w:sz w:val="28"/>
          <w:szCs w:val="28"/>
          <w:lang w:val="uk-UA"/>
        </w:rPr>
        <w:t>І кв. 2011року.</w:t>
      </w:r>
    </w:p>
    <w:p w:rsidR="006E0260" w:rsidRPr="00C53CA5" w:rsidRDefault="006E0260" w:rsidP="00A53D2D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період з жовтня 2009 року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 по </w:t>
      </w:r>
      <w:r>
        <w:rPr>
          <w:rFonts w:ascii="Times New Roman" w:hAnsi="Times New Roman"/>
          <w:sz w:val="28"/>
          <w:szCs w:val="28"/>
          <w:lang w:val="uk-UA"/>
        </w:rPr>
        <w:t xml:space="preserve">грудень 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 2010 року, отримано будівельних матеріалів на загальну суму </w:t>
      </w:r>
      <w:r>
        <w:rPr>
          <w:rFonts w:ascii="Times New Roman" w:hAnsi="Times New Roman"/>
          <w:sz w:val="28"/>
          <w:szCs w:val="28"/>
          <w:lang w:val="uk-UA"/>
        </w:rPr>
        <w:t>753,0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>, в</w:t>
      </w:r>
      <w:r w:rsidRPr="00C53CA5">
        <w:rPr>
          <w:rFonts w:ascii="Times New Roman" w:hAnsi="Times New Roman"/>
          <w:sz w:val="28"/>
          <w:szCs w:val="28"/>
          <w:lang w:val="uk-UA"/>
        </w:rPr>
        <w:t>итрачено на ремо</w:t>
      </w:r>
      <w:r>
        <w:rPr>
          <w:rFonts w:ascii="Times New Roman" w:hAnsi="Times New Roman"/>
          <w:sz w:val="28"/>
          <w:szCs w:val="28"/>
          <w:lang w:val="uk-UA"/>
        </w:rPr>
        <w:t>нт відділень дитячої лікарні 473,6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Є залишок матеріалів на </w:t>
      </w:r>
      <w:r>
        <w:rPr>
          <w:rFonts w:ascii="Times New Roman" w:hAnsi="Times New Roman"/>
          <w:sz w:val="28"/>
          <w:szCs w:val="28"/>
          <w:lang w:val="uk-UA"/>
        </w:rPr>
        <w:t>279,4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 тис. грн., з яких проведення обміну планується на суму </w:t>
      </w:r>
      <w:r>
        <w:rPr>
          <w:rFonts w:ascii="Times New Roman" w:hAnsi="Times New Roman"/>
          <w:sz w:val="28"/>
          <w:szCs w:val="28"/>
          <w:lang w:val="uk-UA"/>
        </w:rPr>
        <w:t>214,6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 тис. грн. і містить у собі ті матеріали, які не будуть задіяні для продовження ремонту. Перелік </w:t>
      </w:r>
      <w:r>
        <w:rPr>
          <w:rFonts w:ascii="Times New Roman" w:hAnsi="Times New Roman"/>
          <w:sz w:val="28"/>
          <w:szCs w:val="28"/>
          <w:lang w:val="uk-UA"/>
        </w:rPr>
        <w:t xml:space="preserve">будівельних 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матеріалів, </w:t>
      </w:r>
      <w:r>
        <w:rPr>
          <w:rFonts w:ascii="Times New Roman" w:hAnsi="Times New Roman"/>
          <w:sz w:val="28"/>
          <w:szCs w:val="28"/>
          <w:lang w:val="uk-UA"/>
        </w:rPr>
        <w:t>які підлягають обміну</w:t>
      </w:r>
      <w:r w:rsidRPr="00C53CA5">
        <w:rPr>
          <w:rFonts w:ascii="Times New Roman" w:hAnsi="Times New Roman"/>
          <w:sz w:val="28"/>
          <w:szCs w:val="28"/>
          <w:lang w:val="uk-UA"/>
        </w:rPr>
        <w:t xml:space="preserve">, додається.  </w:t>
      </w:r>
    </w:p>
    <w:p w:rsidR="006E0260" w:rsidRPr="00C53CA5" w:rsidRDefault="006E0260" w:rsidP="00A53D2D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0260" w:rsidRPr="00C53CA5" w:rsidRDefault="006E0260" w:rsidP="00A53D2D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0260" w:rsidRPr="00C53CA5" w:rsidRDefault="006E0260" w:rsidP="00A53D2D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0260" w:rsidRPr="00C53CA5" w:rsidRDefault="006E0260" w:rsidP="00A53D2D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0260" w:rsidRPr="00C53CA5" w:rsidRDefault="006E0260" w:rsidP="00A53D2D">
      <w:pPr>
        <w:ind w:firstLine="708"/>
        <w:contextualSpacing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Головний лікар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6E0260" w:rsidRPr="00C53CA5" w:rsidRDefault="006E0260" w:rsidP="00A53D2D">
      <w:pPr>
        <w:ind w:firstLine="708"/>
        <w:contextualSpacing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>Артемівської центральної</w:t>
      </w:r>
    </w:p>
    <w:p w:rsidR="006E0260" w:rsidRPr="00C53CA5" w:rsidRDefault="006E0260" w:rsidP="00A53D2D">
      <w:pPr>
        <w:ind w:firstLine="708"/>
        <w:contextualSpacing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>районної лікарні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В.П. 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Блєдно</w:t>
      </w:r>
      <w:r w:rsidRPr="00C53CA5">
        <w:rPr>
          <w:rFonts w:ascii="Times New Roman" w:hAnsi="Times New Roman"/>
          <w:b/>
          <w:i/>
          <w:sz w:val="28"/>
          <w:szCs w:val="28"/>
          <w:lang w:val="uk-UA"/>
        </w:rPr>
        <w:t>в</w:t>
      </w: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Default="006E0260">
      <w:pPr>
        <w:rPr>
          <w:lang w:val="uk-UA"/>
        </w:rPr>
      </w:pPr>
    </w:p>
    <w:p w:rsidR="006E0260" w:rsidRPr="00583931" w:rsidRDefault="006E0260" w:rsidP="00A53D2D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  <w:r w:rsidRPr="00583931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6E0260" w:rsidRDefault="006E0260" w:rsidP="00A53D2D">
      <w:pPr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r w:rsidRPr="00583931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інформації на 2 сесію 6 скликання </w:t>
      </w:r>
      <w:r w:rsidRPr="00583931">
        <w:rPr>
          <w:rFonts w:ascii="Times New Roman" w:hAnsi="Times New Roman"/>
          <w:sz w:val="28"/>
          <w:szCs w:val="28"/>
          <w:lang w:val="uk-UA"/>
        </w:rPr>
        <w:t>Артемівської міської ради</w:t>
      </w:r>
    </w:p>
    <w:p w:rsidR="006E0260" w:rsidRPr="00242654" w:rsidRDefault="006E0260" w:rsidP="00A53D2D">
      <w:pPr>
        <w:ind w:left="4956" w:firstLine="708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Pr="00242654" w:rsidRDefault="006E0260" w:rsidP="00A53D2D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E0260" w:rsidRPr="00242654" w:rsidRDefault="006E0260" w:rsidP="00A53D2D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</w:t>
      </w:r>
      <w:r w:rsidRPr="0024265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E0260" w:rsidRDefault="006E0260" w:rsidP="00A53D2D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будівельних матеріалів, що знаходяться </w:t>
      </w:r>
    </w:p>
    <w:p w:rsidR="006E0260" w:rsidRDefault="006E0260" w:rsidP="00A53D2D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балансі Артемівської дитячої лікарні, та на які надається згода на обмін на інші будівельні матеріали для здійсненн капітального ремонту Артемівської дитячої лікарні</w:t>
      </w:r>
    </w:p>
    <w:p w:rsidR="006E0260" w:rsidRPr="00583931" w:rsidRDefault="006E0260" w:rsidP="00A53D2D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8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8"/>
        <w:gridCol w:w="3388"/>
        <w:gridCol w:w="975"/>
        <w:gridCol w:w="1607"/>
        <w:gridCol w:w="1620"/>
      </w:tblGrid>
      <w:tr w:rsidR="006E0260" w:rsidRPr="00E35987" w:rsidTr="00A53D2D">
        <w:tc>
          <w:tcPr>
            <w:tcW w:w="618" w:type="dxa"/>
          </w:tcPr>
          <w:p w:rsidR="006E0260" w:rsidRPr="00242654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й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мен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ван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ня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242654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д. 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им.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26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ількість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</w:t>
            </w:r>
          </w:p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без НДС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ГКПВ 12,5х2500х1200(влагост</w:t>
            </w: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йкий)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3 366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47 729,88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ГКПВ 12,5х2500х1200(</w:t>
            </w: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звичайний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en-US"/>
              </w:rPr>
              <w:t>3 048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31</w:t>
            </w:r>
            <w:r w:rsidRPr="00E3598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790,6</w:t>
            </w:r>
            <w:r w:rsidRPr="00E3598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ГКПВ 9,5х2500х1200 (</w:t>
            </w: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звичайний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3 213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31 101,84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НР-Старт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3,78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3 288,60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НР-Финиш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8 568,00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НР-Старт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3,09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2 787,67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Ротбанд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9 072,00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Флісестріх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13 286,52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E35987">
              <w:rPr>
                <w:rFonts w:ascii="Times New Roman" w:hAnsi="Times New Roman"/>
                <w:sz w:val="24"/>
                <w:szCs w:val="24"/>
              </w:rPr>
              <w:t>Р-75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14 164,80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Перфликс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3 888,00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Нивеллиршпахтель Альфа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6,61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12 426,80</w:t>
            </w:r>
          </w:p>
        </w:tc>
      </w:tr>
      <w:tr w:rsidR="006E0260" w:rsidRPr="00E35987" w:rsidTr="00A53D2D">
        <w:tc>
          <w:tcPr>
            <w:tcW w:w="61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359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3388" w:type="dxa"/>
          </w:tcPr>
          <w:p w:rsidR="006E0260" w:rsidRPr="00E35987" w:rsidRDefault="006E0260" w:rsidP="0013783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Фугенфюллер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E0260" w:rsidRPr="00E35987" w:rsidRDefault="006E0260" w:rsidP="0013783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35987">
              <w:rPr>
                <w:rFonts w:ascii="Times New Roman" w:hAnsi="Times New Roman"/>
                <w:sz w:val="24"/>
                <w:szCs w:val="24"/>
              </w:rPr>
              <w:t>720,89</w:t>
            </w:r>
          </w:p>
        </w:tc>
      </w:tr>
    </w:tbl>
    <w:p w:rsidR="006E0260" w:rsidRDefault="006E0260" w:rsidP="00A53D2D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6E0260" w:rsidRPr="00A53D2D" w:rsidRDefault="006E0260" w:rsidP="00A53D2D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 w:rsidRPr="00A53D2D">
        <w:rPr>
          <w:rFonts w:ascii="Times New Roman" w:hAnsi="Times New Roman"/>
          <w:sz w:val="28"/>
          <w:szCs w:val="28"/>
          <w:lang w:val="uk-UA"/>
        </w:rPr>
        <w:t xml:space="preserve">На загальну суму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214590,77 </w:t>
      </w:r>
      <w:r w:rsidRPr="00A53D2D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6E0260" w:rsidRPr="00242654" w:rsidRDefault="006E0260" w:rsidP="00A53D2D">
      <w:pPr>
        <w:contextualSpacing/>
        <w:rPr>
          <w:rFonts w:ascii="Times New Roman" w:hAnsi="Times New Roman"/>
          <w:i/>
          <w:sz w:val="28"/>
          <w:szCs w:val="28"/>
          <w:lang w:val="uk-UA"/>
        </w:rPr>
      </w:pPr>
      <w:r w:rsidRPr="00242654">
        <w:rPr>
          <w:rFonts w:ascii="Times New Roman" w:hAnsi="Times New Roman"/>
          <w:i/>
          <w:sz w:val="28"/>
          <w:szCs w:val="28"/>
          <w:lang w:val="uk-UA"/>
        </w:rPr>
        <w:t>Перелік складено Артемівською центральною районною лікарнею</w:t>
      </w:r>
    </w:p>
    <w:p w:rsidR="006E0260" w:rsidRDefault="006E0260" w:rsidP="00A53D2D">
      <w:pPr>
        <w:contextualSpacing/>
        <w:rPr>
          <w:rFonts w:ascii="Times New Roman" w:hAnsi="Times New Roman"/>
          <w:sz w:val="28"/>
          <w:szCs w:val="28"/>
        </w:rPr>
      </w:pPr>
    </w:p>
    <w:p w:rsidR="006E0260" w:rsidRDefault="006E0260" w:rsidP="00A53D2D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</w:t>
      </w:r>
      <w:r w:rsidRPr="004F49F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лікар</w:t>
      </w:r>
      <w:r w:rsidRPr="004F49FD">
        <w:rPr>
          <w:rFonts w:ascii="Times New Roman" w:hAnsi="Times New Roman"/>
          <w:sz w:val="28"/>
          <w:szCs w:val="28"/>
        </w:rPr>
        <w:t xml:space="preserve"> ЦР</w:t>
      </w:r>
      <w:r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В.П. Блєднов</w:t>
      </w:r>
    </w:p>
    <w:p w:rsidR="006E0260" w:rsidRPr="00884553" w:rsidRDefault="006E0260" w:rsidP="00A53D2D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A53D2D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бухгалтер Артемівської</w:t>
      </w:r>
    </w:p>
    <w:p w:rsidR="006E0260" w:rsidRDefault="006E0260" w:rsidP="00A53D2D">
      <w:pPr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Центральної районної лікарні                                       Г.І.Падалка</w:t>
      </w:r>
    </w:p>
    <w:p w:rsidR="006E0260" w:rsidRDefault="006E0260" w:rsidP="00A53D2D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Default="006E0260" w:rsidP="00A53D2D">
      <w:pPr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6E0260" w:rsidRPr="00A53D2D" w:rsidRDefault="006E0260" w:rsidP="00A53D2D">
      <w:pPr>
        <w:contextualSpacing/>
        <w:rPr>
          <w:rFonts w:ascii="Times New Roman" w:hAnsi="Times New Roman"/>
          <w:lang w:val="uk-UA"/>
        </w:rPr>
      </w:pPr>
      <w:r w:rsidRPr="00A53D2D">
        <w:rPr>
          <w:rFonts w:ascii="Times New Roman" w:hAnsi="Times New Roman"/>
          <w:lang w:val="uk-UA"/>
        </w:rPr>
        <w:t>Дегтярьов А.Х.</w:t>
      </w:r>
    </w:p>
    <w:p w:rsidR="006E0260" w:rsidRDefault="006E0260">
      <w:pPr>
        <w:rPr>
          <w:lang w:val="uk-UA"/>
        </w:rPr>
      </w:pPr>
    </w:p>
    <w:sectPr w:rsidR="006E0260" w:rsidSect="00382A14">
      <w:pgSz w:w="11906" w:h="16838"/>
      <w:pgMar w:top="89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DBA"/>
    <w:rsid w:val="0000330E"/>
    <w:rsid w:val="0000469F"/>
    <w:rsid w:val="00010FB8"/>
    <w:rsid w:val="0001489F"/>
    <w:rsid w:val="0001622E"/>
    <w:rsid w:val="00016BA3"/>
    <w:rsid w:val="00020013"/>
    <w:rsid w:val="00025533"/>
    <w:rsid w:val="00025FA1"/>
    <w:rsid w:val="000300D1"/>
    <w:rsid w:val="00031C60"/>
    <w:rsid w:val="00034C87"/>
    <w:rsid w:val="00037C15"/>
    <w:rsid w:val="000420DB"/>
    <w:rsid w:val="000423DB"/>
    <w:rsid w:val="0004671C"/>
    <w:rsid w:val="00046BF9"/>
    <w:rsid w:val="00050CF8"/>
    <w:rsid w:val="000519E4"/>
    <w:rsid w:val="00051FB9"/>
    <w:rsid w:val="0005225C"/>
    <w:rsid w:val="00052762"/>
    <w:rsid w:val="000533A6"/>
    <w:rsid w:val="0005478E"/>
    <w:rsid w:val="00056916"/>
    <w:rsid w:val="00057BA3"/>
    <w:rsid w:val="0006178A"/>
    <w:rsid w:val="00064689"/>
    <w:rsid w:val="00064B2E"/>
    <w:rsid w:val="00065E25"/>
    <w:rsid w:val="00077AA3"/>
    <w:rsid w:val="00080F80"/>
    <w:rsid w:val="00081980"/>
    <w:rsid w:val="00081CEA"/>
    <w:rsid w:val="00082F35"/>
    <w:rsid w:val="00087DC9"/>
    <w:rsid w:val="000902E3"/>
    <w:rsid w:val="00093776"/>
    <w:rsid w:val="000954D1"/>
    <w:rsid w:val="00096D78"/>
    <w:rsid w:val="00097396"/>
    <w:rsid w:val="000A4DDA"/>
    <w:rsid w:val="000A4F89"/>
    <w:rsid w:val="000A68C8"/>
    <w:rsid w:val="000A7E1D"/>
    <w:rsid w:val="000B000F"/>
    <w:rsid w:val="000B0E95"/>
    <w:rsid w:val="000B203D"/>
    <w:rsid w:val="000B2D2B"/>
    <w:rsid w:val="000B487B"/>
    <w:rsid w:val="000B64E7"/>
    <w:rsid w:val="000C1FDC"/>
    <w:rsid w:val="000D1E48"/>
    <w:rsid w:val="000D4367"/>
    <w:rsid w:val="000D5648"/>
    <w:rsid w:val="000D5F61"/>
    <w:rsid w:val="000D6537"/>
    <w:rsid w:val="000D6563"/>
    <w:rsid w:val="000E1F89"/>
    <w:rsid w:val="000E1F99"/>
    <w:rsid w:val="000E46C2"/>
    <w:rsid w:val="000E4B9A"/>
    <w:rsid w:val="000E65C1"/>
    <w:rsid w:val="000F163B"/>
    <w:rsid w:val="000F24D9"/>
    <w:rsid w:val="000F29BF"/>
    <w:rsid w:val="000F4F65"/>
    <w:rsid w:val="000F632B"/>
    <w:rsid w:val="000F6522"/>
    <w:rsid w:val="001006C9"/>
    <w:rsid w:val="00100D34"/>
    <w:rsid w:val="001019A7"/>
    <w:rsid w:val="001020EC"/>
    <w:rsid w:val="0010227E"/>
    <w:rsid w:val="001059F1"/>
    <w:rsid w:val="00105C32"/>
    <w:rsid w:val="001121AC"/>
    <w:rsid w:val="00112215"/>
    <w:rsid w:val="00114C7E"/>
    <w:rsid w:val="00115579"/>
    <w:rsid w:val="001155B9"/>
    <w:rsid w:val="001201FB"/>
    <w:rsid w:val="00123C05"/>
    <w:rsid w:val="00124EF7"/>
    <w:rsid w:val="00127214"/>
    <w:rsid w:val="0013340E"/>
    <w:rsid w:val="001340B2"/>
    <w:rsid w:val="0013661A"/>
    <w:rsid w:val="00137831"/>
    <w:rsid w:val="001405B5"/>
    <w:rsid w:val="001423A3"/>
    <w:rsid w:val="00142531"/>
    <w:rsid w:val="00147486"/>
    <w:rsid w:val="00153B70"/>
    <w:rsid w:val="001554CF"/>
    <w:rsid w:val="00157039"/>
    <w:rsid w:val="0015796F"/>
    <w:rsid w:val="00157AFD"/>
    <w:rsid w:val="0016126B"/>
    <w:rsid w:val="001613F3"/>
    <w:rsid w:val="00163768"/>
    <w:rsid w:val="0016597B"/>
    <w:rsid w:val="001670F2"/>
    <w:rsid w:val="001723BC"/>
    <w:rsid w:val="00173206"/>
    <w:rsid w:val="00176383"/>
    <w:rsid w:val="00177CAD"/>
    <w:rsid w:val="001803AE"/>
    <w:rsid w:val="00183023"/>
    <w:rsid w:val="00184D63"/>
    <w:rsid w:val="001857DE"/>
    <w:rsid w:val="00191C64"/>
    <w:rsid w:val="00191E62"/>
    <w:rsid w:val="0019451C"/>
    <w:rsid w:val="001A0C49"/>
    <w:rsid w:val="001A2A38"/>
    <w:rsid w:val="001A33AC"/>
    <w:rsid w:val="001A7860"/>
    <w:rsid w:val="001B0426"/>
    <w:rsid w:val="001B0A53"/>
    <w:rsid w:val="001B1BF3"/>
    <w:rsid w:val="001B2C5B"/>
    <w:rsid w:val="001B6E40"/>
    <w:rsid w:val="001B6F30"/>
    <w:rsid w:val="001C1432"/>
    <w:rsid w:val="001C1FA5"/>
    <w:rsid w:val="001C20FF"/>
    <w:rsid w:val="001C286E"/>
    <w:rsid w:val="001C45CB"/>
    <w:rsid w:val="001C5B3C"/>
    <w:rsid w:val="001C6D4F"/>
    <w:rsid w:val="001C7CDC"/>
    <w:rsid w:val="001D3335"/>
    <w:rsid w:val="001D3D35"/>
    <w:rsid w:val="001D4B45"/>
    <w:rsid w:val="001D527E"/>
    <w:rsid w:val="001D5CC6"/>
    <w:rsid w:val="001D60E0"/>
    <w:rsid w:val="001E0075"/>
    <w:rsid w:val="001E18DD"/>
    <w:rsid w:val="001E4016"/>
    <w:rsid w:val="001E7A35"/>
    <w:rsid w:val="001F348C"/>
    <w:rsid w:val="001F6DA7"/>
    <w:rsid w:val="001F7835"/>
    <w:rsid w:val="00201A7E"/>
    <w:rsid w:val="00205B23"/>
    <w:rsid w:val="00213753"/>
    <w:rsid w:val="002140A9"/>
    <w:rsid w:val="002147BA"/>
    <w:rsid w:val="00214CB9"/>
    <w:rsid w:val="0021626B"/>
    <w:rsid w:val="00216D8D"/>
    <w:rsid w:val="00217068"/>
    <w:rsid w:val="00220DBF"/>
    <w:rsid w:val="002223BC"/>
    <w:rsid w:val="002226B9"/>
    <w:rsid w:val="00224C3D"/>
    <w:rsid w:val="00232152"/>
    <w:rsid w:val="0023258B"/>
    <w:rsid w:val="00233115"/>
    <w:rsid w:val="002350FD"/>
    <w:rsid w:val="00235107"/>
    <w:rsid w:val="002363E9"/>
    <w:rsid w:val="0023690B"/>
    <w:rsid w:val="00242654"/>
    <w:rsid w:val="0024333D"/>
    <w:rsid w:val="002437EA"/>
    <w:rsid w:val="00243961"/>
    <w:rsid w:val="00245442"/>
    <w:rsid w:val="00245EF6"/>
    <w:rsid w:val="00246A81"/>
    <w:rsid w:val="00250998"/>
    <w:rsid w:val="00253214"/>
    <w:rsid w:val="00254524"/>
    <w:rsid w:val="00256B99"/>
    <w:rsid w:val="0026488A"/>
    <w:rsid w:val="00271A7E"/>
    <w:rsid w:val="00271B51"/>
    <w:rsid w:val="002802B6"/>
    <w:rsid w:val="00280AA1"/>
    <w:rsid w:val="00280AFE"/>
    <w:rsid w:val="00284DB2"/>
    <w:rsid w:val="002870AB"/>
    <w:rsid w:val="00290644"/>
    <w:rsid w:val="002942D5"/>
    <w:rsid w:val="002947CE"/>
    <w:rsid w:val="00294C05"/>
    <w:rsid w:val="002976EC"/>
    <w:rsid w:val="002A3002"/>
    <w:rsid w:val="002A4126"/>
    <w:rsid w:val="002A7B0D"/>
    <w:rsid w:val="002A7CC8"/>
    <w:rsid w:val="002A7FF6"/>
    <w:rsid w:val="002B13E2"/>
    <w:rsid w:val="002B3CEE"/>
    <w:rsid w:val="002B4844"/>
    <w:rsid w:val="002B502E"/>
    <w:rsid w:val="002C011A"/>
    <w:rsid w:val="002C57C6"/>
    <w:rsid w:val="002C7B2B"/>
    <w:rsid w:val="002D117B"/>
    <w:rsid w:val="002D20A1"/>
    <w:rsid w:val="002D3921"/>
    <w:rsid w:val="002D51AB"/>
    <w:rsid w:val="002E2DDD"/>
    <w:rsid w:val="002E4B56"/>
    <w:rsid w:val="002E4D2C"/>
    <w:rsid w:val="002E6167"/>
    <w:rsid w:val="002E6D7F"/>
    <w:rsid w:val="002E7E79"/>
    <w:rsid w:val="002F281D"/>
    <w:rsid w:val="002F3EE6"/>
    <w:rsid w:val="002F4A4F"/>
    <w:rsid w:val="002F5286"/>
    <w:rsid w:val="002F562A"/>
    <w:rsid w:val="00301C9C"/>
    <w:rsid w:val="003037C6"/>
    <w:rsid w:val="00303D24"/>
    <w:rsid w:val="003046F2"/>
    <w:rsid w:val="00306EE4"/>
    <w:rsid w:val="00307AC3"/>
    <w:rsid w:val="0031096C"/>
    <w:rsid w:val="0031150B"/>
    <w:rsid w:val="00312C91"/>
    <w:rsid w:val="00314EED"/>
    <w:rsid w:val="00315FB8"/>
    <w:rsid w:val="00325B38"/>
    <w:rsid w:val="00330AF4"/>
    <w:rsid w:val="00330AF5"/>
    <w:rsid w:val="00330C3F"/>
    <w:rsid w:val="00331DC2"/>
    <w:rsid w:val="00333866"/>
    <w:rsid w:val="00335810"/>
    <w:rsid w:val="003375F0"/>
    <w:rsid w:val="00341662"/>
    <w:rsid w:val="00343FDA"/>
    <w:rsid w:val="00344953"/>
    <w:rsid w:val="00344F1B"/>
    <w:rsid w:val="00345F72"/>
    <w:rsid w:val="00351BC6"/>
    <w:rsid w:val="0035201D"/>
    <w:rsid w:val="00353B52"/>
    <w:rsid w:val="00354148"/>
    <w:rsid w:val="00354EBF"/>
    <w:rsid w:val="0035523A"/>
    <w:rsid w:val="00355379"/>
    <w:rsid w:val="00356720"/>
    <w:rsid w:val="00356C71"/>
    <w:rsid w:val="00356E9E"/>
    <w:rsid w:val="00357D0A"/>
    <w:rsid w:val="00361BE5"/>
    <w:rsid w:val="00362C20"/>
    <w:rsid w:val="00364F57"/>
    <w:rsid w:val="0036587F"/>
    <w:rsid w:val="00365B0B"/>
    <w:rsid w:val="003661B3"/>
    <w:rsid w:val="003662BA"/>
    <w:rsid w:val="00366310"/>
    <w:rsid w:val="00367219"/>
    <w:rsid w:val="003675B6"/>
    <w:rsid w:val="0037008F"/>
    <w:rsid w:val="003721CA"/>
    <w:rsid w:val="00372361"/>
    <w:rsid w:val="00376412"/>
    <w:rsid w:val="003764DC"/>
    <w:rsid w:val="00377455"/>
    <w:rsid w:val="0037760E"/>
    <w:rsid w:val="00382A14"/>
    <w:rsid w:val="003840CC"/>
    <w:rsid w:val="00384DF9"/>
    <w:rsid w:val="003854EC"/>
    <w:rsid w:val="00386C3D"/>
    <w:rsid w:val="00391395"/>
    <w:rsid w:val="003914DE"/>
    <w:rsid w:val="003939D6"/>
    <w:rsid w:val="003A1546"/>
    <w:rsid w:val="003A159A"/>
    <w:rsid w:val="003A17A4"/>
    <w:rsid w:val="003A1A17"/>
    <w:rsid w:val="003A2841"/>
    <w:rsid w:val="003A3175"/>
    <w:rsid w:val="003A669D"/>
    <w:rsid w:val="003B12BD"/>
    <w:rsid w:val="003B51E6"/>
    <w:rsid w:val="003B537D"/>
    <w:rsid w:val="003B704B"/>
    <w:rsid w:val="003C29DF"/>
    <w:rsid w:val="003C342C"/>
    <w:rsid w:val="003C7848"/>
    <w:rsid w:val="003C79B3"/>
    <w:rsid w:val="003D1F10"/>
    <w:rsid w:val="003D45CD"/>
    <w:rsid w:val="003D499C"/>
    <w:rsid w:val="003D502D"/>
    <w:rsid w:val="003D576B"/>
    <w:rsid w:val="003E0400"/>
    <w:rsid w:val="003E124A"/>
    <w:rsid w:val="003E194B"/>
    <w:rsid w:val="003E3DE1"/>
    <w:rsid w:val="003E4811"/>
    <w:rsid w:val="003E57E3"/>
    <w:rsid w:val="003E58DE"/>
    <w:rsid w:val="003E621B"/>
    <w:rsid w:val="003E6B7B"/>
    <w:rsid w:val="003E721F"/>
    <w:rsid w:val="003F2E6B"/>
    <w:rsid w:val="003F59A1"/>
    <w:rsid w:val="003F5C46"/>
    <w:rsid w:val="003F6898"/>
    <w:rsid w:val="003F6E99"/>
    <w:rsid w:val="003F6FB8"/>
    <w:rsid w:val="00400366"/>
    <w:rsid w:val="00400CA3"/>
    <w:rsid w:val="00406FE3"/>
    <w:rsid w:val="0041129C"/>
    <w:rsid w:val="00413DFA"/>
    <w:rsid w:val="00414115"/>
    <w:rsid w:val="004160AF"/>
    <w:rsid w:val="0041725B"/>
    <w:rsid w:val="00420943"/>
    <w:rsid w:val="00421C33"/>
    <w:rsid w:val="00421E9F"/>
    <w:rsid w:val="00430CD0"/>
    <w:rsid w:val="00431F83"/>
    <w:rsid w:val="004326C9"/>
    <w:rsid w:val="00436294"/>
    <w:rsid w:val="0044059F"/>
    <w:rsid w:val="00441076"/>
    <w:rsid w:val="004411BE"/>
    <w:rsid w:val="004412CC"/>
    <w:rsid w:val="004417B4"/>
    <w:rsid w:val="00442EF8"/>
    <w:rsid w:val="004448B8"/>
    <w:rsid w:val="00447E10"/>
    <w:rsid w:val="00447E79"/>
    <w:rsid w:val="004510E2"/>
    <w:rsid w:val="00453F9B"/>
    <w:rsid w:val="00457E88"/>
    <w:rsid w:val="0046650D"/>
    <w:rsid w:val="004667EF"/>
    <w:rsid w:val="004673BC"/>
    <w:rsid w:val="004706A7"/>
    <w:rsid w:val="00470FFE"/>
    <w:rsid w:val="00471465"/>
    <w:rsid w:val="00472CD6"/>
    <w:rsid w:val="00473562"/>
    <w:rsid w:val="004741DE"/>
    <w:rsid w:val="0047560C"/>
    <w:rsid w:val="0047584B"/>
    <w:rsid w:val="0047596D"/>
    <w:rsid w:val="00481ECE"/>
    <w:rsid w:val="00485978"/>
    <w:rsid w:val="00485DD2"/>
    <w:rsid w:val="0048675B"/>
    <w:rsid w:val="0049006B"/>
    <w:rsid w:val="004904CE"/>
    <w:rsid w:val="00492F42"/>
    <w:rsid w:val="004948B7"/>
    <w:rsid w:val="0049549B"/>
    <w:rsid w:val="00495FC3"/>
    <w:rsid w:val="00496286"/>
    <w:rsid w:val="004969E6"/>
    <w:rsid w:val="0049744C"/>
    <w:rsid w:val="004A07F7"/>
    <w:rsid w:val="004A112F"/>
    <w:rsid w:val="004A2739"/>
    <w:rsid w:val="004A2B86"/>
    <w:rsid w:val="004A47F9"/>
    <w:rsid w:val="004A4E1A"/>
    <w:rsid w:val="004A67BA"/>
    <w:rsid w:val="004B0CDD"/>
    <w:rsid w:val="004B23F3"/>
    <w:rsid w:val="004B3C11"/>
    <w:rsid w:val="004B67C8"/>
    <w:rsid w:val="004B7A28"/>
    <w:rsid w:val="004C703F"/>
    <w:rsid w:val="004D3A9E"/>
    <w:rsid w:val="004D4839"/>
    <w:rsid w:val="004D76A3"/>
    <w:rsid w:val="004E1F4E"/>
    <w:rsid w:val="004E2ECC"/>
    <w:rsid w:val="004E591C"/>
    <w:rsid w:val="004E61C1"/>
    <w:rsid w:val="004E7AA2"/>
    <w:rsid w:val="004E7E26"/>
    <w:rsid w:val="004F0496"/>
    <w:rsid w:val="004F21C0"/>
    <w:rsid w:val="004F49FD"/>
    <w:rsid w:val="004F6422"/>
    <w:rsid w:val="004F6910"/>
    <w:rsid w:val="004F69B9"/>
    <w:rsid w:val="004F6EFD"/>
    <w:rsid w:val="0050110C"/>
    <w:rsid w:val="00502D10"/>
    <w:rsid w:val="005036CB"/>
    <w:rsid w:val="00504588"/>
    <w:rsid w:val="00504617"/>
    <w:rsid w:val="00505EEF"/>
    <w:rsid w:val="005062D2"/>
    <w:rsid w:val="00510BA8"/>
    <w:rsid w:val="00513DD9"/>
    <w:rsid w:val="0051532A"/>
    <w:rsid w:val="00522B1A"/>
    <w:rsid w:val="005231D0"/>
    <w:rsid w:val="005233A0"/>
    <w:rsid w:val="0052399F"/>
    <w:rsid w:val="0053087E"/>
    <w:rsid w:val="0053148E"/>
    <w:rsid w:val="005320E0"/>
    <w:rsid w:val="00534B3B"/>
    <w:rsid w:val="005353FC"/>
    <w:rsid w:val="00535A13"/>
    <w:rsid w:val="00536E72"/>
    <w:rsid w:val="00537DDA"/>
    <w:rsid w:val="00543EE8"/>
    <w:rsid w:val="005448F1"/>
    <w:rsid w:val="0054512F"/>
    <w:rsid w:val="00546CFB"/>
    <w:rsid w:val="00550122"/>
    <w:rsid w:val="005506B1"/>
    <w:rsid w:val="005506E9"/>
    <w:rsid w:val="00556040"/>
    <w:rsid w:val="00556BF6"/>
    <w:rsid w:val="0056055B"/>
    <w:rsid w:val="005632F5"/>
    <w:rsid w:val="00566EA1"/>
    <w:rsid w:val="00571209"/>
    <w:rsid w:val="005740CC"/>
    <w:rsid w:val="00574859"/>
    <w:rsid w:val="00574F2E"/>
    <w:rsid w:val="00576177"/>
    <w:rsid w:val="00577529"/>
    <w:rsid w:val="005777A4"/>
    <w:rsid w:val="00577A2D"/>
    <w:rsid w:val="00580369"/>
    <w:rsid w:val="00582C3A"/>
    <w:rsid w:val="00583931"/>
    <w:rsid w:val="005849D4"/>
    <w:rsid w:val="00584AB4"/>
    <w:rsid w:val="00590AD6"/>
    <w:rsid w:val="00590F50"/>
    <w:rsid w:val="00591193"/>
    <w:rsid w:val="005958EF"/>
    <w:rsid w:val="00597986"/>
    <w:rsid w:val="005A0F0F"/>
    <w:rsid w:val="005A27C8"/>
    <w:rsid w:val="005A41CA"/>
    <w:rsid w:val="005A6E60"/>
    <w:rsid w:val="005B0730"/>
    <w:rsid w:val="005B0820"/>
    <w:rsid w:val="005B670C"/>
    <w:rsid w:val="005B76FC"/>
    <w:rsid w:val="005B7F1A"/>
    <w:rsid w:val="005C02D0"/>
    <w:rsid w:val="005C0747"/>
    <w:rsid w:val="005C1D7B"/>
    <w:rsid w:val="005C2141"/>
    <w:rsid w:val="005C28CD"/>
    <w:rsid w:val="005C3172"/>
    <w:rsid w:val="005C4FC2"/>
    <w:rsid w:val="005C697F"/>
    <w:rsid w:val="005D6107"/>
    <w:rsid w:val="005D7137"/>
    <w:rsid w:val="005E0805"/>
    <w:rsid w:val="005E0BDB"/>
    <w:rsid w:val="005E2C82"/>
    <w:rsid w:val="005E419F"/>
    <w:rsid w:val="005E4BC6"/>
    <w:rsid w:val="005F1F4F"/>
    <w:rsid w:val="005F2A5E"/>
    <w:rsid w:val="005F46C8"/>
    <w:rsid w:val="005F5C38"/>
    <w:rsid w:val="005F6E40"/>
    <w:rsid w:val="005F79AE"/>
    <w:rsid w:val="006007CE"/>
    <w:rsid w:val="0060227F"/>
    <w:rsid w:val="00604F57"/>
    <w:rsid w:val="00607F10"/>
    <w:rsid w:val="006113C1"/>
    <w:rsid w:val="00613894"/>
    <w:rsid w:val="00613DB2"/>
    <w:rsid w:val="00614288"/>
    <w:rsid w:val="006177AA"/>
    <w:rsid w:val="0062049A"/>
    <w:rsid w:val="006204E8"/>
    <w:rsid w:val="00625A04"/>
    <w:rsid w:val="00630545"/>
    <w:rsid w:val="00630E20"/>
    <w:rsid w:val="0063509C"/>
    <w:rsid w:val="00635CF9"/>
    <w:rsid w:val="00637BF8"/>
    <w:rsid w:val="006404FA"/>
    <w:rsid w:val="006406F5"/>
    <w:rsid w:val="00640AFD"/>
    <w:rsid w:val="00641453"/>
    <w:rsid w:val="006416A0"/>
    <w:rsid w:val="00641777"/>
    <w:rsid w:val="00643812"/>
    <w:rsid w:val="006527CF"/>
    <w:rsid w:val="006538AF"/>
    <w:rsid w:val="00653C59"/>
    <w:rsid w:val="00653C9B"/>
    <w:rsid w:val="0065605C"/>
    <w:rsid w:val="006571C4"/>
    <w:rsid w:val="00657B4A"/>
    <w:rsid w:val="00660FC9"/>
    <w:rsid w:val="006622D6"/>
    <w:rsid w:val="006637E7"/>
    <w:rsid w:val="00663A87"/>
    <w:rsid w:val="0066479F"/>
    <w:rsid w:val="006679AE"/>
    <w:rsid w:val="00671DCD"/>
    <w:rsid w:val="00672B5F"/>
    <w:rsid w:val="006804F1"/>
    <w:rsid w:val="0068321F"/>
    <w:rsid w:val="006838A6"/>
    <w:rsid w:val="0068391F"/>
    <w:rsid w:val="00683FF1"/>
    <w:rsid w:val="006860A9"/>
    <w:rsid w:val="00686528"/>
    <w:rsid w:val="0069162E"/>
    <w:rsid w:val="0069173C"/>
    <w:rsid w:val="00691E0A"/>
    <w:rsid w:val="006923B0"/>
    <w:rsid w:val="00695050"/>
    <w:rsid w:val="00696070"/>
    <w:rsid w:val="006968A8"/>
    <w:rsid w:val="006A229B"/>
    <w:rsid w:val="006A3150"/>
    <w:rsid w:val="006A47A1"/>
    <w:rsid w:val="006A4DF4"/>
    <w:rsid w:val="006A7C7F"/>
    <w:rsid w:val="006B7780"/>
    <w:rsid w:val="006C24DC"/>
    <w:rsid w:val="006C2E9B"/>
    <w:rsid w:val="006C3C4C"/>
    <w:rsid w:val="006C4F0B"/>
    <w:rsid w:val="006C6A14"/>
    <w:rsid w:val="006D0F21"/>
    <w:rsid w:val="006D159F"/>
    <w:rsid w:val="006D1AB2"/>
    <w:rsid w:val="006D1B33"/>
    <w:rsid w:val="006D21C8"/>
    <w:rsid w:val="006D33EB"/>
    <w:rsid w:val="006D375A"/>
    <w:rsid w:val="006D53C3"/>
    <w:rsid w:val="006D6B41"/>
    <w:rsid w:val="006D6BFD"/>
    <w:rsid w:val="006E0260"/>
    <w:rsid w:val="006E0299"/>
    <w:rsid w:val="006E1216"/>
    <w:rsid w:val="006E4020"/>
    <w:rsid w:val="006E6851"/>
    <w:rsid w:val="006E7D45"/>
    <w:rsid w:val="006E7EE1"/>
    <w:rsid w:val="006F1CA1"/>
    <w:rsid w:val="006F2243"/>
    <w:rsid w:val="006F50E8"/>
    <w:rsid w:val="006F631E"/>
    <w:rsid w:val="0070013F"/>
    <w:rsid w:val="00700D85"/>
    <w:rsid w:val="00702269"/>
    <w:rsid w:val="00702A8E"/>
    <w:rsid w:val="007072C9"/>
    <w:rsid w:val="00707A52"/>
    <w:rsid w:val="00710A04"/>
    <w:rsid w:val="007111B0"/>
    <w:rsid w:val="007117CE"/>
    <w:rsid w:val="0071429B"/>
    <w:rsid w:val="00716149"/>
    <w:rsid w:val="00720D3E"/>
    <w:rsid w:val="00721B79"/>
    <w:rsid w:val="00724C78"/>
    <w:rsid w:val="00724CDE"/>
    <w:rsid w:val="007256BD"/>
    <w:rsid w:val="00733376"/>
    <w:rsid w:val="0073386C"/>
    <w:rsid w:val="00736A9D"/>
    <w:rsid w:val="0074016B"/>
    <w:rsid w:val="00740AD5"/>
    <w:rsid w:val="007413E4"/>
    <w:rsid w:val="00745B84"/>
    <w:rsid w:val="00746CE6"/>
    <w:rsid w:val="00746DC3"/>
    <w:rsid w:val="00753AAA"/>
    <w:rsid w:val="007610AF"/>
    <w:rsid w:val="007615FF"/>
    <w:rsid w:val="00761D62"/>
    <w:rsid w:val="00765F48"/>
    <w:rsid w:val="007704EC"/>
    <w:rsid w:val="00770AAE"/>
    <w:rsid w:val="00772DC9"/>
    <w:rsid w:val="00775157"/>
    <w:rsid w:val="00777A15"/>
    <w:rsid w:val="00777AB6"/>
    <w:rsid w:val="00777B06"/>
    <w:rsid w:val="00780043"/>
    <w:rsid w:val="007804FC"/>
    <w:rsid w:val="00780F98"/>
    <w:rsid w:val="00780F9E"/>
    <w:rsid w:val="007811F9"/>
    <w:rsid w:val="0078348B"/>
    <w:rsid w:val="00783A7F"/>
    <w:rsid w:val="007858D7"/>
    <w:rsid w:val="00791B21"/>
    <w:rsid w:val="00792B8C"/>
    <w:rsid w:val="007949BD"/>
    <w:rsid w:val="0079739E"/>
    <w:rsid w:val="007A03C6"/>
    <w:rsid w:val="007A09A1"/>
    <w:rsid w:val="007A3217"/>
    <w:rsid w:val="007A6DB9"/>
    <w:rsid w:val="007A74D8"/>
    <w:rsid w:val="007B281E"/>
    <w:rsid w:val="007C2819"/>
    <w:rsid w:val="007C6E78"/>
    <w:rsid w:val="007D01DF"/>
    <w:rsid w:val="007D075A"/>
    <w:rsid w:val="007D266F"/>
    <w:rsid w:val="007D5B5B"/>
    <w:rsid w:val="007D65B3"/>
    <w:rsid w:val="007D702E"/>
    <w:rsid w:val="007E02C3"/>
    <w:rsid w:val="007E0A21"/>
    <w:rsid w:val="007E3952"/>
    <w:rsid w:val="007E6875"/>
    <w:rsid w:val="007E68E6"/>
    <w:rsid w:val="007F08CB"/>
    <w:rsid w:val="007F17B9"/>
    <w:rsid w:val="007F221C"/>
    <w:rsid w:val="007F2973"/>
    <w:rsid w:val="007F41E7"/>
    <w:rsid w:val="007F5602"/>
    <w:rsid w:val="007F6600"/>
    <w:rsid w:val="007F6B82"/>
    <w:rsid w:val="00800E9A"/>
    <w:rsid w:val="00801220"/>
    <w:rsid w:val="00801CBF"/>
    <w:rsid w:val="008048A0"/>
    <w:rsid w:val="008059E6"/>
    <w:rsid w:val="00805B80"/>
    <w:rsid w:val="00807318"/>
    <w:rsid w:val="00811FB6"/>
    <w:rsid w:val="00812627"/>
    <w:rsid w:val="00814C81"/>
    <w:rsid w:val="00815284"/>
    <w:rsid w:val="00821F1B"/>
    <w:rsid w:val="00824E61"/>
    <w:rsid w:val="008251B2"/>
    <w:rsid w:val="008255A5"/>
    <w:rsid w:val="00827489"/>
    <w:rsid w:val="00827B76"/>
    <w:rsid w:val="008326E3"/>
    <w:rsid w:val="00832A53"/>
    <w:rsid w:val="00833376"/>
    <w:rsid w:val="00837415"/>
    <w:rsid w:val="008413D8"/>
    <w:rsid w:val="00841C99"/>
    <w:rsid w:val="008442C4"/>
    <w:rsid w:val="008461DA"/>
    <w:rsid w:val="00847815"/>
    <w:rsid w:val="00850E84"/>
    <w:rsid w:val="008548C3"/>
    <w:rsid w:val="00854E1C"/>
    <w:rsid w:val="008610B7"/>
    <w:rsid w:val="00865B1C"/>
    <w:rsid w:val="00866E30"/>
    <w:rsid w:val="00866F74"/>
    <w:rsid w:val="008716B1"/>
    <w:rsid w:val="00871D04"/>
    <w:rsid w:val="00872106"/>
    <w:rsid w:val="0087291C"/>
    <w:rsid w:val="0087427D"/>
    <w:rsid w:val="00876067"/>
    <w:rsid w:val="008760CD"/>
    <w:rsid w:val="00876DBD"/>
    <w:rsid w:val="008810BE"/>
    <w:rsid w:val="00881729"/>
    <w:rsid w:val="00882B3D"/>
    <w:rsid w:val="00883ED4"/>
    <w:rsid w:val="00884553"/>
    <w:rsid w:val="00885036"/>
    <w:rsid w:val="00893D8F"/>
    <w:rsid w:val="00893F48"/>
    <w:rsid w:val="00895158"/>
    <w:rsid w:val="00895172"/>
    <w:rsid w:val="008A17B2"/>
    <w:rsid w:val="008A267D"/>
    <w:rsid w:val="008A2D1B"/>
    <w:rsid w:val="008A5C0B"/>
    <w:rsid w:val="008A6239"/>
    <w:rsid w:val="008A6338"/>
    <w:rsid w:val="008B2FE5"/>
    <w:rsid w:val="008B461F"/>
    <w:rsid w:val="008B70BD"/>
    <w:rsid w:val="008C2437"/>
    <w:rsid w:val="008C54EA"/>
    <w:rsid w:val="008C60E8"/>
    <w:rsid w:val="008D080C"/>
    <w:rsid w:val="008D5903"/>
    <w:rsid w:val="008D5DDE"/>
    <w:rsid w:val="008D6019"/>
    <w:rsid w:val="008E0CB8"/>
    <w:rsid w:val="008E4FC2"/>
    <w:rsid w:val="008E50DD"/>
    <w:rsid w:val="008E7951"/>
    <w:rsid w:val="008F0461"/>
    <w:rsid w:val="008F086F"/>
    <w:rsid w:val="008F0F81"/>
    <w:rsid w:val="008F1356"/>
    <w:rsid w:val="008F3669"/>
    <w:rsid w:val="008F751C"/>
    <w:rsid w:val="008F7E3F"/>
    <w:rsid w:val="0090081C"/>
    <w:rsid w:val="00900A67"/>
    <w:rsid w:val="0090126C"/>
    <w:rsid w:val="00901AAD"/>
    <w:rsid w:val="00901B03"/>
    <w:rsid w:val="009039F2"/>
    <w:rsid w:val="00903D45"/>
    <w:rsid w:val="00906859"/>
    <w:rsid w:val="0091139F"/>
    <w:rsid w:val="00923389"/>
    <w:rsid w:val="00923684"/>
    <w:rsid w:val="0092596F"/>
    <w:rsid w:val="00925B74"/>
    <w:rsid w:val="00927401"/>
    <w:rsid w:val="00932B54"/>
    <w:rsid w:val="009353B9"/>
    <w:rsid w:val="00941375"/>
    <w:rsid w:val="00941952"/>
    <w:rsid w:val="0094263B"/>
    <w:rsid w:val="00945400"/>
    <w:rsid w:val="009472DA"/>
    <w:rsid w:val="00953D63"/>
    <w:rsid w:val="00954679"/>
    <w:rsid w:val="0095633F"/>
    <w:rsid w:val="00957817"/>
    <w:rsid w:val="009602FD"/>
    <w:rsid w:val="00960E37"/>
    <w:rsid w:val="00965110"/>
    <w:rsid w:val="0096535C"/>
    <w:rsid w:val="00965FC5"/>
    <w:rsid w:val="0097094C"/>
    <w:rsid w:val="0097241E"/>
    <w:rsid w:val="009751E1"/>
    <w:rsid w:val="009813F1"/>
    <w:rsid w:val="00981946"/>
    <w:rsid w:val="00981F2B"/>
    <w:rsid w:val="00982E65"/>
    <w:rsid w:val="0098301E"/>
    <w:rsid w:val="00984E26"/>
    <w:rsid w:val="00985AD1"/>
    <w:rsid w:val="00986092"/>
    <w:rsid w:val="00986106"/>
    <w:rsid w:val="00987204"/>
    <w:rsid w:val="009924BE"/>
    <w:rsid w:val="00992F5A"/>
    <w:rsid w:val="00994029"/>
    <w:rsid w:val="00994A9E"/>
    <w:rsid w:val="00995023"/>
    <w:rsid w:val="00997181"/>
    <w:rsid w:val="009A0168"/>
    <w:rsid w:val="009A0D8F"/>
    <w:rsid w:val="009A340D"/>
    <w:rsid w:val="009A443D"/>
    <w:rsid w:val="009B0A3A"/>
    <w:rsid w:val="009B418F"/>
    <w:rsid w:val="009C486B"/>
    <w:rsid w:val="009C7A9F"/>
    <w:rsid w:val="009D09C0"/>
    <w:rsid w:val="009D3771"/>
    <w:rsid w:val="009D4365"/>
    <w:rsid w:val="009D5DF4"/>
    <w:rsid w:val="009E0101"/>
    <w:rsid w:val="009E4414"/>
    <w:rsid w:val="009E533D"/>
    <w:rsid w:val="009E7690"/>
    <w:rsid w:val="009F0D44"/>
    <w:rsid w:val="009F301C"/>
    <w:rsid w:val="009F310C"/>
    <w:rsid w:val="009F36F8"/>
    <w:rsid w:val="009F64B1"/>
    <w:rsid w:val="009F7AF1"/>
    <w:rsid w:val="009F7CEF"/>
    <w:rsid w:val="00A001F2"/>
    <w:rsid w:val="00A01C91"/>
    <w:rsid w:val="00A03583"/>
    <w:rsid w:val="00A04620"/>
    <w:rsid w:val="00A04C5D"/>
    <w:rsid w:val="00A07047"/>
    <w:rsid w:val="00A121CD"/>
    <w:rsid w:val="00A13FD6"/>
    <w:rsid w:val="00A14092"/>
    <w:rsid w:val="00A1430A"/>
    <w:rsid w:val="00A1443E"/>
    <w:rsid w:val="00A160B9"/>
    <w:rsid w:val="00A2062F"/>
    <w:rsid w:val="00A21ECD"/>
    <w:rsid w:val="00A2359C"/>
    <w:rsid w:val="00A2369D"/>
    <w:rsid w:val="00A253FC"/>
    <w:rsid w:val="00A25F35"/>
    <w:rsid w:val="00A4093C"/>
    <w:rsid w:val="00A40D18"/>
    <w:rsid w:val="00A4113E"/>
    <w:rsid w:val="00A428FF"/>
    <w:rsid w:val="00A4463D"/>
    <w:rsid w:val="00A4512C"/>
    <w:rsid w:val="00A469D5"/>
    <w:rsid w:val="00A507E9"/>
    <w:rsid w:val="00A53B00"/>
    <w:rsid w:val="00A53D2D"/>
    <w:rsid w:val="00A54A21"/>
    <w:rsid w:val="00A56397"/>
    <w:rsid w:val="00A56CA1"/>
    <w:rsid w:val="00A64454"/>
    <w:rsid w:val="00A6531C"/>
    <w:rsid w:val="00A65EFC"/>
    <w:rsid w:val="00A65F77"/>
    <w:rsid w:val="00A67369"/>
    <w:rsid w:val="00A67950"/>
    <w:rsid w:val="00A70D25"/>
    <w:rsid w:val="00A71478"/>
    <w:rsid w:val="00A714AF"/>
    <w:rsid w:val="00A74F0F"/>
    <w:rsid w:val="00A76DF4"/>
    <w:rsid w:val="00A776F0"/>
    <w:rsid w:val="00A77B8A"/>
    <w:rsid w:val="00A77EFE"/>
    <w:rsid w:val="00A8026A"/>
    <w:rsid w:val="00A914B1"/>
    <w:rsid w:val="00A91D6F"/>
    <w:rsid w:val="00A92295"/>
    <w:rsid w:val="00A935D2"/>
    <w:rsid w:val="00A93839"/>
    <w:rsid w:val="00AA1B75"/>
    <w:rsid w:val="00AA43E8"/>
    <w:rsid w:val="00AA74EA"/>
    <w:rsid w:val="00AB0037"/>
    <w:rsid w:val="00AB0CE7"/>
    <w:rsid w:val="00AB12C4"/>
    <w:rsid w:val="00AB1F56"/>
    <w:rsid w:val="00AB5215"/>
    <w:rsid w:val="00AB6D0B"/>
    <w:rsid w:val="00AC16B3"/>
    <w:rsid w:val="00AC62C5"/>
    <w:rsid w:val="00AC6B97"/>
    <w:rsid w:val="00AC7F93"/>
    <w:rsid w:val="00AD0CB4"/>
    <w:rsid w:val="00AD0D0F"/>
    <w:rsid w:val="00AD4E70"/>
    <w:rsid w:val="00AD6731"/>
    <w:rsid w:val="00AD74C2"/>
    <w:rsid w:val="00AE0C52"/>
    <w:rsid w:val="00AE1BF8"/>
    <w:rsid w:val="00AE23A8"/>
    <w:rsid w:val="00AE2858"/>
    <w:rsid w:val="00AE2F61"/>
    <w:rsid w:val="00AE32E4"/>
    <w:rsid w:val="00AE371A"/>
    <w:rsid w:val="00AE48DB"/>
    <w:rsid w:val="00AE4A8C"/>
    <w:rsid w:val="00AF2758"/>
    <w:rsid w:val="00AF5516"/>
    <w:rsid w:val="00AF70C3"/>
    <w:rsid w:val="00B0136A"/>
    <w:rsid w:val="00B0389B"/>
    <w:rsid w:val="00B03AB7"/>
    <w:rsid w:val="00B05F4E"/>
    <w:rsid w:val="00B072A0"/>
    <w:rsid w:val="00B13AF4"/>
    <w:rsid w:val="00B15631"/>
    <w:rsid w:val="00B16C31"/>
    <w:rsid w:val="00B17068"/>
    <w:rsid w:val="00B23058"/>
    <w:rsid w:val="00B24300"/>
    <w:rsid w:val="00B24A51"/>
    <w:rsid w:val="00B24EBC"/>
    <w:rsid w:val="00B25D87"/>
    <w:rsid w:val="00B27866"/>
    <w:rsid w:val="00B3044F"/>
    <w:rsid w:val="00B30662"/>
    <w:rsid w:val="00B32831"/>
    <w:rsid w:val="00B33AB8"/>
    <w:rsid w:val="00B35E20"/>
    <w:rsid w:val="00B36C3A"/>
    <w:rsid w:val="00B3737C"/>
    <w:rsid w:val="00B417AF"/>
    <w:rsid w:val="00B41AE9"/>
    <w:rsid w:val="00B44C09"/>
    <w:rsid w:val="00B47FEA"/>
    <w:rsid w:val="00B52152"/>
    <w:rsid w:val="00B52AD0"/>
    <w:rsid w:val="00B5576C"/>
    <w:rsid w:val="00B57FD5"/>
    <w:rsid w:val="00B6227F"/>
    <w:rsid w:val="00B636C4"/>
    <w:rsid w:val="00B6484C"/>
    <w:rsid w:val="00B6708D"/>
    <w:rsid w:val="00B70CD0"/>
    <w:rsid w:val="00B72F5B"/>
    <w:rsid w:val="00B774DF"/>
    <w:rsid w:val="00B8141C"/>
    <w:rsid w:val="00B8181C"/>
    <w:rsid w:val="00B82D3A"/>
    <w:rsid w:val="00B830B0"/>
    <w:rsid w:val="00B83348"/>
    <w:rsid w:val="00B83475"/>
    <w:rsid w:val="00B84F74"/>
    <w:rsid w:val="00B8541C"/>
    <w:rsid w:val="00B86A94"/>
    <w:rsid w:val="00B86B42"/>
    <w:rsid w:val="00B87736"/>
    <w:rsid w:val="00BA0FA4"/>
    <w:rsid w:val="00BA16E1"/>
    <w:rsid w:val="00BA3E0B"/>
    <w:rsid w:val="00BA3EA0"/>
    <w:rsid w:val="00BA5332"/>
    <w:rsid w:val="00BA6D80"/>
    <w:rsid w:val="00BA6E92"/>
    <w:rsid w:val="00BA791E"/>
    <w:rsid w:val="00BB0D42"/>
    <w:rsid w:val="00BB3837"/>
    <w:rsid w:val="00BB3890"/>
    <w:rsid w:val="00BB42D6"/>
    <w:rsid w:val="00BC0D6B"/>
    <w:rsid w:val="00BC51F4"/>
    <w:rsid w:val="00BC5686"/>
    <w:rsid w:val="00BC5C17"/>
    <w:rsid w:val="00BC7B1D"/>
    <w:rsid w:val="00BD1116"/>
    <w:rsid w:val="00BD34C7"/>
    <w:rsid w:val="00BD36CA"/>
    <w:rsid w:val="00BD4124"/>
    <w:rsid w:val="00BD6E0F"/>
    <w:rsid w:val="00BD6EA3"/>
    <w:rsid w:val="00BD7F53"/>
    <w:rsid w:val="00BE0751"/>
    <w:rsid w:val="00BE3D62"/>
    <w:rsid w:val="00BE5532"/>
    <w:rsid w:val="00BE6DBD"/>
    <w:rsid w:val="00BE7840"/>
    <w:rsid w:val="00BF0CE1"/>
    <w:rsid w:val="00BF10F1"/>
    <w:rsid w:val="00BF1B61"/>
    <w:rsid w:val="00BF2ACC"/>
    <w:rsid w:val="00BF2D4B"/>
    <w:rsid w:val="00BF4EF1"/>
    <w:rsid w:val="00BF5E59"/>
    <w:rsid w:val="00BF6EEB"/>
    <w:rsid w:val="00BF7B48"/>
    <w:rsid w:val="00BF7BD5"/>
    <w:rsid w:val="00C00B0A"/>
    <w:rsid w:val="00C011EA"/>
    <w:rsid w:val="00C03400"/>
    <w:rsid w:val="00C07BAA"/>
    <w:rsid w:val="00C10329"/>
    <w:rsid w:val="00C11722"/>
    <w:rsid w:val="00C11D3A"/>
    <w:rsid w:val="00C1213A"/>
    <w:rsid w:val="00C1278D"/>
    <w:rsid w:val="00C13A10"/>
    <w:rsid w:val="00C15558"/>
    <w:rsid w:val="00C16070"/>
    <w:rsid w:val="00C16FE5"/>
    <w:rsid w:val="00C2166F"/>
    <w:rsid w:val="00C23461"/>
    <w:rsid w:val="00C26757"/>
    <w:rsid w:val="00C27D9C"/>
    <w:rsid w:val="00C30428"/>
    <w:rsid w:val="00C3063E"/>
    <w:rsid w:val="00C31A64"/>
    <w:rsid w:val="00C31E19"/>
    <w:rsid w:val="00C31E7F"/>
    <w:rsid w:val="00C31F36"/>
    <w:rsid w:val="00C32136"/>
    <w:rsid w:val="00C349D0"/>
    <w:rsid w:val="00C34D31"/>
    <w:rsid w:val="00C357AB"/>
    <w:rsid w:val="00C35CBC"/>
    <w:rsid w:val="00C35DD0"/>
    <w:rsid w:val="00C35F1C"/>
    <w:rsid w:val="00C37940"/>
    <w:rsid w:val="00C415AF"/>
    <w:rsid w:val="00C451CB"/>
    <w:rsid w:val="00C4641B"/>
    <w:rsid w:val="00C46633"/>
    <w:rsid w:val="00C467DC"/>
    <w:rsid w:val="00C4693B"/>
    <w:rsid w:val="00C50BFB"/>
    <w:rsid w:val="00C516EE"/>
    <w:rsid w:val="00C51F0A"/>
    <w:rsid w:val="00C51F9C"/>
    <w:rsid w:val="00C53CA5"/>
    <w:rsid w:val="00C57A09"/>
    <w:rsid w:val="00C605A6"/>
    <w:rsid w:val="00C6134E"/>
    <w:rsid w:val="00C63C7F"/>
    <w:rsid w:val="00C66EF6"/>
    <w:rsid w:val="00C70971"/>
    <w:rsid w:val="00C72220"/>
    <w:rsid w:val="00C72AE9"/>
    <w:rsid w:val="00C74CD9"/>
    <w:rsid w:val="00C75EB8"/>
    <w:rsid w:val="00C75ECA"/>
    <w:rsid w:val="00C83955"/>
    <w:rsid w:val="00C85161"/>
    <w:rsid w:val="00C90B83"/>
    <w:rsid w:val="00C9223C"/>
    <w:rsid w:val="00CA173D"/>
    <w:rsid w:val="00CA1DAF"/>
    <w:rsid w:val="00CA2116"/>
    <w:rsid w:val="00CA3A63"/>
    <w:rsid w:val="00CA5616"/>
    <w:rsid w:val="00CA72E8"/>
    <w:rsid w:val="00CB01DE"/>
    <w:rsid w:val="00CB4D3A"/>
    <w:rsid w:val="00CB5C52"/>
    <w:rsid w:val="00CB61BC"/>
    <w:rsid w:val="00CC2926"/>
    <w:rsid w:val="00CC2C2F"/>
    <w:rsid w:val="00CC3612"/>
    <w:rsid w:val="00CC413D"/>
    <w:rsid w:val="00CC42A8"/>
    <w:rsid w:val="00CC6B81"/>
    <w:rsid w:val="00CC7D56"/>
    <w:rsid w:val="00CD2506"/>
    <w:rsid w:val="00CD347E"/>
    <w:rsid w:val="00CD55D3"/>
    <w:rsid w:val="00CD5B77"/>
    <w:rsid w:val="00CE60B1"/>
    <w:rsid w:val="00CE7441"/>
    <w:rsid w:val="00CE7E55"/>
    <w:rsid w:val="00CF26A5"/>
    <w:rsid w:val="00CF518C"/>
    <w:rsid w:val="00D0169F"/>
    <w:rsid w:val="00D03AAC"/>
    <w:rsid w:val="00D03E48"/>
    <w:rsid w:val="00D06AB6"/>
    <w:rsid w:val="00D105F4"/>
    <w:rsid w:val="00D12F61"/>
    <w:rsid w:val="00D13BDD"/>
    <w:rsid w:val="00D14871"/>
    <w:rsid w:val="00D16423"/>
    <w:rsid w:val="00D17730"/>
    <w:rsid w:val="00D21515"/>
    <w:rsid w:val="00D24AC2"/>
    <w:rsid w:val="00D2502B"/>
    <w:rsid w:val="00D25EB7"/>
    <w:rsid w:val="00D267E6"/>
    <w:rsid w:val="00D26E15"/>
    <w:rsid w:val="00D2711D"/>
    <w:rsid w:val="00D2742D"/>
    <w:rsid w:val="00D30D96"/>
    <w:rsid w:val="00D30DBA"/>
    <w:rsid w:val="00D32FD0"/>
    <w:rsid w:val="00D40B4C"/>
    <w:rsid w:val="00D4210A"/>
    <w:rsid w:val="00D450AC"/>
    <w:rsid w:val="00D52EFB"/>
    <w:rsid w:val="00D535DA"/>
    <w:rsid w:val="00D53EA1"/>
    <w:rsid w:val="00D5569F"/>
    <w:rsid w:val="00D55826"/>
    <w:rsid w:val="00D572EB"/>
    <w:rsid w:val="00D63A40"/>
    <w:rsid w:val="00D646BD"/>
    <w:rsid w:val="00D65699"/>
    <w:rsid w:val="00D679AE"/>
    <w:rsid w:val="00D70388"/>
    <w:rsid w:val="00D73DFB"/>
    <w:rsid w:val="00D73F75"/>
    <w:rsid w:val="00D74291"/>
    <w:rsid w:val="00D76164"/>
    <w:rsid w:val="00D77067"/>
    <w:rsid w:val="00D77387"/>
    <w:rsid w:val="00D85B6C"/>
    <w:rsid w:val="00D86C5F"/>
    <w:rsid w:val="00D90477"/>
    <w:rsid w:val="00D906B4"/>
    <w:rsid w:val="00D90D3B"/>
    <w:rsid w:val="00D91EEB"/>
    <w:rsid w:val="00D92456"/>
    <w:rsid w:val="00D92A27"/>
    <w:rsid w:val="00D94D20"/>
    <w:rsid w:val="00D960B1"/>
    <w:rsid w:val="00DA06D1"/>
    <w:rsid w:val="00DA0FA3"/>
    <w:rsid w:val="00DA1A2D"/>
    <w:rsid w:val="00DA388A"/>
    <w:rsid w:val="00DA40C3"/>
    <w:rsid w:val="00DA6BFE"/>
    <w:rsid w:val="00DB2F58"/>
    <w:rsid w:val="00DB49B7"/>
    <w:rsid w:val="00DB7317"/>
    <w:rsid w:val="00DB7370"/>
    <w:rsid w:val="00DC286D"/>
    <w:rsid w:val="00DC3190"/>
    <w:rsid w:val="00DC5D77"/>
    <w:rsid w:val="00DC5F27"/>
    <w:rsid w:val="00DD045B"/>
    <w:rsid w:val="00DD0BDA"/>
    <w:rsid w:val="00DD2588"/>
    <w:rsid w:val="00DD2B9D"/>
    <w:rsid w:val="00DD2C60"/>
    <w:rsid w:val="00DD5C7F"/>
    <w:rsid w:val="00DD5E95"/>
    <w:rsid w:val="00DE02A6"/>
    <w:rsid w:val="00DE52B8"/>
    <w:rsid w:val="00DF0220"/>
    <w:rsid w:val="00DF090E"/>
    <w:rsid w:val="00DF0DC2"/>
    <w:rsid w:val="00DF167E"/>
    <w:rsid w:val="00DF227F"/>
    <w:rsid w:val="00DF234F"/>
    <w:rsid w:val="00DF50EE"/>
    <w:rsid w:val="00DF703E"/>
    <w:rsid w:val="00E04CFE"/>
    <w:rsid w:val="00E05E85"/>
    <w:rsid w:val="00E067BB"/>
    <w:rsid w:val="00E11163"/>
    <w:rsid w:val="00E12BC4"/>
    <w:rsid w:val="00E1487A"/>
    <w:rsid w:val="00E17684"/>
    <w:rsid w:val="00E17761"/>
    <w:rsid w:val="00E20624"/>
    <w:rsid w:val="00E235E3"/>
    <w:rsid w:val="00E23BA0"/>
    <w:rsid w:val="00E2542E"/>
    <w:rsid w:val="00E25D95"/>
    <w:rsid w:val="00E26FAA"/>
    <w:rsid w:val="00E27B30"/>
    <w:rsid w:val="00E31EB5"/>
    <w:rsid w:val="00E33A4F"/>
    <w:rsid w:val="00E342B2"/>
    <w:rsid w:val="00E353BB"/>
    <w:rsid w:val="00E35987"/>
    <w:rsid w:val="00E376A3"/>
    <w:rsid w:val="00E40E27"/>
    <w:rsid w:val="00E430C3"/>
    <w:rsid w:val="00E45092"/>
    <w:rsid w:val="00E45FDD"/>
    <w:rsid w:val="00E46986"/>
    <w:rsid w:val="00E500C3"/>
    <w:rsid w:val="00E52073"/>
    <w:rsid w:val="00E52F0A"/>
    <w:rsid w:val="00E6366A"/>
    <w:rsid w:val="00E65299"/>
    <w:rsid w:val="00E66B64"/>
    <w:rsid w:val="00E677EC"/>
    <w:rsid w:val="00E706A1"/>
    <w:rsid w:val="00E714C4"/>
    <w:rsid w:val="00E717BB"/>
    <w:rsid w:val="00E7421C"/>
    <w:rsid w:val="00E74B59"/>
    <w:rsid w:val="00E76E3E"/>
    <w:rsid w:val="00E817DC"/>
    <w:rsid w:val="00E844DA"/>
    <w:rsid w:val="00E866AF"/>
    <w:rsid w:val="00E9051C"/>
    <w:rsid w:val="00E912C6"/>
    <w:rsid w:val="00E914A6"/>
    <w:rsid w:val="00E921C1"/>
    <w:rsid w:val="00E92B50"/>
    <w:rsid w:val="00E96C9F"/>
    <w:rsid w:val="00EA036D"/>
    <w:rsid w:val="00EA2166"/>
    <w:rsid w:val="00EA3F6F"/>
    <w:rsid w:val="00EB0952"/>
    <w:rsid w:val="00EB5B32"/>
    <w:rsid w:val="00EB5BBF"/>
    <w:rsid w:val="00EC1013"/>
    <w:rsid w:val="00EC4F2A"/>
    <w:rsid w:val="00EC5849"/>
    <w:rsid w:val="00EC7175"/>
    <w:rsid w:val="00EC7612"/>
    <w:rsid w:val="00EC7844"/>
    <w:rsid w:val="00EC7F26"/>
    <w:rsid w:val="00ED12D4"/>
    <w:rsid w:val="00ED15F8"/>
    <w:rsid w:val="00ED5373"/>
    <w:rsid w:val="00EE1751"/>
    <w:rsid w:val="00EE2C3F"/>
    <w:rsid w:val="00EE3F32"/>
    <w:rsid w:val="00EE7F2E"/>
    <w:rsid w:val="00EF039D"/>
    <w:rsid w:val="00EF2FEF"/>
    <w:rsid w:val="00EF3EB2"/>
    <w:rsid w:val="00EF44E1"/>
    <w:rsid w:val="00EF482E"/>
    <w:rsid w:val="00EF495E"/>
    <w:rsid w:val="00EF6048"/>
    <w:rsid w:val="00F01E38"/>
    <w:rsid w:val="00F05AE2"/>
    <w:rsid w:val="00F06411"/>
    <w:rsid w:val="00F07139"/>
    <w:rsid w:val="00F11D35"/>
    <w:rsid w:val="00F12286"/>
    <w:rsid w:val="00F12F8A"/>
    <w:rsid w:val="00F145DB"/>
    <w:rsid w:val="00F15967"/>
    <w:rsid w:val="00F16AD7"/>
    <w:rsid w:val="00F2016A"/>
    <w:rsid w:val="00F206A4"/>
    <w:rsid w:val="00F20DB0"/>
    <w:rsid w:val="00F21990"/>
    <w:rsid w:val="00F23992"/>
    <w:rsid w:val="00F23B40"/>
    <w:rsid w:val="00F25A2E"/>
    <w:rsid w:val="00F265A4"/>
    <w:rsid w:val="00F27772"/>
    <w:rsid w:val="00F326C5"/>
    <w:rsid w:val="00F351F6"/>
    <w:rsid w:val="00F37DDA"/>
    <w:rsid w:val="00F44CD1"/>
    <w:rsid w:val="00F452FE"/>
    <w:rsid w:val="00F479BE"/>
    <w:rsid w:val="00F51DCD"/>
    <w:rsid w:val="00F52944"/>
    <w:rsid w:val="00F530FF"/>
    <w:rsid w:val="00F53F4A"/>
    <w:rsid w:val="00F54B39"/>
    <w:rsid w:val="00F566AB"/>
    <w:rsid w:val="00F60892"/>
    <w:rsid w:val="00F60E48"/>
    <w:rsid w:val="00F61434"/>
    <w:rsid w:val="00F7159C"/>
    <w:rsid w:val="00F72AC0"/>
    <w:rsid w:val="00F736DD"/>
    <w:rsid w:val="00F74D62"/>
    <w:rsid w:val="00F75AD7"/>
    <w:rsid w:val="00F835F0"/>
    <w:rsid w:val="00F83EDC"/>
    <w:rsid w:val="00F84199"/>
    <w:rsid w:val="00F93474"/>
    <w:rsid w:val="00F938FB"/>
    <w:rsid w:val="00F94E46"/>
    <w:rsid w:val="00F9703A"/>
    <w:rsid w:val="00F971AE"/>
    <w:rsid w:val="00FA058C"/>
    <w:rsid w:val="00FA0782"/>
    <w:rsid w:val="00FA5945"/>
    <w:rsid w:val="00FA6F5E"/>
    <w:rsid w:val="00FB41B6"/>
    <w:rsid w:val="00FC5D24"/>
    <w:rsid w:val="00FD4826"/>
    <w:rsid w:val="00FD5D6A"/>
    <w:rsid w:val="00FE3CE1"/>
    <w:rsid w:val="00FE5FB8"/>
    <w:rsid w:val="00FE6732"/>
    <w:rsid w:val="00FE7970"/>
    <w:rsid w:val="00FF0579"/>
    <w:rsid w:val="00FF2B41"/>
    <w:rsid w:val="00FF37BE"/>
    <w:rsid w:val="00FF4116"/>
    <w:rsid w:val="00FF6F08"/>
    <w:rsid w:val="00FF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DBA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802B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4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2802B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36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2802B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802B6"/>
    <w:rPr>
      <w:rFonts w:eastAsia="Times New Roman" w:cs="Times New Roman"/>
      <w:b/>
      <w:sz w:val="44"/>
      <w:lang w:val="ru-RU" w:eastAsia="ru-RU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802B6"/>
    <w:rPr>
      <w:rFonts w:eastAsia="Times New Roman" w:cs="Times New Roman"/>
      <w:b/>
      <w:sz w:val="36"/>
      <w:lang w:val="ru-RU" w:eastAsia="ru-RU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802B6"/>
    <w:rPr>
      <w:rFonts w:eastAsia="Times New Roman" w:cs="Times New Roman"/>
      <w:b/>
      <w:sz w:val="32"/>
      <w:lang w:val="ru-RU" w:eastAsia="ru-RU" w:bidi="ar-SA"/>
    </w:rPr>
  </w:style>
  <w:style w:type="table" w:styleId="TableGrid">
    <w:name w:val="Table Grid"/>
    <w:basedOn w:val="TableNormal"/>
    <w:uiPriority w:val="99"/>
    <w:rsid w:val="00D30DB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locked/>
    <w:rsid w:val="002802B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802B6"/>
    <w:rPr>
      <w:rFonts w:eastAsia="Times New Roman" w:cs="Times New Roman"/>
      <w:b/>
      <w:sz w:val="28"/>
      <w:lang w:val="uk-UA" w:eastAsia="ru-RU" w:bidi="ar-SA"/>
    </w:rPr>
  </w:style>
  <w:style w:type="paragraph" w:customStyle="1" w:styleId="Style2">
    <w:name w:val="Style2"/>
    <w:basedOn w:val="Normal"/>
    <w:uiPriority w:val="99"/>
    <w:rsid w:val="002802B6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5</Pages>
  <Words>828</Words>
  <Characters>4721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ch58</cp:lastModifiedBy>
  <cp:revision>7</cp:revision>
  <cp:lastPrinted>2010-12-22T08:11:00Z</cp:lastPrinted>
  <dcterms:created xsi:type="dcterms:W3CDTF">2010-12-22T08:20:00Z</dcterms:created>
  <dcterms:modified xsi:type="dcterms:W3CDTF">2011-01-31T08:53:00Z</dcterms:modified>
</cp:coreProperties>
</file>