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8CA" w:rsidRPr="005D10E5" w:rsidRDefault="00BF08CA" w:rsidP="000677D9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BF08CA" w:rsidRPr="005D10E5" w:rsidRDefault="00BF08CA" w:rsidP="000677D9">
      <w:pPr>
        <w:tabs>
          <w:tab w:val="left" w:pos="3270"/>
        </w:tabs>
        <w:rPr>
          <w:b/>
          <w:sz w:val="22"/>
          <w:lang w:val="uk-UA"/>
        </w:rPr>
      </w:pPr>
      <w:r w:rsidRPr="005D10E5">
        <w:rPr>
          <w:b/>
          <w:sz w:val="22"/>
          <w:lang w:val="uk-UA"/>
        </w:rPr>
        <w:tab/>
      </w:r>
    </w:p>
    <w:p w:rsidR="00BF08CA" w:rsidRPr="005D10E5" w:rsidRDefault="00BF08CA" w:rsidP="000677D9">
      <w:pPr>
        <w:pStyle w:val="Heading6"/>
      </w:pPr>
      <w:r w:rsidRPr="005D10E5">
        <w:t>У  К  Р  А  Ї  Н  А</w:t>
      </w:r>
    </w:p>
    <w:p w:rsidR="00BF08CA" w:rsidRPr="005D10E5" w:rsidRDefault="00BF08CA" w:rsidP="000677D9">
      <w:pPr>
        <w:jc w:val="center"/>
        <w:rPr>
          <w:b/>
          <w:sz w:val="32"/>
          <w:lang w:val="uk-UA"/>
        </w:rPr>
      </w:pPr>
    </w:p>
    <w:p w:rsidR="00BF08CA" w:rsidRPr="005D10E5" w:rsidRDefault="00BF08CA" w:rsidP="000677D9">
      <w:pPr>
        <w:pStyle w:val="Heading8"/>
      </w:pPr>
      <w:r w:rsidRPr="005D10E5">
        <w:t xml:space="preserve">А р т е м і в с ь к а   м і с ь к а   р а д а </w:t>
      </w:r>
    </w:p>
    <w:p w:rsidR="00BF08CA" w:rsidRPr="005D10E5" w:rsidRDefault="00BF08CA" w:rsidP="000677D9">
      <w:pPr>
        <w:jc w:val="center"/>
        <w:rPr>
          <w:b/>
          <w:lang w:val="uk-UA"/>
        </w:rPr>
      </w:pPr>
    </w:p>
    <w:p w:rsidR="00BF08CA" w:rsidRPr="005D10E5" w:rsidRDefault="00BF08CA" w:rsidP="000677D9">
      <w:pPr>
        <w:pStyle w:val="Heading9"/>
      </w:pPr>
      <w:r w:rsidRPr="005D10E5">
        <w:t>ВИКОНАВЧИЙ  КОМІТЕТ</w:t>
      </w:r>
    </w:p>
    <w:p w:rsidR="00BF08CA" w:rsidRPr="005D10E5" w:rsidRDefault="00BF08CA" w:rsidP="000677D9">
      <w:pPr>
        <w:jc w:val="center"/>
        <w:rPr>
          <w:b/>
          <w:lang w:val="uk-UA"/>
        </w:rPr>
      </w:pPr>
    </w:p>
    <w:p w:rsidR="00BF08CA" w:rsidRPr="005D10E5" w:rsidRDefault="00BF08CA" w:rsidP="000677D9">
      <w:pPr>
        <w:jc w:val="center"/>
        <w:rPr>
          <w:b/>
          <w:sz w:val="36"/>
          <w:lang w:val="uk-UA"/>
        </w:rPr>
      </w:pPr>
      <w:r w:rsidRPr="005D10E5">
        <w:rPr>
          <w:b/>
          <w:sz w:val="48"/>
          <w:lang w:val="uk-UA"/>
        </w:rPr>
        <w:t>Р I Ш Е Н Н Я</w:t>
      </w:r>
    </w:p>
    <w:p w:rsidR="00BF08CA" w:rsidRPr="005D10E5" w:rsidRDefault="00BF08CA" w:rsidP="000677D9">
      <w:pPr>
        <w:jc w:val="center"/>
        <w:rPr>
          <w:b/>
          <w:sz w:val="36"/>
          <w:lang w:val="uk-UA"/>
        </w:rPr>
      </w:pPr>
    </w:p>
    <w:p w:rsidR="00BF08CA" w:rsidRPr="005D10E5" w:rsidRDefault="00BF08CA" w:rsidP="000677D9">
      <w:pPr>
        <w:rPr>
          <w:sz w:val="24"/>
          <w:lang w:val="uk-UA"/>
        </w:rPr>
      </w:pPr>
      <w:r w:rsidRPr="005D10E5">
        <w:rPr>
          <w:sz w:val="24"/>
          <w:lang w:val="uk-UA"/>
        </w:rPr>
        <w:t xml:space="preserve"> </w:t>
      </w:r>
      <w:r>
        <w:rPr>
          <w:sz w:val="24"/>
          <w:lang w:val="uk-UA"/>
        </w:rPr>
        <w:t>13.05.2015</w:t>
      </w:r>
      <w:r w:rsidRPr="005D10E5">
        <w:rPr>
          <w:sz w:val="24"/>
          <w:lang w:val="uk-UA"/>
        </w:rPr>
        <w:t xml:space="preserve">    №</w:t>
      </w:r>
      <w:r>
        <w:rPr>
          <w:sz w:val="24"/>
          <w:lang w:val="uk-UA"/>
        </w:rPr>
        <w:t xml:space="preserve"> 101</w:t>
      </w:r>
    </w:p>
    <w:p w:rsidR="00BF08CA" w:rsidRPr="005D10E5" w:rsidRDefault="00BF08CA" w:rsidP="000677D9">
      <w:pPr>
        <w:rPr>
          <w:sz w:val="24"/>
          <w:lang w:val="uk-UA"/>
        </w:rPr>
      </w:pPr>
      <w:r w:rsidRPr="005D10E5">
        <w:rPr>
          <w:sz w:val="24"/>
          <w:lang w:val="uk-UA"/>
        </w:rPr>
        <w:t>м. Артемівськ</w:t>
      </w:r>
    </w:p>
    <w:p w:rsidR="00BF08CA" w:rsidRPr="005D10E5" w:rsidRDefault="00BF08CA" w:rsidP="000677D9">
      <w:pPr>
        <w:rPr>
          <w:lang w:val="uk-UA"/>
        </w:rPr>
      </w:pPr>
    </w:p>
    <w:p w:rsidR="00BF08CA" w:rsidRDefault="00BF08CA" w:rsidP="000677D9">
      <w:pPr>
        <w:ind w:right="4495"/>
        <w:rPr>
          <w:b/>
          <w:i/>
          <w:szCs w:val="28"/>
          <w:lang w:val="uk-UA"/>
        </w:rPr>
      </w:pPr>
      <w:r w:rsidRPr="005D10E5">
        <w:rPr>
          <w:b/>
          <w:i/>
          <w:szCs w:val="28"/>
          <w:lang w:val="uk-UA"/>
        </w:rPr>
        <w:t>Про організацію вл</w:t>
      </w:r>
      <w:r>
        <w:rPr>
          <w:b/>
          <w:i/>
          <w:szCs w:val="28"/>
          <w:lang w:val="uk-UA"/>
        </w:rPr>
        <w:t>ітку 2015</w:t>
      </w:r>
      <w:r w:rsidRPr="005D10E5">
        <w:rPr>
          <w:b/>
          <w:i/>
          <w:szCs w:val="28"/>
          <w:lang w:val="uk-UA"/>
        </w:rPr>
        <w:t xml:space="preserve"> року оздоровлення та відпочинку дітей, </w:t>
      </w:r>
    </w:p>
    <w:p w:rsidR="00BF08CA" w:rsidRDefault="00BF08CA" w:rsidP="000677D9">
      <w:pPr>
        <w:ind w:right="4495"/>
        <w:rPr>
          <w:b/>
          <w:i/>
          <w:szCs w:val="28"/>
          <w:lang w:val="uk-UA"/>
        </w:rPr>
      </w:pPr>
      <w:r w:rsidRPr="005D10E5">
        <w:rPr>
          <w:b/>
          <w:i/>
          <w:szCs w:val="28"/>
          <w:lang w:val="uk-UA"/>
        </w:rPr>
        <w:t xml:space="preserve">що мешкають на території </w:t>
      </w:r>
    </w:p>
    <w:p w:rsidR="00BF08CA" w:rsidRPr="005D10E5" w:rsidRDefault="00BF08CA" w:rsidP="000677D9">
      <w:pPr>
        <w:ind w:right="4495"/>
        <w:rPr>
          <w:b/>
          <w:i/>
          <w:szCs w:val="28"/>
          <w:lang w:val="uk-UA"/>
        </w:rPr>
      </w:pPr>
      <w:r w:rsidRPr="005D10E5">
        <w:rPr>
          <w:b/>
          <w:i/>
          <w:szCs w:val="28"/>
          <w:lang w:val="uk-UA"/>
        </w:rPr>
        <w:t>Артемівської міської ради</w:t>
      </w:r>
    </w:p>
    <w:p w:rsidR="00BF08CA" w:rsidRPr="005D10E5" w:rsidRDefault="00BF08CA" w:rsidP="000677D9">
      <w:pPr>
        <w:ind w:right="5953"/>
        <w:rPr>
          <w:b/>
          <w:i/>
          <w:lang w:val="uk-UA"/>
        </w:rPr>
      </w:pPr>
      <w:r>
        <w:rPr>
          <w:szCs w:val="28"/>
          <w:lang w:val="uk-UA"/>
        </w:rPr>
        <w:t xml:space="preserve"> </w:t>
      </w:r>
    </w:p>
    <w:p w:rsidR="00BF08CA" w:rsidRPr="005D10E5" w:rsidRDefault="00BF08CA" w:rsidP="000677D9">
      <w:pPr>
        <w:pStyle w:val="BodyText2"/>
        <w:ind w:right="-5"/>
        <w:jc w:val="both"/>
        <w:rPr>
          <w:b w:val="0"/>
          <w:i w:val="0"/>
          <w:sz w:val="28"/>
        </w:rPr>
      </w:pPr>
      <w:r w:rsidRPr="005D10E5">
        <w:rPr>
          <w:b w:val="0"/>
          <w:i w:val="0"/>
          <w:sz w:val="28"/>
        </w:rPr>
        <w:t xml:space="preserve">            Розглянувши довідку </w:t>
      </w:r>
      <w:r w:rsidRPr="005D10E5">
        <w:rPr>
          <w:b w:val="0"/>
          <w:i w:val="0"/>
          <w:sz w:val="28"/>
          <w:szCs w:val="28"/>
        </w:rPr>
        <w:t>від</w:t>
      </w:r>
      <w:r>
        <w:rPr>
          <w:b w:val="0"/>
          <w:i w:val="0"/>
          <w:color w:val="FF0000"/>
          <w:sz w:val="28"/>
          <w:szCs w:val="28"/>
        </w:rPr>
        <w:t xml:space="preserve"> </w:t>
      </w:r>
      <w:r w:rsidRPr="00D345CE">
        <w:rPr>
          <w:b w:val="0"/>
          <w:i w:val="0"/>
          <w:sz w:val="28"/>
          <w:szCs w:val="28"/>
        </w:rPr>
        <w:t>03.04.2015 № 01-0970-06</w:t>
      </w:r>
      <w:r w:rsidRPr="005D10E5">
        <w:rPr>
          <w:sz w:val="28"/>
          <w:szCs w:val="28"/>
        </w:rPr>
        <w:t xml:space="preserve"> </w:t>
      </w:r>
      <w:r w:rsidRPr="005D10E5">
        <w:rPr>
          <w:b w:val="0"/>
          <w:i w:val="0"/>
          <w:sz w:val="28"/>
        </w:rPr>
        <w:t xml:space="preserve">начальника управління молодіжної політики та у справах дітей Артемівської міської ради </w:t>
      </w:r>
      <w:r>
        <w:rPr>
          <w:b w:val="0"/>
          <w:i w:val="0"/>
          <w:sz w:val="28"/>
        </w:rPr>
        <w:t xml:space="preserve">     </w:t>
      </w:r>
      <w:r w:rsidRPr="000D1A26">
        <w:rPr>
          <w:b w:val="0"/>
          <w:i w:val="0"/>
          <w:sz w:val="28"/>
        </w:rPr>
        <w:t>Махничевої Л.</w:t>
      </w:r>
      <w:r>
        <w:rPr>
          <w:b w:val="0"/>
          <w:i w:val="0"/>
          <w:sz w:val="28"/>
        </w:rPr>
        <w:t xml:space="preserve">О. </w:t>
      </w:r>
      <w:r w:rsidRPr="005D10E5">
        <w:rPr>
          <w:b w:val="0"/>
          <w:i w:val="0"/>
          <w:sz w:val="28"/>
        </w:rPr>
        <w:t>«</w:t>
      </w:r>
      <w:r w:rsidRPr="005D10E5">
        <w:rPr>
          <w:rFonts w:eastAsia="MS Mincho"/>
          <w:b w:val="0"/>
          <w:i w:val="0"/>
          <w:sz w:val="28"/>
          <w:szCs w:val="28"/>
        </w:rPr>
        <w:t xml:space="preserve">Про організацію </w:t>
      </w:r>
      <w:r>
        <w:rPr>
          <w:rFonts w:eastAsia="MS Mincho"/>
          <w:b w:val="0"/>
          <w:i w:val="0"/>
          <w:sz w:val="28"/>
          <w:szCs w:val="28"/>
        </w:rPr>
        <w:t>влі</w:t>
      </w:r>
      <w:r w:rsidRPr="00E26F38">
        <w:rPr>
          <w:rFonts w:eastAsia="MS Mincho"/>
          <w:b w:val="0"/>
          <w:i w:val="0"/>
          <w:sz w:val="28"/>
          <w:szCs w:val="28"/>
        </w:rPr>
        <w:t xml:space="preserve">тку 2015 року </w:t>
      </w:r>
      <w:r w:rsidRPr="005D10E5">
        <w:rPr>
          <w:rFonts w:eastAsia="MS Mincho"/>
          <w:b w:val="0"/>
          <w:i w:val="0"/>
          <w:sz w:val="28"/>
          <w:szCs w:val="28"/>
        </w:rPr>
        <w:t>оздоровлення та відпочинку дітей, що мешкають на території Артемівської міської ради</w:t>
      </w:r>
      <w:r w:rsidRPr="005D10E5">
        <w:rPr>
          <w:b w:val="0"/>
          <w:i w:val="0"/>
          <w:sz w:val="28"/>
        </w:rPr>
        <w:t xml:space="preserve">», з метою  створення </w:t>
      </w:r>
      <w:r>
        <w:rPr>
          <w:b w:val="0"/>
          <w:i w:val="0"/>
          <w:sz w:val="28"/>
        </w:rPr>
        <w:t>у літній період 2015</w:t>
      </w:r>
      <w:r w:rsidRPr="005D10E5">
        <w:rPr>
          <w:b w:val="0"/>
          <w:i w:val="0"/>
          <w:sz w:val="28"/>
        </w:rPr>
        <w:t xml:space="preserve"> року умов для повноцінного відпочинку, покращення стану здоров`я дітей, що мешкають на території Артемівської міської ради, згідно з  планом роботи виконавчих органів Артемівської міської ради на ІІ квартал 201</w:t>
      </w:r>
      <w:r>
        <w:rPr>
          <w:b w:val="0"/>
          <w:i w:val="0"/>
          <w:sz w:val="28"/>
        </w:rPr>
        <w:t>5</w:t>
      </w:r>
      <w:r w:rsidRPr="005D10E5">
        <w:rPr>
          <w:b w:val="0"/>
          <w:i w:val="0"/>
          <w:sz w:val="28"/>
        </w:rPr>
        <w:t xml:space="preserve"> року, затвердженим рішенням виконкому Артемівської міської ради від </w:t>
      </w:r>
      <w:r w:rsidRPr="00CF3215">
        <w:rPr>
          <w:b w:val="0"/>
          <w:i w:val="0"/>
          <w:sz w:val="28"/>
        </w:rPr>
        <w:t>11.03.2015 № 55,</w:t>
      </w:r>
      <w:r w:rsidRPr="005D10E5">
        <w:rPr>
          <w:b w:val="0"/>
          <w:i w:val="0"/>
          <w:sz w:val="28"/>
        </w:rPr>
        <w:t xml:space="preserve"> відповідно до Закону України від 26.04.2001 № 2</w:t>
      </w:r>
      <w:r>
        <w:rPr>
          <w:b w:val="0"/>
          <w:i w:val="0"/>
          <w:sz w:val="28"/>
        </w:rPr>
        <w:t>402-ІІІ «Про охорону дитинства»</w:t>
      </w:r>
      <w:r w:rsidRPr="005D10E5">
        <w:rPr>
          <w:b w:val="0"/>
          <w:i w:val="0"/>
          <w:sz w:val="28"/>
        </w:rPr>
        <w:t xml:space="preserve"> із внесеними до нього змінами, керуючись Законом України від 04.09.2008  № 375-VI «Про оз</w:t>
      </w:r>
      <w:r>
        <w:rPr>
          <w:b w:val="0"/>
          <w:i w:val="0"/>
          <w:sz w:val="28"/>
        </w:rPr>
        <w:t>доровлення та відпочинок дітей»</w:t>
      </w:r>
      <w:r w:rsidRPr="005D10E5">
        <w:rPr>
          <w:b w:val="0"/>
          <w:i w:val="0"/>
          <w:sz w:val="28"/>
        </w:rPr>
        <w:t xml:space="preserve"> із внесеними до нього змінами,</w:t>
      </w:r>
      <w:r>
        <w:rPr>
          <w:b w:val="0"/>
          <w:i w:val="0"/>
          <w:sz w:val="28"/>
        </w:rPr>
        <w:t xml:space="preserve"> ст. ст. 32,</w:t>
      </w:r>
      <w:r w:rsidRPr="005D10E5">
        <w:rPr>
          <w:b w:val="0"/>
          <w:i w:val="0"/>
          <w:sz w:val="28"/>
        </w:rPr>
        <w:t xml:space="preserve"> 52 Закону України від 21.05.97  №280/97-ВР "Про міс</w:t>
      </w:r>
      <w:r>
        <w:rPr>
          <w:b w:val="0"/>
          <w:i w:val="0"/>
          <w:sz w:val="28"/>
        </w:rPr>
        <w:t>цеве самоврядування в Україні",</w:t>
      </w:r>
      <w:r w:rsidRPr="005D10E5">
        <w:rPr>
          <w:b w:val="0"/>
          <w:i w:val="0"/>
          <w:sz w:val="28"/>
        </w:rPr>
        <w:t xml:space="preserve"> із внесеними до нього змінами, виконком Артемівської міської ради </w:t>
      </w:r>
    </w:p>
    <w:p w:rsidR="00BF08CA" w:rsidRPr="005D10E5" w:rsidRDefault="00BF08CA" w:rsidP="000677D9">
      <w:pPr>
        <w:pStyle w:val="BodyText2"/>
        <w:ind w:right="-5"/>
        <w:jc w:val="both"/>
        <w:rPr>
          <w:b w:val="0"/>
          <w:i w:val="0"/>
          <w:sz w:val="28"/>
        </w:rPr>
      </w:pPr>
    </w:p>
    <w:p w:rsidR="00BF08CA" w:rsidRPr="005D10E5" w:rsidRDefault="00BF08CA" w:rsidP="000677D9">
      <w:pPr>
        <w:ind w:firstLine="851"/>
        <w:jc w:val="both"/>
        <w:rPr>
          <w:b/>
          <w:lang w:val="uk-UA"/>
        </w:rPr>
      </w:pPr>
      <w:r w:rsidRPr="005D10E5">
        <w:rPr>
          <w:b/>
          <w:lang w:val="uk-UA"/>
        </w:rPr>
        <w:t>В И Р І Ш И В :</w:t>
      </w:r>
    </w:p>
    <w:p w:rsidR="00BF08CA" w:rsidRPr="005D10E5" w:rsidRDefault="00BF08CA" w:rsidP="000677D9">
      <w:pPr>
        <w:ind w:firstLine="851"/>
        <w:jc w:val="both"/>
        <w:rPr>
          <w:lang w:val="uk-UA"/>
        </w:rPr>
      </w:pPr>
    </w:p>
    <w:p w:rsidR="00BF08CA" w:rsidRPr="005D10E5" w:rsidRDefault="00BF08CA" w:rsidP="000677D9">
      <w:pPr>
        <w:ind w:firstLine="900"/>
        <w:jc w:val="both"/>
        <w:rPr>
          <w:lang w:val="uk-UA"/>
        </w:rPr>
      </w:pPr>
      <w:r w:rsidRPr="005D10E5">
        <w:rPr>
          <w:lang w:val="uk-UA"/>
        </w:rPr>
        <w:t xml:space="preserve">1. Довідку начальника управління молодіжної політики та у справах дітей Артемівської міської ради </w:t>
      </w:r>
      <w:r>
        <w:rPr>
          <w:lang w:val="uk-UA"/>
        </w:rPr>
        <w:t xml:space="preserve">Махничевої Л.О.  </w:t>
      </w:r>
      <w:r w:rsidRPr="005D10E5">
        <w:rPr>
          <w:lang w:val="uk-UA"/>
        </w:rPr>
        <w:t>«</w:t>
      </w:r>
      <w:r w:rsidRPr="005D10E5">
        <w:rPr>
          <w:rFonts w:eastAsia="MS Mincho"/>
          <w:szCs w:val="28"/>
          <w:lang w:val="uk-UA"/>
        </w:rPr>
        <w:t xml:space="preserve">Про організацію </w:t>
      </w:r>
      <w:r>
        <w:rPr>
          <w:rFonts w:eastAsia="MS Mincho"/>
          <w:szCs w:val="28"/>
          <w:lang w:val="uk-UA"/>
        </w:rPr>
        <w:t xml:space="preserve">влітку 2015 року </w:t>
      </w:r>
      <w:r w:rsidRPr="005D10E5">
        <w:rPr>
          <w:rFonts w:eastAsia="MS Mincho"/>
          <w:szCs w:val="28"/>
          <w:lang w:val="uk-UA"/>
        </w:rPr>
        <w:t>оздоровлення та відпочинку дітей, що мешкають на території Артемівської міської ради</w:t>
      </w:r>
      <w:r w:rsidRPr="005D10E5">
        <w:rPr>
          <w:lang w:val="uk-UA"/>
        </w:rPr>
        <w:t>»</w:t>
      </w:r>
      <w:r>
        <w:rPr>
          <w:lang w:val="uk-UA"/>
        </w:rPr>
        <w:t xml:space="preserve"> прийняти до відома</w:t>
      </w:r>
      <w:r w:rsidRPr="005D10E5">
        <w:rPr>
          <w:lang w:val="uk-UA"/>
        </w:rPr>
        <w:t>.</w:t>
      </w:r>
    </w:p>
    <w:p w:rsidR="00BF08CA" w:rsidRPr="005D10E5" w:rsidRDefault="00BF08CA" w:rsidP="000677D9">
      <w:pPr>
        <w:jc w:val="both"/>
        <w:rPr>
          <w:lang w:val="uk-UA"/>
        </w:rPr>
      </w:pPr>
    </w:p>
    <w:p w:rsidR="00BF08CA" w:rsidRPr="005D10E5" w:rsidRDefault="00BF08CA" w:rsidP="000677D9">
      <w:pPr>
        <w:pStyle w:val="BodyTextIndent"/>
        <w:ind w:left="0" w:firstLine="900"/>
        <w:rPr>
          <w:sz w:val="28"/>
        </w:rPr>
      </w:pPr>
      <w:r w:rsidRPr="005D10E5">
        <w:rPr>
          <w:sz w:val="28"/>
        </w:rPr>
        <w:t>2. Затвердити:</w:t>
      </w:r>
    </w:p>
    <w:p w:rsidR="00BF08CA" w:rsidRPr="005D10E5" w:rsidRDefault="00BF08CA" w:rsidP="000677D9">
      <w:pPr>
        <w:pStyle w:val="BodyTextIndent"/>
        <w:ind w:left="0" w:firstLine="900"/>
        <w:rPr>
          <w:sz w:val="28"/>
        </w:rPr>
      </w:pPr>
      <w:r w:rsidRPr="005D10E5">
        <w:rPr>
          <w:sz w:val="28"/>
        </w:rPr>
        <w:t xml:space="preserve">2.1. План заходів щодо організації </w:t>
      </w:r>
      <w:r>
        <w:rPr>
          <w:sz w:val="28"/>
        </w:rPr>
        <w:t>влітку 2015</w:t>
      </w:r>
      <w:r w:rsidRPr="005D10E5">
        <w:rPr>
          <w:sz w:val="28"/>
        </w:rPr>
        <w:t xml:space="preserve"> року оздоровлення та відпочинку дітей, що мешкають на території Артемівської міської ради (додається).</w:t>
      </w:r>
    </w:p>
    <w:p w:rsidR="00BF08CA" w:rsidRPr="005D10E5" w:rsidRDefault="00BF08CA" w:rsidP="000677D9">
      <w:pPr>
        <w:pStyle w:val="BodyTextIndent"/>
        <w:ind w:left="0" w:firstLine="900"/>
        <w:rPr>
          <w:sz w:val="28"/>
        </w:rPr>
      </w:pPr>
    </w:p>
    <w:p w:rsidR="00BF08CA" w:rsidRPr="005D10E5" w:rsidRDefault="00BF08CA" w:rsidP="000677D9">
      <w:pPr>
        <w:jc w:val="both"/>
        <w:rPr>
          <w:lang w:val="uk-UA"/>
        </w:rPr>
      </w:pPr>
      <w:r w:rsidRPr="005D10E5">
        <w:rPr>
          <w:lang w:val="uk-UA"/>
        </w:rPr>
        <w:t xml:space="preserve">            2.2. Склад  міської міжвідомчої комісії </w:t>
      </w:r>
      <w:r>
        <w:rPr>
          <w:lang w:val="uk-UA"/>
        </w:rPr>
        <w:t>з</w:t>
      </w:r>
      <w:r w:rsidRPr="005D10E5">
        <w:rPr>
          <w:lang w:val="uk-UA"/>
        </w:rPr>
        <w:t xml:space="preserve"> організації </w:t>
      </w:r>
      <w:r>
        <w:rPr>
          <w:lang w:val="uk-UA"/>
        </w:rPr>
        <w:t xml:space="preserve">влітку 2015 року </w:t>
      </w:r>
      <w:r w:rsidRPr="005D10E5">
        <w:rPr>
          <w:lang w:val="uk-UA"/>
        </w:rPr>
        <w:t>оздоровлення та відпочинку дітей, що мешкають на території Артемівської міської ради</w:t>
      </w:r>
      <w:r>
        <w:rPr>
          <w:lang w:val="uk-UA"/>
        </w:rPr>
        <w:t xml:space="preserve"> </w:t>
      </w:r>
      <w:r w:rsidRPr="005D10E5">
        <w:rPr>
          <w:lang w:val="uk-UA"/>
        </w:rPr>
        <w:t>(додається).</w:t>
      </w:r>
    </w:p>
    <w:p w:rsidR="00BF08CA" w:rsidRPr="005D10E5" w:rsidRDefault="00BF08CA" w:rsidP="000677D9">
      <w:pPr>
        <w:ind w:firstLine="900"/>
        <w:jc w:val="both"/>
        <w:rPr>
          <w:lang w:val="uk-UA"/>
        </w:rPr>
      </w:pPr>
    </w:p>
    <w:p w:rsidR="00BF08CA" w:rsidRPr="005D10E5" w:rsidRDefault="00BF08CA" w:rsidP="000677D9">
      <w:pPr>
        <w:jc w:val="both"/>
        <w:rPr>
          <w:lang w:val="uk-UA"/>
        </w:rPr>
      </w:pPr>
      <w:r w:rsidRPr="005D10E5">
        <w:rPr>
          <w:lang w:val="uk-UA"/>
        </w:rPr>
        <w:t xml:space="preserve">            2.3. Склад комісії </w:t>
      </w:r>
      <w:r>
        <w:rPr>
          <w:lang w:val="uk-UA"/>
        </w:rPr>
        <w:t xml:space="preserve">із </w:t>
      </w:r>
      <w:r w:rsidRPr="005D10E5">
        <w:rPr>
          <w:lang w:val="uk-UA"/>
        </w:rPr>
        <w:t xml:space="preserve">розподілу  путівок для оздоровлення  </w:t>
      </w:r>
      <w:r>
        <w:rPr>
          <w:lang w:val="uk-UA"/>
        </w:rPr>
        <w:t>у літній період 2015</w:t>
      </w:r>
      <w:r w:rsidRPr="005D10E5">
        <w:rPr>
          <w:lang w:val="uk-UA"/>
        </w:rPr>
        <w:t xml:space="preserve"> року дітей, які потребують</w:t>
      </w:r>
      <w:r>
        <w:rPr>
          <w:lang w:val="uk-UA"/>
        </w:rPr>
        <w:t xml:space="preserve"> соціальної уваги та підтримки</w:t>
      </w:r>
      <w:r w:rsidRPr="005D10E5">
        <w:rPr>
          <w:lang w:val="uk-UA"/>
        </w:rPr>
        <w:t xml:space="preserve"> (додається).</w:t>
      </w:r>
    </w:p>
    <w:p w:rsidR="00BF08CA" w:rsidRPr="005D10E5" w:rsidRDefault="00BF08CA" w:rsidP="000677D9">
      <w:pPr>
        <w:jc w:val="both"/>
        <w:rPr>
          <w:lang w:val="uk-UA"/>
        </w:rPr>
      </w:pPr>
    </w:p>
    <w:p w:rsidR="00BF08CA" w:rsidRPr="005D10E5" w:rsidRDefault="00BF08CA" w:rsidP="000677D9">
      <w:pPr>
        <w:jc w:val="both"/>
        <w:rPr>
          <w:lang w:val="uk-UA"/>
        </w:rPr>
      </w:pPr>
      <w:r w:rsidRPr="005D10E5">
        <w:rPr>
          <w:lang w:val="uk-UA"/>
        </w:rPr>
        <w:t xml:space="preserve">            2.4.  Кошторисну вартість путівки в Артемівському дитячому заміському закладі оздоровленн</w:t>
      </w:r>
      <w:r>
        <w:rPr>
          <w:lang w:val="uk-UA"/>
        </w:rPr>
        <w:t>я та відпочинку “Вогник” на 2015</w:t>
      </w:r>
      <w:r w:rsidRPr="005D10E5">
        <w:rPr>
          <w:lang w:val="uk-UA"/>
        </w:rPr>
        <w:t xml:space="preserve"> рік – </w:t>
      </w:r>
      <w:r w:rsidRPr="00CF3215">
        <w:rPr>
          <w:lang w:val="uk-UA"/>
        </w:rPr>
        <w:t>2000,00</w:t>
      </w:r>
      <w:r w:rsidRPr="00D04F47">
        <w:rPr>
          <w:lang w:val="uk-UA"/>
        </w:rPr>
        <w:t xml:space="preserve">  грн.</w:t>
      </w:r>
      <w:r w:rsidRPr="005D10E5">
        <w:rPr>
          <w:lang w:val="uk-UA"/>
        </w:rPr>
        <w:t xml:space="preserve"> (перебування у таб</w:t>
      </w:r>
      <w:r>
        <w:rPr>
          <w:lang w:val="uk-UA"/>
        </w:rPr>
        <w:t>орі 21 день) для однієї дитини</w:t>
      </w:r>
      <w:r w:rsidRPr="005D10E5">
        <w:rPr>
          <w:lang w:val="uk-UA"/>
        </w:rPr>
        <w:t xml:space="preserve"> (додається).</w:t>
      </w:r>
    </w:p>
    <w:p w:rsidR="00BF08CA" w:rsidRPr="005D10E5" w:rsidRDefault="00BF08CA" w:rsidP="000677D9">
      <w:pPr>
        <w:ind w:firstLine="900"/>
        <w:jc w:val="both"/>
        <w:rPr>
          <w:lang w:val="uk-UA"/>
        </w:rPr>
      </w:pPr>
    </w:p>
    <w:p w:rsidR="00BF08CA" w:rsidRPr="005D10E5" w:rsidRDefault="00BF08CA" w:rsidP="000677D9">
      <w:pPr>
        <w:numPr>
          <w:ilvl w:val="0"/>
          <w:numId w:val="3"/>
        </w:numPr>
        <w:tabs>
          <w:tab w:val="clear" w:pos="360"/>
          <w:tab w:val="num" w:pos="0"/>
        </w:tabs>
        <w:ind w:left="0" w:firstLine="900"/>
        <w:jc w:val="both"/>
        <w:rPr>
          <w:lang w:val="uk-UA"/>
        </w:rPr>
      </w:pPr>
      <w:r>
        <w:rPr>
          <w:lang w:val="uk-UA"/>
        </w:rPr>
        <w:t>Державному</w:t>
      </w:r>
      <w:r w:rsidRPr="005D10E5">
        <w:rPr>
          <w:lang w:val="uk-UA"/>
        </w:rPr>
        <w:t xml:space="preserve"> підприємств</w:t>
      </w:r>
      <w:r>
        <w:rPr>
          <w:lang w:val="uk-UA"/>
        </w:rPr>
        <w:t>у</w:t>
      </w:r>
      <w:r w:rsidRPr="005D10E5">
        <w:rPr>
          <w:lang w:val="uk-UA"/>
        </w:rPr>
        <w:t xml:space="preserve"> “Артемсіль” </w:t>
      </w:r>
      <w:r w:rsidRPr="00CF3215">
        <w:rPr>
          <w:lang w:val="uk-UA"/>
        </w:rPr>
        <w:t>(Фоменко),</w:t>
      </w:r>
      <w:r w:rsidRPr="005D10E5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5D10E5">
        <w:rPr>
          <w:lang w:val="uk-UA"/>
        </w:rPr>
        <w:t xml:space="preserve">відділу освіти Артемівської міської ради (Рубцова) забезпечити  своєчасне відкриття дитячих оздоровчих таборів. </w:t>
      </w:r>
    </w:p>
    <w:p w:rsidR="00BF08CA" w:rsidRPr="005D10E5" w:rsidRDefault="00BF08CA" w:rsidP="000677D9">
      <w:pPr>
        <w:jc w:val="both"/>
        <w:rPr>
          <w:lang w:val="uk-UA"/>
        </w:rPr>
      </w:pPr>
    </w:p>
    <w:p w:rsidR="00BF08CA" w:rsidRPr="005D10E5" w:rsidRDefault="00BF08CA" w:rsidP="000677D9">
      <w:pPr>
        <w:jc w:val="both"/>
        <w:rPr>
          <w:lang w:val="uk-UA"/>
        </w:rPr>
      </w:pPr>
      <w:r w:rsidRPr="005D10E5">
        <w:rPr>
          <w:lang w:val="uk-UA"/>
        </w:rPr>
        <w:t xml:space="preserve">            4. Фінансовому управлінню Артемівської міської ради (Ткаченко) спільно з відділом освіти Артемівської міської ради (Рубцова) вирішити питання фінансування витрат відділу освіти Артемівської міської ради на оздоровлення  в дитячих оздоровчих таборах </w:t>
      </w:r>
      <w:r>
        <w:rPr>
          <w:lang w:val="uk-UA"/>
        </w:rPr>
        <w:t>в 2015</w:t>
      </w:r>
      <w:r w:rsidRPr="005D10E5">
        <w:rPr>
          <w:lang w:val="uk-UA"/>
        </w:rPr>
        <w:t xml:space="preserve"> році дітей,  які потребують соціальної уваги та підтримки, згідно кошторису витрат (додається).</w:t>
      </w:r>
    </w:p>
    <w:p w:rsidR="00BF08CA" w:rsidRPr="005D10E5" w:rsidRDefault="00BF08CA" w:rsidP="000677D9">
      <w:pPr>
        <w:ind w:firstLine="900"/>
        <w:jc w:val="both"/>
        <w:rPr>
          <w:lang w:val="uk-UA"/>
        </w:rPr>
      </w:pPr>
    </w:p>
    <w:p w:rsidR="00BF08CA" w:rsidRPr="005D10E5" w:rsidRDefault="00BF08CA" w:rsidP="000677D9">
      <w:pPr>
        <w:jc w:val="both"/>
        <w:rPr>
          <w:lang w:val="uk-UA"/>
        </w:rPr>
      </w:pPr>
      <w:r w:rsidRPr="005D10E5">
        <w:rPr>
          <w:lang w:val="uk-UA"/>
        </w:rPr>
        <w:t xml:space="preserve">            5. Організаційне виконання рішення покласти на управління молодіжної політики та у справах дітей Артемівської міської ради (Махничева), відділ освіти Артемівської міської ради (Рубцова), фінансове управління Артемівської міської ради (Ткаченко).</w:t>
      </w:r>
    </w:p>
    <w:p w:rsidR="00BF08CA" w:rsidRPr="005D10E5" w:rsidRDefault="00BF08CA" w:rsidP="000677D9">
      <w:pPr>
        <w:ind w:firstLine="900"/>
        <w:jc w:val="both"/>
        <w:rPr>
          <w:lang w:val="uk-UA"/>
        </w:rPr>
      </w:pPr>
    </w:p>
    <w:p w:rsidR="00BF08CA" w:rsidRPr="005D10E5" w:rsidRDefault="00BF08CA" w:rsidP="000677D9">
      <w:pPr>
        <w:ind w:firstLine="900"/>
        <w:jc w:val="both"/>
        <w:rPr>
          <w:lang w:val="uk-UA"/>
        </w:rPr>
      </w:pPr>
      <w:r w:rsidRPr="005D10E5">
        <w:rPr>
          <w:lang w:val="uk-UA"/>
        </w:rPr>
        <w:t xml:space="preserve">6. Контроль за виконанням рішення покласти на заступника міського </w:t>
      </w:r>
      <w:r w:rsidRPr="00D149A4">
        <w:rPr>
          <w:lang w:val="uk-UA"/>
        </w:rPr>
        <w:t>голови Куліш Т.А., першого заступника</w:t>
      </w:r>
      <w:r w:rsidRPr="005D10E5">
        <w:rPr>
          <w:lang w:val="uk-UA"/>
        </w:rPr>
        <w:t xml:space="preserve"> міського голови  Савченко Т.М. </w:t>
      </w:r>
    </w:p>
    <w:p w:rsidR="00BF08CA" w:rsidRPr="005D10E5" w:rsidRDefault="00BF08CA" w:rsidP="000677D9">
      <w:pPr>
        <w:jc w:val="both"/>
        <w:rPr>
          <w:lang w:val="uk-UA"/>
        </w:rPr>
      </w:pPr>
    </w:p>
    <w:p w:rsidR="00BF08CA" w:rsidRPr="005D10E5" w:rsidRDefault="00BF08CA" w:rsidP="000677D9">
      <w:pPr>
        <w:jc w:val="both"/>
        <w:rPr>
          <w:lang w:val="uk-UA"/>
        </w:rPr>
      </w:pPr>
    </w:p>
    <w:p w:rsidR="00BF08CA" w:rsidRPr="005D10E5" w:rsidRDefault="00BF08CA" w:rsidP="000677D9">
      <w:pPr>
        <w:ind w:left="142"/>
        <w:rPr>
          <w:b/>
          <w:lang w:val="uk-UA"/>
        </w:rPr>
      </w:pPr>
      <w:r w:rsidRPr="005D10E5">
        <w:rPr>
          <w:b/>
          <w:lang w:val="uk-UA"/>
        </w:rPr>
        <w:t xml:space="preserve">               Міський  голова                                             О.О.РЕВА</w:t>
      </w:r>
    </w:p>
    <w:p w:rsidR="00BF08CA" w:rsidRPr="005D10E5" w:rsidRDefault="00BF08CA" w:rsidP="000677D9">
      <w:pPr>
        <w:ind w:left="142"/>
        <w:rPr>
          <w:b/>
          <w:lang w:val="uk-UA"/>
        </w:rPr>
      </w:pPr>
    </w:p>
    <w:p w:rsidR="00BF08CA" w:rsidRPr="005D10E5" w:rsidRDefault="00BF08CA" w:rsidP="000677D9">
      <w:pPr>
        <w:ind w:left="1211"/>
        <w:jc w:val="both"/>
        <w:rPr>
          <w:sz w:val="27"/>
          <w:lang w:val="uk-UA"/>
        </w:rPr>
      </w:pPr>
    </w:p>
    <w:p w:rsidR="00BF08CA" w:rsidRPr="005D10E5" w:rsidRDefault="00BF08CA" w:rsidP="000677D9">
      <w:pPr>
        <w:ind w:left="1211"/>
        <w:jc w:val="both"/>
        <w:rPr>
          <w:sz w:val="27"/>
          <w:lang w:val="uk-UA"/>
        </w:rPr>
      </w:pPr>
    </w:p>
    <w:p w:rsidR="00BF08CA" w:rsidRPr="005D10E5" w:rsidRDefault="00BF08CA" w:rsidP="000677D9">
      <w:pPr>
        <w:ind w:left="1211"/>
        <w:jc w:val="both"/>
        <w:rPr>
          <w:sz w:val="27"/>
          <w:lang w:val="uk-UA"/>
        </w:rPr>
      </w:pPr>
    </w:p>
    <w:p w:rsidR="00BF08CA" w:rsidRPr="005D10E5" w:rsidRDefault="00BF08CA" w:rsidP="000677D9">
      <w:pPr>
        <w:ind w:left="1211"/>
        <w:jc w:val="both"/>
        <w:rPr>
          <w:sz w:val="27"/>
          <w:lang w:val="uk-UA"/>
        </w:rPr>
      </w:pPr>
    </w:p>
    <w:p w:rsidR="00BF08CA" w:rsidRPr="005D10E5" w:rsidRDefault="00BF08CA" w:rsidP="000677D9">
      <w:pPr>
        <w:ind w:left="1211"/>
        <w:jc w:val="both"/>
        <w:rPr>
          <w:sz w:val="27"/>
          <w:lang w:val="uk-UA"/>
        </w:rPr>
      </w:pPr>
    </w:p>
    <w:p w:rsidR="00BF08CA" w:rsidRPr="005D10E5" w:rsidRDefault="00BF08CA" w:rsidP="000677D9">
      <w:pPr>
        <w:ind w:left="1211"/>
        <w:jc w:val="both"/>
        <w:rPr>
          <w:sz w:val="27"/>
          <w:lang w:val="uk-UA"/>
        </w:rPr>
      </w:pPr>
    </w:p>
    <w:p w:rsidR="00BF08CA" w:rsidRPr="005D10E5" w:rsidRDefault="00BF08CA" w:rsidP="000677D9">
      <w:pPr>
        <w:ind w:left="1211"/>
        <w:jc w:val="both"/>
        <w:rPr>
          <w:sz w:val="27"/>
          <w:lang w:val="uk-UA"/>
        </w:rPr>
      </w:pPr>
    </w:p>
    <w:p w:rsidR="00BF08CA" w:rsidRPr="005D10E5" w:rsidRDefault="00BF08CA" w:rsidP="000677D9">
      <w:pPr>
        <w:ind w:left="1211"/>
        <w:jc w:val="both"/>
        <w:rPr>
          <w:sz w:val="27"/>
          <w:lang w:val="uk-UA"/>
        </w:rPr>
      </w:pPr>
    </w:p>
    <w:p w:rsidR="00BF08CA" w:rsidRPr="005D10E5" w:rsidRDefault="00BF08CA" w:rsidP="000677D9">
      <w:pPr>
        <w:ind w:left="1211"/>
        <w:jc w:val="both"/>
        <w:rPr>
          <w:sz w:val="27"/>
          <w:lang w:val="uk-UA"/>
        </w:rPr>
      </w:pPr>
    </w:p>
    <w:p w:rsidR="00BF08CA" w:rsidRDefault="00BF08CA" w:rsidP="00E26F38">
      <w:pPr>
        <w:pStyle w:val="Heading6"/>
        <w:jc w:val="left"/>
        <w:rPr>
          <w:b w:val="0"/>
          <w:sz w:val="28"/>
        </w:rPr>
      </w:pPr>
    </w:p>
    <w:p w:rsidR="00BF08CA" w:rsidRDefault="00BF08CA" w:rsidP="00C06C9E">
      <w:pPr>
        <w:pStyle w:val="Heading6"/>
        <w:jc w:val="left"/>
        <w:rPr>
          <w:b w:val="0"/>
          <w:sz w:val="28"/>
        </w:rPr>
      </w:pPr>
    </w:p>
    <w:p w:rsidR="00BF08CA" w:rsidRPr="00C06C9E" w:rsidRDefault="00BF08CA" w:rsidP="00C06C9E">
      <w:pPr>
        <w:rPr>
          <w:lang w:val="uk-UA"/>
        </w:rPr>
      </w:pPr>
    </w:p>
    <w:p w:rsidR="00BF08CA" w:rsidRPr="00D149A4" w:rsidRDefault="00BF08CA" w:rsidP="000677D9">
      <w:p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BF08CA" w:rsidRPr="005D10E5" w:rsidRDefault="00BF08CA" w:rsidP="000677D9">
      <w:pPr>
        <w:pStyle w:val="Heading3"/>
        <w:ind w:firstLine="540"/>
        <w:jc w:val="center"/>
        <w:rPr>
          <w:rFonts w:ascii="Times New Roman" w:hAnsi="Times New Roman" w:cs="Times New Roman"/>
          <w:b w:val="0"/>
          <w:sz w:val="28"/>
          <w:lang w:val="uk-UA"/>
        </w:rPr>
      </w:pPr>
      <w:r w:rsidRPr="005D10E5">
        <w:rPr>
          <w:rFonts w:ascii="Times New Roman" w:hAnsi="Times New Roman" w:cs="Times New Roman"/>
          <w:b w:val="0"/>
          <w:sz w:val="28"/>
          <w:lang w:val="uk-UA"/>
        </w:rPr>
        <w:t xml:space="preserve">                                         ЗАТВЕРДЖЕНО</w:t>
      </w:r>
    </w:p>
    <w:p w:rsidR="00BF08CA" w:rsidRPr="005D10E5" w:rsidRDefault="00BF08CA" w:rsidP="000677D9">
      <w:pPr>
        <w:ind w:left="5580"/>
        <w:rPr>
          <w:lang w:val="uk-UA"/>
        </w:rPr>
      </w:pPr>
      <w:r w:rsidRPr="005D10E5">
        <w:rPr>
          <w:lang w:val="uk-UA"/>
        </w:rPr>
        <w:t>Рішення  виконкому          Артемівської міської ради</w:t>
      </w:r>
    </w:p>
    <w:p w:rsidR="00BF08CA" w:rsidRPr="005D10E5" w:rsidRDefault="00BF08CA" w:rsidP="000677D9">
      <w:pPr>
        <w:rPr>
          <w:i/>
          <w:lang w:val="uk-UA"/>
        </w:rPr>
      </w:pPr>
      <w:r w:rsidRPr="005D10E5">
        <w:rPr>
          <w:lang w:val="uk-UA"/>
        </w:rPr>
        <w:t xml:space="preserve">       </w:t>
      </w:r>
      <w:r w:rsidRPr="005D10E5">
        <w:rPr>
          <w:lang w:val="uk-UA"/>
        </w:rPr>
        <w:tab/>
      </w:r>
      <w:r w:rsidRPr="005D10E5">
        <w:rPr>
          <w:lang w:val="uk-UA"/>
        </w:rPr>
        <w:tab/>
      </w:r>
      <w:r w:rsidRPr="005D10E5">
        <w:rPr>
          <w:lang w:val="uk-UA"/>
        </w:rPr>
        <w:tab/>
      </w:r>
      <w:r w:rsidRPr="005D10E5">
        <w:rPr>
          <w:lang w:val="uk-UA"/>
        </w:rPr>
        <w:tab/>
      </w:r>
      <w:r w:rsidRPr="005D10E5">
        <w:rPr>
          <w:lang w:val="uk-UA"/>
        </w:rPr>
        <w:tab/>
      </w:r>
      <w:r w:rsidRPr="005D10E5">
        <w:rPr>
          <w:lang w:val="uk-UA"/>
        </w:rPr>
        <w:tab/>
      </w:r>
      <w:r w:rsidRPr="005D10E5">
        <w:rPr>
          <w:lang w:val="uk-UA"/>
        </w:rPr>
        <w:tab/>
        <w:t xml:space="preserve">         </w:t>
      </w:r>
      <w:r>
        <w:rPr>
          <w:lang w:val="uk-UA"/>
        </w:rPr>
        <w:t>13.05.2015  № 101</w:t>
      </w:r>
    </w:p>
    <w:p w:rsidR="00BF08CA" w:rsidRPr="005D10E5" w:rsidRDefault="00BF08CA" w:rsidP="000677D9">
      <w:pPr>
        <w:rPr>
          <w:i/>
          <w:lang w:val="uk-UA"/>
        </w:rPr>
      </w:pPr>
      <w:r w:rsidRPr="005D10E5">
        <w:rPr>
          <w:i/>
          <w:lang w:val="uk-UA"/>
        </w:rPr>
        <w:t xml:space="preserve">                                                                           </w:t>
      </w:r>
    </w:p>
    <w:p w:rsidR="00BF08CA" w:rsidRPr="005D10E5" w:rsidRDefault="00BF08CA" w:rsidP="000677D9">
      <w:pPr>
        <w:pStyle w:val="Heading1"/>
        <w:jc w:val="center"/>
        <w:rPr>
          <w:rFonts w:ascii="Times New Roman" w:hAnsi="Times New Roman"/>
          <w:lang w:val="uk-UA"/>
        </w:rPr>
      </w:pPr>
      <w:r w:rsidRPr="005D10E5">
        <w:rPr>
          <w:rFonts w:ascii="Times New Roman" w:hAnsi="Times New Roman"/>
          <w:lang w:val="uk-UA"/>
        </w:rPr>
        <w:t>СКЛАД</w:t>
      </w:r>
    </w:p>
    <w:p w:rsidR="00BF08CA" w:rsidRPr="005D10E5" w:rsidRDefault="00BF08CA" w:rsidP="000677D9">
      <w:pPr>
        <w:jc w:val="center"/>
        <w:rPr>
          <w:b/>
          <w:lang w:val="uk-UA"/>
        </w:rPr>
      </w:pPr>
      <w:r w:rsidRPr="005D10E5">
        <w:rPr>
          <w:b/>
          <w:lang w:val="uk-UA"/>
        </w:rPr>
        <w:t xml:space="preserve">міської міжвідомчої комісії  </w:t>
      </w:r>
      <w:r>
        <w:rPr>
          <w:b/>
          <w:lang w:val="uk-UA"/>
        </w:rPr>
        <w:t>з</w:t>
      </w:r>
      <w:r w:rsidRPr="005D10E5">
        <w:rPr>
          <w:b/>
          <w:lang w:val="uk-UA"/>
        </w:rPr>
        <w:t xml:space="preserve"> організації </w:t>
      </w:r>
      <w:r>
        <w:rPr>
          <w:b/>
          <w:lang w:val="uk-UA"/>
        </w:rPr>
        <w:t>влітку 2015 року</w:t>
      </w:r>
    </w:p>
    <w:p w:rsidR="00BF08CA" w:rsidRPr="005D10E5" w:rsidRDefault="00BF08CA" w:rsidP="000677D9">
      <w:pPr>
        <w:jc w:val="center"/>
        <w:rPr>
          <w:b/>
          <w:lang w:val="uk-UA"/>
        </w:rPr>
      </w:pPr>
      <w:r w:rsidRPr="005D10E5">
        <w:rPr>
          <w:b/>
          <w:lang w:val="uk-UA"/>
        </w:rPr>
        <w:t xml:space="preserve">оздоровлення та відпочинку дітей, що мешкають на території Артемівської міської ради. </w:t>
      </w:r>
    </w:p>
    <w:p w:rsidR="00BF08CA" w:rsidRPr="005D10E5" w:rsidRDefault="00BF08CA" w:rsidP="000677D9">
      <w:pPr>
        <w:jc w:val="center"/>
        <w:rPr>
          <w:b/>
          <w:lang w:val="uk-UA"/>
        </w:rPr>
      </w:pPr>
    </w:p>
    <w:tbl>
      <w:tblPr>
        <w:tblW w:w="9288" w:type="dxa"/>
        <w:tblInd w:w="360" w:type="dxa"/>
        <w:tblLayout w:type="fixed"/>
        <w:tblLook w:val="0000"/>
      </w:tblPr>
      <w:tblGrid>
        <w:gridCol w:w="288"/>
        <w:gridCol w:w="3600"/>
        <w:gridCol w:w="5400"/>
      </w:tblGrid>
      <w:tr w:rsidR="00BF08CA" w:rsidRPr="005D10E5" w:rsidTr="00C412B0">
        <w:tc>
          <w:tcPr>
            <w:tcW w:w="288" w:type="dxa"/>
          </w:tcPr>
          <w:p w:rsidR="00BF08CA" w:rsidRPr="005D10E5" w:rsidRDefault="00BF08CA" w:rsidP="00C412B0">
            <w:pPr>
              <w:jc w:val="center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F62F9C" w:rsidRDefault="00BF08CA" w:rsidP="00C412B0">
            <w:pPr>
              <w:rPr>
                <w:lang w:val="uk-UA"/>
              </w:rPr>
            </w:pPr>
            <w:r w:rsidRPr="00F62F9C">
              <w:rPr>
                <w:lang w:val="uk-UA"/>
              </w:rPr>
              <w:t>Куліш Тетяна Анатоліївна</w:t>
            </w:r>
          </w:p>
        </w:tc>
        <w:tc>
          <w:tcPr>
            <w:tcW w:w="5400" w:type="dxa"/>
          </w:tcPr>
          <w:p w:rsidR="00BF08CA" w:rsidRPr="005D10E5" w:rsidRDefault="00BF08CA" w:rsidP="00C412B0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заступник міського голови, голова міської міжвідомчої комісії;</w:t>
            </w:r>
          </w:p>
          <w:p w:rsidR="00BF08CA" w:rsidRPr="005D10E5" w:rsidRDefault="00BF08CA" w:rsidP="00C412B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F08CA" w:rsidRPr="00FA3995" w:rsidTr="00C412B0">
        <w:tc>
          <w:tcPr>
            <w:tcW w:w="288" w:type="dxa"/>
          </w:tcPr>
          <w:p w:rsidR="00BF08CA" w:rsidRPr="005D10E5" w:rsidRDefault="00BF08CA" w:rsidP="00C412B0">
            <w:pPr>
              <w:jc w:val="center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 xml:space="preserve">Рубцова 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>Марина Анатоліївна</w:t>
            </w:r>
          </w:p>
        </w:tc>
        <w:tc>
          <w:tcPr>
            <w:tcW w:w="5400" w:type="dxa"/>
          </w:tcPr>
          <w:p w:rsidR="00BF08CA" w:rsidRPr="005D10E5" w:rsidRDefault="00BF08CA" w:rsidP="00C412B0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начальник відділу освіти Артемівської  міської ради, заступник голови міської міжвідомчої комісії;</w:t>
            </w:r>
          </w:p>
          <w:p w:rsidR="00BF08CA" w:rsidRPr="005D10E5" w:rsidRDefault="00BF08CA" w:rsidP="00C412B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F08CA" w:rsidRPr="00FA3995" w:rsidTr="00C412B0">
        <w:tc>
          <w:tcPr>
            <w:tcW w:w="288" w:type="dxa"/>
          </w:tcPr>
          <w:p w:rsidR="00BF08CA" w:rsidRPr="005D10E5" w:rsidRDefault="00BF08CA" w:rsidP="00C412B0">
            <w:pPr>
              <w:jc w:val="center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 xml:space="preserve">Махничева 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>Людмила Олексіївна</w:t>
            </w:r>
          </w:p>
        </w:tc>
        <w:tc>
          <w:tcPr>
            <w:tcW w:w="5400" w:type="dxa"/>
          </w:tcPr>
          <w:p w:rsidR="00BF08CA" w:rsidRPr="005D10E5" w:rsidRDefault="00BF08CA" w:rsidP="00C412B0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начальник управління молодіжної політики та у справах дітей Артемівської міської ради, секретар міської міжвідомчої комісії.</w:t>
            </w:r>
          </w:p>
          <w:p w:rsidR="00BF08CA" w:rsidRPr="005D10E5" w:rsidRDefault="00BF08CA" w:rsidP="00C412B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BF08CA" w:rsidRDefault="00BF08CA" w:rsidP="000677D9">
      <w:pPr>
        <w:jc w:val="center"/>
        <w:rPr>
          <w:b/>
          <w:lang w:val="uk-UA"/>
        </w:rPr>
      </w:pPr>
      <w:r w:rsidRPr="005D10E5">
        <w:rPr>
          <w:b/>
          <w:lang w:val="uk-UA"/>
        </w:rPr>
        <w:t>ЧЛЕНИ МІСЬКОЇ  МІЖВІДОМЧОЇ  КОМІСІЇ:</w:t>
      </w:r>
    </w:p>
    <w:p w:rsidR="00BF08CA" w:rsidRPr="005D10E5" w:rsidRDefault="00BF08CA" w:rsidP="000677D9">
      <w:pPr>
        <w:jc w:val="center"/>
        <w:rPr>
          <w:b/>
          <w:lang w:val="uk-UA"/>
        </w:rPr>
      </w:pPr>
    </w:p>
    <w:tbl>
      <w:tblPr>
        <w:tblW w:w="0" w:type="auto"/>
        <w:tblInd w:w="360" w:type="dxa"/>
        <w:tblLayout w:type="fixed"/>
        <w:tblLook w:val="0000"/>
      </w:tblPr>
      <w:tblGrid>
        <w:gridCol w:w="288"/>
        <w:gridCol w:w="3600"/>
        <w:gridCol w:w="5423"/>
      </w:tblGrid>
      <w:tr w:rsidR="00BF08CA" w:rsidRPr="005D10E5" w:rsidTr="00860213">
        <w:tc>
          <w:tcPr>
            <w:tcW w:w="288" w:type="dxa"/>
          </w:tcPr>
          <w:p w:rsidR="00BF08CA" w:rsidRPr="005D10E5" w:rsidRDefault="00BF08CA" w:rsidP="00C412B0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 xml:space="preserve">Вялкова 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>Лариса Григорівна</w:t>
            </w:r>
          </w:p>
          <w:p w:rsidR="00BF08CA" w:rsidRPr="005D10E5" w:rsidRDefault="00BF08CA" w:rsidP="00C412B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423" w:type="dxa"/>
          </w:tcPr>
          <w:p w:rsidR="00BF08CA" w:rsidRPr="005D10E5" w:rsidRDefault="00BF08CA" w:rsidP="00C412B0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директор товариства з обмеженою</w:t>
            </w:r>
          </w:p>
          <w:p w:rsidR="00BF08CA" w:rsidRPr="005D10E5" w:rsidRDefault="00BF08CA" w:rsidP="00C412B0">
            <w:pPr>
              <w:ind w:left="360"/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відповідальністю «Школярик» </w:t>
            </w:r>
          </w:p>
          <w:p w:rsidR="00BF08CA" w:rsidRPr="005D10E5" w:rsidRDefault="00BF08CA" w:rsidP="00C412B0">
            <w:pPr>
              <w:ind w:left="360"/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(за згодою);</w:t>
            </w:r>
          </w:p>
          <w:p w:rsidR="00BF08CA" w:rsidRPr="005D10E5" w:rsidRDefault="00BF08CA" w:rsidP="00C412B0">
            <w:pPr>
              <w:ind w:left="360"/>
              <w:jc w:val="both"/>
              <w:rPr>
                <w:lang w:val="uk-UA"/>
              </w:rPr>
            </w:pPr>
          </w:p>
        </w:tc>
      </w:tr>
      <w:tr w:rsidR="00BF08CA" w:rsidRPr="005D10E5" w:rsidTr="00860213">
        <w:tc>
          <w:tcPr>
            <w:tcW w:w="288" w:type="dxa"/>
          </w:tcPr>
          <w:p w:rsidR="00BF08CA" w:rsidRPr="005D10E5" w:rsidRDefault="00BF08CA" w:rsidP="00C412B0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8801C6">
            <w:pPr>
              <w:rPr>
                <w:lang w:val="uk-UA"/>
              </w:rPr>
            </w:pPr>
            <w:r>
              <w:rPr>
                <w:lang w:val="uk-UA"/>
              </w:rPr>
              <w:t>Гладка</w:t>
            </w:r>
          </w:p>
          <w:p w:rsidR="00BF08CA" w:rsidRPr="005D10E5" w:rsidRDefault="00BF08CA" w:rsidP="008801C6">
            <w:pPr>
              <w:rPr>
                <w:lang w:val="uk-UA"/>
              </w:rPr>
            </w:pPr>
            <w:r>
              <w:rPr>
                <w:lang w:val="uk-UA"/>
              </w:rPr>
              <w:t>Ольга Олександрівна</w:t>
            </w:r>
          </w:p>
          <w:p w:rsidR="00BF08CA" w:rsidRPr="005D10E5" w:rsidRDefault="00BF08CA" w:rsidP="008801C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423" w:type="dxa"/>
          </w:tcPr>
          <w:p w:rsidR="00BF08CA" w:rsidRPr="00F74C35" w:rsidRDefault="00BF08CA" w:rsidP="008801C6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в.о. </w:t>
            </w:r>
            <w:r w:rsidRPr="005D10E5">
              <w:rPr>
                <w:lang w:val="uk-UA"/>
              </w:rPr>
              <w:t>начальник</w:t>
            </w:r>
            <w:r>
              <w:rPr>
                <w:lang w:val="uk-UA"/>
              </w:rPr>
              <w:t>а</w:t>
            </w:r>
            <w:r w:rsidRPr="005D10E5">
              <w:rPr>
                <w:lang w:val="uk-UA"/>
              </w:rPr>
              <w:t xml:space="preserve"> Управління муніципальног</w:t>
            </w:r>
            <w:r>
              <w:rPr>
                <w:lang w:val="uk-UA"/>
              </w:rPr>
              <w:t xml:space="preserve">о </w:t>
            </w:r>
            <w:r w:rsidRPr="00F74C35">
              <w:rPr>
                <w:lang w:val="uk-UA"/>
              </w:rPr>
              <w:t>розвитку Артемівської міської ради;</w:t>
            </w:r>
          </w:p>
          <w:p w:rsidR="00BF08CA" w:rsidRPr="005D10E5" w:rsidRDefault="00BF08CA" w:rsidP="008801C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F08CA" w:rsidRPr="005D10E5" w:rsidTr="00860213">
        <w:tc>
          <w:tcPr>
            <w:tcW w:w="288" w:type="dxa"/>
          </w:tcPr>
          <w:p w:rsidR="00BF08CA" w:rsidRPr="005D10E5" w:rsidRDefault="00BF08CA" w:rsidP="00C412B0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 xml:space="preserve">Доленко 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>Ірина Іванівна</w:t>
            </w:r>
          </w:p>
        </w:tc>
        <w:tc>
          <w:tcPr>
            <w:tcW w:w="5423" w:type="dxa"/>
          </w:tcPr>
          <w:p w:rsidR="00BF08CA" w:rsidRPr="005D10E5" w:rsidRDefault="00BF08CA" w:rsidP="00C412B0">
            <w:pPr>
              <w:ind w:left="252" w:hanging="252"/>
              <w:rPr>
                <w:lang w:val="uk-UA"/>
              </w:rPr>
            </w:pPr>
            <w:r w:rsidRPr="005D10E5">
              <w:rPr>
                <w:lang w:val="uk-UA"/>
              </w:rPr>
              <w:t xml:space="preserve">-  директор      Артемівської       міської виконавчої     дирекції       Донецького обласного      відділення      Фонду </w:t>
            </w:r>
          </w:p>
          <w:p w:rsidR="00BF08CA" w:rsidRPr="005D10E5" w:rsidRDefault="00BF08CA" w:rsidP="00C412B0">
            <w:pPr>
              <w:ind w:left="252" w:hanging="252"/>
              <w:rPr>
                <w:lang w:val="uk-UA"/>
              </w:rPr>
            </w:pPr>
            <w:r w:rsidRPr="005D10E5">
              <w:rPr>
                <w:lang w:val="uk-UA"/>
              </w:rPr>
              <w:t xml:space="preserve">   соціального    страхування з    тимчасової втрати працездатності   (за згодою);</w:t>
            </w:r>
          </w:p>
          <w:p w:rsidR="00BF08CA" w:rsidRPr="005D10E5" w:rsidRDefault="00BF08CA" w:rsidP="00C412B0">
            <w:pPr>
              <w:ind w:left="252" w:hanging="25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F08CA" w:rsidRPr="005D10E5" w:rsidTr="00860213">
        <w:trPr>
          <w:trHeight w:val="1267"/>
        </w:trPr>
        <w:tc>
          <w:tcPr>
            <w:tcW w:w="288" w:type="dxa"/>
          </w:tcPr>
          <w:p w:rsidR="00BF08CA" w:rsidRPr="005D10E5" w:rsidRDefault="00BF08CA" w:rsidP="00C412B0">
            <w:pPr>
              <w:jc w:val="right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 xml:space="preserve">Капленко 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>Ольга Петрівна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</w:p>
          <w:p w:rsidR="00BF08CA" w:rsidRPr="005D10E5" w:rsidRDefault="00BF08CA" w:rsidP="00C412B0">
            <w:pPr>
              <w:rPr>
                <w:lang w:val="uk-UA"/>
              </w:rPr>
            </w:pPr>
          </w:p>
        </w:tc>
        <w:tc>
          <w:tcPr>
            <w:tcW w:w="5423" w:type="dxa"/>
          </w:tcPr>
          <w:p w:rsidR="00BF08CA" w:rsidRPr="005D10E5" w:rsidRDefault="00BF08CA" w:rsidP="00C412B0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голова постійної комісії Артемівської міської ради з питань молодіжної політики, освіти, культури  і спорту</w:t>
            </w:r>
          </w:p>
          <w:p w:rsidR="00BF08CA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     (за згодою);</w:t>
            </w:r>
          </w:p>
          <w:p w:rsidR="00BF08CA" w:rsidRPr="00960398" w:rsidRDefault="00BF08CA" w:rsidP="00C412B0">
            <w:pPr>
              <w:jc w:val="both"/>
              <w:rPr>
                <w:lang w:val="uk-UA"/>
              </w:rPr>
            </w:pPr>
          </w:p>
        </w:tc>
      </w:tr>
      <w:tr w:rsidR="00BF08CA" w:rsidRPr="005D10E5" w:rsidTr="00860213">
        <w:tc>
          <w:tcPr>
            <w:tcW w:w="288" w:type="dxa"/>
          </w:tcPr>
          <w:p w:rsidR="00BF08CA" w:rsidRPr="005D10E5" w:rsidRDefault="00BF08CA" w:rsidP="00C412B0">
            <w:pPr>
              <w:jc w:val="right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pStyle w:val="PlainText"/>
              <w:rPr>
                <w:rFonts w:ascii="Times New Roman" w:eastAsia="MS Mincho" w:hAnsi="Times New Roman"/>
                <w:sz w:val="28"/>
                <w:szCs w:val="28"/>
              </w:rPr>
            </w:pPr>
            <w:r w:rsidRPr="005D10E5">
              <w:rPr>
                <w:rFonts w:ascii="Times New Roman" w:eastAsia="MS Mincho" w:hAnsi="Times New Roman"/>
                <w:sz w:val="28"/>
                <w:szCs w:val="28"/>
              </w:rPr>
              <w:t xml:space="preserve">Костоглод 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rFonts w:eastAsia="MS Mincho"/>
                <w:szCs w:val="28"/>
                <w:lang w:val="uk-UA"/>
              </w:rPr>
              <w:t>Наталя Анатоліївна</w:t>
            </w:r>
          </w:p>
        </w:tc>
        <w:tc>
          <w:tcPr>
            <w:tcW w:w="5423" w:type="dxa"/>
          </w:tcPr>
          <w:p w:rsidR="00BF08CA" w:rsidRPr="005D10E5" w:rsidRDefault="00BF08CA" w:rsidP="00C412B0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заступник  міського голови м. Часів Яр (за згодою);</w:t>
            </w:r>
          </w:p>
          <w:p w:rsidR="00BF08CA" w:rsidRPr="005D10E5" w:rsidRDefault="00BF08CA" w:rsidP="00C412B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F08CA" w:rsidRPr="005D10E5" w:rsidTr="00860213">
        <w:trPr>
          <w:trHeight w:val="789"/>
        </w:trPr>
        <w:tc>
          <w:tcPr>
            <w:tcW w:w="288" w:type="dxa"/>
          </w:tcPr>
          <w:p w:rsidR="00BF08CA" w:rsidRPr="005D10E5" w:rsidRDefault="00BF08CA" w:rsidP="00C412B0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>Лис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>Віктор Мілентійович</w:t>
            </w:r>
          </w:p>
        </w:tc>
        <w:tc>
          <w:tcPr>
            <w:tcW w:w="5423" w:type="dxa"/>
          </w:tcPr>
          <w:p w:rsidR="00BF08CA" w:rsidRPr="005D10E5" w:rsidRDefault="00BF08CA" w:rsidP="00C412B0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голова комітету по фізичній культурі і</w:t>
            </w:r>
          </w:p>
          <w:p w:rsidR="00BF08CA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     спорту Артемівської міської ради;</w:t>
            </w:r>
          </w:p>
          <w:p w:rsidR="00BF08CA" w:rsidRDefault="00BF08CA" w:rsidP="00C412B0">
            <w:pPr>
              <w:jc w:val="both"/>
              <w:rPr>
                <w:lang w:val="uk-UA"/>
              </w:rPr>
            </w:pPr>
          </w:p>
          <w:p w:rsidR="00BF08CA" w:rsidRPr="005D10E5" w:rsidRDefault="00BF08CA" w:rsidP="00C412B0">
            <w:pPr>
              <w:jc w:val="both"/>
              <w:rPr>
                <w:lang w:val="uk-UA"/>
              </w:rPr>
            </w:pPr>
          </w:p>
        </w:tc>
      </w:tr>
      <w:tr w:rsidR="00BF08CA" w:rsidRPr="005D10E5" w:rsidTr="00E11511">
        <w:tc>
          <w:tcPr>
            <w:tcW w:w="288" w:type="dxa"/>
          </w:tcPr>
          <w:p w:rsidR="00BF08CA" w:rsidRPr="005D10E5" w:rsidRDefault="00BF08CA" w:rsidP="00C412B0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>Манжула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>Олександр Володимирович</w:t>
            </w:r>
          </w:p>
        </w:tc>
        <w:tc>
          <w:tcPr>
            <w:tcW w:w="5423" w:type="dxa"/>
          </w:tcPr>
          <w:p w:rsidR="00BF08CA" w:rsidRPr="005D10E5" w:rsidRDefault="00BF08CA" w:rsidP="00C412B0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начальник Арт</w:t>
            </w:r>
            <w:r>
              <w:rPr>
                <w:lang w:val="uk-UA"/>
              </w:rPr>
              <w:t>емівського районного Управління</w:t>
            </w:r>
            <w:r w:rsidRPr="005D10E5">
              <w:rPr>
                <w:lang w:val="uk-UA"/>
              </w:rPr>
              <w:t xml:space="preserve"> Головного управління Держсанепідслужби у Донецькій області</w:t>
            </w:r>
            <w:r>
              <w:rPr>
                <w:lang w:val="uk-UA"/>
              </w:rPr>
              <w:t xml:space="preserve">, головний державний санітарний лікар м. Артемівська та Артемівського району </w:t>
            </w:r>
            <w:r w:rsidRPr="005D10E5">
              <w:rPr>
                <w:lang w:val="uk-UA"/>
              </w:rPr>
              <w:t>(за згодою);</w:t>
            </w:r>
          </w:p>
          <w:p w:rsidR="00BF08CA" w:rsidRPr="005D10E5" w:rsidRDefault="00BF08CA" w:rsidP="00C412B0">
            <w:pPr>
              <w:jc w:val="both"/>
              <w:rPr>
                <w:lang w:val="uk-UA"/>
              </w:rPr>
            </w:pPr>
          </w:p>
        </w:tc>
      </w:tr>
      <w:tr w:rsidR="00BF08CA" w:rsidRPr="005D10E5" w:rsidTr="00E11511">
        <w:tc>
          <w:tcPr>
            <w:tcW w:w="288" w:type="dxa"/>
          </w:tcPr>
          <w:p w:rsidR="00BF08CA" w:rsidRPr="005D10E5" w:rsidRDefault="00BF08CA" w:rsidP="00C412B0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Default="00BF08CA" w:rsidP="00C412B0">
            <w:pPr>
              <w:rPr>
                <w:lang w:val="uk-UA"/>
              </w:rPr>
            </w:pPr>
            <w:r>
              <w:rPr>
                <w:lang w:val="uk-UA"/>
              </w:rPr>
              <w:t>Максименко Марина Сергіївна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 xml:space="preserve"> </w:t>
            </w:r>
          </w:p>
        </w:tc>
        <w:tc>
          <w:tcPr>
            <w:tcW w:w="5423" w:type="dxa"/>
          </w:tcPr>
          <w:p w:rsidR="00BF08CA" w:rsidRPr="005D10E5" w:rsidRDefault="00BF08CA" w:rsidP="00C412B0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начальник відділу культури Артемівської міської ради;</w:t>
            </w:r>
          </w:p>
          <w:p w:rsidR="00BF08CA" w:rsidRPr="005D10E5" w:rsidRDefault="00BF08CA" w:rsidP="00C412B0">
            <w:pPr>
              <w:jc w:val="both"/>
              <w:rPr>
                <w:sz w:val="16"/>
                <w:szCs w:val="16"/>
                <w:lang w:val="uk-UA"/>
              </w:rPr>
            </w:pPr>
            <w:r w:rsidRPr="005D10E5">
              <w:rPr>
                <w:lang w:val="uk-UA"/>
              </w:rPr>
              <w:t xml:space="preserve"> </w:t>
            </w:r>
          </w:p>
        </w:tc>
      </w:tr>
      <w:tr w:rsidR="00BF08CA" w:rsidRPr="00E11511" w:rsidTr="00E11511">
        <w:tc>
          <w:tcPr>
            <w:tcW w:w="288" w:type="dxa"/>
          </w:tcPr>
          <w:p w:rsidR="00BF08CA" w:rsidRPr="005D10E5" w:rsidRDefault="00BF08CA" w:rsidP="00C412B0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Default="00BF08CA" w:rsidP="00C412B0">
            <w:pPr>
              <w:rPr>
                <w:lang w:val="uk-UA"/>
              </w:rPr>
            </w:pPr>
            <w:r>
              <w:rPr>
                <w:lang w:val="uk-UA"/>
              </w:rPr>
              <w:t>Миронова Олена Олександрівна</w:t>
            </w:r>
          </w:p>
        </w:tc>
        <w:tc>
          <w:tcPr>
            <w:tcW w:w="5423" w:type="dxa"/>
          </w:tcPr>
          <w:p w:rsidR="00BF08CA" w:rsidRPr="00E11511" w:rsidRDefault="00BF08CA" w:rsidP="00E11511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в.о. начальника відділу охорони здоров’я Артемівської міської</w:t>
            </w:r>
            <w:r w:rsidRPr="00E11511">
              <w:rPr>
                <w:lang w:val="uk-UA"/>
              </w:rPr>
              <w:t xml:space="preserve"> ради;</w:t>
            </w:r>
          </w:p>
        </w:tc>
      </w:tr>
      <w:tr w:rsidR="00BF08CA" w:rsidRPr="005D10E5" w:rsidTr="00E11511">
        <w:tc>
          <w:tcPr>
            <w:tcW w:w="288" w:type="dxa"/>
          </w:tcPr>
          <w:p w:rsidR="00BF08CA" w:rsidRPr="005D10E5" w:rsidRDefault="00BF08CA" w:rsidP="00C412B0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rPr>
                <w:lang w:val="uk-UA"/>
              </w:rPr>
            </w:pPr>
          </w:p>
        </w:tc>
        <w:tc>
          <w:tcPr>
            <w:tcW w:w="5423" w:type="dxa"/>
          </w:tcPr>
          <w:p w:rsidR="00BF08CA" w:rsidRPr="005D10E5" w:rsidRDefault="00BF08CA" w:rsidP="00C412B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F08CA" w:rsidRPr="005D10E5" w:rsidTr="00E11511">
        <w:tc>
          <w:tcPr>
            <w:tcW w:w="288" w:type="dxa"/>
          </w:tcPr>
          <w:p w:rsidR="00BF08CA" w:rsidRPr="005D10E5" w:rsidRDefault="00BF08CA" w:rsidP="00C412B0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>Сподіна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>Інна Володимирівна</w:t>
            </w:r>
          </w:p>
        </w:tc>
        <w:tc>
          <w:tcPr>
            <w:tcW w:w="5423" w:type="dxa"/>
          </w:tcPr>
          <w:p w:rsidR="00BF08CA" w:rsidRPr="005D10E5" w:rsidRDefault="00BF08CA" w:rsidP="00C412B0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начальник управління праці та соціального захисту населення Артемівської міської ради; </w:t>
            </w:r>
          </w:p>
          <w:p w:rsidR="00BF08CA" w:rsidRPr="005D10E5" w:rsidRDefault="00BF08CA" w:rsidP="00C412B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F08CA" w:rsidRPr="005D10E5" w:rsidTr="00E11511">
        <w:tc>
          <w:tcPr>
            <w:tcW w:w="288" w:type="dxa"/>
          </w:tcPr>
          <w:p w:rsidR="00BF08CA" w:rsidRPr="005D10E5" w:rsidRDefault="00BF08CA" w:rsidP="00C412B0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 xml:space="preserve">Ткаченко 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 xml:space="preserve">Олексій Миколайович </w:t>
            </w:r>
          </w:p>
        </w:tc>
        <w:tc>
          <w:tcPr>
            <w:tcW w:w="5423" w:type="dxa"/>
          </w:tcPr>
          <w:p w:rsidR="00BF08CA" w:rsidRPr="005D10E5" w:rsidRDefault="00BF08CA" w:rsidP="00C412B0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начальник фінансового управління Артемівської міської ради. </w:t>
            </w:r>
          </w:p>
          <w:p w:rsidR="00BF08CA" w:rsidRPr="005D10E5" w:rsidRDefault="00BF08CA" w:rsidP="00C412B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F08CA" w:rsidRPr="005D10E5" w:rsidTr="00E11511">
        <w:tc>
          <w:tcPr>
            <w:tcW w:w="288" w:type="dxa"/>
          </w:tcPr>
          <w:p w:rsidR="00BF08CA" w:rsidRPr="005D10E5" w:rsidRDefault="00BF08CA" w:rsidP="00C412B0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BF08CA" w:rsidRPr="005D10E5" w:rsidRDefault="00BF08CA" w:rsidP="00C412B0">
            <w:pPr>
              <w:rPr>
                <w:lang w:val="uk-UA"/>
              </w:rPr>
            </w:pPr>
          </w:p>
        </w:tc>
        <w:tc>
          <w:tcPr>
            <w:tcW w:w="5423" w:type="dxa"/>
          </w:tcPr>
          <w:p w:rsidR="00BF08CA" w:rsidRPr="005D10E5" w:rsidRDefault="00BF08CA" w:rsidP="00FA3995">
            <w:pPr>
              <w:ind w:left="360"/>
              <w:jc w:val="both"/>
              <w:rPr>
                <w:lang w:val="uk-UA"/>
              </w:rPr>
            </w:pPr>
          </w:p>
          <w:p w:rsidR="00BF08CA" w:rsidRPr="005D10E5" w:rsidRDefault="00BF08CA" w:rsidP="00DD2EE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BF08CA" w:rsidRPr="005D10E5" w:rsidRDefault="00BF08CA" w:rsidP="000677D9">
      <w:pPr>
        <w:pStyle w:val="BodyText"/>
        <w:spacing w:after="0"/>
        <w:rPr>
          <w:b/>
          <w:i/>
          <w:lang w:val="uk-UA"/>
        </w:rPr>
      </w:pPr>
    </w:p>
    <w:p w:rsidR="00BF08CA" w:rsidRPr="005D10E5" w:rsidRDefault="00BF08CA" w:rsidP="000677D9">
      <w:pPr>
        <w:pStyle w:val="BodyText"/>
        <w:spacing w:after="0"/>
        <w:rPr>
          <w:b/>
          <w:i/>
          <w:lang w:val="uk-UA"/>
        </w:rPr>
      </w:pPr>
    </w:p>
    <w:p w:rsidR="00BF08CA" w:rsidRPr="002F649C" w:rsidRDefault="00BF08CA" w:rsidP="002F649C">
      <w:pPr>
        <w:rPr>
          <w:b/>
          <w:i/>
          <w:szCs w:val="28"/>
          <w:lang w:val="uk-UA"/>
        </w:rPr>
      </w:pPr>
      <w:r w:rsidRPr="002F649C">
        <w:rPr>
          <w:b/>
          <w:i/>
          <w:szCs w:val="28"/>
          <w:lang w:val="uk-UA"/>
        </w:rPr>
        <w:t>В.о. керуючого справами виконкому</w:t>
      </w:r>
    </w:p>
    <w:p w:rsidR="00BF08CA" w:rsidRPr="00D149A4" w:rsidRDefault="00BF08CA" w:rsidP="002F649C">
      <w:pPr>
        <w:rPr>
          <w:szCs w:val="28"/>
          <w:lang w:val="uk-UA"/>
        </w:rPr>
      </w:pPr>
      <w:r w:rsidRPr="002F649C">
        <w:rPr>
          <w:b/>
          <w:i/>
          <w:szCs w:val="28"/>
          <w:lang w:val="uk-UA"/>
        </w:rPr>
        <w:t>Артемівської міської ради</w:t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  <w:t xml:space="preserve">                Т.І. Недашковська</w:t>
      </w:r>
    </w:p>
    <w:p w:rsidR="00BF08CA" w:rsidRPr="00BF7B16" w:rsidRDefault="00BF08CA" w:rsidP="000677D9">
      <w:pPr>
        <w:pStyle w:val="BodyText"/>
        <w:spacing w:after="0"/>
        <w:rPr>
          <w:sz w:val="24"/>
          <w:szCs w:val="24"/>
          <w:lang w:val="uk-UA"/>
        </w:rPr>
      </w:pPr>
    </w:p>
    <w:p w:rsidR="00BF08CA" w:rsidRPr="005D10E5" w:rsidRDefault="00BF08CA" w:rsidP="000677D9">
      <w:pPr>
        <w:pStyle w:val="BodyText"/>
        <w:spacing w:after="0"/>
        <w:rPr>
          <w:sz w:val="24"/>
          <w:szCs w:val="24"/>
          <w:lang w:val="uk-UA"/>
        </w:rPr>
      </w:pPr>
      <w:r w:rsidRPr="005D10E5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 xml:space="preserve"> </w:t>
      </w: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</w:p>
    <w:p w:rsidR="00BF08CA" w:rsidRDefault="00BF08CA" w:rsidP="00392381">
      <w:pPr>
        <w:jc w:val="both"/>
        <w:rPr>
          <w:lang w:val="uk-UA"/>
        </w:rPr>
      </w:pPr>
    </w:p>
    <w:p w:rsidR="00BF08CA" w:rsidRDefault="00BF08CA" w:rsidP="000677D9">
      <w:pPr>
        <w:ind w:left="6120"/>
        <w:jc w:val="both"/>
        <w:rPr>
          <w:lang w:val="uk-UA"/>
        </w:rPr>
      </w:pPr>
    </w:p>
    <w:p w:rsidR="00BF08CA" w:rsidRDefault="00BF08CA" w:rsidP="000677D9">
      <w:pPr>
        <w:ind w:left="6120"/>
        <w:jc w:val="both"/>
        <w:rPr>
          <w:lang w:val="uk-UA"/>
        </w:rPr>
      </w:pPr>
    </w:p>
    <w:p w:rsidR="00BF08CA" w:rsidRDefault="00BF08CA" w:rsidP="000677D9">
      <w:pPr>
        <w:ind w:left="6120"/>
        <w:jc w:val="both"/>
        <w:rPr>
          <w:lang w:val="uk-UA"/>
        </w:rPr>
      </w:pPr>
    </w:p>
    <w:p w:rsidR="00BF08CA" w:rsidRPr="005D10E5" w:rsidRDefault="00BF08CA" w:rsidP="000677D9">
      <w:pPr>
        <w:ind w:left="6120"/>
        <w:jc w:val="both"/>
        <w:rPr>
          <w:lang w:val="uk-UA"/>
        </w:rPr>
      </w:pPr>
      <w:r w:rsidRPr="005D10E5">
        <w:rPr>
          <w:lang w:val="uk-UA"/>
        </w:rPr>
        <w:t>ЗАТВЕРДЖЕНО</w:t>
      </w:r>
    </w:p>
    <w:p w:rsidR="00BF08CA" w:rsidRPr="005D10E5" w:rsidRDefault="00BF08CA" w:rsidP="000677D9">
      <w:pPr>
        <w:ind w:left="6120"/>
        <w:jc w:val="both"/>
        <w:rPr>
          <w:lang w:val="uk-UA"/>
        </w:rPr>
      </w:pPr>
      <w:r w:rsidRPr="005D10E5">
        <w:rPr>
          <w:lang w:val="uk-UA"/>
        </w:rPr>
        <w:t>Рішення виконкому</w:t>
      </w:r>
    </w:p>
    <w:p w:rsidR="00BF08CA" w:rsidRPr="005D10E5" w:rsidRDefault="00BF08CA" w:rsidP="000677D9">
      <w:pPr>
        <w:ind w:left="6120"/>
        <w:jc w:val="both"/>
        <w:rPr>
          <w:lang w:val="uk-UA"/>
        </w:rPr>
      </w:pPr>
      <w:r w:rsidRPr="005D10E5">
        <w:rPr>
          <w:lang w:val="uk-UA"/>
        </w:rPr>
        <w:t xml:space="preserve">Артемівської міської ради </w:t>
      </w:r>
    </w:p>
    <w:p w:rsidR="00BF08CA" w:rsidRPr="005D10E5" w:rsidRDefault="00BF08CA" w:rsidP="000677D9">
      <w:pPr>
        <w:ind w:left="6120"/>
        <w:jc w:val="both"/>
        <w:rPr>
          <w:lang w:val="uk-UA"/>
        </w:rPr>
      </w:pPr>
      <w:r>
        <w:rPr>
          <w:lang w:val="uk-UA"/>
        </w:rPr>
        <w:t>13.05.2015  № 101</w:t>
      </w:r>
    </w:p>
    <w:p w:rsidR="00BF08CA" w:rsidRPr="005D10E5" w:rsidRDefault="00BF08CA" w:rsidP="000677D9">
      <w:pPr>
        <w:pStyle w:val="Header"/>
        <w:tabs>
          <w:tab w:val="clear" w:pos="4153"/>
          <w:tab w:val="clear" w:pos="8306"/>
        </w:tabs>
        <w:rPr>
          <w:i/>
          <w:lang w:val="uk-UA"/>
        </w:rPr>
      </w:pPr>
      <w:r w:rsidRPr="005D10E5">
        <w:rPr>
          <w:lang w:val="uk-UA"/>
        </w:rPr>
        <w:t xml:space="preserve">                                                                                       </w:t>
      </w:r>
    </w:p>
    <w:p w:rsidR="00BF08CA" w:rsidRPr="005D10E5" w:rsidRDefault="00BF08CA" w:rsidP="000677D9">
      <w:pPr>
        <w:rPr>
          <w:lang w:val="uk-UA"/>
        </w:rPr>
      </w:pPr>
    </w:p>
    <w:p w:rsidR="00BF08CA" w:rsidRPr="005D10E5" w:rsidRDefault="00BF08CA" w:rsidP="000677D9">
      <w:pPr>
        <w:pStyle w:val="Heading3"/>
        <w:ind w:hanging="851"/>
        <w:jc w:val="center"/>
        <w:rPr>
          <w:rFonts w:ascii="Times New Roman" w:hAnsi="Times New Roman"/>
          <w:sz w:val="28"/>
          <w:lang w:val="uk-UA"/>
        </w:rPr>
      </w:pPr>
      <w:r w:rsidRPr="005D10E5">
        <w:rPr>
          <w:rFonts w:ascii="Times New Roman" w:hAnsi="Times New Roman"/>
          <w:sz w:val="28"/>
          <w:lang w:val="uk-UA"/>
        </w:rPr>
        <w:t xml:space="preserve">        СКЛАД</w:t>
      </w:r>
    </w:p>
    <w:p w:rsidR="00BF08CA" w:rsidRPr="005D10E5" w:rsidRDefault="00BF08CA" w:rsidP="000677D9">
      <w:pPr>
        <w:pStyle w:val="BodyText"/>
        <w:jc w:val="center"/>
        <w:rPr>
          <w:b/>
          <w:lang w:val="uk-UA"/>
        </w:rPr>
      </w:pPr>
      <w:r w:rsidRPr="005D10E5">
        <w:rPr>
          <w:b/>
          <w:lang w:val="uk-UA"/>
        </w:rPr>
        <w:t xml:space="preserve">комісії </w:t>
      </w:r>
      <w:r>
        <w:rPr>
          <w:b/>
          <w:lang w:val="uk-UA"/>
        </w:rPr>
        <w:t>із</w:t>
      </w:r>
      <w:r w:rsidRPr="005D10E5">
        <w:rPr>
          <w:b/>
          <w:lang w:val="uk-UA"/>
        </w:rPr>
        <w:t xml:space="preserve"> розподілу путівок для оздоровлення </w:t>
      </w:r>
      <w:r>
        <w:rPr>
          <w:b/>
          <w:lang w:val="uk-UA"/>
        </w:rPr>
        <w:t>у</w:t>
      </w:r>
      <w:r w:rsidRPr="005D10E5">
        <w:rPr>
          <w:b/>
          <w:lang w:val="uk-UA"/>
        </w:rPr>
        <w:t xml:space="preserve"> літній період 201</w:t>
      </w:r>
      <w:r>
        <w:rPr>
          <w:b/>
          <w:lang w:val="uk-UA"/>
        </w:rPr>
        <w:t>5</w:t>
      </w:r>
      <w:r w:rsidRPr="005D10E5">
        <w:rPr>
          <w:b/>
          <w:lang w:val="uk-UA"/>
        </w:rPr>
        <w:t xml:space="preserve"> року дітей,  які потребуют</w:t>
      </w:r>
      <w:r>
        <w:rPr>
          <w:b/>
          <w:lang w:val="uk-UA"/>
        </w:rPr>
        <w:t>ь соціальної уваги та підтримки</w:t>
      </w:r>
    </w:p>
    <w:p w:rsidR="00BF08CA" w:rsidRPr="005D10E5" w:rsidRDefault="00BF08CA" w:rsidP="000677D9">
      <w:pPr>
        <w:pStyle w:val="BodyText"/>
        <w:rPr>
          <w:lang w:val="uk-UA"/>
        </w:rPr>
      </w:pPr>
    </w:p>
    <w:tbl>
      <w:tblPr>
        <w:tblW w:w="9634" w:type="dxa"/>
        <w:tblLayout w:type="fixed"/>
        <w:tblLook w:val="0000"/>
      </w:tblPr>
      <w:tblGrid>
        <w:gridCol w:w="288"/>
        <w:gridCol w:w="3960"/>
        <w:gridCol w:w="5386"/>
      </w:tblGrid>
      <w:tr w:rsidR="00BF08CA" w:rsidRPr="005D10E5" w:rsidTr="00C412B0">
        <w:tc>
          <w:tcPr>
            <w:tcW w:w="288" w:type="dxa"/>
          </w:tcPr>
          <w:p w:rsidR="00BF08CA" w:rsidRPr="005D10E5" w:rsidRDefault="00BF08CA" w:rsidP="00C412B0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Махничева </w:t>
            </w:r>
          </w:p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Людмила Олексіївна </w:t>
            </w:r>
          </w:p>
        </w:tc>
        <w:tc>
          <w:tcPr>
            <w:tcW w:w="5386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- начальник управління молодіжної політики та у справах дітей Артемівської міської ради, </w:t>
            </w:r>
            <w:r w:rsidRPr="005D10E5">
              <w:rPr>
                <w:i/>
                <w:lang w:val="uk-UA"/>
              </w:rPr>
              <w:t>голова комісії;</w:t>
            </w:r>
          </w:p>
        </w:tc>
      </w:tr>
      <w:tr w:rsidR="00BF08CA" w:rsidRPr="00FA3995" w:rsidTr="00C412B0">
        <w:tc>
          <w:tcPr>
            <w:tcW w:w="288" w:type="dxa"/>
          </w:tcPr>
          <w:p w:rsidR="00BF08CA" w:rsidRPr="005D10E5" w:rsidRDefault="00BF08CA" w:rsidP="00C412B0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BF08CA" w:rsidRPr="005D10E5" w:rsidRDefault="00BF08CA" w:rsidP="00C412B0">
            <w:pPr>
              <w:pStyle w:val="Heading5"/>
              <w:jc w:val="both"/>
              <w:rPr>
                <w:b w:val="0"/>
                <w:i w:val="0"/>
                <w:sz w:val="28"/>
                <w:lang w:val="uk-UA"/>
              </w:rPr>
            </w:pPr>
            <w:r w:rsidRPr="005D10E5">
              <w:rPr>
                <w:b w:val="0"/>
                <w:i w:val="0"/>
                <w:sz w:val="28"/>
                <w:lang w:val="uk-UA"/>
              </w:rPr>
              <w:t xml:space="preserve">Перепадья </w:t>
            </w:r>
          </w:p>
          <w:p w:rsidR="00BF08CA" w:rsidRPr="005D10E5" w:rsidRDefault="00BF08CA" w:rsidP="00C412B0">
            <w:pPr>
              <w:rPr>
                <w:lang w:val="uk-UA"/>
              </w:rPr>
            </w:pPr>
            <w:r w:rsidRPr="005D10E5">
              <w:rPr>
                <w:lang w:val="uk-UA"/>
              </w:rPr>
              <w:t xml:space="preserve">Надія Вікторівна </w:t>
            </w:r>
          </w:p>
        </w:tc>
        <w:tc>
          <w:tcPr>
            <w:tcW w:w="5386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</w:p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- начальник відділу молодіжної політики управління молодіжної політики та у справах дітей Артемівської міської ради, </w:t>
            </w:r>
            <w:r w:rsidRPr="005D10E5">
              <w:rPr>
                <w:i/>
                <w:lang w:val="uk-UA"/>
              </w:rPr>
              <w:t>секретар комісії.</w:t>
            </w:r>
          </w:p>
        </w:tc>
      </w:tr>
      <w:tr w:rsidR="00BF08CA" w:rsidRPr="005D10E5" w:rsidTr="00C412B0">
        <w:tc>
          <w:tcPr>
            <w:tcW w:w="288" w:type="dxa"/>
          </w:tcPr>
          <w:p w:rsidR="00BF08CA" w:rsidRPr="005D10E5" w:rsidRDefault="00BF08CA" w:rsidP="00C412B0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BF08CA" w:rsidRPr="005D10E5" w:rsidRDefault="00BF08CA" w:rsidP="00C412B0">
            <w:pPr>
              <w:rPr>
                <w:i/>
                <w:lang w:val="uk-UA"/>
              </w:rPr>
            </w:pPr>
            <w:r w:rsidRPr="005D10E5">
              <w:rPr>
                <w:i/>
                <w:lang w:val="uk-UA"/>
              </w:rPr>
              <w:t>Члени комісії:</w:t>
            </w:r>
          </w:p>
          <w:p w:rsidR="00BF08CA" w:rsidRPr="005D10E5" w:rsidRDefault="00BF08CA" w:rsidP="00C412B0">
            <w:pPr>
              <w:rPr>
                <w:i/>
                <w:lang w:val="uk-UA"/>
              </w:rPr>
            </w:pPr>
          </w:p>
        </w:tc>
        <w:tc>
          <w:tcPr>
            <w:tcW w:w="5386" w:type="dxa"/>
          </w:tcPr>
          <w:p w:rsidR="00BF08CA" w:rsidRPr="005D10E5" w:rsidRDefault="00BF08CA" w:rsidP="00C412B0">
            <w:pPr>
              <w:jc w:val="center"/>
              <w:rPr>
                <w:b/>
                <w:lang w:val="uk-UA"/>
              </w:rPr>
            </w:pPr>
          </w:p>
        </w:tc>
      </w:tr>
      <w:tr w:rsidR="00BF08CA" w:rsidRPr="00FA3995" w:rsidTr="00C412B0">
        <w:tc>
          <w:tcPr>
            <w:tcW w:w="288" w:type="dxa"/>
          </w:tcPr>
          <w:p w:rsidR="00BF08CA" w:rsidRPr="005D10E5" w:rsidRDefault="00BF08CA" w:rsidP="00C412B0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BF08CA" w:rsidRPr="005D10E5" w:rsidRDefault="00BF08CA" w:rsidP="00C412B0">
            <w:pPr>
              <w:pStyle w:val="Header"/>
              <w:tabs>
                <w:tab w:val="clear" w:pos="4153"/>
                <w:tab w:val="clear" w:pos="8306"/>
              </w:tabs>
              <w:rPr>
                <w:lang w:val="uk-UA"/>
              </w:rPr>
            </w:pPr>
            <w:r w:rsidRPr="005D10E5">
              <w:rPr>
                <w:lang w:val="uk-UA"/>
              </w:rPr>
              <w:t xml:space="preserve">Капленко </w:t>
            </w:r>
          </w:p>
          <w:p w:rsidR="00BF08CA" w:rsidRPr="005D10E5" w:rsidRDefault="00BF08CA" w:rsidP="00C412B0">
            <w:pPr>
              <w:pStyle w:val="Header"/>
              <w:tabs>
                <w:tab w:val="clear" w:pos="4153"/>
                <w:tab w:val="clear" w:pos="8306"/>
              </w:tabs>
              <w:rPr>
                <w:lang w:val="uk-UA"/>
              </w:rPr>
            </w:pPr>
            <w:r w:rsidRPr="005D10E5">
              <w:rPr>
                <w:lang w:val="uk-UA"/>
              </w:rPr>
              <w:t>Ольга Петрівна</w:t>
            </w:r>
          </w:p>
        </w:tc>
        <w:tc>
          <w:tcPr>
            <w:tcW w:w="5386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- голова постійної комісії Артемівської міської ради з питань молодіжної політики, освіти, культури і спорту (за згодою);</w:t>
            </w:r>
          </w:p>
          <w:p w:rsidR="00BF08CA" w:rsidRPr="005D10E5" w:rsidRDefault="00BF08CA" w:rsidP="00C412B0">
            <w:pPr>
              <w:jc w:val="both"/>
              <w:rPr>
                <w:lang w:val="uk-UA"/>
              </w:rPr>
            </w:pPr>
          </w:p>
        </w:tc>
      </w:tr>
      <w:tr w:rsidR="00BF08CA" w:rsidRPr="005D10E5" w:rsidTr="00C412B0">
        <w:tc>
          <w:tcPr>
            <w:tcW w:w="288" w:type="dxa"/>
          </w:tcPr>
          <w:p w:rsidR="00BF08CA" w:rsidRPr="005D10E5" w:rsidRDefault="00BF08CA" w:rsidP="00C412B0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Лис</w:t>
            </w:r>
          </w:p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Віктор Мілентійович</w:t>
            </w:r>
          </w:p>
        </w:tc>
        <w:tc>
          <w:tcPr>
            <w:tcW w:w="5386" w:type="dxa"/>
          </w:tcPr>
          <w:p w:rsidR="00BF08CA" w:rsidRPr="005D10E5" w:rsidRDefault="00BF08CA" w:rsidP="00C412B0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голова комітету по фізичній культурі і</w:t>
            </w:r>
          </w:p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 спорту Артемівської міської ради;</w:t>
            </w:r>
          </w:p>
          <w:p w:rsidR="00BF08CA" w:rsidRPr="005D10E5" w:rsidRDefault="00BF08CA" w:rsidP="00C412B0">
            <w:pPr>
              <w:jc w:val="both"/>
              <w:rPr>
                <w:lang w:val="uk-UA"/>
              </w:rPr>
            </w:pPr>
          </w:p>
        </w:tc>
      </w:tr>
      <w:tr w:rsidR="00BF08CA" w:rsidRPr="005D10E5" w:rsidTr="00C412B0">
        <w:tc>
          <w:tcPr>
            <w:tcW w:w="288" w:type="dxa"/>
          </w:tcPr>
          <w:p w:rsidR="00BF08CA" w:rsidRPr="005D10E5" w:rsidRDefault="00BF08CA" w:rsidP="00C412B0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Максименко</w:t>
            </w:r>
          </w:p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Марина Сергіївна</w:t>
            </w:r>
          </w:p>
          <w:p w:rsidR="00BF08CA" w:rsidRPr="005D10E5" w:rsidRDefault="00BF08CA" w:rsidP="00C412B0">
            <w:pPr>
              <w:jc w:val="both"/>
              <w:rPr>
                <w:lang w:val="uk-UA"/>
              </w:rPr>
            </w:pPr>
          </w:p>
        </w:tc>
        <w:tc>
          <w:tcPr>
            <w:tcW w:w="5386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- начальник відділу культури Артемівської міської ради;</w:t>
            </w:r>
          </w:p>
        </w:tc>
      </w:tr>
      <w:tr w:rsidR="00BF08CA" w:rsidRPr="005D10E5" w:rsidTr="00C412B0">
        <w:tc>
          <w:tcPr>
            <w:tcW w:w="288" w:type="dxa"/>
          </w:tcPr>
          <w:p w:rsidR="00BF08CA" w:rsidRPr="005D10E5" w:rsidRDefault="00BF08CA" w:rsidP="00C412B0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Таранник </w:t>
            </w:r>
          </w:p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Алла Панасівна</w:t>
            </w:r>
          </w:p>
        </w:tc>
        <w:tc>
          <w:tcPr>
            <w:tcW w:w="5386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- заступник начальника відділу освіти Артемівської міської ради.</w:t>
            </w:r>
          </w:p>
        </w:tc>
      </w:tr>
    </w:tbl>
    <w:p w:rsidR="00BF08CA" w:rsidRPr="005D10E5" w:rsidRDefault="00BF08CA" w:rsidP="000677D9">
      <w:pPr>
        <w:pStyle w:val="Heading6"/>
        <w:jc w:val="both"/>
        <w:rPr>
          <w:i/>
          <w:sz w:val="28"/>
        </w:rPr>
      </w:pPr>
    </w:p>
    <w:p w:rsidR="00BF08CA" w:rsidRPr="005D10E5" w:rsidRDefault="00BF08CA" w:rsidP="000677D9">
      <w:pPr>
        <w:rPr>
          <w:lang w:val="uk-UA"/>
        </w:rPr>
      </w:pPr>
    </w:p>
    <w:p w:rsidR="00BF08CA" w:rsidRPr="005D10E5" w:rsidRDefault="00BF08CA" w:rsidP="000677D9">
      <w:pPr>
        <w:rPr>
          <w:lang w:val="uk-UA"/>
        </w:rPr>
      </w:pPr>
    </w:p>
    <w:p w:rsidR="00BF08CA" w:rsidRPr="005D10E5" w:rsidRDefault="00BF08CA" w:rsidP="000677D9">
      <w:pPr>
        <w:rPr>
          <w:lang w:val="uk-UA"/>
        </w:rPr>
      </w:pPr>
    </w:p>
    <w:p w:rsidR="00BF08CA" w:rsidRPr="002F649C" w:rsidRDefault="00BF08CA" w:rsidP="002F649C">
      <w:pPr>
        <w:rPr>
          <w:b/>
          <w:i/>
          <w:szCs w:val="28"/>
          <w:lang w:val="uk-UA"/>
        </w:rPr>
      </w:pPr>
      <w:r w:rsidRPr="00BF7B16">
        <w:rPr>
          <w:i/>
          <w:szCs w:val="28"/>
        </w:rPr>
        <w:t xml:space="preserve"> </w:t>
      </w:r>
      <w:r w:rsidRPr="002F649C">
        <w:rPr>
          <w:b/>
          <w:i/>
          <w:szCs w:val="28"/>
          <w:lang w:val="uk-UA"/>
        </w:rPr>
        <w:t>В.о. керуючого справами виконкому</w:t>
      </w:r>
    </w:p>
    <w:p w:rsidR="00BF08CA" w:rsidRPr="00D149A4" w:rsidRDefault="00BF08CA" w:rsidP="002F649C">
      <w:pPr>
        <w:rPr>
          <w:szCs w:val="28"/>
          <w:lang w:val="uk-UA"/>
        </w:rPr>
      </w:pPr>
      <w:r w:rsidRPr="002F649C">
        <w:rPr>
          <w:b/>
          <w:i/>
          <w:szCs w:val="28"/>
          <w:lang w:val="uk-UA"/>
        </w:rPr>
        <w:t>Артемівської міської ради</w:t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  <w:t xml:space="preserve">                Т.І. Недашковська</w:t>
      </w:r>
    </w:p>
    <w:p w:rsidR="00BF08CA" w:rsidRPr="005D10E5" w:rsidRDefault="00BF08CA" w:rsidP="002F649C">
      <w:pPr>
        <w:pStyle w:val="Heading6"/>
        <w:jc w:val="both"/>
        <w:rPr>
          <w:b w:val="0"/>
          <w:i/>
          <w:sz w:val="24"/>
        </w:rPr>
      </w:pPr>
    </w:p>
    <w:p w:rsidR="00BF08CA" w:rsidRPr="005D10E5" w:rsidRDefault="00BF08CA" w:rsidP="000677D9">
      <w:pPr>
        <w:pStyle w:val="BodyText"/>
        <w:spacing w:after="0"/>
        <w:rPr>
          <w:sz w:val="24"/>
          <w:szCs w:val="24"/>
          <w:lang w:val="uk-UA"/>
        </w:rPr>
      </w:pPr>
      <w:r w:rsidRPr="005D10E5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</w:t>
      </w:r>
    </w:p>
    <w:p w:rsidR="00BF08CA" w:rsidRPr="005D10E5" w:rsidRDefault="00BF08CA" w:rsidP="000677D9">
      <w:pPr>
        <w:jc w:val="both"/>
        <w:rPr>
          <w:b/>
          <w:i/>
          <w:sz w:val="24"/>
          <w:lang w:val="uk-UA"/>
        </w:rPr>
      </w:pPr>
    </w:p>
    <w:p w:rsidR="00BF08CA" w:rsidRPr="005D10E5" w:rsidRDefault="00BF08CA" w:rsidP="000677D9">
      <w:pPr>
        <w:jc w:val="both"/>
        <w:rPr>
          <w:b/>
          <w:i/>
          <w:sz w:val="24"/>
          <w:lang w:val="uk-UA"/>
        </w:rPr>
      </w:pPr>
    </w:p>
    <w:p w:rsidR="00BF08CA" w:rsidRDefault="00BF08CA" w:rsidP="002F649C">
      <w:pPr>
        <w:jc w:val="both"/>
        <w:rPr>
          <w:b/>
          <w:i/>
          <w:sz w:val="24"/>
          <w:lang w:val="uk-UA"/>
        </w:rPr>
      </w:pPr>
    </w:p>
    <w:p w:rsidR="00BF08CA" w:rsidRDefault="00BF08CA" w:rsidP="002F649C">
      <w:pPr>
        <w:jc w:val="both"/>
        <w:rPr>
          <w:lang w:val="uk-UA"/>
        </w:rPr>
      </w:pPr>
    </w:p>
    <w:p w:rsidR="00BF08CA" w:rsidRDefault="00BF08CA" w:rsidP="000677D9">
      <w:pPr>
        <w:ind w:left="6300"/>
        <w:jc w:val="both"/>
        <w:rPr>
          <w:lang w:val="uk-UA"/>
        </w:rPr>
      </w:pPr>
    </w:p>
    <w:p w:rsidR="00BF08CA" w:rsidRPr="005D10E5" w:rsidRDefault="00BF08CA" w:rsidP="000677D9">
      <w:pPr>
        <w:ind w:left="6300"/>
        <w:jc w:val="both"/>
        <w:rPr>
          <w:lang w:val="uk-UA"/>
        </w:rPr>
      </w:pPr>
      <w:r w:rsidRPr="005D10E5">
        <w:rPr>
          <w:lang w:val="uk-UA"/>
        </w:rPr>
        <w:t>ЗАТВЕРДЖЕНО</w:t>
      </w:r>
    </w:p>
    <w:p w:rsidR="00BF08CA" w:rsidRPr="005D10E5" w:rsidRDefault="00BF08CA" w:rsidP="000677D9">
      <w:pPr>
        <w:ind w:left="6300"/>
        <w:jc w:val="both"/>
        <w:rPr>
          <w:lang w:val="uk-UA"/>
        </w:rPr>
      </w:pPr>
      <w:r w:rsidRPr="005D10E5">
        <w:rPr>
          <w:lang w:val="uk-UA"/>
        </w:rPr>
        <w:t xml:space="preserve">Рішення виконкому Артемівської міської ради </w:t>
      </w:r>
    </w:p>
    <w:p w:rsidR="00BF08CA" w:rsidRPr="005D10E5" w:rsidRDefault="00BF08CA" w:rsidP="000677D9">
      <w:pPr>
        <w:ind w:left="6300"/>
        <w:jc w:val="both"/>
        <w:rPr>
          <w:lang w:val="uk-UA"/>
        </w:rPr>
      </w:pPr>
      <w:r>
        <w:rPr>
          <w:lang w:val="uk-UA"/>
        </w:rPr>
        <w:t>13.05.2015  № 101</w:t>
      </w:r>
    </w:p>
    <w:p w:rsidR="00BF08CA" w:rsidRPr="005D10E5" w:rsidRDefault="00BF08CA" w:rsidP="007A68C9">
      <w:pPr>
        <w:rPr>
          <w:i/>
          <w:lang w:val="uk-UA"/>
        </w:rPr>
      </w:pPr>
      <w:r w:rsidRPr="005D10E5">
        <w:rPr>
          <w:i/>
          <w:lang w:val="uk-UA"/>
        </w:rPr>
        <w:t xml:space="preserve">                                                                                         </w:t>
      </w:r>
      <w:r w:rsidRPr="005D10E5">
        <w:rPr>
          <w:lang w:val="uk-UA"/>
        </w:rPr>
        <w:t xml:space="preserve">                    </w:t>
      </w:r>
    </w:p>
    <w:p w:rsidR="00BF08CA" w:rsidRPr="005D10E5" w:rsidRDefault="00BF08CA" w:rsidP="000677D9">
      <w:pPr>
        <w:pStyle w:val="Heading2"/>
        <w:jc w:val="center"/>
        <w:rPr>
          <w:rFonts w:ascii="Times New Roman" w:hAnsi="Times New Roman"/>
          <w:i w:val="0"/>
          <w:lang w:val="uk-UA"/>
        </w:rPr>
      </w:pPr>
      <w:r w:rsidRPr="005D10E5">
        <w:rPr>
          <w:rFonts w:ascii="Times New Roman" w:hAnsi="Times New Roman"/>
          <w:i w:val="0"/>
          <w:lang w:val="uk-UA"/>
        </w:rPr>
        <w:t>ПЛАН</w:t>
      </w:r>
    </w:p>
    <w:p w:rsidR="00BF08CA" w:rsidRPr="005D10E5" w:rsidRDefault="00BF08CA" w:rsidP="000677D9">
      <w:pPr>
        <w:pBdr>
          <w:bottom w:val="thinThickSmallGap" w:sz="24" w:space="1" w:color="auto"/>
        </w:pBdr>
        <w:jc w:val="center"/>
        <w:rPr>
          <w:b/>
          <w:lang w:val="uk-UA"/>
        </w:rPr>
      </w:pPr>
      <w:r w:rsidRPr="005D10E5">
        <w:rPr>
          <w:b/>
          <w:lang w:val="uk-UA"/>
        </w:rPr>
        <w:t xml:space="preserve">заходів  щодо організації </w:t>
      </w:r>
      <w:r>
        <w:rPr>
          <w:b/>
          <w:lang w:val="uk-UA"/>
        </w:rPr>
        <w:t xml:space="preserve">влітку 2015 року </w:t>
      </w:r>
      <w:r w:rsidRPr="005D10E5">
        <w:rPr>
          <w:b/>
          <w:lang w:val="uk-UA"/>
        </w:rPr>
        <w:t>оздоровлення та відпочинку дітей, що мешкають на території Артемівської міської ради</w:t>
      </w:r>
      <w:r>
        <w:rPr>
          <w:b/>
          <w:lang w:val="uk-UA"/>
        </w:rPr>
        <w:t xml:space="preserve">   </w:t>
      </w:r>
    </w:p>
    <w:p w:rsidR="00BF08CA" w:rsidRPr="005D10E5" w:rsidRDefault="00BF08CA" w:rsidP="000677D9">
      <w:pPr>
        <w:rPr>
          <w:lang w:val="uk-UA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4111"/>
        <w:gridCol w:w="1829"/>
        <w:gridCol w:w="3240"/>
      </w:tblGrid>
      <w:tr w:rsidR="00BF08CA" w:rsidRPr="005D10E5" w:rsidTr="00C412B0">
        <w:tc>
          <w:tcPr>
            <w:tcW w:w="540" w:type="dxa"/>
          </w:tcPr>
          <w:p w:rsidR="00BF08CA" w:rsidRPr="005D10E5" w:rsidRDefault="00BF08CA" w:rsidP="00C412B0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№ з/п</w:t>
            </w:r>
          </w:p>
        </w:tc>
        <w:tc>
          <w:tcPr>
            <w:tcW w:w="4111" w:type="dxa"/>
          </w:tcPr>
          <w:p w:rsidR="00BF08CA" w:rsidRPr="005D10E5" w:rsidRDefault="00BF08CA" w:rsidP="00C412B0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Зміст заходів</w:t>
            </w:r>
          </w:p>
        </w:tc>
        <w:tc>
          <w:tcPr>
            <w:tcW w:w="1829" w:type="dxa"/>
          </w:tcPr>
          <w:p w:rsidR="00BF08CA" w:rsidRPr="005D10E5" w:rsidRDefault="00BF08CA" w:rsidP="00C412B0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Термін виконання</w:t>
            </w:r>
          </w:p>
        </w:tc>
        <w:tc>
          <w:tcPr>
            <w:tcW w:w="3240" w:type="dxa"/>
          </w:tcPr>
          <w:p w:rsidR="00BF08CA" w:rsidRPr="005D10E5" w:rsidRDefault="00BF08CA" w:rsidP="00C412B0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Відповідальні</w:t>
            </w:r>
          </w:p>
        </w:tc>
      </w:tr>
      <w:tr w:rsidR="00BF08CA" w:rsidRPr="00FA3995" w:rsidTr="00C412B0">
        <w:tc>
          <w:tcPr>
            <w:tcW w:w="5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1</w:t>
            </w:r>
          </w:p>
        </w:tc>
        <w:tc>
          <w:tcPr>
            <w:tcW w:w="4111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Організувати оздоровлення дітей у мережі дошкільних закладів відділу освіти Артемівської міської ради.</w:t>
            </w:r>
          </w:p>
        </w:tc>
        <w:tc>
          <w:tcPr>
            <w:tcW w:w="1829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протягом оздоровчого періоду </w:t>
            </w:r>
          </w:p>
        </w:tc>
        <w:tc>
          <w:tcPr>
            <w:tcW w:w="32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Відділ освіти Артемівської міської ради (далі - відділ освіти)</w:t>
            </w:r>
          </w:p>
        </w:tc>
      </w:tr>
      <w:tr w:rsidR="00BF08CA" w:rsidRPr="00FA3995" w:rsidTr="00C412B0">
        <w:tc>
          <w:tcPr>
            <w:tcW w:w="5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2</w:t>
            </w:r>
          </w:p>
        </w:tc>
        <w:tc>
          <w:tcPr>
            <w:tcW w:w="4111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Забезпечити оздоровлення та відпочинок дітей, враховуючи при цьому першочергову потребу в оздоровленні та відпочинку дітей, які потребують соціальної уваги та підтримки.</w:t>
            </w:r>
          </w:p>
        </w:tc>
        <w:tc>
          <w:tcPr>
            <w:tcW w:w="1829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– серпень 2015</w:t>
            </w:r>
            <w:r w:rsidRPr="005D10E5">
              <w:rPr>
                <w:lang w:val="uk-UA"/>
              </w:rPr>
              <w:t xml:space="preserve"> року </w:t>
            </w:r>
          </w:p>
        </w:tc>
        <w:tc>
          <w:tcPr>
            <w:tcW w:w="32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Управління молодіжної політики та у справах дітей Артемівської міської ради (далі- УМПСД), відділ освіти </w:t>
            </w:r>
          </w:p>
        </w:tc>
      </w:tr>
      <w:tr w:rsidR="00BF08CA" w:rsidRPr="005D10E5" w:rsidTr="00C412B0">
        <w:tc>
          <w:tcPr>
            <w:tcW w:w="5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11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Провести наради з власниками (засновниками) </w:t>
            </w:r>
            <w:r w:rsidRPr="005D10E5">
              <w:rPr>
                <w:lang w:val="uk-UA"/>
              </w:rPr>
              <w:t xml:space="preserve">дитячих оздоровчих </w:t>
            </w:r>
            <w:r>
              <w:rPr>
                <w:lang w:val="uk-UA"/>
              </w:rPr>
              <w:t xml:space="preserve">закладів, які знаходяться на території Артемівської міської ради щодо організації оздоровчої кампанії. </w:t>
            </w:r>
          </w:p>
        </w:tc>
        <w:tc>
          <w:tcPr>
            <w:tcW w:w="1829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 -червень 2015</w:t>
            </w:r>
            <w:r w:rsidRPr="005D10E5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УМПСД, відділ освіти, власники (засновники)</w:t>
            </w:r>
            <w:r w:rsidRPr="005D10E5">
              <w:rPr>
                <w:lang w:val="uk-UA"/>
              </w:rPr>
              <w:t xml:space="preserve"> дитячих оздоровчих </w:t>
            </w:r>
            <w:r>
              <w:rPr>
                <w:lang w:val="uk-UA"/>
              </w:rPr>
              <w:t xml:space="preserve">закладів, які знаходяться на території Артемівської міської ради </w:t>
            </w:r>
          </w:p>
        </w:tc>
      </w:tr>
      <w:tr w:rsidR="00BF08CA" w:rsidRPr="005D10E5" w:rsidTr="00C412B0">
        <w:tc>
          <w:tcPr>
            <w:tcW w:w="5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111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Провести семінари з навчання та  підготовки педагогічних кадрів до роботи в дитячих оздоровчих закладах.</w:t>
            </w:r>
          </w:p>
        </w:tc>
        <w:tc>
          <w:tcPr>
            <w:tcW w:w="1829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 -червень 2015</w:t>
            </w:r>
            <w:r w:rsidRPr="005D10E5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Відділ освіти </w:t>
            </w:r>
          </w:p>
        </w:tc>
      </w:tr>
      <w:tr w:rsidR="00BF08CA" w:rsidRPr="00FA3995" w:rsidTr="00C412B0">
        <w:tc>
          <w:tcPr>
            <w:tcW w:w="540" w:type="dxa"/>
          </w:tcPr>
          <w:p w:rsidR="00BF08CA" w:rsidRPr="00D149A4" w:rsidRDefault="00BF08CA" w:rsidP="00C412B0">
            <w:pPr>
              <w:jc w:val="both"/>
              <w:rPr>
                <w:lang w:val="uk-UA"/>
              </w:rPr>
            </w:pPr>
            <w:r w:rsidRPr="00D149A4">
              <w:rPr>
                <w:lang w:val="uk-UA"/>
              </w:rPr>
              <w:t>5</w:t>
            </w:r>
          </w:p>
        </w:tc>
        <w:tc>
          <w:tcPr>
            <w:tcW w:w="4111" w:type="dxa"/>
          </w:tcPr>
          <w:p w:rsidR="00BF08CA" w:rsidRPr="00D149A4" w:rsidRDefault="00BF08CA" w:rsidP="00C412B0">
            <w:pPr>
              <w:jc w:val="both"/>
              <w:rPr>
                <w:lang w:val="uk-UA"/>
              </w:rPr>
            </w:pPr>
            <w:r w:rsidRPr="00D149A4">
              <w:rPr>
                <w:lang w:val="uk-UA"/>
              </w:rPr>
              <w:t xml:space="preserve">Вживати заходи щодо підвищення ефективності оздоровчих послуг для дітей, посилення медичного компоненту в діяльності оздоровчих закладів. Аналізувати стан травматизму в дитячих оздоровчих закладах. </w:t>
            </w:r>
          </w:p>
        </w:tc>
        <w:tc>
          <w:tcPr>
            <w:tcW w:w="1829" w:type="dxa"/>
          </w:tcPr>
          <w:p w:rsidR="00BF08CA" w:rsidRPr="00D149A4" w:rsidRDefault="00BF08CA" w:rsidP="00C412B0">
            <w:pPr>
              <w:jc w:val="both"/>
              <w:rPr>
                <w:lang w:val="uk-UA"/>
              </w:rPr>
            </w:pPr>
            <w:r w:rsidRPr="00D149A4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BF08CA" w:rsidRPr="00D149A4" w:rsidRDefault="00BF08CA" w:rsidP="00C412B0">
            <w:pPr>
              <w:jc w:val="both"/>
              <w:rPr>
                <w:lang w:val="uk-UA"/>
              </w:rPr>
            </w:pPr>
            <w:r w:rsidRPr="00D149A4">
              <w:rPr>
                <w:lang w:val="uk-UA"/>
              </w:rPr>
              <w:t>Відділ охорони здоров’я Артемівської міської ради, управління праці та соціального захисту населення Артемівської міської ради (далі-УПСЗН)</w:t>
            </w:r>
          </w:p>
        </w:tc>
      </w:tr>
      <w:tr w:rsidR="00BF08CA" w:rsidRPr="00FA3995" w:rsidTr="00C412B0">
        <w:tc>
          <w:tcPr>
            <w:tcW w:w="5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11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Забезпечити охорону громадського порядку у місцях відпочинку дітей, безпечні умови перебування дітей в закладах оздоровлення та відпочинку.</w:t>
            </w:r>
          </w:p>
        </w:tc>
        <w:tc>
          <w:tcPr>
            <w:tcW w:w="1829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>Артемівський міський відділ (з обслуговування м.</w:t>
            </w:r>
            <w:r w:rsidRPr="007A31F7">
              <w:rPr>
                <w:szCs w:val="28"/>
                <w:lang w:val="uk-UA"/>
              </w:rPr>
              <w:t xml:space="preserve"> Артемівськ та Артемівського району) ГУМВС України в Донецькій області</w:t>
            </w:r>
          </w:p>
        </w:tc>
      </w:tr>
      <w:tr w:rsidR="00BF08CA" w:rsidRPr="00C2562C" w:rsidTr="00C412B0">
        <w:tc>
          <w:tcPr>
            <w:tcW w:w="540" w:type="dxa"/>
          </w:tcPr>
          <w:p w:rsidR="00BF08CA" w:rsidRPr="00C2562C" w:rsidRDefault="00BF08CA" w:rsidP="00C412B0">
            <w:pPr>
              <w:jc w:val="both"/>
              <w:rPr>
                <w:lang w:val="uk-UA"/>
              </w:rPr>
            </w:pPr>
            <w:r w:rsidRPr="00C2562C">
              <w:rPr>
                <w:lang w:val="uk-UA"/>
              </w:rPr>
              <w:t>7</w:t>
            </w:r>
          </w:p>
        </w:tc>
        <w:tc>
          <w:tcPr>
            <w:tcW w:w="4111" w:type="dxa"/>
          </w:tcPr>
          <w:p w:rsidR="00BF08CA" w:rsidRPr="00C2562C" w:rsidRDefault="00BF08CA" w:rsidP="00C412B0">
            <w:pPr>
              <w:jc w:val="both"/>
              <w:rPr>
                <w:lang w:val="uk-UA"/>
              </w:rPr>
            </w:pPr>
            <w:r w:rsidRPr="00C2562C">
              <w:rPr>
                <w:lang w:val="uk-UA"/>
              </w:rPr>
              <w:t>Здійснювати контроль за організацією харчування дітей в оздоровчих закладах, надавати практичну допомогу щодо комплектації харчоблоків кваліфікованими кадрами.</w:t>
            </w:r>
          </w:p>
        </w:tc>
        <w:tc>
          <w:tcPr>
            <w:tcW w:w="1829" w:type="dxa"/>
          </w:tcPr>
          <w:p w:rsidR="00BF08CA" w:rsidRPr="00C2562C" w:rsidRDefault="00BF08CA" w:rsidP="00C412B0">
            <w:pPr>
              <w:jc w:val="both"/>
              <w:rPr>
                <w:lang w:val="uk-UA"/>
              </w:rPr>
            </w:pPr>
            <w:r w:rsidRPr="00C2562C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BF08CA" w:rsidRPr="00C2562C" w:rsidRDefault="00BF08CA" w:rsidP="00C2562C">
            <w:pPr>
              <w:jc w:val="both"/>
              <w:rPr>
                <w:lang w:val="uk-UA"/>
              </w:rPr>
            </w:pPr>
            <w:r w:rsidRPr="00C2562C">
              <w:rPr>
                <w:lang w:val="uk-UA"/>
              </w:rPr>
              <w:t xml:space="preserve">Артемівське районне Управління Головного управління Держсанепідслужби у Донецькій області   </w:t>
            </w:r>
          </w:p>
        </w:tc>
      </w:tr>
      <w:tr w:rsidR="00BF08CA" w:rsidRPr="00FA3995" w:rsidTr="00C412B0">
        <w:tc>
          <w:tcPr>
            <w:tcW w:w="540" w:type="dxa"/>
          </w:tcPr>
          <w:p w:rsidR="00BF08CA" w:rsidRPr="00C2562C" w:rsidRDefault="00BF08CA" w:rsidP="00C412B0">
            <w:pPr>
              <w:jc w:val="both"/>
              <w:rPr>
                <w:lang w:val="uk-UA"/>
              </w:rPr>
            </w:pPr>
            <w:r w:rsidRPr="00C2562C">
              <w:rPr>
                <w:lang w:val="uk-UA"/>
              </w:rPr>
              <w:t>8</w:t>
            </w:r>
          </w:p>
        </w:tc>
        <w:tc>
          <w:tcPr>
            <w:tcW w:w="4111" w:type="dxa"/>
          </w:tcPr>
          <w:p w:rsidR="00BF08CA" w:rsidRPr="00C2562C" w:rsidRDefault="00BF08CA" w:rsidP="00C412B0">
            <w:pPr>
              <w:jc w:val="both"/>
              <w:rPr>
                <w:lang w:val="uk-UA"/>
              </w:rPr>
            </w:pPr>
            <w:r w:rsidRPr="00C2562C">
              <w:rPr>
                <w:lang w:val="uk-UA"/>
              </w:rPr>
              <w:t>Заборонити використання для дитячого харчування продуктів імпортного виробництва без дозволу Центру Артемівської районної філії державної установи «Донецький обласний лабораторний центр державної санітарно-епідеміологічної служби України».</w:t>
            </w:r>
          </w:p>
        </w:tc>
        <w:tc>
          <w:tcPr>
            <w:tcW w:w="1829" w:type="dxa"/>
          </w:tcPr>
          <w:p w:rsidR="00BF08CA" w:rsidRPr="00C2562C" w:rsidRDefault="00BF08CA" w:rsidP="00C412B0">
            <w:pPr>
              <w:jc w:val="both"/>
              <w:rPr>
                <w:lang w:val="uk-UA"/>
              </w:rPr>
            </w:pPr>
            <w:r w:rsidRPr="00C2562C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BF08CA" w:rsidRPr="00C2562C" w:rsidRDefault="00BF08CA" w:rsidP="00C412B0">
            <w:pPr>
              <w:jc w:val="both"/>
              <w:rPr>
                <w:lang w:val="uk-UA"/>
              </w:rPr>
            </w:pPr>
            <w:r w:rsidRPr="00C2562C">
              <w:rPr>
                <w:lang w:val="uk-UA"/>
              </w:rPr>
              <w:t>Артемівське районне Управління Головного управління Держсанепідслужби у Донецькій області,  профспілкові комітети підприємств, установ, організацій, керівники оздоровчих закладів</w:t>
            </w:r>
          </w:p>
        </w:tc>
      </w:tr>
      <w:tr w:rsidR="00BF08CA" w:rsidRPr="00FA3995" w:rsidTr="00C412B0">
        <w:tc>
          <w:tcPr>
            <w:tcW w:w="5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11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Організувати в оздоровчих закладах всіх типів   проведення культурно – масових заходів, конкурсів,концертів, фестивалів дитячої творчості, вистав, спортивних змагань.</w:t>
            </w:r>
          </w:p>
        </w:tc>
        <w:tc>
          <w:tcPr>
            <w:tcW w:w="1829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– серпень 2015</w:t>
            </w:r>
            <w:r w:rsidRPr="005D10E5">
              <w:rPr>
                <w:lang w:val="uk-UA"/>
              </w:rPr>
              <w:t xml:space="preserve"> року </w:t>
            </w:r>
          </w:p>
        </w:tc>
        <w:tc>
          <w:tcPr>
            <w:tcW w:w="32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УМПСД, відділ освіти, балансоутримувачі дитячих оздоровчих закладів</w:t>
            </w:r>
          </w:p>
        </w:tc>
      </w:tr>
      <w:tr w:rsidR="00BF08CA" w:rsidRPr="005D10E5" w:rsidTr="00C412B0">
        <w:tc>
          <w:tcPr>
            <w:tcW w:w="540" w:type="dxa"/>
          </w:tcPr>
          <w:p w:rsidR="00BF08CA" w:rsidRPr="00D149A4" w:rsidRDefault="00BF08CA" w:rsidP="00C412B0">
            <w:pPr>
              <w:jc w:val="both"/>
              <w:rPr>
                <w:lang w:val="uk-UA"/>
              </w:rPr>
            </w:pPr>
            <w:r w:rsidRPr="00D149A4">
              <w:rPr>
                <w:lang w:val="uk-UA"/>
              </w:rPr>
              <w:t>10</w:t>
            </w:r>
          </w:p>
        </w:tc>
        <w:tc>
          <w:tcPr>
            <w:tcW w:w="4111" w:type="dxa"/>
          </w:tcPr>
          <w:p w:rsidR="00BF08CA" w:rsidRPr="00D149A4" w:rsidRDefault="00BF08CA" w:rsidP="00C412B0">
            <w:pPr>
              <w:jc w:val="both"/>
              <w:rPr>
                <w:lang w:val="uk-UA"/>
              </w:rPr>
            </w:pPr>
            <w:r w:rsidRPr="00D149A4">
              <w:rPr>
                <w:lang w:val="uk-UA"/>
              </w:rPr>
              <w:t>Забезпечити безкоштовне проходження медичних комісій працівниками дитячих оздоровчих закладів.</w:t>
            </w:r>
          </w:p>
        </w:tc>
        <w:tc>
          <w:tcPr>
            <w:tcW w:w="1829" w:type="dxa"/>
          </w:tcPr>
          <w:p w:rsidR="00BF08CA" w:rsidRPr="00D149A4" w:rsidRDefault="00BF08CA" w:rsidP="00C412B0">
            <w:pPr>
              <w:jc w:val="both"/>
              <w:rPr>
                <w:lang w:val="uk-UA"/>
              </w:rPr>
            </w:pPr>
            <w:r w:rsidRPr="00D149A4">
              <w:rPr>
                <w:lang w:val="uk-UA"/>
              </w:rPr>
              <w:t xml:space="preserve">травень – липень </w:t>
            </w:r>
          </w:p>
          <w:p w:rsidR="00BF08CA" w:rsidRPr="00D149A4" w:rsidRDefault="00BF08CA" w:rsidP="00C412B0">
            <w:pPr>
              <w:jc w:val="both"/>
              <w:rPr>
                <w:lang w:val="uk-UA"/>
              </w:rPr>
            </w:pPr>
            <w:r w:rsidRPr="00D149A4">
              <w:rPr>
                <w:lang w:val="uk-UA"/>
              </w:rPr>
              <w:t>2015 року</w:t>
            </w:r>
          </w:p>
        </w:tc>
        <w:tc>
          <w:tcPr>
            <w:tcW w:w="3240" w:type="dxa"/>
          </w:tcPr>
          <w:p w:rsidR="00BF08CA" w:rsidRPr="00D149A4" w:rsidRDefault="00BF08CA" w:rsidP="00C412B0">
            <w:pPr>
              <w:jc w:val="both"/>
              <w:rPr>
                <w:lang w:val="uk-UA"/>
              </w:rPr>
            </w:pPr>
            <w:r w:rsidRPr="00D149A4">
              <w:rPr>
                <w:lang w:val="uk-UA"/>
              </w:rPr>
              <w:t>Комунальні заклади охорони здоров’я Артемівської міської ради</w:t>
            </w:r>
          </w:p>
        </w:tc>
      </w:tr>
      <w:tr w:rsidR="00BF08CA" w:rsidRPr="00FA3995" w:rsidTr="00C412B0">
        <w:tc>
          <w:tcPr>
            <w:tcW w:w="5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11</w:t>
            </w:r>
          </w:p>
        </w:tc>
        <w:tc>
          <w:tcPr>
            <w:tcW w:w="4111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Залучати кошти державного, міського бюджетів, підприємств та установ, профспілок, Фонду соціального страхування з тимчасової втрати працездатності для організації оздоровлення та відпо</w:t>
            </w:r>
            <w:r>
              <w:rPr>
                <w:lang w:val="uk-UA"/>
              </w:rPr>
              <w:t>чинку дітей в літній період 2015</w:t>
            </w:r>
            <w:r w:rsidRPr="005D10E5">
              <w:rPr>
                <w:lang w:val="uk-UA"/>
              </w:rPr>
              <w:t xml:space="preserve"> року.</w:t>
            </w:r>
          </w:p>
        </w:tc>
        <w:tc>
          <w:tcPr>
            <w:tcW w:w="1829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протягом оздоровчого періоду </w:t>
            </w:r>
          </w:p>
        </w:tc>
        <w:tc>
          <w:tcPr>
            <w:tcW w:w="32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УМПСД, відділ освіти, УПСЗН, Артемівська міська виконавча дирекція Донецького обласного відділення Фонду соціального страхування з тимчасової втрати працездатності, підприємства та установи, які маю</w:t>
            </w:r>
            <w:r>
              <w:rPr>
                <w:lang w:val="uk-UA"/>
              </w:rPr>
              <w:t>ть на балансі оздоровчі заклади</w:t>
            </w:r>
          </w:p>
        </w:tc>
      </w:tr>
      <w:tr w:rsidR="00BF08CA" w:rsidRPr="00FA3995" w:rsidTr="00C412B0">
        <w:tc>
          <w:tcPr>
            <w:tcW w:w="5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12</w:t>
            </w:r>
          </w:p>
        </w:tc>
        <w:tc>
          <w:tcPr>
            <w:tcW w:w="4111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Забезпечити фінансування заходів щодо літнього оздоровлення дітей та учнівської молоді в межах витрат, затверджених у міському бюджеті м.</w:t>
            </w:r>
            <w:r>
              <w:rPr>
                <w:lang w:val="uk-UA"/>
              </w:rPr>
              <w:t xml:space="preserve"> Артемівська  на 2015</w:t>
            </w:r>
            <w:r w:rsidRPr="005D10E5">
              <w:rPr>
                <w:lang w:val="uk-UA"/>
              </w:rPr>
              <w:t xml:space="preserve"> рік.</w:t>
            </w:r>
          </w:p>
        </w:tc>
        <w:tc>
          <w:tcPr>
            <w:tcW w:w="1829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Фінансове управління Артемівської міської ради, відділ освіти </w:t>
            </w:r>
          </w:p>
        </w:tc>
      </w:tr>
      <w:tr w:rsidR="00BF08CA" w:rsidRPr="005D10E5" w:rsidTr="00C412B0">
        <w:tc>
          <w:tcPr>
            <w:tcW w:w="5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111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 метою надання консультацій, психолого-педагогічної, інформаційної, соціально-медичної допомоги дітям і молоді, пропаганди здорового способу життя та попередження негативних проявів у підлітковому та молодіжному середовищі у дитячих позаміських закладах оздоровлення та відпочинку розробити графік їх відвідування соціальними працівниками Артемівського міського центру соціальних служб для сім’ї, дітей та молоді.</w:t>
            </w:r>
          </w:p>
        </w:tc>
        <w:tc>
          <w:tcPr>
            <w:tcW w:w="1829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Артемівський міський центр соціальних служб для сім’ї, дітей та молоді</w:t>
            </w:r>
          </w:p>
        </w:tc>
      </w:tr>
      <w:tr w:rsidR="00BF08CA" w:rsidRPr="005D10E5" w:rsidTr="00C412B0">
        <w:tc>
          <w:tcPr>
            <w:tcW w:w="5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111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Висвітлювати хід підготовки та проведення літнього оздоровлення дітей, учнівської та </w:t>
            </w:r>
            <w:r>
              <w:rPr>
                <w:lang w:val="uk-UA"/>
              </w:rPr>
              <w:t>студентської молоді влітку 2015</w:t>
            </w:r>
            <w:r w:rsidRPr="005D10E5">
              <w:rPr>
                <w:lang w:val="uk-UA"/>
              </w:rPr>
              <w:t xml:space="preserve"> року, в засобах масової інформації.</w:t>
            </w:r>
          </w:p>
        </w:tc>
        <w:tc>
          <w:tcPr>
            <w:tcW w:w="1829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BF08CA" w:rsidRPr="005D10E5" w:rsidRDefault="00BF08CA" w:rsidP="00C412B0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УМПСД</w:t>
            </w:r>
          </w:p>
        </w:tc>
      </w:tr>
    </w:tbl>
    <w:p w:rsidR="00BF08CA" w:rsidRPr="005D10E5" w:rsidRDefault="00BF08CA" w:rsidP="000677D9">
      <w:pPr>
        <w:jc w:val="both"/>
        <w:rPr>
          <w:lang w:val="uk-UA"/>
        </w:rPr>
      </w:pPr>
      <w:r w:rsidRPr="005D10E5">
        <w:rPr>
          <w:lang w:val="uk-UA"/>
        </w:rPr>
        <w:t xml:space="preserve">  </w:t>
      </w:r>
    </w:p>
    <w:p w:rsidR="00BF08CA" w:rsidRPr="005D10E5" w:rsidRDefault="00BF08CA" w:rsidP="000677D9">
      <w:pPr>
        <w:ind w:firstLine="708"/>
        <w:jc w:val="both"/>
        <w:rPr>
          <w:lang w:val="uk-UA"/>
        </w:rPr>
      </w:pPr>
      <w:r w:rsidRPr="005D10E5">
        <w:rPr>
          <w:lang w:val="uk-UA"/>
        </w:rPr>
        <w:t xml:space="preserve">План заходів щодо організації </w:t>
      </w:r>
      <w:r>
        <w:rPr>
          <w:lang w:val="uk-UA"/>
        </w:rPr>
        <w:t xml:space="preserve">влітку 2015 року </w:t>
      </w:r>
      <w:r w:rsidRPr="005D10E5">
        <w:rPr>
          <w:lang w:val="uk-UA"/>
        </w:rPr>
        <w:t>оздоровлення та відпочинку дітей, що мешкають на території Артемівської міської ради</w:t>
      </w:r>
      <w:r>
        <w:rPr>
          <w:lang w:val="uk-UA"/>
        </w:rPr>
        <w:t xml:space="preserve">, </w:t>
      </w:r>
      <w:r w:rsidRPr="005D10E5">
        <w:rPr>
          <w:lang w:val="uk-UA"/>
        </w:rPr>
        <w:t xml:space="preserve"> розроблено управлінням молодіжної політики та у справах дітей Артемівської міської ради.</w:t>
      </w:r>
    </w:p>
    <w:p w:rsidR="00BF08CA" w:rsidRPr="005D10E5" w:rsidRDefault="00BF08CA" w:rsidP="000677D9">
      <w:pPr>
        <w:jc w:val="both"/>
        <w:rPr>
          <w:lang w:val="uk-UA"/>
        </w:rPr>
      </w:pPr>
      <w:r w:rsidRPr="005D10E5">
        <w:rPr>
          <w:lang w:val="uk-UA"/>
        </w:rPr>
        <w:t xml:space="preserve">   </w:t>
      </w:r>
    </w:p>
    <w:p w:rsidR="00BF08CA" w:rsidRPr="005D10E5" w:rsidRDefault="00BF08CA" w:rsidP="000677D9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>В.о. н</w:t>
      </w:r>
      <w:r w:rsidRPr="005D10E5">
        <w:rPr>
          <w:b/>
          <w:i/>
          <w:lang w:val="uk-UA"/>
        </w:rPr>
        <w:t>ачальник</w:t>
      </w:r>
      <w:r>
        <w:rPr>
          <w:b/>
          <w:i/>
          <w:lang w:val="uk-UA"/>
        </w:rPr>
        <w:t>а</w:t>
      </w:r>
      <w:r w:rsidRPr="005D10E5">
        <w:rPr>
          <w:b/>
          <w:i/>
          <w:lang w:val="uk-UA"/>
        </w:rPr>
        <w:t xml:space="preserve"> управління молодіжної </w:t>
      </w:r>
    </w:p>
    <w:p w:rsidR="00BF08CA" w:rsidRPr="005D10E5" w:rsidRDefault="00BF08CA" w:rsidP="000677D9">
      <w:pPr>
        <w:jc w:val="both"/>
        <w:rPr>
          <w:b/>
          <w:i/>
          <w:lang w:val="uk-UA"/>
        </w:rPr>
      </w:pPr>
      <w:r w:rsidRPr="005D10E5">
        <w:rPr>
          <w:b/>
          <w:i/>
          <w:lang w:val="uk-UA"/>
        </w:rPr>
        <w:t xml:space="preserve">політики та у справах дітей </w:t>
      </w:r>
    </w:p>
    <w:p w:rsidR="00BF08CA" w:rsidRPr="005D10E5" w:rsidRDefault="00BF08CA" w:rsidP="000677D9">
      <w:pPr>
        <w:jc w:val="both"/>
        <w:rPr>
          <w:b/>
          <w:i/>
          <w:lang w:val="uk-UA"/>
        </w:rPr>
      </w:pPr>
      <w:r w:rsidRPr="005D10E5">
        <w:rPr>
          <w:b/>
          <w:i/>
          <w:lang w:val="uk-UA"/>
        </w:rPr>
        <w:t xml:space="preserve">Артемівської міської ради                        </w:t>
      </w:r>
      <w:r>
        <w:rPr>
          <w:b/>
          <w:i/>
          <w:lang w:val="uk-UA"/>
        </w:rPr>
        <w:t xml:space="preserve">                       Н.В. Перепадья</w:t>
      </w:r>
    </w:p>
    <w:p w:rsidR="00BF08CA" w:rsidRPr="005D10E5" w:rsidRDefault="00BF08CA" w:rsidP="000677D9">
      <w:pPr>
        <w:jc w:val="both"/>
        <w:rPr>
          <w:b/>
          <w:i/>
          <w:lang w:val="uk-UA"/>
        </w:rPr>
      </w:pPr>
    </w:p>
    <w:p w:rsidR="00BF08CA" w:rsidRPr="005D10E5" w:rsidRDefault="00BF08CA" w:rsidP="000677D9">
      <w:pPr>
        <w:rPr>
          <w:b/>
          <w:i/>
          <w:color w:val="FF0000"/>
          <w:lang w:val="uk-UA"/>
        </w:rPr>
      </w:pPr>
      <w:r w:rsidRPr="005D10E5">
        <w:rPr>
          <w:b/>
          <w:i/>
          <w:color w:val="FF0000"/>
          <w:lang w:val="uk-UA"/>
        </w:rPr>
        <w:t xml:space="preserve"> </w:t>
      </w:r>
    </w:p>
    <w:p w:rsidR="00BF08CA" w:rsidRPr="002F649C" w:rsidRDefault="00BF08CA" w:rsidP="002F649C">
      <w:pPr>
        <w:rPr>
          <w:b/>
          <w:i/>
          <w:szCs w:val="28"/>
          <w:lang w:val="uk-UA"/>
        </w:rPr>
      </w:pPr>
      <w:r w:rsidRPr="002F649C">
        <w:rPr>
          <w:b/>
          <w:i/>
          <w:szCs w:val="28"/>
          <w:lang w:val="uk-UA"/>
        </w:rPr>
        <w:t>В.о. керуючого справами виконкому</w:t>
      </w:r>
    </w:p>
    <w:p w:rsidR="00BF08CA" w:rsidRPr="00D149A4" w:rsidRDefault="00BF08CA" w:rsidP="002F649C">
      <w:pPr>
        <w:rPr>
          <w:szCs w:val="28"/>
          <w:lang w:val="uk-UA"/>
        </w:rPr>
      </w:pPr>
      <w:r w:rsidRPr="002F649C">
        <w:rPr>
          <w:b/>
          <w:i/>
          <w:szCs w:val="28"/>
          <w:lang w:val="uk-UA"/>
        </w:rPr>
        <w:t>Артемівської міської ради</w:t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  <w:t xml:space="preserve">                Т.І. Недашковська</w:t>
      </w:r>
    </w:p>
    <w:p w:rsidR="00BF08CA" w:rsidRDefault="00BF08CA" w:rsidP="000677D9">
      <w:pPr>
        <w:rPr>
          <w:szCs w:val="28"/>
          <w:lang w:val="uk-UA"/>
        </w:rPr>
      </w:pPr>
    </w:p>
    <w:p w:rsidR="00BF08CA" w:rsidRDefault="00BF08CA" w:rsidP="000677D9">
      <w:pPr>
        <w:ind w:firstLine="5580"/>
        <w:rPr>
          <w:szCs w:val="28"/>
          <w:lang w:val="uk-UA"/>
        </w:rPr>
      </w:pPr>
    </w:p>
    <w:p w:rsidR="00BF08CA" w:rsidRDefault="00BF08CA" w:rsidP="00E26F38">
      <w:pPr>
        <w:rPr>
          <w:szCs w:val="28"/>
          <w:lang w:val="uk-UA"/>
        </w:rPr>
      </w:pPr>
    </w:p>
    <w:p w:rsidR="00BF08CA" w:rsidRDefault="00BF08CA" w:rsidP="000677D9">
      <w:pPr>
        <w:ind w:firstLine="5580"/>
        <w:rPr>
          <w:szCs w:val="28"/>
          <w:lang w:val="uk-UA"/>
        </w:rPr>
      </w:pPr>
    </w:p>
    <w:p w:rsidR="00BF08CA" w:rsidRDefault="00BF08CA" w:rsidP="000677D9">
      <w:pPr>
        <w:ind w:firstLine="5580"/>
        <w:rPr>
          <w:szCs w:val="28"/>
          <w:lang w:val="uk-UA"/>
        </w:rPr>
      </w:pPr>
    </w:p>
    <w:p w:rsidR="00BF08CA" w:rsidRDefault="00BF08CA" w:rsidP="000677D9">
      <w:pPr>
        <w:ind w:firstLine="5580"/>
        <w:rPr>
          <w:szCs w:val="28"/>
          <w:lang w:val="uk-UA"/>
        </w:rPr>
      </w:pPr>
    </w:p>
    <w:p w:rsidR="00BF08CA" w:rsidRDefault="00BF08CA" w:rsidP="000677D9">
      <w:pPr>
        <w:ind w:firstLine="5580"/>
        <w:rPr>
          <w:szCs w:val="28"/>
          <w:lang w:val="uk-UA"/>
        </w:rPr>
      </w:pPr>
    </w:p>
    <w:p w:rsidR="00BF08CA" w:rsidRDefault="00BF08CA" w:rsidP="000677D9">
      <w:pPr>
        <w:ind w:firstLine="5580"/>
        <w:rPr>
          <w:szCs w:val="28"/>
          <w:lang w:val="uk-UA"/>
        </w:rPr>
      </w:pPr>
    </w:p>
    <w:p w:rsidR="00BF08CA" w:rsidRDefault="00BF08CA" w:rsidP="000677D9">
      <w:pPr>
        <w:ind w:firstLine="5580"/>
        <w:rPr>
          <w:szCs w:val="28"/>
          <w:lang w:val="uk-UA"/>
        </w:rPr>
      </w:pPr>
    </w:p>
    <w:p w:rsidR="00BF08CA" w:rsidRDefault="00BF08CA" w:rsidP="000677D9">
      <w:pPr>
        <w:ind w:firstLine="5580"/>
        <w:rPr>
          <w:szCs w:val="28"/>
          <w:lang w:val="uk-UA"/>
        </w:rPr>
      </w:pPr>
    </w:p>
    <w:p w:rsidR="00BF08CA" w:rsidRDefault="00BF08CA" w:rsidP="000677D9">
      <w:pPr>
        <w:ind w:firstLine="5580"/>
        <w:rPr>
          <w:szCs w:val="28"/>
          <w:lang w:val="uk-UA"/>
        </w:rPr>
      </w:pPr>
    </w:p>
    <w:p w:rsidR="00BF08CA" w:rsidRDefault="00BF08CA" w:rsidP="000677D9">
      <w:pPr>
        <w:ind w:firstLine="5580"/>
        <w:rPr>
          <w:szCs w:val="28"/>
          <w:lang w:val="uk-UA"/>
        </w:rPr>
      </w:pPr>
    </w:p>
    <w:p w:rsidR="00BF08CA" w:rsidRPr="005D10E5" w:rsidRDefault="00BF08CA" w:rsidP="000677D9">
      <w:pPr>
        <w:ind w:firstLine="5580"/>
        <w:rPr>
          <w:szCs w:val="28"/>
          <w:lang w:val="uk-UA"/>
        </w:rPr>
      </w:pPr>
      <w:r w:rsidRPr="005D10E5">
        <w:rPr>
          <w:szCs w:val="28"/>
          <w:lang w:val="uk-UA"/>
        </w:rPr>
        <w:t xml:space="preserve">Додаток </w:t>
      </w:r>
    </w:p>
    <w:p w:rsidR="00BF08CA" w:rsidRPr="005D10E5" w:rsidRDefault="00BF08CA" w:rsidP="000677D9">
      <w:pPr>
        <w:ind w:firstLine="5580"/>
        <w:rPr>
          <w:szCs w:val="28"/>
          <w:lang w:val="uk-UA"/>
        </w:rPr>
      </w:pPr>
      <w:r w:rsidRPr="005D10E5">
        <w:rPr>
          <w:szCs w:val="28"/>
          <w:lang w:val="uk-UA"/>
        </w:rPr>
        <w:t xml:space="preserve">до </w:t>
      </w:r>
      <w:r>
        <w:rPr>
          <w:szCs w:val="28"/>
          <w:lang w:val="uk-UA"/>
        </w:rPr>
        <w:t xml:space="preserve"> </w:t>
      </w:r>
      <w:r w:rsidRPr="005D10E5">
        <w:rPr>
          <w:szCs w:val="28"/>
          <w:lang w:val="uk-UA"/>
        </w:rPr>
        <w:t>рішення виконкому</w:t>
      </w:r>
    </w:p>
    <w:p w:rsidR="00BF08CA" w:rsidRPr="005D10E5" w:rsidRDefault="00BF08CA" w:rsidP="000677D9">
      <w:pPr>
        <w:ind w:firstLine="5580"/>
        <w:rPr>
          <w:szCs w:val="28"/>
          <w:lang w:val="uk-UA"/>
        </w:rPr>
      </w:pPr>
      <w:r w:rsidRPr="005D10E5">
        <w:rPr>
          <w:szCs w:val="28"/>
          <w:lang w:val="uk-UA"/>
        </w:rPr>
        <w:t>Артемівської міської ради</w:t>
      </w:r>
    </w:p>
    <w:p w:rsidR="00BF08CA" w:rsidRPr="005D10E5" w:rsidRDefault="00BF08CA" w:rsidP="000677D9">
      <w:pPr>
        <w:ind w:firstLine="5580"/>
        <w:rPr>
          <w:szCs w:val="28"/>
          <w:lang w:val="uk-UA"/>
        </w:rPr>
      </w:pPr>
      <w:r>
        <w:rPr>
          <w:szCs w:val="28"/>
          <w:lang w:val="uk-UA"/>
        </w:rPr>
        <w:t>13.05.2015 № 101</w:t>
      </w:r>
    </w:p>
    <w:p w:rsidR="00BF08CA" w:rsidRDefault="00BF08CA" w:rsidP="000677D9">
      <w:pPr>
        <w:rPr>
          <w:color w:val="FF0000"/>
          <w:szCs w:val="28"/>
          <w:lang w:val="uk-UA"/>
        </w:rPr>
      </w:pPr>
    </w:p>
    <w:p w:rsidR="00BF08CA" w:rsidRPr="005D10E5" w:rsidRDefault="00BF08CA" w:rsidP="000677D9">
      <w:pPr>
        <w:rPr>
          <w:color w:val="FF0000"/>
          <w:szCs w:val="28"/>
          <w:lang w:val="uk-UA"/>
        </w:rPr>
      </w:pPr>
    </w:p>
    <w:p w:rsidR="00BF08CA" w:rsidRPr="008D7384" w:rsidRDefault="00BF08CA" w:rsidP="000677D9">
      <w:pPr>
        <w:jc w:val="center"/>
        <w:rPr>
          <w:b/>
          <w:szCs w:val="28"/>
          <w:lang w:val="uk-UA"/>
        </w:rPr>
      </w:pPr>
      <w:r w:rsidRPr="008D7384">
        <w:rPr>
          <w:b/>
          <w:szCs w:val="28"/>
          <w:lang w:val="uk-UA"/>
        </w:rPr>
        <w:t>Кошторис витрат</w:t>
      </w:r>
    </w:p>
    <w:p w:rsidR="00BF08CA" w:rsidRPr="008D7384" w:rsidRDefault="00BF08CA" w:rsidP="000677D9">
      <w:pPr>
        <w:jc w:val="center"/>
        <w:rPr>
          <w:b/>
          <w:szCs w:val="28"/>
          <w:lang w:val="uk-UA"/>
        </w:rPr>
      </w:pPr>
      <w:r w:rsidRPr="008D7384">
        <w:rPr>
          <w:b/>
          <w:szCs w:val="28"/>
          <w:lang w:val="uk-UA"/>
        </w:rPr>
        <w:t>відділу освіти Артемівської міської ради на оздоровлення в дитячих оздоровчих таборах в 201</w:t>
      </w:r>
      <w:r>
        <w:rPr>
          <w:b/>
          <w:szCs w:val="28"/>
          <w:lang w:val="uk-UA"/>
        </w:rPr>
        <w:t>5</w:t>
      </w:r>
      <w:r w:rsidRPr="008D7384">
        <w:rPr>
          <w:b/>
          <w:szCs w:val="28"/>
          <w:lang w:val="uk-UA"/>
        </w:rPr>
        <w:t xml:space="preserve"> році дітей, які потребують </w:t>
      </w:r>
    </w:p>
    <w:p w:rsidR="00BF08CA" w:rsidRPr="008D7384" w:rsidRDefault="00BF08CA" w:rsidP="000677D9">
      <w:pPr>
        <w:jc w:val="center"/>
        <w:rPr>
          <w:b/>
          <w:szCs w:val="28"/>
          <w:lang w:val="uk-UA"/>
        </w:rPr>
      </w:pPr>
      <w:r w:rsidRPr="008D7384">
        <w:rPr>
          <w:b/>
          <w:szCs w:val="28"/>
          <w:lang w:val="uk-UA"/>
        </w:rPr>
        <w:t xml:space="preserve">соціальної уваги та підтримки </w:t>
      </w:r>
    </w:p>
    <w:p w:rsidR="00BF08CA" w:rsidRPr="005D10E5" w:rsidRDefault="00BF08CA" w:rsidP="000677D9">
      <w:pPr>
        <w:rPr>
          <w:color w:val="FF0000"/>
          <w:lang w:val="uk-UA"/>
        </w:rPr>
      </w:pPr>
    </w:p>
    <w:p w:rsidR="00BF08CA" w:rsidRPr="005D10E5" w:rsidRDefault="00BF08CA" w:rsidP="000677D9">
      <w:pPr>
        <w:rPr>
          <w:color w:val="FF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300"/>
        <w:gridCol w:w="2443"/>
      </w:tblGrid>
      <w:tr w:rsidR="00BF08CA" w:rsidRPr="005D10E5" w:rsidTr="007B5DE9">
        <w:tc>
          <w:tcPr>
            <w:tcW w:w="828" w:type="dxa"/>
            <w:vAlign w:val="center"/>
          </w:tcPr>
          <w:p w:rsidR="00BF08CA" w:rsidRPr="007B5DE9" w:rsidRDefault="00BF08CA" w:rsidP="007B5DE9">
            <w:pPr>
              <w:jc w:val="center"/>
              <w:rPr>
                <w:b/>
                <w:szCs w:val="28"/>
                <w:lang w:val="uk-UA"/>
              </w:rPr>
            </w:pPr>
            <w:r w:rsidRPr="007B5DE9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6300" w:type="dxa"/>
            <w:vAlign w:val="center"/>
          </w:tcPr>
          <w:p w:rsidR="00BF08CA" w:rsidRPr="007B5DE9" w:rsidRDefault="00BF08CA" w:rsidP="007B5DE9">
            <w:pPr>
              <w:jc w:val="center"/>
              <w:rPr>
                <w:b/>
                <w:szCs w:val="28"/>
                <w:lang w:val="uk-UA"/>
              </w:rPr>
            </w:pPr>
            <w:r w:rsidRPr="007B5DE9">
              <w:rPr>
                <w:b/>
                <w:szCs w:val="28"/>
                <w:lang w:val="uk-UA"/>
              </w:rPr>
              <w:t>Найменування заходів</w:t>
            </w:r>
          </w:p>
        </w:tc>
        <w:tc>
          <w:tcPr>
            <w:tcW w:w="2443" w:type="dxa"/>
            <w:vAlign w:val="center"/>
          </w:tcPr>
          <w:p w:rsidR="00BF08CA" w:rsidRPr="007B5DE9" w:rsidRDefault="00BF08CA" w:rsidP="007B5DE9">
            <w:pPr>
              <w:jc w:val="center"/>
              <w:rPr>
                <w:b/>
                <w:szCs w:val="28"/>
                <w:lang w:val="uk-UA"/>
              </w:rPr>
            </w:pPr>
            <w:r w:rsidRPr="007B5DE9">
              <w:rPr>
                <w:b/>
                <w:szCs w:val="28"/>
                <w:lang w:val="uk-UA"/>
              </w:rPr>
              <w:t>Сума, т.грн.</w:t>
            </w:r>
          </w:p>
        </w:tc>
      </w:tr>
      <w:tr w:rsidR="00BF08CA" w:rsidRPr="00A42399" w:rsidTr="007B5DE9">
        <w:tc>
          <w:tcPr>
            <w:tcW w:w="828" w:type="dxa"/>
          </w:tcPr>
          <w:p w:rsidR="00BF08CA" w:rsidRPr="007B5DE9" w:rsidRDefault="00BF08CA" w:rsidP="00C412B0">
            <w:pPr>
              <w:rPr>
                <w:szCs w:val="28"/>
                <w:lang w:val="uk-UA"/>
              </w:rPr>
            </w:pPr>
            <w:r w:rsidRPr="007B5DE9">
              <w:rPr>
                <w:szCs w:val="28"/>
                <w:lang w:val="uk-UA"/>
              </w:rPr>
              <w:t>1.</w:t>
            </w:r>
          </w:p>
        </w:tc>
        <w:tc>
          <w:tcPr>
            <w:tcW w:w="6300" w:type="dxa"/>
          </w:tcPr>
          <w:p w:rsidR="00BF08CA" w:rsidRPr="007B5DE9" w:rsidRDefault="00BF08CA" w:rsidP="00C412B0">
            <w:pPr>
              <w:rPr>
                <w:szCs w:val="28"/>
                <w:lang w:val="uk-UA"/>
              </w:rPr>
            </w:pPr>
            <w:r w:rsidRPr="007B5DE9">
              <w:rPr>
                <w:szCs w:val="28"/>
                <w:lang w:val="uk-UA"/>
              </w:rPr>
              <w:t>Організація посиленого харчування в дошкільних навчальних закладах в оздоровчий період</w:t>
            </w:r>
          </w:p>
        </w:tc>
        <w:tc>
          <w:tcPr>
            <w:tcW w:w="2443" w:type="dxa"/>
            <w:vAlign w:val="center"/>
          </w:tcPr>
          <w:p w:rsidR="00BF08CA" w:rsidRPr="007B5DE9" w:rsidRDefault="00BF08CA" w:rsidP="007B5DE9">
            <w:pPr>
              <w:jc w:val="center"/>
              <w:rPr>
                <w:szCs w:val="28"/>
                <w:lang w:val="uk-UA"/>
              </w:rPr>
            </w:pPr>
            <w:r w:rsidRPr="007B5DE9">
              <w:rPr>
                <w:szCs w:val="28"/>
                <w:lang w:val="uk-UA"/>
              </w:rPr>
              <w:t>90,000</w:t>
            </w:r>
          </w:p>
        </w:tc>
      </w:tr>
      <w:tr w:rsidR="00BF08CA" w:rsidRPr="00A42399" w:rsidTr="007B5DE9">
        <w:tc>
          <w:tcPr>
            <w:tcW w:w="828" w:type="dxa"/>
          </w:tcPr>
          <w:p w:rsidR="00BF08CA" w:rsidRPr="007B5DE9" w:rsidRDefault="00BF08CA" w:rsidP="00C412B0">
            <w:pPr>
              <w:rPr>
                <w:szCs w:val="28"/>
                <w:lang w:val="uk-UA"/>
              </w:rPr>
            </w:pPr>
            <w:r w:rsidRPr="007B5DE9">
              <w:rPr>
                <w:szCs w:val="28"/>
                <w:lang w:val="uk-UA"/>
              </w:rPr>
              <w:t>2.</w:t>
            </w:r>
          </w:p>
        </w:tc>
        <w:tc>
          <w:tcPr>
            <w:tcW w:w="6300" w:type="dxa"/>
          </w:tcPr>
          <w:p w:rsidR="00BF08CA" w:rsidRPr="007B5DE9" w:rsidRDefault="00BF08CA" w:rsidP="00C412B0">
            <w:pPr>
              <w:rPr>
                <w:szCs w:val="28"/>
                <w:lang w:val="uk-UA"/>
              </w:rPr>
            </w:pPr>
            <w:r w:rsidRPr="007B5DE9">
              <w:rPr>
                <w:szCs w:val="28"/>
                <w:lang w:val="uk-UA"/>
              </w:rPr>
              <w:t xml:space="preserve">Придбання путівок для дітей-сиріт, дітей, позбавлених батьківського піклування та дітей інших пільгових категорій в Артемівському дитячому заміському закладі оздоровлення та відпочинку  «Вогник» </w:t>
            </w:r>
          </w:p>
          <w:p w:rsidR="00BF08CA" w:rsidRPr="007B5DE9" w:rsidRDefault="00BF08CA" w:rsidP="00C412B0">
            <w:pPr>
              <w:rPr>
                <w:szCs w:val="28"/>
                <w:lang w:val="uk-UA"/>
              </w:rPr>
            </w:pPr>
            <w:r w:rsidRPr="007B5DE9">
              <w:rPr>
                <w:szCs w:val="28"/>
                <w:lang w:val="uk-UA"/>
              </w:rPr>
              <w:t>(2000 грн. *  39 чол. )</w:t>
            </w:r>
          </w:p>
        </w:tc>
        <w:tc>
          <w:tcPr>
            <w:tcW w:w="2443" w:type="dxa"/>
            <w:vAlign w:val="center"/>
          </w:tcPr>
          <w:p w:rsidR="00BF08CA" w:rsidRPr="007B5DE9" w:rsidRDefault="00BF08CA" w:rsidP="007B5DE9">
            <w:pPr>
              <w:jc w:val="center"/>
              <w:rPr>
                <w:szCs w:val="28"/>
                <w:lang w:val="uk-UA"/>
              </w:rPr>
            </w:pPr>
            <w:r w:rsidRPr="007B5DE9">
              <w:rPr>
                <w:szCs w:val="28"/>
                <w:lang w:val="uk-UA"/>
              </w:rPr>
              <w:t>78,000</w:t>
            </w:r>
          </w:p>
        </w:tc>
      </w:tr>
      <w:tr w:rsidR="00BF08CA" w:rsidRPr="00A42399" w:rsidTr="007B5DE9">
        <w:tc>
          <w:tcPr>
            <w:tcW w:w="828" w:type="dxa"/>
          </w:tcPr>
          <w:p w:rsidR="00BF08CA" w:rsidRPr="007B5DE9" w:rsidRDefault="00BF08CA" w:rsidP="00C412B0">
            <w:pPr>
              <w:rPr>
                <w:szCs w:val="28"/>
                <w:lang w:val="uk-UA"/>
              </w:rPr>
            </w:pPr>
            <w:r w:rsidRPr="007B5DE9">
              <w:rPr>
                <w:szCs w:val="28"/>
                <w:lang w:val="uk-UA"/>
              </w:rPr>
              <w:t>3.</w:t>
            </w:r>
          </w:p>
        </w:tc>
        <w:tc>
          <w:tcPr>
            <w:tcW w:w="6300" w:type="dxa"/>
          </w:tcPr>
          <w:p w:rsidR="00BF08CA" w:rsidRPr="007B5DE9" w:rsidRDefault="00BF08CA" w:rsidP="00C412B0">
            <w:pPr>
              <w:rPr>
                <w:szCs w:val="28"/>
                <w:lang w:val="uk-UA"/>
              </w:rPr>
            </w:pPr>
            <w:r w:rsidRPr="007B5DE9">
              <w:rPr>
                <w:szCs w:val="28"/>
                <w:lang w:val="uk-UA"/>
              </w:rPr>
              <w:t xml:space="preserve">Організація оздоровлення в пришкільних таборах дітей пільгової категорії </w:t>
            </w:r>
          </w:p>
          <w:p w:rsidR="00BF08CA" w:rsidRPr="007B5DE9" w:rsidRDefault="00BF08CA" w:rsidP="00A42399">
            <w:pPr>
              <w:rPr>
                <w:szCs w:val="28"/>
                <w:lang w:val="uk-UA"/>
              </w:rPr>
            </w:pPr>
            <w:r w:rsidRPr="007B5DE9">
              <w:rPr>
                <w:szCs w:val="28"/>
                <w:lang w:val="uk-UA"/>
              </w:rPr>
              <w:t>(60дітей, вартість путівки 490 грн.)</w:t>
            </w:r>
          </w:p>
        </w:tc>
        <w:tc>
          <w:tcPr>
            <w:tcW w:w="2443" w:type="dxa"/>
            <w:vAlign w:val="center"/>
          </w:tcPr>
          <w:p w:rsidR="00BF08CA" w:rsidRPr="007B5DE9" w:rsidRDefault="00BF08CA" w:rsidP="007B5DE9">
            <w:pPr>
              <w:jc w:val="center"/>
              <w:rPr>
                <w:szCs w:val="28"/>
                <w:lang w:val="uk-UA"/>
              </w:rPr>
            </w:pPr>
            <w:r w:rsidRPr="007B5DE9">
              <w:rPr>
                <w:szCs w:val="28"/>
                <w:lang w:val="uk-UA"/>
              </w:rPr>
              <w:t>29,400</w:t>
            </w:r>
          </w:p>
        </w:tc>
      </w:tr>
      <w:tr w:rsidR="00BF08CA" w:rsidRPr="00A42399" w:rsidTr="007B5DE9">
        <w:tc>
          <w:tcPr>
            <w:tcW w:w="828" w:type="dxa"/>
          </w:tcPr>
          <w:p w:rsidR="00BF08CA" w:rsidRPr="007B5DE9" w:rsidRDefault="00BF08CA" w:rsidP="00C412B0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BF08CA" w:rsidRPr="007B5DE9" w:rsidRDefault="00BF08CA" w:rsidP="00C412B0">
            <w:pPr>
              <w:rPr>
                <w:b/>
                <w:szCs w:val="28"/>
                <w:lang w:val="uk-UA"/>
              </w:rPr>
            </w:pPr>
            <w:r w:rsidRPr="007B5DE9"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2443" w:type="dxa"/>
            <w:vAlign w:val="center"/>
          </w:tcPr>
          <w:p w:rsidR="00BF08CA" w:rsidRPr="007B5DE9" w:rsidRDefault="00BF08CA" w:rsidP="007B5DE9">
            <w:pPr>
              <w:jc w:val="center"/>
              <w:rPr>
                <w:b/>
                <w:szCs w:val="28"/>
                <w:lang w:val="uk-UA"/>
              </w:rPr>
            </w:pPr>
            <w:r w:rsidRPr="007B5DE9">
              <w:rPr>
                <w:b/>
                <w:szCs w:val="28"/>
                <w:lang w:val="uk-UA"/>
              </w:rPr>
              <w:t xml:space="preserve">197,400                         </w:t>
            </w:r>
          </w:p>
        </w:tc>
      </w:tr>
    </w:tbl>
    <w:p w:rsidR="00BF08CA" w:rsidRPr="00A42399" w:rsidRDefault="00BF08CA" w:rsidP="000677D9">
      <w:pPr>
        <w:rPr>
          <w:szCs w:val="28"/>
          <w:lang w:val="uk-UA"/>
        </w:rPr>
      </w:pPr>
    </w:p>
    <w:p w:rsidR="00BF08CA" w:rsidRPr="005D10E5" w:rsidRDefault="00BF08CA" w:rsidP="000677D9">
      <w:pPr>
        <w:rPr>
          <w:color w:val="FF0000"/>
          <w:szCs w:val="28"/>
          <w:lang w:val="uk-UA"/>
        </w:rPr>
      </w:pPr>
    </w:p>
    <w:p w:rsidR="00BF08CA" w:rsidRPr="00D04F47" w:rsidRDefault="00BF08CA" w:rsidP="000677D9">
      <w:pPr>
        <w:ind w:firstLine="708"/>
        <w:jc w:val="both"/>
        <w:rPr>
          <w:szCs w:val="28"/>
          <w:lang w:val="uk-UA"/>
        </w:rPr>
      </w:pPr>
      <w:r w:rsidRPr="00D04F47">
        <w:rPr>
          <w:szCs w:val="28"/>
          <w:lang w:val="uk-UA"/>
        </w:rPr>
        <w:t xml:space="preserve">Кошторис витрат </w:t>
      </w:r>
      <w:r>
        <w:rPr>
          <w:szCs w:val="28"/>
          <w:lang w:val="uk-UA"/>
        </w:rPr>
        <w:t xml:space="preserve">відділу освіти Артемівської міської ради </w:t>
      </w:r>
      <w:r w:rsidRPr="00D04F47">
        <w:rPr>
          <w:szCs w:val="28"/>
          <w:lang w:val="uk-UA"/>
        </w:rPr>
        <w:t>на оздоровлення в д</w:t>
      </w:r>
      <w:r>
        <w:rPr>
          <w:szCs w:val="28"/>
          <w:lang w:val="uk-UA"/>
        </w:rPr>
        <w:t>итячих оздоровчих таборах в 2015</w:t>
      </w:r>
      <w:r w:rsidRPr="00D04F47">
        <w:rPr>
          <w:szCs w:val="28"/>
          <w:lang w:val="uk-UA"/>
        </w:rPr>
        <w:t xml:space="preserve"> році дітей, які потребуют</w:t>
      </w:r>
      <w:r>
        <w:rPr>
          <w:szCs w:val="28"/>
          <w:lang w:val="uk-UA"/>
        </w:rPr>
        <w:t>ь соціальної уваги та підтримки</w:t>
      </w:r>
      <w:r w:rsidRPr="00D04F47">
        <w:rPr>
          <w:szCs w:val="28"/>
          <w:lang w:val="uk-UA"/>
        </w:rPr>
        <w:t xml:space="preserve"> підготовлено відділом освіти Артемівської міської ради</w:t>
      </w:r>
    </w:p>
    <w:p w:rsidR="00BF08CA" w:rsidRPr="005D10E5" w:rsidRDefault="00BF08CA" w:rsidP="000677D9">
      <w:pPr>
        <w:rPr>
          <w:color w:val="FF0000"/>
          <w:szCs w:val="28"/>
          <w:lang w:val="uk-UA"/>
        </w:rPr>
      </w:pPr>
    </w:p>
    <w:p w:rsidR="00BF08CA" w:rsidRPr="005D10E5" w:rsidRDefault="00BF08CA" w:rsidP="000677D9">
      <w:pPr>
        <w:rPr>
          <w:color w:val="FF0000"/>
          <w:szCs w:val="28"/>
          <w:lang w:val="uk-UA"/>
        </w:rPr>
      </w:pPr>
    </w:p>
    <w:p w:rsidR="00BF08CA" w:rsidRPr="008D7384" w:rsidRDefault="00BF08CA" w:rsidP="000677D9">
      <w:pPr>
        <w:rPr>
          <w:b/>
          <w:i/>
          <w:szCs w:val="28"/>
          <w:lang w:val="uk-UA"/>
        </w:rPr>
      </w:pPr>
      <w:r w:rsidRPr="008D7384">
        <w:rPr>
          <w:b/>
          <w:i/>
          <w:szCs w:val="28"/>
          <w:lang w:val="uk-UA"/>
        </w:rPr>
        <w:t xml:space="preserve">Начальник відділу освіти </w:t>
      </w:r>
    </w:p>
    <w:p w:rsidR="00BF08CA" w:rsidRPr="008D7384" w:rsidRDefault="00BF08CA" w:rsidP="000677D9">
      <w:pPr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Артемівської міської ради</w:t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  <w:t xml:space="preserve">       </w:t>
      </w:r>
      <w:r w:rsidRPr="008D7384">
        <w:rPr>
          <w:b/>
          <w:i/>
          <w:szCs w:val="28"/>
          <w:lang w:val="uk-UA"/>
        </w:rPr>
        <w:t>М.А.Рубцова</w:t>
      </w:r>
    </w:p>
    <w:p w:rsidR="00BF08CA" w:rsidRPr="005D10E5" w:rsidRDefault="00BF08CA" w:rsidP="000677D9">
      <w:pPr>
        <w:rPr>
          <w:b/>
          <w:i/>
          <w:color w:val="FF0000"/>
          <w:szCs w:val="28"/>
          <w:lang w:val="uk-UA"/>
        </w:rPr>
      </w:pPr>
    </w:p>
    <w:p w:rsidR="00BF08CA" w:rsidRPr="005D10E5" w:rsidRDefault="00BF08CA" w:rsidP="000677D9">
      <w:pPr>
        <w:rPr>
          <w:b/>
          <w:i/>
          <w:color w:val="FF0000"/>
          <w:szCs w:val="28"/>
          <w:lang w:val="uk-UA"/>
        </w:rPr>
      </w:pPr>
    </w:p>
    <w:p w:rsidR="00BF08CA" w:rsidRPr="002F649C" w:rsidRDefault="00BF08CA" w:rsidP="002F649C">
      <w:pPr>
        <w:rPr>
          <w:b/>
          <w:i/>
          <w:szCs w:val="28"/>
          <w:lang w:val="uk-UA"/>
        </w:rPr>
      </w:pPr>
      <w:r w:rsidRPr="002F649C">
        <w:rPr>
          <w:b/>
          <w:i/>
          <w:szCs w:val="28"/>
          <w:lang w:val="uk-UA"/>
        </w:rPr>
        <w:t>В.о. керуючого справами виконкому</w:t>
      </w:r>
    </w:p>
    <w:p w:rsidR="00BF08CA" w:rsidRPr="00D149A4" w:rsidRDefault="00BF08CA" w:rsidP="002F649C">
      <w:pPr>
        <w:rPr>
          <w:szCs w:val="28"/>
          <w:lang w:val="uk-UA"/>
        </w:rPr>
      </w:pPr>
      <w:r w:rsidRPr="002F649C">
        <w:rPr>
          <w:b/>
          <w:i/>
          <w:szCs w:val="28"/>
          <w:lang w:val="uk-UA"/>
        </w:rPr>
        <w:t>Артемівської міської ради</w:t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</w:r>
      <w:r w:rsidRPr="002F649C">
        <w:rPr>
          <w:b/>
          <w:i/>
          <w:szCs w:val="28"/>
          <w:lang w:val="uk-UA"/>
        </w:rPr>
        <w:tab/>
        <w:t xml:space="preserve">                Т.І. Недашковська</w:t>
      </w:r>
    </w:p>
    <w:p w:rsidR="00BF08CA" w:rsidRPr="005D10E5" w:rsidRDefault="00BF08CA" w:rsidP="000677D9">
      <w:pPr>
        <w:rPr>
          <w:b/>
          <w:i/>
          <w:color w:val="FF0000"/>
          <w:szCs w:val="28"/>
          <w:lang w:val="uk-UA"/>
        </w:rPr>
      </w:pPr>
    </w:p>
    <w:p w:rsidR="00BF08CA" w:rsidRPr="005D10E5" w:rsidRDefault="00BF08CA" w:rsidP="000677D9">
      <w:pPr>
        <w:jc w:val="center"/>
        <w:rPr>
          <w:b/>
          <w:color w:val="FF0000"/>
          <w:lang w:val="uk-UA"/>
        </w:rPr>
      </w:pPr>
    </w:p>
    <w:p w:rsidR="00BF08CA" w:rsidRPr="005D10E5" w:rsidRDefault="00BF08CA" w:rsidP="000677D9">
      <w:pPr>
        <w:jc w:val="center"/>
        <w:rPr>
          <w:b/>
          <w:lang w:val="uk-UA"/>
        </w:rPr>
      </w:pPr>
    </w:p>
    <w:p w:rsidR="00BF08CA" w:rsidRDefault="00BF08CA" w:rsidP="002F649C">
      <w:pPr>
        <w:pStyle w:val="Title"/>
        <w:jc w:val="left"/>
        <w:rPr>
          <w:bCs/>
        </w:rPr>
      </w:pPr>
    </w:p>
    <w:p w:rsidR="00BF08CA" w:rsidRDefault="00BF08CA" w:rsidP="002F649C">
      <w:pPr>
        <w:pStyle w:val="Title"/>
        <w:jc w:val="left"/>
        <w:rPr>
          <w:bCs/>
        </w:rPr>
      </w:pPr>
    </w:p>
    <w:p w:rsidR="00BF08CA" w:rsidRDefault="00BF08CA" w:rsidP="002F649C">
      <w:pPr>
        <w:pStyle w:val="Title"/>
        <w:jc w:val="left"/>
        <w:rPr>
          <w:bCs/>
        </w:rPr>
      </w:pPr>
    </w:p>
    <w:p w:rsidR="00BF08CA" w:rsidRDefault="00BF08CA" w:rsidP="000677D9">
      <w:pPr>
        <w:pStyle w:val="Title"/>
        <w:ind w:left="5220"/>
        <w:jc w:val="left"/>
        <w:rPr>
          <w:bCs/>
        </w:rPr>
      </w:pPr>
    </w:p>
    <w:p w:rsidR="00BF08CA" w:rsidRPr="005D10E5" w:rsidRDefault="00BF08CA" w:rsidP="000677D9">
      <w:pPr>
        <w:pStyle w:val="Title"/>
        <w:ind w:left="5220"/>
        <w:jc w:val="left"/>
        <w:rPr>
          <w:bCs/>
        </w:rPr>
      </w:pPr>
      <w:r w:rsidRPr="005D10E5">
        <w:rPr>
          <w:bCs/>
        </w:rPr>
        <w:t>ЗАТВЕРДЖЕНО</w:t>
      </w:r>
    </w:p>
    <w:p w:rsidR="00BF08CA" w:rsidRPr="005D10E5" w:rsidRDefault="00BF08CA" w:rsidP="000677D9">
      <w:pPr>
        <w:pStyle w:val="Title"/>
        <w:ind w:left="5220"/>
        <w:jc w:val="left"/>
        <w:rPr>
          <w:bCs/>
        </w:rPr>
      </w:pPr>
      <w:r w:rsidRPr="005D10E5">
        <w:rPr>
          <w:bCs/>
        </w:rPr>
        <w:t xml:space="preserve">Рішення виконкому </w:t>
      </w:r>
    </w:p>
    <w:p w:rsidR="00BF08CA" w:rsidRPr="005D10E5" w:rsidRDefault="00BF08CA" w:rsidP="000677D9">
      <w:pPr>
        <w:pStyle w:val="Title"/>
        <w:ind w:left="5220"/>
        <w:jc w:val="left"/>
        <w:rPr>
          <w:bCs/>
        </w:rPr>
      </w:pPr>
      <w:r w:rsidRPr="005D10E5">
        <w:rPr>
          <w:bCs/>
        </w:rPr>
        <w:t>Артемівської міської ради</w:t>
      </w:r>
    </w:p>
    <w:p w:rsidR="00BF08CA" w:rsidRPr="005D10E5" w:rsidRDefault="00BF08CA" w:rsidP="000677D9">
      <w:pPr>
        <w:pStyle w:val="Title"/>
        <w:ind w:left="5220"/>
        <w:jc w:val="left"/>
        <w:rPr>
          <w:bCs/>
        </w:rPr>
      </w:pPr>
      <w:r>
        <w:rPr>
          <w:bCs/>
        </w:rPr>
        <w:t xml:space="preserve">13.05.2015 </w:t>
      </w:r>
      <w:r w:rsidRPr="005D10E5">
        <w:rPr>
          <w:bCs/>
        </w:rPr>
        <w:t xml:space="preserve"> № </w:t>
      </w:r>
      <w:r>
        <w:rPr>
          <w:bCs/>
        </w:rPr>
        <w:t xml:space="preserve"> 101</w:t>
      </w:r>
    </w:p>
    <w:p w:rsidR="00BF08CA" w:rsidRPr="005D10E5" w:rsidRDefault="00BF08CA" w:rsidP="000677D9">
      <w:pPr>
        <w:pStyle w:val="Title"/>
        <w:ind w:left="5220"/>
        <w:jc w:val="left"/>
        <w:rPr>
          <w:bCs/>
          <w:color w:val="FF0000"/>
        </w:rPr>
      </w:pPr>
    </w:p>
    <w:p w:rsidR="00BF08CA" w:rsidRPr="008D7384" w:rsidRDefault="00BF08CA" w:rsidP="000677D9">
      <w:pPr>
        <w:pStyle w:val="Title"/>
        <w:rPr>
          <w:b/>
          <w:bCs/>
        </w:rPr>
      </w:pPr>
      <w:r w:rsidRPr="008D7384">
        <w:rPr>
          <w:b/>
          <w:bCs/>
        </w:rPr>
        <w:t xml:space="preserve">Кошторисна вартість </w:t>
      </w:r>
    </w:p>
    <w:p w:rsidR="00BF08CA" w:rsidRPr="008D7384" w:rsidRDefault="00BF08CA" w:rsidP="000677D9">
      <w:pPr>
        <w:pStyle w:val="Title"/>
        <w:rPr>
          <w:b/>
          <w:bCs/>
        </w:rPr>
      </w:pPr>
      <w:r w:rsidRPr="008D7384">
        <w:rPr>
          <w:b/>
          <w:bCs/>
        </w:rPr>
        <w:t xml:space="preserve">путівки в Артемівському дитячому заміському закладі </w:t>
      </w:r>
    </w:p>
    <w:p w:rsidR="00BF08CA" w:rsidRPr="008D7384" w:rsidRDefault="00BF08CA" w:rsidP="000677D9">
      <w:pPr>
        <w:pStyle w:val="Title"/>
        <w:rPr>
          <w:b/>
          <w:bCs/>
        </w:rPr>
      </w:pPr>
      <w:r w:rsidRPr="008D7384">
        <w:rPr>
          <w:b/>
          <w:bCs/>
        </w:rPr>
        <w:t>оздоровлення та відпочинку  “Вогник”</w:t>
      </w:r>
    </w:p>
    <w:p w:rsidR="00BF08CA" w:rsidRPr="008D7384" w:rsidRDefault="00BF08CA" w:rsidP="000677D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на 2015</w:t>
      </w:r>
      <w:r w:rsidRPr="008D7384">
        <w:rPr>
          <w:b/>
          <w:bCs/>
          <w:lang w:val="uk-UA"/>
        </w:rPr>
        <w:t xml:space="preserve"> рік (перебування  у таборі 21 день)</w:t>
      </w:r>
    </w:p>
    <w:p w:rsidR="00BF08CA" w:rsidRPr="008D7384" w:rsidRDefault="00BF08CA" w:rsidP="000677D9">
      <w:pPr>
        <w:jc w:val="center"/>
        <w:rPr>
          <w:b/>
          <w:bCs/>
          <w:lang w:val="uk-UA"/>
        </w:rPr>
      </w:pPr>
      <w:r w:rsidRPr="008D7384">
        <w:rPr>
          <w:b/>
          <w:bCs/>
          <w:lang w:val="uk-UA"/>
        </w:rPr>
        <w:t>для однієї дитини</w:t>
      </w:r>
    </w:p>
    <w:p w:rsidR="00BF08CA" w:rsidRPr="005D10E5" w:rsidRDefault="00BF08CA" w:rsidP="000677D9">
      <w:pPr>
        <w:jc w:val="center"/>
        <w:rPr>
          <w:color w:val="FF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4"/>
        <w:gridCol w:w="6164"/>
        <w:gridCol w:w="1544"/>
      </w:tblGrid>
      <w:tr w:rsidR="00BF08CA" w:rsidRPr="005D10E5" w:rsidTr="00C412B0">
        <w:trPr>
          <w:cantSplit/>
          <w:trHeight w:val="790"/>
        </w:trPr>
        <w:tc>
          <w:tcPr>
            <w:tcW w:w="1144" w:type="dxa"/>
            <w:vAlign w:val="center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КЕКВ</w:t>
            </w:r>
          </w:p>
        </w:tc>
        <w:tc>
          <w:tcPr>
            <w:tcW w:w="6164" w:type="dxa"/>
            <w:vAlign w:val="center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Найменування видатків</w:t>
            </w:r>
          </w:p>
        </w:tc>
        <w:tc>
          <w:tcPr>
            <w:tcW w:w="15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Сума,</w:t>
            </w:r>
          </w:p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 xml:space="preserve"> грн.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2110</w:t>
            </w: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Оплата праці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53,01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2120</w:t>
            </w: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Нарахування на оплату праці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19,55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2200</w:t>
            </w: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Використання товарів і послуг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1922,22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 тому числі: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2210</w:t>
            </w: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279,16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2220</w:t>
            </w: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Медикаменти та перев’язувальні матеріали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57,44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2230</w:t>
            </w: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Продукти харчування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1050,00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2240</w:t>
            </w: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Оплата послуг (крім комунальних)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301,27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2270</w:t>
            </w: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234,35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 тому числі: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2272</w:t>
            </w: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Оплата водопостачання і водовідведення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109,35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2273</w:t>
            </w: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Оплата електроенергії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125,00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2800</w:t>
            </w: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Інші поточні видатки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5,22</w:t>
            </w:r>
          </w:p>
        </w:tc>
      </w:tr>
      <w:tr w:rsidR="00BF08CA" w:rsidRPr="005D10E5" w:rsidTr="00C412B0">
        <w:tc>
          <w:tcPr>
            <w:tcW w:w="114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6164" w:type="dxa"/>
          </w:tcPr>
          <w:p w:rsidR="00BF08CA" w:rsidRPr="00D04F47" w:rsidRDefault="00BF08CA" w:rsidP="00C412B0">
            <w:pPr>
              <w:jc w:val="center"/>
              <w:rPr>
                <w:szCs w:val="28"/>
                <w:lang w:val="uk-UA"/>
              </w:rPr>
            </w:pPr>
            <w:r w:rsidRPr="00D04F47">
              <w:rPr>
                <w:szCs w:val="28"/>
                <w:lang w:val="uk-UA"/>
              </w:rPr>
              <w:t>ВСЬОГО:</w:t>
            </w:r>
          </w:p>
        </w:tc>
        <w:tc>
          <w:tcPr>
            <w:tcW w:w="1544" w:type="dxa"/>
          </w:tcPr>
          <w:p w:rsidR="00BF08CA" w:rsidRPr="00A42399" w:rsidRDefault="00BF08CA" w:rsidP="00C412B0">
            <w:pPr>
              <w:jc w:val="center"/>
              <w:rPr>
                <w:szCs w:val="28"/>
                <w:lang w:val="uk-UA"/>
              </w:rPr>
            </w:pPr>
            <w:r w:rsidRPr="00A42399">
              <w:rPr>
                <w:szCs w:val="28"/>
                <w:lang w:val="uk-UA"/>
              </w:rPr>
              <w:t>2000,00</w:t>
            </w:r>
          </w:p>
        </w:tc>
      </w:tr>
    </w:tbl>
    <w:p w:rsidR="00BF08CA" w:rsidRPr="005D10E5" w:rsidRDefault="00BF08CA" w:rsidP="000677D9">
      <w:pPr>
        <w:rPr>
          <w:color w:val="FF0000"/>
          <w:lang w:val="uk-UA"/>
        </w:rPr>
      </w:pPr>
    </w:p>
    <w:p w:rsidR="00BF08CA" w:rsidRPr="005D10E5" w:rsidRDefault="00BF08CA" w:rsidP="000677D9">
      <w:pPr>
        <w:rPr>
          <w:color w:val="FF0000"/>
          <w:lang w:val="uk-UA"/>
        </w:rPr>
      </w:pPr>
    </w:p>
    <w:p w:rsidR="00BF08CA" w:rsidRPr="00BF2D2A" w:rsidRDefault="00BF08CA" w:rsidP="000677D9">
      <w:pPr>
        <w:pStyle w:val="Title"/>
        <w:ind w:firstLine="708"/>
        <w:jc w:val="both"/>
        <w:rPr>
          <w:bCs/>
        </w:rPr>
      </w:pPr>
      <w:r>
        <w:rPr>
          <w:bCs/>
        </w:rPr>
        <w:t>Кошторисну</w:t>
      </w:r>
      <w:r w:rsidRPr="00BF2D2A">
        <w:rPr>
          <w:bCs/>
        </w:rPr>
        <w:t xml:space="preserve"> вартість путівки в Артемівському дитячому заміському закладі </w:t>
      </w:r>
      <w:r w:rsidRPr="00BF2D2A">
        <w:t>оздоровлення та відпочинку  “Вогник”</w:t>
      </w:r>
      <w:r>
        <w:t xml:space="preserve"> на 2015</w:t>
      </w:r>
      <w:r w:rsidRPr="00BF2D2A">
        <w:t xml:space="preserve"> рік (перебування  у таборі 21 день)</w:t>
      </w:r>
      <w:r>
        <w:t xml:space="preserve"> </w:t>
      </w:r>
      <w:r w:rsidRPr="00BF2D2A">
        <w:rPr>
          <w:bCs/>
        </w:rPr>
        <w:t>для однієї дитини</w:t>
      </w:r>
      <w:r>
        <w:rPr>
          <w:bCs/>
        </w:rPr>
        <w:t xml:space="preserve"> </w:t>
      </w:r>
      <w:r w:rsidRPr="00D04F47">
        <w:rPr>
          <w:szCs w:val="28"/>
        </w:rPr>
        <w:t>складено відділом освіти Артемівської міської ради</w:t>
      </w:r>
    </w:p>
    <w:p w:rsidR="00BF08CA" w:rsidRPr="005D10E5" w:rsidRDefault="00BF08CA" w:rsidP="000677D9">
      <w:pPr>
        <w:jc w:val="both"/>
        <w:rPr>
          <w:color w:val="FF0000"/>
          <w:szCs w:val="28"/>
          <w:lang w:val="uk-UA"/>
        </w:rPr>
      </w:pPr>
    </w:p>
    <w:p w:rsidR="00BF08CA" w:rsidRPr="005D10E5" w:rsidRDefault="00BF08CA" w:rsidP="000677D9">
      <w:pPr>
        <w:rPr>
          <w:color w:val="FF0000"/>
          <w:szCs w:val="28"/>
          <w:lang w:val="uk-UA"/>
        </w:rPr>
      </w:pPr>
    </w:p>
    <w:p w:rsidR="00BF08CA" w:rsidRPr="008D7384" w:rsidRDefault="00BF08CA" w:rsidP="000677D9">
      <w:pPr>
        <w:rPr>
          <w:b/>
          <w:i/>
          <w:szCs w:val="28"/>
          <w:lang w:val="uk-UA"/>
        </w:rPr>
      </w:pPr>
      <w:r w:rsidRPr="008D7384">
        <w:rPr>
          <w:b/>
          <w:i/>
          <w:szCs w:val="28"/>
          <w:lang w:val="uk-UA"/>
        </w:rPr>
        <w:t xml:space="preserve">Начальник відділу освіти </w:t>
      </w:r>
    </w:p>
    <w:p w:rsidR="00BF08CA" w:rsidRPr="008D7384" w:rsidRDefault="00BF08CA" w:rsidP="000677D9">
      <w:pPr>
        <w:rPr>
          <w:b/>
          <w:i/>
          <w:szCs w:val="28"/>
          <w:lang w:val="uk-UA"/>
        </w:rPr>
      </w:pPr>
      <w:r w:rsidRPr="008D7384">
        <w:rPr>
          <w:b/>
          <w:i/>
          <w:szCs w:val="28"/>
          <w:lang w:val="uk-UA"/>
        </w:rPr>
        <w:t>Артемівської міської ради</w:t>
      </w:r>
      <w:r w:rsidRPr="008D7384">
        <w:rPr>
          <w:b/>
          <w:i/>
          <w:szCs w:val="28"/>
          <w:lang w:val="uk-UA"/>
        </w:rPr>
        <w:tab/>
      </w:r>
      <w:r w:rsidRPr="008D7384">
        <w:rPr>
          <w:b/>
          <w:i/>
          <w:szCs w:val="28"/>
          <w:lang w:val="uk-UA"/>
        </w:rPr>
        <w:tab/>
      </w:r>
      <w:r w:rsidRPr="008D7384">
        <w:rPr>
          <w:b/>
          <w:i/>
          <w:szCs w:val="28"/>
          <w:lang w:val="uk-UA"/>
        </w:rPr>
        <w:tab/>
      </w:r>
      <w:r w:rsidRPr="008D7384">
        <w:rPr>
          <w:b/>
          <w:i/>
          <w:szCs w:val="28"/>
          <w:lang w:val="uk-UA"/>
        </w:rPr>
        <w:tab/>
      </w:r>
      <w:r w:rsidRPr="008D7384">
        <w:rPr>
          <w:b/>
          <w:i/>
          <w:szCs w:val="28"/>
          <w:lang w:val="uk-UA"/>
        </w:rPr>
        <w:tab/>
        <w:t>М.А.Рубцова</w:t>
      </w:r>
    </w:p>
    <w:p w:rsidR="00BF08CA" w:rsidRPr="005D10E5" w:rsidRDefault="00BF08CA" w:rsidP="000677D9">
      <w:pPr>
        <w:rPr>
          <w:b/>
          <w:i/>
          <w:color w:val="FF0000"/>
          <w:szCs w:val="28"/>
          <w:lang w:val="uk-UA"/>
        </w:rPr>
      </w:pPr>
    </w:p>
    <w:p w:rsidR="00BF08CA" w:rsidRDefault="00BF08CA" w:rsidP="000677D9">
      <w:pPr>
        <w:rPr>
          <w:b/>
          <w:i/>
          <w:color w:val="FF0000"/>
          <w:szCs w:val="28"/>
          <w:lang w:val="uk-UA"/>
        </w:rPr>
      </w:pPr>
    </w:p>
    <w:p w:rsidR="00BF08CA" w:rsidRPr="002F649C" w:rsidRDefault="00BF08CA" w:rsidP="002F649C">
      <w:pPr>
        <w:rPr>
          <w:b/>
          <w:i/>
          <w:szCs w:val="28"/>
          <w:lang w:val="uk-UA"/>
        </w:rPr>
      </w:pPr>
      <w:r w:rsidRPr="002F649C">
        <w:rPr>
          <w:b/>
          <w:i/>
          <w:szCs w:val="28"/>
          <w:lang w:val="uk-UA"/>
        </w:rPr>
        <w:t>В.о. керуючого справами виконкому</w:t>
      </w:r>
    </w:p>
    <w:p w:rsidR="00BF08CA" w:rsidRPr="00D149A4" w:rsidRDefault="00BF08CA" w:rsidP="002F649C">
      <w:pPr>
        <w:rPr>
          <w:szCs w:val="28"/>
          <w:lang w:val="uk-UA"/>
        </w:rPr>
      </w:pPr>
      <w:r w:rsidRPr="002F649C">
        <w:rPr>
          <w:b/>
          <w:i/>
          <w:szCs w:val="28"/>
          <w:lang w:val="uk-UA"/>
        </w:rPr>
        <w:t>Артемівської мі</w:t>
      </w:r>
      <w:r>
        <w:rPr>
          <w:b/>
          <w:i/>
          <w:szCs w:val="28"/>
          <w:lang w:val="uk-UA"/>
        </w:rPr>
        <w:t>ської ради</w:t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  <w:t xml:space="preserve">          </w:t>
      </w:r>
      <w:r w:rsidRPr="002F649C">
        <w:rPr>
          <w:b/>
          <w:i/>
          <w:szCs w:val="28"/>
          <w:lang w:val="uk-UA"/>
        </w:rPr>
        <w:t>Т.І. Недашковська</w:t>
      </w:r>
    </w:p>
    <w:p w:rsidR="00BF08CA" w:rsidRDefault="00BF08CA" w:rsidP="000677D9">
      <w:pPr>
        <w:rPr>
          <w:b/>
          <w:lang w:val="uk-UA"/>
        </w:rPr>
      </w:pPr>
    </w:p>
    <w:p w:rsidR="00BF08CA" w:rsidRPr="005D10E5" w:rsidRDefault="00BF08CA" w:rsidP="000677D9">
      <w:pPr>
        <w:rPr>
          <w:b/>
          <w:lang w:val="uk-UA"/>
        </w:rPr>
      </w:pPr>
    </w:p>
    <w:p w:rsidR="00BF08CA" w:rsidRDefault="00BF08CA" w:rsidP="000677D9">
      <w:pPr>
        <w:jc w:val="both"/>
        <w:rPr>
          <w:b/>
          <w:i/>
          <w:szCs w:val="28"/>
          <w:lang w:val="uk-UA"/>
        </w:rPr>
      </w:pPr>
      <w:r w:rsidRPr="005D10E5">
        <w:rPr>
          <w:b/>
          <w:i/>
          <w:szCs w:val="28"/>
          <w:lang w:val="uk-UA"/>
        </w:rPr>
        <w:t xml:space="preserve">                                                                                        </w:t>
      </w:r>
      <w:r>
        <w:rPr>
          <w:b/>
          <w:i/>
          <w:szCs w:val="28"/>
          <w:lang w:val="uk-UA"/>
        </w:rPr>
        <w:t xml:space="preserve">   </w:t>
      </w:r>
    </w:p>
    <w:sectPr w:rsidR="00BF08CA" w:rsidSect="00433583">
      <w:pgSz w:w="11906" w:h="16838"/>
      <w:pgMar w:top="899" w:right="566" w:bottom="54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1374A30"/>
    <w:multiLevelType w:val="hybridMultilevel"/>
    <w:tmpl w:val="C610E4E8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D0F612E"/>
    <w:multiLevelType w:val="multilevel"/>
    <w:tmpl w:val="FC5AA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7D9"/>
    <w:rsid w:val="0000115D"/>
    <w:rsid w:val="000022BC"/>
    <w:rsid w:val="00003C87"/>
    <w:rsid w:val="00003FE3"/>
    <w:rsid w:val="00006F70"/>
    <w:rsid w:val="000107BF"/>
    <w:rsid w:val="00010B48"/>
    <w:rsid w:val="00011539"/>
    <w:rsid w:val="00014F38"/>
    <w:rsid w:val="000161D2"/>
    <w:rsid w:val="000164DB"/>
    <w:rsid w:val="00017A93"/>
    <w:rsid w:val="00021196"/>
    <w:rsid w:val="00022625"/>
    <w:rsid w:val="00024E11"/>
    <w:rsid w:val="00025780"/>
    <w:rsid w:val="00026A6C"/>
    <w:rsid w:val="00031862"/>
    <w:rsid w:val="00032F4B"/>
    <w:rsid w:val="00034BBE"/>
    <w:rsid w:val="00037272"/>
    <w:rsid w:val="00037BA9"/>
    <w:rsid w:val="00040284"/>
    <w:rsid w:val="000402E2"/>
    <w:rsid w:val="00040DD1"/>
    <w:rsid w:val="00042A9D"/>
    <w:rsid w:val="0004499E"/>
    <w:rsid w:val="00046A1D"/>
    <w:rsid w:val="00046E07"/>
    <w:rsid w:val="0005267A"/>
    <w:rsid w:val="000545FE"/>
    <w:rsid w:val="00060039"/>
    <w:rsid w:val="000606C2"/>
    <w:rsid w:val="00061141"/>
    <w:rsid w:val="000611C3"/>
    <w:rsid w:val="00061941"/>
    <w:rsid w:val="00062604"/>
    <w:rsid w:val="00063718"/>
    <w:rsid w:val="00063916"/>
    <w:rsid w:val="00064E4E"/>
    <w:rsid w:val="00065009"/>
    <w:rsid w:val="00065F13"/>
    <w:rsid w:val="000664FA"/>
    <w:rsid w:val="00067029"/>
    <w:rsid w:val="000677D9"/>
    <w:rsid w:val="000703A4"/>
    <w:rsid w:val="00071060"/>
    <w:rsid w:val="00071226"/>
    <w:rsid w:val="00071453"/>
    <w:rsid w:val="00073711"/>
    <w:rsid w:val="0007631C"/>
    <w:rsid w:val="0007732E"/>
    <w:rsid w:val="0008091A"/>
    <w:rsid w:val="00081629"/>
    <w:rsid w:val="0008192E"/>
    <w:rsid w:val="00085413"/>
    <w:rsid w:val="00086A50"/>
    <w:rsid w:val="00086DEC"/>
    <w:rsid w:val="00087CE3"/>
    <w:rsid w:val="0009216E"/>
    <w:rsid w:val="00093381"/>
    <w:rsid w:val="00093AAF"/>
    <w:rsid w:val="00095368"/>
    <w:rsid w:val="00095B10"/>
    <w:rsid w:val="00095E8A"/>
    <w:rsid w:val="00096919"/>
    <w:rsid w:val="000977AD"/>
    <w:rsid w:val="000978B8"/>
    <w:rsid w:val="00097D70"/>
    <w:rsid w:val="000A1E7B"/>
    <w:rsid w:val="000A6AE4"/>
    <w:rsid w:val="000A7A98"/>
    <w:rsid w:val="000B079A"/>
    <w:rsid w:val="000B1A20"/>
    <w:rsid w:val="000B1F7F"/>
    <w:rsid w:val="000B2AF0"/>
    <w:rsid w:val="000B3253"/>
    <w:rsid w:val="000B3617"/>
    <w:rsid w:val="000B3AC0"/>
    <w:rsid w:val="000B3D0E"/>
    <w:rsid w:val="000B5B05"/>
    <w:rsid w:val="000B6DA3"/>
    <w:rsid w:val="000B6FFC"/>
    <w:rsid w:val="000C053A"/>
    <w:rsid w:val="000C23E2"/>
    <w:rsid w:val="000C275A"/>
    <w:rsid w:val="000C36F1"/>
    <w:rsid w:val="000C4871"/>
    <w:rsid w:val="000C7321"/>
    <w:rsid w:val="000C7A54"/>
    <w:rsid w:val="000D1A26"/>
    <w:rsid w:val="000D2FEC"/>
    <w:rsid w:val="000D44F6"/>
    <w:rsid w:val="000D5D7D"/>
    <w:rsid w:val="000D687D"/>
    <w:rsid w:val="000D6BC7"/>
    <w:rsid w:val="000E0743"/>
    <w:rsid w:val="000E1E69"/>
    <w:rsid w:val="000E1EAE"/>
    <w:rsid w:val="000E3A2A"/>
    <w:rsid w:val="000E4CCA"/>
    <w:rsid w:val="000E65DE"/>
    <w:rsid w:val="000E6BD4"/>
    <w:rsid w:val="000E6D92"/>
    <w:rsid w:val="000F10EB"/>
    <w:rsid w:val="000F2C85"/>
    <w:rsid w:val="000F2E65"/>
    <w:rsid w:val="000F3041"/>
    <w:rsid w:val="000F37AF"/>
    <w:rsid w:val="000F5126"/>
    <w:rsid w:val="000F53F2"/>
    <w:rsid w:val="000F6FF0"/>
    <w:rsid w:val="00102A77"/>
    <w:rsid w:val="00102D4A"/>
    <w:rsid w:val="00102E33"/>
    <w:rsid w:val="00103C2A"/>
    <w:rsid w:val="00104589"/>
    <w:rsid w:val="0010517A"/>
    <w:rsid w:val="0010573B"/>
    <w:rsid w:val="00105896"/>
    <w:rsid w:val="00106B4C"/>
    <w:rsid w:val="0011103A"/>
    <w:rsid w:val="00113A70"/>
    <w:rsid w:val="001141C0"/>
    <w:rsid w:val="001157DA"/>
    <w:rsid w:val="00116BBD"/>
    <w:rsid w:val="00117004"/>
    <w:rsid w:val="00117024"/>
    <w:rsid w:val="00117EE9"/>
    <w:rsid w:val="00120114"/>
    <w:rsid w:val="00122F4A"/>
    <w:rsid w:val="00123E32"/>
    <w:rsid w:val="00125A74"/>
    <w:rsid w:val="0013027F"/>
    <w:rsid w:val="00130B79"/>
    <w:rsid w:val="0013109B"/>
    <w:rsid w:val="001331F7"/>
    <w:rsid w:val="00135487"/>
    <w:rsid w:val="0013637B"/>
    <w:rsid w:val="001369C6"/>
    <w:rsid w:val="0013724F"/>
    <w:rsid w:val="0014023E"/>
    <w:rsid w:val="00142552"/>
    <w:rsid w:val="0014391B"/>
    <w:rsid w:val="00147109"/>
    <w:rsid w:val="001474EA"/>
    <w:rsid w:val="00147E4F"/>
    <w:rsid w:val="00150EC9"/>
    <w:rsid w:val="001511DF"/>
    <w:rsid w:val="00151C1C"/>
    <w:rsid w:val="00151FA8"/>
    <w:rsid w:val="00153109"/>
    <w:rsid w:val="00153690"/>
    <w:rsid w:val="001541E0"/>
    <w:rsid w:val="00155239"/>
    <w:rsid w:val="00155936"/>
    <w:rsid w:val="00155FC5"/>
    <w:rsid w:val="00161477"/>
    <w:rsid w:val="001619BF"/>
    <w:rsid w:val="00162C11"/>
    <w:rsid w:val="00164A27"/>
    <w:rsid w:val="00164F0C"/>
    <w:rsid w:val="00167054"/>
    <w:rsid w:val="00167538"/>
    <w:rsid w:val="00171529"/>
    <w:rsid w:val="0017274E"/>
    <w:rsid w:val="00173BE4"/>
    <w:rsid w:val="001748FF"/>
    <w:rsid w:val="0017601E"/>
    <w:rsid w:val="00176810"/>
    <w:rsid w:val="00181661"/>
    <w:rsid w:val="00181D28"/>
    <w:rsid w:val="00182073"/>
    <w:rsid w:val="001823BD"/>
    <w:rsid w:val="00183E1D"/>
    <w:rsid w:val="00184F98"/>
    <w:rsid w:val="00186985"/>
    <w:rsid w:val="00187CC9"/>
    <w:rsid w:val="00190D44"/>
    <w:rsid w:val="00191648"/>
    <w:rsid w:val="00191CF4"/>
    <w:rsid w:val="001928A1"/>
    <w:rsid w:val="00192E44"/>
    <w:rsid w:val="00195D42"/>
    <w:rsid w:val="00196E13"/>
    <w:rsid w:val="00197918"/>
    <w:rsid w:val="001A0825"/>
    <w:rsid w:val="001A1082"/>
    <w:rsid w:val="001A1295"/>
    <w:rsid w:val="001A5976"/>
    <w:rsid w:val="001A688C"/>
    <w:rsid w:val="001A6E09"/>
    <w:rsid w:val="001B07C0"/>
    <w:rsid w:val="001B0EF2"/>
    <w:rsid w:val="001B1144"/>
    <w:rsid w:val="001B5F83"/>
    <w:rsid w:val="001C0043"/>
    <w:rsid w:val="001C24E9"/>
    <w:rsid w:val="001C3616"/>
    <w:rsid w:val="001C38FA"/>
    <w:rsid w:val="001D1EAD"/>
    <w:rsid w:val="001D32D2"/>
    <w:rsid w:val="001D3944"/>
    <w:rsid w:val="001D464A"/>
    <w:rsid w:val="001D517C"/>
    <w:rsid w:val="001D6509"/>
    <w:rsid w:val="001D65DF"/>
    <w:rsid w:val="001D77F1"/>
    <w:rsid w:val="001E0E36"/>
    <w:rsid w:val="001F1E28"/>
    <w:rsid w:val="001F632E"/>
    <w:rsid w:val="001F6737"/>
    <w:rsid w:val="001F777D"/>
    <w:rsid w:val="0020004E"/>
    <w:rsid w:val="002017AE"/>
    <w:rsid w:val="00201B70"/>
    <w:rsid w:val="00202588"/>
    <w:rsid w:val="00203D41"/>
    <w:rsid w:val="002067CA"/>
    <w:rsid w:val="002071CA"/>
    <w:rsid w:val="00207398"/>
    <w:rsid w:val="0020759A"/>
    <w:rsid w:val="002104F3"/>
    <w:rsid w:val="00211C9E"/>
    <w:rsid w:val="00214F8D"/>
    <w:rsid w:val="00216BE5"/>
    <w:rsid w:val="00216DF7"/>
    <w:rsid w:val="00217525"/>
    <w:rsid w:val="00217941"/>
    <w:rsid w:val="00221714"/>
    <w:rsid w:val="002222C7"/>
    <w:rsid w:val="002227B9"/>
    <w:rsid w:val="002243B9"/>
    <w:rsid w:val="00225AD4"/>
    <w:rsid w:val="00227070"/>
    <w:rsid w:val="0022708F"/>
    <w:rsid w:val="0022773C"/>
    <w:rsid w:val="0023295E"/>
    <w:rsid w:val="00233C10"/>
    <w:rsid w:val="0023409E"/>
    <w:rsid w:val="00235D74"/>
    <w:rsid w:val="0023683B"/>
    <w:rsid w:val="00237A34"/>
    <w:rsid w:val="00241439"/>
    <w:rsid w:val="0025364C"/>
    <w:rsid w:val="00253CD2"/>
    <w:rsid w:val="00257C2D"/>
    <w:rsid w:val="00257D5B"/>
    <w:rsid w:val="00260198"/>
    <w:rsid w:val="00261478"/>
    <w:rsid w:val="00262982"/>
    <w:rsid w:val="00263B96"/>
    <w:rsid w:val="00265A5E"/>
    <w:rsid w:val="0027049E"/>
    <w:rsid w:val="00274968"/>
    <w:rsid w:val="0027591E"/>
    <w:rsid w:val="00275BAF"/>
    <w:rsid w:val="00277A4D"/>
    <w:rsid w:val="0028259A"/>
    <w:rsid w:val="00283531"/>
    <w:rsid w:val="002839EB"/>
    <w:rsid w:val="0028600C"/>
    <w:rsid w:val="00287D30"/>
    <w:rsid w:val="00292BB5"/>
    <w:rsid w:val="00293209"/>
    <w:rsid w:val="002937BF"/>
    <w:rsid w:val="00294761"/>
    <w:rsid w:val="00294D6D"/>
    <w:rsid w:val="00295119"/>
    <w:rsid w:val="00295C4F"/>
    <w:rsid w:val="00296BB9"/>
    <w:rsid w:val="00297098"/>
    <w:rsid w:val="002A041E"/>
    <w:rsid w:val="002A28BB"/>
    <w:rsid w:val="002A393B"/>
    <w:rsid w:val="002A39C4"/>
    <w:rsid w:val="002A3A48"/>
    <w:rsid w:val="002A7D11"/>
    <w:rsid w:val="002B1234"/>
    <w:rsid w:val="002B26AD"/>
    <w:rsid w:val="002B4C56"/>
    <w:rsid w:val="002B4D9F"/>
    <w:rsid w:val="002B59B7"/>
    <w:rsid w:val="002B5C87"/>
    <w:rsid w:val="002B6101"/>
    <w:rsid w:val="002B67C9"/>
    <w:rsid w:val="002B6C7F"/>
    <w:rsid w:val="002B7E42"/>
    <w:rsid w:val="002C314E"/>
    <w:rsid w:val="002C50DB"/>
    <w:rsid w:val="002C6C4D"/>
    <w:rsid w:val="002C6F9C"/>
    <w:rsid w:val="002C7D5B"/>
    <w:rsid w:val="002D2AAE"/>
    <w:rsid w:val="002D317F"/>
    <w:rsid w:val="002D43B0"/>
    <w:rsid w:val="002D71E5"/>
    <w:rsid w:val="002D7B08"/>
    <w:rsid w:val="002E0215"/>
    <w:rsid w:val="002E0436"/>
    <w:rsid w:val="002E0EA5"/>
    <w:rsid w:val="002E41ED"/>
    <w:rsid w:val="002E525E"/>
    <w:rsid w:val="002E7F7F"/>
    <w:rsid w:val="002F2C24"/>
    <w:rsid w:val="002F56B0"/>
    <w:rsid w:val="002F5F09"/>
    <w:rsid w:val="002F649C"/>
    <w:rsid w:val="002F7360"/>
    <w:rsid w:val="003014DF"/>
    <w:rsid w:val="00301F35"/>
    <w:rsid w:val="00303A5F"/>
    <w:rsid w:val="00304A10"/>
    <w:rsid w:val="0030509C"/>
    <w:rsid w:val="003056E8"/>
    <w:rsid w:val="00306E53"/>
    <w:rsid w:val="00310350"/>
    <w:rsid w:val="00310656"/>
    <w:rsid w:val="00311AC6"/>
    <w:rsid w:val="003139EE"/>
    <w:rsid w:val="00313D63"/>
    <w:rsid w:val="00315AE6"/>
    <w:rsid w:val="00315FA4"/>
    <w:rsid w:val="00321081"/>
    <w:rsid w:val="00322D3C"/>
    <w:rsid w:val="0032586E"/>
    <w:rsid w:val="00330CE4"/>
    <w:rsid w:val="00331B2B"/>
    <w:rsid w:val="00332AA1"/>
    <w:rsid w:val="00332D79"/>
    <w:rsid w:val="00333020"/>
    <w:rsid w:val="00333814"/>
    <w:rsid w:val="003345D9"/>
    <w:rsid w:val="00335A37"/>
    <w:rsid w:val="00335EF3"/>
    <w:rsid w:val="00335F00"/>
    <w:rsid w:val="00337E9F"/>
    <w:rsid w:val="003406C1"/>
    <w:rsid w:val="00341ED5"/>
    <w:rsid w:val="00344E6F"/>
    <w:rsid w:val="003479E4"/>
    <w:rsid w:val="00347A21"/>
    <w:rsid w:val="00350B9C"/>
    <w:rsid w:val="00351364"/>
    <w:rsid w:val="00353018"/>
    <w:rsid w:val="00355B5D"/>
    <w:rsid w:val="00356053"/>
    <w:rsid w:val="00356973"/>
    <w:rsid w:val="00357E88"/>
    <w:rsid w:val="0036091B"/>
    <w:rsid w:val="003615BE"/>
    <w:rsid w:val="0036278C"/>
    <w:rsid w:val="00362A5B"/>
    <w:rsid w:val="00362CA4"/>
    <w:rsid w:val="00362F40"/>
    <w:rsid w:val="0036322D"/>
    <w:rsid w:val="0036496E"/>
    <w:rsid w:val="00370E5B"/>
    <w:rsid w:val="0037103E"/>
    <w:rsid w:val="003730FA"/>
    <w:rsid w:val="00375C7F"/>
    <w:rsid w:val="00375E4C"/>
    <w:rsid w:val="0037633F"/>
    <w:rsid w:val="00376882"/>
    <w:rsid w:val="0038424D"/>
    <w:rsid w:val="0038645B"/>
    <w:rsid w:val="003866E4"/>
    <w:rsid w:val="00390649"/>
    <w:rsid w:val="00390E2F"/>
    <w:rsid w:val="003917FC"/>
    <w:rsid w:val="00391FB4"/>
    <w:rsid w:val="00392381"/>
    <w:rsid w:val="003946BC"/>
    <w:rsid w:val="003954D6"/>
    <w:rsid w:val="00396551"/>
    <w:rsid w:val="0039713C"/>
    <w:rsid w:val="00397160"/>
    <w:rsid w:val="003A0AB4"/>
    <w:rsid w:val="003A320A"/>
    <w:rsid w:val="003A3B11"/>
    <w:rsid w:val="003A71D8"/>
    <w:rsid w:val="003A773E"/>
    <w:rsid w:val="003A7C35"/>
    <w:rsid w:val="003B48BA"/>
    <w:rsid w:val="003B6DEB"/>
    <w:rsid w:val="003C0970"/>
    <w:rsid w:val="003C0FFD"/>
    <w:rsid w:val="003C14FD"/>
    <w:rsid w:val="003C19B1"/>
    <w:rsid w:val="003C2696"/>
    <w:rsid w:val="003C2F73"/>
    <w:rsid w:val="003C3C91"/>
    <w:rsid w:val="003C4165"/>
    <w:rsid w:val="003C4F8C"/>
    <w:rsid w:val="003C6252"/>
    <w:rsid w:val="003C6F35"/>
    <w:rsid w:val="003D1971"/>
    <w:rsid w:val="003D349F"/>
    <w:rsid w:val="003D66EF"/>
    <w:rsid w:val="003D70D9"/>
    <w:rsid w:val="003D7806"/>
    <w:rsid w:val="003D7FFE"/>
    <w:rsid w:val="003E07D4"/>
    <w:rsid w:val="003E17E5"/>
    <w:rsid w:val="003E2C63"/>
    <w:rsid w:val="003E3B83"/>
    <w:rsid w:val="003E5683"/>
    <w:rsid w:val="003E61F4"/>
    <w:rsid w:val="003E650A"/>
    <w:rsid w:val="003E6C45"/>
    <w:rsid w:val="003E6F8C"/>
    <w:rsid w:val="003E774A"/>
    <w:rsid w:val="003F082C"/>
    <w:rsid w:val="003F0FD4"/>
    <w:rsid w:val="003F3CA0"/>
    <w:rsid w:val="003F474E"/>
    <w:rsid w:val="003F504C"/>
    <w:rsid w:val="003F7D4E"/>
    <w:rsid w:val="00402C27"/>
    <w:rsid w:val="00403A16"/>
    <w:rsid w:val="00404F33"/>
    <w:rsid w:val="00405C8F"/>
    <w:rsid w:val="00410281"/>
    <w:rsid w:val="004128C7"/>
    <w:rsid w:val="00413436"/>
    <w:rsid w:val="00416018"/>
    <w:rsid w:val="00420017"/>
    <w:rsid w:val="00420105"/>
    <w:rsid w:val="00422A6E"/>
    <w:rsid w:val="00424425"/>
    <w:rsid w:val="00424A35"/>
    <w:rsid w:val="00425F27"/>
    <w:rsid w:val="004261FF"/>
    <w:rsid w:val="00426E92"/>
    <w:rsid w:val="0042720A"/>
    <w:rsid w:val="00427512"/>
    <w:rsid w:val="00432394"/>
    <w:rsid w:val="00433583"/>
    <w:rsid w:val="004343D1"/>
    <w:rsid w:val="004349FC"/>
    <w:rsid w:val="00435CB0"/>
    <w:rsid w:val="004409C4"/>
    <w:rsid w:val="004410A5"/>
    <w:rsid w:val="00441244"/>
    <w:rsid w:val="00443B69"/>
    <w:rsid w:val="0044498D"/>
    <w:rsid w:val="00445969"/>
    <w:rsid w:val="00445BF8"/>
    <w:rsid w:val="00446F73"/>
    <w:rsid w:val="00450C97"/>
    <w:rsid w:val="004514EA"/>
    <w:rsid w:val="00453CEA"/>
    <w:rsid w:val="004574A3"/>
    <w:rsid w:val="0045781B"/>
    <w:rsid w:val="00457FC3"/>
    <w:rsid w:val="00460EB2"/>
    <w:rsid w:val="00464C4B"/>
    <w:rsid w:val="00465612"/>
    <w:rsid w:val="00467640"/>
    <w:rsid w:val="0047354C"/>
    <w:rsid w:val="00474E2E"/>
    <w:rsid w:val="00475947"/>
    <w:rsid w:val="00475EBA"/>
    <w:rsid w:val="00480FB3"/>
    <w:rsid w:val="004822CF"/>
    <w:rsid w:val="00483721"/>
    <w:rsid w:val="00485950"/>
    <w:rsid w:val="004860A5"/>
    <w:rsid w:val="00486EBA"/>
    <w:rsid w:val="004871AA"/>
    <w:rsid w:val="00490B96"/>
    <w:rsid w:val="00490E44"/>
    <w:rsid w:val="00492B37"/>
    <w:rsid w:val="004936C9"/>
    <w:rsid w:val="00494190"/>
    <w:rsid w:val="0049745B"/>
    <w:rsid w:val="00497D7C"/>
    <w:rsid w:val="004A108C"/>
    <w:rsid w:val="004B232F"/>
    <w:rsid w:val="004B284B"/>
    <w:rsid w:val="004B3324"/>
    <w:rsid w:val="004B4DAD"/>
    <w:rsid w:val="004B4DAE"/>
    <w:rsid w:val="004B5C3B"/>
    <w:rsid w:val="004C19C6"/>
    <w:rsid w:val="004C1C94"/>
    <w:rsid w:val="004D1206"/>
    <w:rsid w:val="004D3A28"/>
    <w:rsid w:val="004D6346"/>
    <w:rsid w:val="004D665F"/>
    <w:rsid w:val="004D7D3F"/>
    <w:rsid w:val="004D7D6A"/>
    <w:rsid w:val="004E04A4"/>
    <w:rsid w:val="004E1070"/>
    <w:rsid w:val="004E2E62"/>
    <w:rsid w:val="004E348E"/>
    <w:rsid w:val="004E7AD3"/>
    <w:rsid w:val="004F02E4"/>
    <w:rsid w:val="004F11A8"/>
    <w:rsid w:val="004F1969"/>
    <w:rsid w:val="004F1C6A"/>
    <w:rsid w:val="004F3B8A"/>
    <w:rsid w:val="004F4E91"/>
    <w:rsid w:val="00500EAB"/>
    <w:rsid w:val="0050196D"/>
    <w:rsid w:val="00501B91"/>
    <w:rsid w:val="00505262"/>
    <w:rsid w:val="00505668"/>
    <w:rsid w:val="00507F4B"/>
    <w:rsid w:val="00510FCE"/>
    <w:rsid w:val="005119AE"/>
    <w:rsid w:val="005126D4"/>
    <w:rsid w:val="00512EDE"/>
    <w:rsid w:val="00517796"/>
    <w:rsid w:val="005209A3"/>
    <w:rsid w:val="00520FC0"/>
    <w:rsid w:val="00521C9E"/>
    <w:rsid w:val="00523BFA"/>
    <w:rsid w:val="00523E4D"/>
    <w:rsid w:val="00524065"/>
    <w:rsid w:val="00524391"/>
    <w:rsid w:val="005246EA"/>
    <w:rsid w:val="00525520"/>
    <w:rsid w:val="00526EC6"/>
    <w:rsid w:val="0052721F"/>
    <w:rsid w:val="005301EB"/>
    <w:rsid w:val="005321F9"/>
    <w:rsid w:val="0053279A"/>
    <w:rsid w:val="00532B5D"/>
    <w:rsid w:val="005364C5"/>
    <w:rsid w:val="00537329"/>
    <w:rsid w:val="00540765"/>
    <w:rsid w:val="005414E3"/>
    <w:rsid w:val="00542662"/>
    <w:rsid w:val="00543919"/>
    <w:rsid w:val="00543D3B"/>
    <w:rsid w:val="00543FFE"/>
    <w:rsid w:val="005448CC"/>
    <w:rsid w:val="00546F5A"/>
    <w:rsid w:val="005476F9"/>
    <w:rsid w:val="00547BA8"/>
    <w:rsid w:val="00547DFE"/>
    <w:rsid w:val="00550DEB"/>
    <w:rsid w:val="00551AEF"/>
    <w:rsid w:val="00552479"/>
    <w:rsid w:val="00555550"/>
    <w:rsid w:val="00556847"/>
    <w:rsid w:val="0055754F"/>
    <w:rsid w:val="0055769E"/>
    <w:rsid w:val="0055770E"/>
    <w:rsid w:val="00557739"/>
    <w:rsid w:val="0056364C"/>
    <w:rsid w:val="0056478D"/>
    <w:rsid w:val="00566461"/>
    <w:rsid w:val="00566584"/>
    <w:rsid w:val="00567968"/>
    <w:rsid w:val="00570977"/>
    <w:rsid w:val="0057214B"/>
    <w:rsid w:val="00572F33"/>
    <w:rsid w:val="005744B3"/>
    <w:rsid w:val="005772DD"/>
    <w:rsid w:val="00585A8D"/>
    <w:rsid w:val="00586139"/>
    <w:rsid w:val="00587098"/>
    <w:rsid w:val="00590D32"/>
    <w:rsid w:val="00592BD8"/>
    <w:rsid w:val="005935EA"/>
    <w:rsid w:val="005938D6"/>
    <w:rsid w:val="005955C6"/>
    <w:rsid w:val="00595FF6"/>
    <w:rsid w:val="005973F7"/>
    <w:rsid w:val="00597D4B"/>
    <w:rsid w:val="005A32D0"/>
    <w:rsid w:val="005A40A1"/>
    <w:rsid w:val="005A6A01"/>
    <w:rsid w:val="005A6FFB"/>
    <w:rsid w:val="005B2E02"/>
    <w:rsid w:val="005B41B8"/>
    <w:rsid w:val="005B46DB"/>
    <w:rsid w:val="005B5645"/>
    <w:rsid w:val="005B6363"/>
    <w:rsid w:val="005B7241"/>
    <w:rsid w:val="005C0F38"/>
    <w:rsid w:val="005C1F71"/>
    <w:rsid w:val="005C32E1"/>
    <w:rsid w:val="005C4BE8"/>
    <w:rsid w:val="005C52A5"/>
    <w:rsid w:val="005C55BE"/>
    <w:rsid w:val="005C67A6"/>
    <w:rsid w:val="005D0F69"/>
    <w:rsid w:val="005D10E5"/>
    <w:rsid w:val="005D1E04"/>
    <w:rsid w:val="005D4AD3"/>
    <w:rsid w:val="005D5FF5"/>
    <w:rsid w:val="005D62A7"/>
    <w:rsid w:val="005D67DC"/>
    <w:rsid w:val="005D6E2B"/>
    <w:rsid w:val="005E0BE6"/>
    <w:rsid w:val="005E0C92"/>
    <w:rsid w:val="005E2BF2"/>
    <w:rsid w:val="005E39F7"/>
    <w:rsid w:val="005E3DBA"/>
    <w:rsid w:val="005E3E2C"/>
    <w:rsid w:val="005E4C42"/>
    <w:rsid w:val="005E5145"/>
    <w:rsid w:val="005F07B8"/>
    <w:rsid w:val="005F1969"/>
    <w:rsid w:val="005F29CB"/>
    <w:rsid w:val="005F2C31"/>
    <w:rsid w:val="005F2D82"/>
    <w:rsid w:val="005F32AF"/>
    <w:rsid w:val="005F33EE"/>
    <w:rsid w:val="005F350B"/>
    <w:rsid w:val="005F501B"/>
    <w:rsid w:val="005F6BAA"/>
    <w:rsid w:val="00601232"/>
    <w:rsid w:val="006016DA"/>
    <w:rsid w:val="0060189B"/>
    <w:rsid w:val="006025C8"/>
    <w:rsid w:val="00602613"/>
    <w:rsid w:val="006028B4"/>
    <w:rsid w:val="00602C5B"/>
    <w:rsid w:val="00607334"/>
    <w:rsid w:val="006104CA"/>
    <w:rsid w:val="006117A7"/>
    <w:rsid w:val="006125EB"/>
    <w:rsid w:val="00614E3E"/>
    <w:rsid w:val="00616D20"/>
    <w:rsid w:val="00621F76"/>
    <w:rsid w:val="00622212"/>
    <w:rsid w:val="0062264A"/>
    <w:rsid w:val="00625307"/>
    <w:rsid w:val="006302E8"/>
    <w:rsid w:val="00634566"/>
    <w:rsid w:val="00634F89"/>
    <w:rsid w:val="0063799B"/>
    <w:rsid w:val="00637D88"/>
    <w:rsid w:val="00640FD4"/>
    <w:rsid w:val="006412AD"/>
    <w:rsid w:val="0064200F"/>
    <w:rsid w:val="00643A5A"/>
    <w:rsid w:val="006440A4"/>
    <w:rsid w:val="006452D1"/>
    <w:rsid w:val="00645998"/>
    <w:rsid w:val="00653F5E"/>
    <w:rsid w:val="006554CC"/>
    <w:rsid w:val="006557B1"/>
    <w:rsid w:val="0066012D"/>
    <w:rsid w:val="006609B8"/>
    <w:rsid w:val="00662768"/>
    <w:rsid w:val="00662861"/>
    <w:rsid w:val="00666407"/>
    <w:rsid w:val="006669E6"/>
    <w:rsid w:val="00670265"/>
    <w:rsid w:val="006702A1"/>
    <w:rsid w:val="00671F49"/>
    <w:rsid w:val="0067215A"/>
    <w:rsid w:val="006751A4"/>
    <w:rsid w:val="00675557"/>
    <w:rsid w:val="00675DD3"/>
    <w:rsid w:val="00677C38"/>
    <w:rsid w:val="006811C4"/>
    <w:rsid w:val="006823F7"/>
    <w:rsid w:val="00682DF8"/>
    <w:rsid w:val="00682EC3"/>
    <w:rsid w:val="006840DE"/>
    <w:rsid w:val="00690EF1"/>
    <w:rsid w:val="00690F05"/>
    <w:rsid w:val="00691237"/>
    <w:rsid w:val="00693D07"/>
    <w:rsid w:val="00694537"/>
    <w:rsid w:val="00695C71"/>
    <w:rsid w:val="00695CBE"/>
    <w:rsid w:val="006A05B5"/>
    <w:rsid w:val="006A0951"/>
    <w:rsid w:val="006A0B9E"/>
    <w:rsid w:val="006A3198"/>
    <w:rsid w:val="006A46E6"/>
    <w:rsid w:val="006A6BDB"/>
    <w:rsid w:val="006A760F"/>
    <w:rsid w:val="006B091D"/>
    <w:rsid w:val="006B102C"/>
    <w:rsid w:val="006B23CA"/>
    <w:rsid w:val="006B256F"/>
    <w:rsid w:val="006B2E49"/>
    <w:rsid w:val="006B5337"/>
    <w:rsid w:val="006C1C3C"/>
    <w:rsid w:val="006C241C"/>
    <w:rsid w:val="006C2A2E"/>
    <w:rsid w:val="006C4264"/>
    <w:rsid w:val="006D2EF0"/>
    <w:rsid w:val="006D43A6"/>
    <w:rsid w:val="006D51C0"/>
    <w:rsid w:val="006D6233"/>
    <w:rsid w:val="006D6960"/>
    <w:rsid w:val="006E0715"/>
    <w:rsid w:val="006E2012"/>
    <w:rsid w:val="006E271E"/>
    <w:rsid w:val="006E4BF4"/>
    <w:rsid w:val="006E66F4"/>
    <w:rsid w:val="006E6B5A"/>
    <w:rsid w:val="006E7444"/>
    <w:rsid w:val="006E747F"/>
    <w:rsid w:val="006F09E2"/>
    <w:rsid w:val="006F2381"/>
    <w:rsid w:val="006F2D1F"/>
    <w:rsid w:val="006F666C"/>
    <w:rsid w:val="006F72EE"/>
    <w:rsid w:val="006F7F61"/>
    <w:rsid w:val="007008D5"/>
    <w:rsid w:val="007021E2"/>
    <w:rsid w:val="00702C36"/>
    <w:rsid w:val="00712FB6"/>
    <w:rsid w:val="007132AF"/>
    <w:rsid w:val="007140F5"/>
    <w:rsid w:val="00715305"/>
    <w:rsid w:val="00715859"/>
    <w:rsid w:val="007159D3"/>
    <w:rsid w:val="00716343"/>
    <w:rsid w:val="007238A9"/>
    <w:rsid w:val="0072493D"/>
    <w:rsid w:val="007250CD"/>
    <w:rsid w:val="00725BE6"/>
    <w:rsid w:val="0072662D"/>
    <w:rsid w:val="00726A39"/>
    <w:rsid w:val="00726DC3"/>
    <w:rsid w:val="007272D1"/>
    <w:rsid w:val="0073123B"/>
    <w:rsid w:val="007314D9"/>
    <w:rsid w:val="0073179A"/>
    <w:rsid w:val="007319DC"/>
    <w:rsid w:val="00732A37"/>
    <w:rsid w:val="00735040"/>
    <w:rsid w:val="00735439"/>
    <w:rsid w:val="00735EC9"/>
    <w:rsid w:val="007370FD"/>
    <w:rsid w:val="007378FC"/>
    <w:rsid w:val="00737FDF"/>
    <w:rsid w:val="007404E9"/>
    <w:rsid w:val="0074214E"/>
    <w:rsid w:val="007429F1"/>
    <w:rsid w:val="007431DD"/>
    <w:rsid w:val="00743FEB"/>
    <w:rsid w:val="00744434"/>
    <w:rsid w:val="007448B6"/>
    <w:rsid w:val="0074604B"/>
    <w:rsid w:val="00746467"/>
    <w:rsid w:val="0075084D"/>
    <w:rsid w:val="00750B7F"/>
    <w:rsid w:val="00751EF2"/>
    <w:rsid w:val="00753027"/>
    <w:rsid w:val="007549EB"/>
    <w:rsid w:val="00754DD5"/>
    <w:rsid w:val="007558E7"/>
    <w:rsid w:val="0075796B"/>
    <w:rsid w:val="00760D8C"/>
    <w:rsid w:val="0076326C"/>
    <w:rsid w:val="00765C3C"/>
    <w:rsid w:val="0076784B"/>
    <w:rsid w:val="00767EC8"/>
    <w:rsid w:val="00771000"/>
    <w:rsid w:val="00771FBC"/>
    <w:rsid w:val="007730D9"/>
    <w:rsid w:val="00773541"/>
    <w:rsid w:val="007749FF"/>
    <w:rsid w:val="007757F1"/>
    <w:rsid w:val="00777C61"/>
    <w:rsid w:val="00780B9D"/>
    <w:rsid w:val="00783DB7"/>
    <w:rsid w:val="007868F1"/>
    <w:rsid w:val="007868F8"/>
    <w:rsid w:val="007869E9"/>
    <w:rsid w:val="00786B93"/>
    <w:rsid w:val="00787AFF"/>
    <w:rsid w:val="00790EAF"/>
    <w:rsid w:val="0079104F"/>
    <w:rsid w:val="0079118D"/>
    <w:rsid w:val="00792217"/>
    <w:rsid w:val="00792586"/>
    <w:rsid w:val="00792C33"/>
    <w:rsid w:val="007931D8"/>
    <w:rsid w:val="00793DBC"/>
    <w:rsid w:val="00794498"/>
    <w:rsid w:val="007A07E4"/>
    <w:rsid w:val="007A08D7"/>
    <w:rsid w:val="007A2C21"/>
    <w:rsid w:val="007A3195"/>
    <w:rsid w:val="007A31F7"/>
    <w:rsid w:val="007A557B"/>
    <w:rsid w:val="007A68C9"/>
    <w:rsid w:val="007A7120"/>
    <w:rsid w:val="007B0D4B"/>
    <w:rsid w:val="007B5DE9"/>
    <w:rsid w:val="007C02A8"/>
    <w:rsid w:val="007C0824"/>
    <w:rsid w:val="007C2012"/>
    <w:rsid w:val="007C55AD"/>
    <w:rsid w:val="007D06A6"/>
    <w:rsid w:val="007D0823"/>
    <w:rsid w:val="007D0E7A"/>
    <w:rsid w:val="007D2145"/>
    <w:rsid w:val="007D257A"/>
    <w:rsid w:val="007D3B1B"/>
    <w:rsid w:val="007D3C7B"/>
    <w:rsid w:val="007D673A"/>
    <w:rsid w:val="007E0B1C"/>
    <w:rsid w:val="007E25F8"/>
    <w:rsid w:val="007E281E"/>
    <w:rsid w:val="007E2FE7"/>
    <w:rsid w:val="007E69E6"/>
    <w:rsid w:val="007F0031"/>
    <w:rsid w:val="007F3D75"/>
    <w:rsid w:val="007F4B83"/>
    <w:rsid w:val="007F5E1B"/>
    <w:rsid w:val="007F7662"/>
    <w:rsid w:val="00800E17"/>
    <w:rsid w:val="00801C14"/>
    <w:rsid w:val="00801E24"/>
    <w:rsid w:val="00802191"/>
    <w:rsid w:val="00802C0F"/>
    <w:rsid w:val="0080322E"/>
    <w:rsid w:val="00803B5A"/>
    <w:rsid w:val="00803FD8"/>
    <w:rsid w:val="008042D3"/>
    <w:rsid w:val="00804BF3"/>
    <w:rsid w:val="00805C2A"/>
    <w:rsid w:val="0080638A"/>
    <w:rsid w:val="008071D0"/>
    <w:rsid w:val="008112C4"/>
    <w:rsid w:val="00812026"/>
    <w:rsid w:val="00813398"/>
    <w:rsid w:val="0081370E"/>
    <w:rsid w:val="00815C45"/>
    <w:rsid w:val="00816992"/>
    <w:rsid w:val="00816FED"/>
    <w:rsid w:val="008176AF"/>
    <w:rsid w:val="00823A69"/>
    <w:rsid w:val="00824B57"/>
    <w:rsid w:val="00826C75"/>
    <w:rsid w:val="008301CE"/>
    <w:rsid w:val="008303EF"/>
    <w:rsid w:val="00831D4A"/>
    <w:rsid w:val="00831FC2"/>
    <w:rsid w:val="00832EE0"/>
    <w:rsid w:val="0083390E"/>
    <w:rsid w:val="008343E9"/>
    <w:rsid w:val="008374A0"/>
    <w:rsid w:val="00837862"/>
    <w:rsid w:val="008378E0"/>
    <w:rsid w:val="0084035D"/>
    <w:rsid w:val="0084230F"/>
    <w:rsid w:val="008432E3"/>
    <w:rsid w:val="008441C5"/>
    <w:rsid w:val="008445EB"/>
    <w:rsid w:val="00845858"/>
    <w:rsid w:val="0084692B"/>
    <w:rsid w:val="0085032D"/>
    <w:rsid w:val="0085081D"/>
    <w:rsid w:val="00850AF6"/>
    <w:rsid w:val="008547CC"/>
    <w:rsid w:val="00855ABC"/>
    <w:rsid w:val="00856140"/>
    <w:rsid w:val="00856377"/>
    <w:rsid w:val="008570C9"/>
    <w:rsid w:val="00857623"/>
    <w:rsid w:val="00857FD2"/>
    <w:rsid w:val="00860213"/>
    <w:rsid w:val="008645CC"/>
    <w:rsid w:val="00866FDC"/>
    <w:rsid w:val="00871205"/>
    <w:rsid w:val="00871AB3"/>
    <w:rsid w:val="00872389"/>
    <w:rsid w:val="00874339"/>
    <w:rsid w:val="00875F99"/>
    <w:rsid w:val="008774CC"/>
    <w:rsid w:val="00877DEF"/>
    <w:rsid w:val="008801C6"/>
    <w:rsid w:val="00881B50"/>
    <w:rsid w:val="00882775"/>
    <w:rsid w:val="0088481C"/>
    <w:rsid w:val="0088626A"/>
    <w:rsid w:val="00890906"/>
    <w:rsid w:val="0089185A"/>
    <w:rsid w:val="0089441C"/>
    <w:rsid w:val="008954D6"/>
    <w:rsid w:val="00895B51"/>
    <w:rsid w:val="00895C95"/>
    <w:rsid w:val="00897702"/>
    <w:rsid w:val="008A12EC"/>
    <w:rsid w:val="008A2B48"/>
    <w:rsid w:val="008A3391"/>
    <w:rsid w:val="008A3F76"/>
    <w:rsid w:val="008A410A"/>
    <w:rsid w:val="008A459F"/>
    <w:rsid w:val="008A5123"/>
    <w:rsid w:val="008A514E"/>
    <w:rsid w:val="008A5DA0"/>
    <w:rsid w:val="008A75DB"/>
    <w:rsid w:val="008B0D3B"/>
    <w:rsid w:val="008B0E65"/>
    <w:rsid w:val="008B0F1A"/>
    <w:rsid w:val="008B2552"/>
    <w:rsid w:val="008B47ED"/>
    <w:rsid w:val="008B5961"/>
    <w:rsid w:val="008B6B12"/>
    <w:rsid w:val="008B6D87"/>
    <w:rsid w:val="008C11B1"/>
    <w:rsid w:val="008C1AF1"/>
    <w:rsid w:val="008C1B51"/>
    <w:rsid w:val="008C1E8D"/>
    <w:rsid w:val="008C55DE"/>
    <w:rsid w:val="008C7825"/>
    <w:rsid w:val="008C792A"/>
    <w:rsid w:val="008D10CF"/>
    <w:rsid w:val="008D1D8A"/>
    <w:rsid w:val="008D3FF0"/>
    <w:rsid w:val="008D4823"/>
    <w:rsid w:val="008D5194"/>
    <w:rsid w:val="008D63C7"/>
    <w:rsid w:val="008D6506"/>
    <w:rsid w:val="008D7384"/>
    <w:rsid w:val="008D770D"/>
    <w:rsid w:val="008D794A"/>
    <w:rsid w:val="008E278D"/>
    <w:rsid w:val="008E3CF5"/>
    <w:rsid w:val="008E3D35"/>
    <w:rsid w:val="008E4EAE"/>
    <w:rsid w:val="008E5094"/>
    <w:rsid w:val="008E5519"/>
    <w:rsid w:val="008E74B9"/>
    <w:rsid w:val="008E74E8"/>
    <w:rsid w:val="008F0B86"/>
    <w:rsid w:val="008F291D"/>
    <w:rsid w:val="008F3596"/>
    <w:rsid w:val="008F4B0E"/>
    <w:rsid w:val="008F64B6"/>
    <w:rsid w:val="008F7563"/>
    <w:rsid w:val="008F779E"/>
    <w:rsid w:val="008F7BD6"/>
    <w:rsid w:val="00902F3A"/>
    <w:rsid w:val="0090508F"/>
    <w:rsid w:val="00905EDC"/>
    <w:rsid w:val="009065DE"/>
    <w:rsid w:val="00906BEE"/>
    <w:rsid w:val="00911798"/>
    <w:rsid w:val="00912AC2"/>
    <w:rsid w:val="009137B1"/>
    <w:rsid w:val="009154BE"/>
    <w:rsid w:val="00916585"/>
    <w:rsid w:val="009167A2"/>
    <w:rsid w:val="00920BC7"/>
    <w:rsid w:val="00920DC4"/>
    <w:rsid w:val="00924672"/>
    <w:rsid w:val="00925DF6"/>
    <w:rsid w:val="0092741D"/>
    <w:rsid w:val="009277AD"/>
    <w:rsid w:val="00930012"/>
    <w:rsid w:val="00931E25"/>
    <w:rsid w:val="00932C3D"/>
    <w:rsid w:val="0093385D"/>
    <w:rsid w:val="00934324"/>
    <w:rsid w:val="0093553D"/>
    <w:rsid w:val="009365AE"/>
    <w:rsid w:val="00936AD6"/>
    <w:rsid w:val="00937A06"/>
    <w:rsid w:val="009406AE"/>
    <w:rsid w:val="0094209A"/>
    <w:rsid w:val="00942E72"/>
    <w:rsid w:val="00943821"/>
    <w:rsid w:val="00944CB3"/>
    <w:rsid w:val="00944F5B"/>
    <w:rsid w:val="00945128"/>
    <w:rsid w:val="00951D4D"/>
    <w:rsid w:val="00952003"/>
    <w:rsid w:val="0095236B"/>
    <w:rsid w:val="00952FE8"/>
    <w:rsid w:val="0095350A"/>
    <w:rsid w:val="009535E8"/>
    <w:rsid w:val="00953C54"/>
    <w:rsid w:val="00954491"/>
    <w:rsid w:val="00954515"/>
    <w:rsid w:val="0095581D"/>
    <w:rsid w:val="00956994"/>
    <w:rsid w:val="009579FD"/>
    <w:rsid w:val="00957D1C"/>
    <w:rsid w:val="009601EC"/>
    <w:rsid w:val="00960398"/>
    <w:rsid w:val="009605BC"/>
    <w:rsid w:val="00960D2A"/>
    <w:rsid w:val="0096196C"/>
    <w:rsid w:val="00964070"/>
    <w:rsid w:val="00964AB1"/>
    <w:rsid w:val="00965DA9"/>
    <w:rsid w:val="00967566"/>
    <w:rsid w:val="00967F9E"/>
    <w:rsid w:val="00970720"/>
    <w:rsid w:val="009715C2"/>
    <w:rsid w:val="00971E0A"/>
    <w:rsid w:val="00972D4B"/>
    <w:rsid w:val="00972D6D"/>
    <w:rsid w:val="00972FAE"/>
    <w:rsid w:val="00974FCA"/>
    <w:rsid w:val="00977874"/>
    <w:rsid w:val="00977FE1"/>
    <w:rsid w:val="00980ACE"/>
    <w:rsid w:val="009817FD"/>
    <w:rsid w:val="00981F24"/>
    <w:rsid w:val="00982DB9"/>
    <w:rsid w:val="00982EA7"/>
    <w:rsid w:val="0098432D"/>
    <w:rsid w:val="00985DD4"/>
    <w:rsid w:val="0098641E"/>
    <w:rsid w:val="00986CC1"/>
    <w:rsid w:val="00990467"/>
    <w:rsid w:val="009908FE"/>
    <w:rsid w:val="00992DE4"/>
    <w:rsid w:val="00992F9F"/>
    <w:rsid w:val="00993060"/>
    <w:rsid w:val="009931D6"/>
    <w:rsid w:val="00993C46"/>
    <w:rsid w:val="00994955"/>
    <w:rsid w:val="00995111"/>
    <w:rsid w:val="00996A6B"/>
    <w:rsid w:val="00996E3A"/>
    <w:rsid w:val="0099736C"/>
    <w:rsid w:val="009A0432"/>
    <w:rsid w:val="009A1677"/>
    <w:rsid w:val="009A1C74"/>
    <w:rsid w:val="009A52D5"/>
    <w:rsid w:val="009A5A9D"/>
    <w:rsid w:val="009A6AD0"/>
    <w:rsid w:val="009B0E2F"/>
    <w:rsid w:val="009B1F8B"/>
    <w:rsid w:val="009B2299"/>
    <w:rsid w:val="009B36BC"/>
    <w:rsid w:val="009B371F"/>
    <w:rsid w:val="009B4B19"/>
    <w:rsid w:val="009B54A4"/>
    <w:rsid w:val="009B57F0"/>
    <w:rsid w:val="009B60CB"/>
    <w:rsid w:val="009B7072"/>
    <w:rsid w:val="009B70FC"/>
    <w:rsid w:val="009C0F34"/>
    <w:rsid w:val="009C2A1C"/>
    <w:rsid w:val="009C37A2"/>
    <w:rsid w:val="009C4098"/>
    <w:rsid w:val="009C42DA"/>
    <w:rsid w:val="009C4A92"/>
    <w:rsid w:val="009C4E0D"/>
    <w:rsid w:val="009C7936"/>
    <w:rsid w:val="009C79AA"/>
    <w:rsid w:val="009D049D"/>
    <w:rsid w:val="009D0B64"/>
    <w:rsid w:val="009D0C6D"/>
    <w:rsid w:val="009D1A70"/>
    <w:rsid w:val="009D2BC5"/>
    <w:rsid w:val="009D3EF8"/>
    <w:rsid w:val="009D4248"/>
    <w:rsid w:val="009D4C5A"/>
    <w:rsid w:val="009D6B9B"/>
    <w:rsid w:val="009E5FCC"/>
    <w:rsid w:val="009E6C95"/>
    <w:rsid w:val="009E7905"/>
    <w:rsid w:val="009E7C73"/>
    <w:rsid w:val="009E7E54"/>
    <w:rsid w:val="009F0040"/>
    <w:rsid w:val="009F046E"/>
    <w:rsid w:val="009F04C1"/>
    <w:rsid w:val="009F0AA9"/>
    <w:rsid w:val="009F267B"/>
    <w:rsid w:val="009F2D32"/>
    <w:rsid w:val="009F3F7A"/>
    <w:rsid w:val="009F5DB7"/>
    <w:rsid w:val="009F73EC"/>
    <w:rsid w:val="009F766F"/>
    <w:rsid w:val="00A041D0"/>
    <w:rsid w:val="00A05B0D"/>
    <w:rsid w:val="00A06DD0"/>
    <w:rsid w:val="00A077F9"/>
    <w:rsid w:val="00A110CB"/>
    <w:rsid w:val="00A11293"/>
    <w:rsid w:val="00A11F44"/>
    <w:rsid w:val="00A122D0"/>
    <w:rsid w:val="00A14747"/>
    <w:rsid w:val="00A14D5B"/>
    <w:rsid w:val="00A16C01"/>
    <w:rsid w:val="00A17CA3"/>
    <w:rsid w:val="00A20842"/>
    <w:rsid w:val="00A208EA"/>
    <w:rsid w:val="00A20BA5"/>
    <w:rsid w:val="00A225F3"/>
    <w:rsid w:val="00A22C6B"/>
    <w:rsid w:val="00A239C7"/>
    <w:rsid w:val="00A2440B"/>
    <w:rsid w:val="00A2541E"/>
    <w:rsid w:val="00A25A7B"/>
    <w:rsid w:val="00A3177E"/>
    <w:rsid w:val="00A32CF1"/>
    <w:rsid w:val="00A350F2"/>
    <w:rsid w:val="00A35C76"/>
    <w:rsid w:val="00A36392"/>
    <w:rsid w:val="00A42399"/>
    <w:rsid w:val="00A42D75"/>
    <w:rsid w:val="00A43D01"/>
    <w:rsid w:val="00A44045"/>
    <w:rsid w:val="00A446E1"/>
    <w:rsid w:val="00A461F1"/>
    <w:rsid w:val="00A468EB"/>
    <w:rsid w:val="00A47D7F"/>
    <w:rsid w:val="00A50519"/>
    <w:rsid w:val="00A506E4"/>
    <w:rsid w:val="00A51B76"/>
    <w:rsid w:val="00A51D21"/>
    <w:rsid w:val="00A556DE"/>
    <w:rsid w:val="00A5660E"/>
    <w:rsid w:val="00A5781B"/>
    <w:rsid w:val="00A60EE2"/>
    <w:rsid w:val="00A61E90"/>
    <w:rsid w:val="00A62DE7"/>
    <w:rsid w:val="00A633FF"/>
    <w:rsid w:val="00A63ADE"/>
    <w:rsid w:val="00A64563"/>
    <w:rsid w:val="00A650BA"/>
    <w:rsid w:val="00A65BBE"/>
    <w:rsid w:val="00A66132"/>
    <w:rsid w:val="00A67133"/>
    <w:rsid w:val="00A67AFE"/>
    <w:rsid w:val="00A703E9"/>
    <w:rsid w:val="00A70875"/>
    <w:rsid w:val="00A70E4F"/>
    <w:rsid w:val="00A7109A"/>
    <w:rsid w:val="00A71C19"/>
    <w:rsid w:val="00A72F6A"/>
    <w:rsid w:val="00A731B9"/>
    <w:rsid w:val="00A75911"/>
    <w:rsid w:val="00A75DFF"/>
    <w:rsid w:val="00A77E00"/>
    <w:rsid w:val="00A8016F"/>
    <w:rsid w:val="00A80756"/>
    <w:rsid w:val="00A81626"/>
    <w:rsid w:val="00A8339B"/>
    <w:rsid w:val="00A870C1"/>
    <w:rsid w:val="00A908CB"/>
    <w:rsid w:val="00A9391E"/>
    <w:rsid w:val="00A93B8B"/>
    <w:rsid w:val="00A93DBE"/>
    <w:rsid w:val="00A94EBB"/>
    <w:rsid w:val="00A9615D"/>
    <w:rsid w:val="00A9632B"/>
    <w:rsid w:val="00AA2145"/>
    <w:rsid w:val="00AA2542"/>
    <w:rsid w:val="00AA33C4"/>
    <w:rsid w:val="00AA5537"/>
    <w:rsid w:val="00AA5937"/>
    <w:rsid w:val="00AA5E13"/>
    <w:rsid w:val="00AA7745"/>
    <w:rsid w:val="00AA7AB3"/>
    <w:rsid w:val="00AB2B9A"/>
    <w:rsid w:val="00AB6614"/>
    <w:rsid w:val="00AB6AE1"/>
    <w:rsid w:val="00AC02D5"/>
    <w:rsid w:val="00AC50B1"/>
    <w:rsid w:val="00AD120B"/>
    <w:rsid w:val="00AD1ABD"/>
    <w:rsid w:val="00AD27DA"/>
    <w:rsid w:val="00AD62F0"/>
    <w:rsid w:val="00AD6482"/>
    <w:rsid w:val="00AD6CBF"/>
    <w:rsid w:val="00AD71D2"/>
    <w:rsid w:val="00AD71EF"/>
    <w:rsid w:val="00AE0735"/>
    <w:rsid w:val="00AE14C4"/>
    <w:rsid w:val="00AE4BFB"/>
    <w:rsid w:val="00AE4E3B"/>
    <w:rsid w:val="00AE55E7"/>
    <w:rsid w:val="00AE5745"/>
    <w:rsid w:val="00AE5E12"/>
    <w:rsid w:val="00AE77B6"/>
    <w:rsid w:val="00AF01FE"/>
    <w:rsid w:val="00AF0DDF"/>
    <w:rsid w:val="00AF1774"/>
    <w:rsid w:val="00AF1968"/>
    <w:rsid w:val="00AF27DD"/>
    <w:rsid w:val="00AF2CA4"/>
    <w:rsid w:val="00AF612D"/>
    <w:rsid w:val="00AF758D"/>
    <w:rsid w:val="00B00483"/>
    <w:rsid w:val="00B010FB"/>
    <w:rsid w:val="00B02257"/>
    <w:rsid w:val="00B04342"/>
    <w:rsid w:val="00B053EB"/>
    <w:rsid w:val="00B05D0E"/>
    <w:rsid w:val="00B11518"/>
    <w:rsid w:val="00B12E64"/>
    <w:rsid w:val="00B162BC"/>
    <w:rsid w:val="00B16BAF"/>
    <w:rsid w:val="00B20C4E"/>
    <w:rsid w:val="00B20EE7"/>
    <w:rsid w:val="00B2130D"/>
    <w:rsid w:val="00B21773"/>
    <w:rsid w:val="00B226F1"/>
    <w:rsid w:val="00B2344E"/>
    <w:rsid w:val="00B23D05"/>
    <w:rsid w:val="00B23FF4"/>
    <w:rsid w:val="00B242FA"/>
    <w:rsid w:val="00B25056"/>
    <w:rsid w:val="00B26839"/>
    <w:rsid w:val="00B268B6"/>
    <w:rsid w:val="00B271A2"/>
    <w:rsid w:val="00B3089E"/>
    <w:rsid w:val="00B30DAD"/>
    <w:rsid w:val="00B31BD8"/>
    <w:rsid w:val="00B32F17"/>
    <w:rsid w:val="00B348AA"/>
    <w:rsid w:val="00B3726C"/>
    <w:rsid w:val="00B408DF"/>
    <w:rsid w:val="00B41FA6"/>
    <w:rsid w:val="00B42A70"/>
    <w:rsid w:val="00B4406E"/>
    <w:rsid w:val="00B4484E"/>
    <w:rsid w:val="00B459BA"/>
    <w:rsid w:val="00B47AB4"/>
    <w:rsid w:val="00B47CB1"/>
    <w:rsid w:val="00B52167"/>
    <w:rsid w:val="00B522E7"/>
    <w:rsid w:val="00B534E1"/>
    <w:rsid w:val="00B535D9"/>
    <w:rsid w:val="00B548B0"/>
    <w:rsid w:val="00B548E0"/>
    <w:rsid w:val="00B5683D"/>
    <w:rsid w:val="00B568A4"/>
    <w:rsid w:val="00B579EA"/>
    <w:rsid w:val="00B61194"/>
    <w:rsid w:val="00B6268A"/>
    <w:rsid w:val="00B62B85"/>
    <w:rsid w:val="00B6303F"/>
    <w:rsid w:val="00B64C7C"/>
    <w:rsid w:val="00B6694D"/>
    <w:rsid w:val="00B71A66"/>
    <w:rsid w:val="00B72C55"/>
    <w:rsid w:val="00B73A8E"/>
    <w:rsid w:val="00B7618B"/>
    <w:rsid w:val="00B762E6"/>
    <w:rsid w:val="00B7761D"/>
    <w:rsid w:val="00B77D50"/>
    <w:rsid w:val="00B810CC"/>
    <w:rsid w:val="00B81E20"/>
    <w:rsid w:val="00B83048"/>
    <w:rsid w:val="00B83445"/>
    <w:rsid w:val="00B83940"/>
    <w:rsid w:val="00B853E7"/>
    <w:rsid w:val="00B85C37"/>
    <w:rsid w:val="00B86507"/>
    <w:rsid w:val="00B9117F"/>
    <w:rsid w:val="00B914A2"/>
    <w:rsid w:val="00B91D03"/>
    <w:rsid w:val="00B91E1B"/>
    <w:rsid w:val="00B921EC"/>
    <w:rsid w:val="00B92E17"/>
    <w:rsid w:val="00B945D3"/>
    <w:rsid w:val="00B94D25"/>
    <w:rsid w:val="00BA1305"/>
    <w:rsid w:val="00BA1CE4"/>
    <w:rsid w:val="00BA46D3"/>
    <w:rsid w:val="00BA539A"/>
    <w:rsid w:val="00BA7C51"/>
    <w:rsid w:val="00BB1C4B"/>
    <w:rsid w:val="00BB270F"/>
    <w:rsid w:val="00BB3791"/>
    <w:rsid w:val="00BB5B72"/>
    <w:rsid w:val="00BB6C0F"/>
    <w:rsid w:val="00BB7621"/>
    <w:rsid w:val="00BC0751"/>
    <w:rsid w:val="00BC13BC"/>
    <w:rsid w:val="00BC1A98"/>
    <w:rsid w:val="00BC2383"/>
    <w:rsid w:val="00BC270A"/>
    <w:rsid w:val="00BC3A5F"/>
    <w:rsid w:val="00BC3E3D"/>
    <w:rsid w:val="00BC3F38"/>
    <w:rsid w:val="00BC64F4"/>
    <w:rsid w:val="00BC6599"/>
    <w:rsid w:val="00BC70E8"/>
    <w:rsid w:val="00BC7F9B"/>
    <w:rsid w:val="00BD06A2"/>
    <w:rsid w:val="00BD094C"/>
    <w:rsid w:val="00BD2C4F"/>
    <w:rsid w:val="00BD30F3"/>
    <w:rsid w:val="00BD423F"/>
    <w:rsid w:val="00BD50C6"/>
    <w:rsid w:val="00BD53AA"/>
    <w:rsid w:val="00BD61EA"/>
    <w:rsid w:val="00BD6BF4"/>
    <w:rsid w:val="00BE2206"/>
    <w:rsid w:val="00BE2CCA"/>
    <w:rsid w:val="00BE2F91"/>
    <w:rsid w:val="00BE4F8D"/>
    <w:rsid w:val="00BE61D5"/>
    <w:rsid w:val="00BE760D"/>
    <w:rsid w:val="00BE7DF2"/>
    <w:rsid w:val="00BF08CA"/>
    <w:rsid w:val="00BF154E"/>
    <w:rsid w:val="00BF2D2A"/>
    <w:rsid w:val="00BF4A83"/>
    <w:rsid w:val="00BF595E"/>
    <w:rsid w:val="00BF60CC"/>
    <w:rsid w:val="00BF72C0"/>
    <w:rsid w:val="00BF7A0F"/>
    <w:rsid w:val="00BF7B16"/>
    <w:rsid w:val="00C00BCD"/>
    <w:rsid w:val="00C010AC"/>
    <w:rsid w:val="00C01EC7"/>
    <w:rsid w:val="00C02170"/>
    <w:rsid w:val="00C028EF"/>
    <w:rsid w:val="00C04806"/>
    <w:rsid w:val="00C04845"/>
    <w:rsid w:val="00C05432"/>
    <w:rsid w:val="00C057D2"/>
    <w:rsid w:val="00C069DC"/>
    <w:rsid w:val="00C069F2"/>
    <w:rsid w:val="00C06C9E"/>
    <w:rsid w:val="00C06EDD"/>
    <w:rsid w:val="00C11028"/>
    <w:rsid w:val="00C11805"/>
    <w:rsid w:val="00C11EFF"/>
    <w:rsid w:val="00C12476"/>
    <w:rsid w:val="00C15DD9"/>
    <w:rsid w:val="00C160FE"/>
    <w:rsid w:val="00C17724"/>
    <w:rsid w:val="00C1780F"/>
    <w:rsid w:val="00C21B9B"/>
    <w:rsid w:val="00C227D0"/>
    <w:rsid w:val="00C2316B"/>
    <w:rsid w:val="00C23929"/>
    <w:rsid w:val="00C2562C"/>
    <w:rsid w:val="00C25BAA"/>
    <w:rsid w:val="00C268D0"/>
    <w:rsid w:val="00C27EFA"/>
    <w:rsid w:val="00C307D7"/>
    <w:rsid w:val="00C30DF9"/>
    <w:rsid w:val="00C310EA"/>
    <w:rsid w:val="00C316A8"/>
    <w:rsid w:val="00C3253E"/>
    <w:rsid w:val="00C3260E"/>
    <w:rsid w:val="00C34F9D"/>
    <w:rsid w:val="00C36A6B"/>
    <w:rsid w:val="00C402B0"/>
    <w:rsid w:val="00C40C5E"/>
    <w:rsid w:val="00C412B0"/>
    <w:rsid w:val="00C41359"/>
    <w:rsid w:val="00C421F7"/>
    <w:rsid w:val="00C43EB6"/>
    <w:rsid w:val="00C44989"/>
    <w:rsid w:val="00C44997"/>
    <w:rsid w:val="00C45B3E"/>
    <w:rsid w:val="00C4639A"/>
    <w:rsid w:val="00C47057"/>
    <w:rsid w:val="00C50D5F"/>
    <w:rsid w:val="00C51B71"/>
    <w:rsid w:val="00C52CE4"/>
    <w:rsid w:val="00C54435"/>
    <w:rsid w:val="00C55DC0"/>
    <w:rsid w:val="00C56016"/>
    <w:rsid w:val="00C57537"/>
    <w:rsid w:val="00C57B2C"/>
    <w:rsid w:val="00C60DC5"/>
    <w:rsid w:val="00C61AB8"/>
    <w:rsid w:val="00C6228B"/>
    <w:rsid w:val="00C62ED3"/>
    <w:rsid w:val="00C643F7"/>
    <w:rsid w:val="00C652F8"/>
    <w:rsid w:val="00C67A1A"/>
    <w:rsid w:val="00C70919"/>
    <w:rsid w:val="00C71004"/>
    <w:rsid w:val="00C711DC"/>
    <w:rsid w:val="00C74F46"/>
    <w:rsid w:val="00C75145"/>
    <w:rsid w:val="00C759BA"/>
    <w:rsid w:val="00C76FB1"/>
    <w:rsid w:val="00C77EC5"/>
    <w:rsid w:val="00C80225"/>
    <w:rsid w:val="00C81717"/>
    <w:rsid w:val="00C8187E"/>
    <w:rsid w:val="00C8194C"/>
    <w:rsid w:val="00C83BA1"/>
    <w:rsid w:val="00C85454"/>
    <w:rsid w:val="00C868BD"/>
    <w:rsid w:val="00C879E6"/>
    <w:rsid w:val="00C87ED6"/>
    <w:rsid w:val="00C909FE"/>
    <w:rsid w:val="00C9345A"/>
    <w:rsid w:val="00C93828"/>
    <w:rsid w:val="00C93EF4"/>
    <w:rsid w:val="00C96991"/>
    <w:rsid w:val="00CA17A2"/>
    <w:rsid w:val="00CA1E52"/>
    <w:rsid w:val="00CA3B3C"/>
    <w:rsid w:val="00CA415B"/>
    <w:rsid w:val="00CA4220"/>
    <w:rsid w:val="00CA5699"/>
    <w:rsid w:val="00CA650C"/>
    <w:rsid w:val="00CB22A3"/>
    <w:rsid w:val="00CB2CC0"/>
    <w:rsid w:val="00CB4771"/>
    <w:rsid w:val="00CB4C76"/>
    <w:rsid w:val="00CB77BF"/>
    <w:rsid w:val="00CC0D21"/>
    <w:rsid w:val="00CC0F60"/>
    <w:rsid w:val="00CC1284"/>
    <w:rsid w:val="00CC2EED"/>
    <w:rsid w:val="00CC360C"/>
    <w:rsid w:val="00CC432A"/>
    <w:rsid w:val="00CC44FA"/>
    <w:rsid w:val="00CC6363"/>
    <w:rsid w:val="00CC63DB"/>
    <w:rsid w:val="00CC6F1F"/>
    <w:rsid w:val="00CC7225"/>
    <w:rsid w:val="00CD1D2C"/>
    <w:rsid w:val="00CD21C0"/>
    <w:rsid w:val="00CD265C"/>
    <w:rsid w:val="00CD2FE4"/>
    <w:rsid w:val="00CD3109"/>
    <w:rsid w:val="00CD36F0"/>
    <w:rsid w:val="00CD3F3D"/>
    <w:rsid w:val="00CD5F8F"/>
    <w:rsid w:val="00CE08D7"/>
    <w:rsid w:val="00CE34E3"/>
    <w:rsid w:val="00CE47EC"/>
    <w:rsid w:val="00CE63A5"/>
    <w:rsid w:val="00CE6A84"/>
    <w:rsid w:val="00CF0D39"/>
    <w:rsid w:val="00CF0F7C"/>
    <w:rsid w:val="00CF1C60"/>
    <w:rsid w:val="00CF2691"/>
    <w:rsid w:val="00CF3215"/>
    <w:rsid w:val="00CF3826"/>
    <w:rsid w:val="00CF459A"/>
    <w:rsid w:val="00CF4826"/>
    <w:rsid w:val="00CF70BE"/>
    <w:rsid w:val="00CF76A3"/>
    <w:rsid w:val="00D01B9B"/>
    <w:rsid w:val="00D027C3"/>
    <w:rsid w:val="00D0304F"/>
    <w:rsid w:val="00D03400"/>
    <w:rsid w:val="00D03486"/>
    <w:rsid w:val="00D0459B"/>
    <w:rsid w:val="00D04F47"/>
    <w:rsid w:val="00D06D3E"/>
    <w:rsid w:val="00D074F6"/>
    <w:rsid w:val="00D0799A"/>
    <w:rsid w:val="00D1006D"/>
    <w:rsid w:val="00D118C6"/>
    <w:rsid w:val="00D12C9A"/>
    <w:rsid w:val="00D13F80"/>
    <w:rsid w:val="00D149A4"/>
    <w:rsid w:val="00D1764C"/>
    <w:rsid w:val="00D17CCC"/>
    <w:rsid w:val="00D17CFF"/>
    <w:rsid w:val="00D216E7"/>
    <w:rsid w:val="00D22514"/>
    <w:rsid w:val="00D23043"/>
    <w:rsid w:val="00D24125"/>
    <w:rsid w:val="00D245FA"/>
    <w:rsid w:val="00D24F95"/>
    <w:rsid w:val="00D25E13"/>
    <w:rsid w:val="00D30B92"/>
    <w:rsid w:val="00D30ECF"/>
    <w:rsid w:val="00D31B50"/>
    <w:rsid w:val="00D32312"/>
    <w:rsid w:val="00D345CE"/>
    <w:rsid w:val="00D3599A"/>
    <w:rsid w:val="00D35C89"/>
    <w:rsid w:val="00D36A90"/>
    <w:rsid w:val="00D3722D"/>
    <w:rsid w:val="00D44F06"/>
    <w:rsid w:val="00D45F8A"/>
    <w:rsid w:val="00D461DC"/>
    <w:rsid w:val="00D46457"/>
    <w:rsid w:val="00D464A0"/>
    <w:rsid w:val="00D5169A"/>
    <w:rsid w:val="00D51B7F"/>
    <w:rsid w:val="00D52ED2"/>
    <w:rsid w:val="00D53206"/>
    <w:rsid w:val="00D54CB1"/>
    <w:rsid w:val="00D55D37"/>
    <w:rsid w:val="00D56611"/>
    <w:rsid w:val="00D56CF7"/>
    <w:rsid w:val="00D57240"/>
    <w:rsid w:val="00D57E15"/>
    <w:rsid w:val="00D60E85"/>
    <w:rsid w:val="00D6181F"/>
    <w:rsid w:val="00D6366C"/>
    <w:rsid w:val="00D638D8"/>
    <w:rsid w:val="00D64C7A"/>
    <w:rsid w:val="00D64E71"/>
    <w:rsid w:val="00D65516"/>
    <w:rsid w:val="00D65F76"/>
    <w:rsid w:val="00D66419"/>
    <w:rsid w:val="00D66B10"/>
    <w:rsid w:val="00D66CE6"/>
    <w:rsid w:val="00D703B4"/>
    <w:rsid w:val="00D72929"/>
    <w:rsid w:val="00D736F7"/>
    <w:rsid w:val="00D74F8E"/>
    <w:rsid w:val="00D77E01"/>
    <w:rsid w:val="00D812C9"/>
    <w:rsid w:val="00D8284A"/>
    <w:rsid w:val="00D83546"/>
    <w:rsid w:val="00D850C0"/>
    <w:rsid w:val="00D85DE7"/>
    <w:rsid w:val="00D87DB6"/>
    <w:rsid w:val="00D92B5D"/>
    <w:rsid w:val="00D92E3C"/>
    <w:rsid w:val="00D93A8B"/>
    <w:rsid w:val="00D9491F"/>
    <w:rsid w:val="00D967D1"/>
    <w:rsid w:val="00DA0489"/>
    <w:rsid w:val="00DA0EA2"/>
    <w:rsid w:val="00DA0FC3"/>
    <w:rsid w:val="00DA1200"/>
    <w:rsid w:val="00DA2373"/>
    <w:rsid w:val="00DA3B13"/>
    <w:rsid w:val="00DA3D0D"/>
    <w:rsid w:val="00DA4A18"/>
    <w:rsid w:val="00DA6811"/>
    <w:rsid w:val="00DA6BEB"/>
    <w:rsid w:val="00DA7461"/>
    <w:rsid w:val="00DB1352"/>
    <w:rsid w:val="00DB1C69"/>
    <w:rsid w:val="00DB4C79"/>
    <w:rsid w:val="00DB6135"/>
    <w:rsid w:val="00DC0244"/>
    <w:rsid w:val="00DC21AD"/>
    <w:rsid w:val="00DC337D"/>
    <w:rsid w:val="00DC7B81"/>
    <w:rsid w:val="00DC7E3A"/>
    <w:rsid w:val="00DD1316"/>
    <w:rsid w:val="00DD140F"/>
    <w:rsid w:val="00DD2AA7"/>
    <w:rsid w:val="00DD2EE0"/>
    <w:rsid w:val="00DD3A86"/>
    <w:rsid w:val="00DD3B3A"/>
    <w:rsid w:val="00DD3E50"/>
    <w:rsid w:val="00DD56BA"/>
    <w:rsid w:val="00DD5EB6"/>
    <w:rsid w:val="00DF28A9"/>
    <w:rsid w:val="00DF4A0E"/>
    <w:rsid w:val="00DF53FB"/>
    <w:rsid w:val="00DF666D"/>
    <w:rsid w:val="00E0082E"/>
    <w:rsid w:val="00E03427"/>
    <w:rsid w:val="00E03EF3"/>
    <w:rsid w:val="00E04E92"/>
    <w:rsid w:val="00E058BA"/>
    <w:rsid w:val="00E05900"/>
    <w:rsid w:val="00E0691D"/>
    <w:rsid w:val="00E06C81"/>
    <w:rsid w:val="00E07D59"/>
    <w:rsid w:val="00E104B5"/>
    <w:rsid w:val="00E10AFA"/>
    <w:rsid w:val="00E110C5"/>
    <w:rsid w:val="00E1127C"/>
    <w:rsid w:val="00E11511"/>
    <w:rsid w:val="00E11F47"/>
    <w:rsid w:val="00E149AE"/>
    <w:rsid w:val="00E15934"/>
    <w:rsid w:val="00E15C20"/>
    <w:rsid w:val="00E15F83"/>
    <w:rsid w:val="00E16353"/>
    <w:rsid w:val="00E1751B"/>
    <w:rsid w:val="00E179A1"/>
    <w:rsid w:val="00E20316"/>
    <w:rsid w:val="00E210EF"/>
    <w:rsid w:val="00E21F92"/>
    <w:rsid w:val="00E24989"/>
    <w:rsid w:val="00E267DE"/>
    <w:rsid w:val="00E26F38"/>
    <w:rsid w:val="00E27250"/>
    <w:rsid w:val="00E27D14"/>
    <w:rsid w:val="00E31463"/>
    <w:rsid w:val="00E3150F"/>
    <w:rsid w:val="00E3151C"/>
    <w:rsid w:val="00E3504E"/>
    <w:rsid w:val="00E35E1D"/>
    <w:rsid w:val="00E35F34"/>
    <w:rsid w:val="00E36117"/>
    <w:rsid w:val="00E37DBA"/>
    <w:rsid w:val="00E42CAB"/>
    <w:rsid w:val="00E44B83"/>
    <w:rsid w:val="00E44F97"/>
    <w:rsid w:val="00E47602"/>
    <w:rsid w:val="00E52FF8"/>
    <w:rsid w:val="00E54711"/>
    <w:rsid w:val="00E54CDC"/>
    <w:rsid w:val="00E55469"/>
    <w:rsid w:val="00E5665F"/>
    <w:rsid w:val="00E56C03"/>
    <w:rsid w:val="00E56D46"/>
    <w:rsid w:val="00E61571"/>
    <w:rsid w:val="00E6396F"/>
    <w:rsid w:val="00E6427E"/>
    <w:rsid w:val="00E70724"/>
    <w:rsid w:val="00E71AB4"/>
    <w:rsid w:val="00E744E4"/>
    <w:rsid w:val="00E74687"/>
    <w:rsid w:val="00E750ED"/>
    <w:rsid w:val="00E75FA6"/>
    <w:rsid w:val="00E76F78"/>
    <w:rsid w:val="00E772A8"/>
    <w:rsid w:val="00E81B12"/>
    <w:rsid w:val="00E82122"/>
    <w:rsid w:val="00E823AB"/>
    <w:rsid w:val="00E85046"/>
    <w:rsid w:val="00E853CF"/>
    <w:rsid w:val="00E873E6"/>
    <w:rsid w:val="00E906F9"/>
    <w:rsid w:val="00E91D0F"/>
    <w:rsid w:val="00E92369"/>
    <w:rsid w:val="00E932FC"/>
    <w:rsid w:val="00E93662"/>
    <w:rsid w:val="00E936FE"/>
    <w:rsid w:val="00E94DA5"/>
    <w:rsid w:val="00E956E0"/>
    <w:rsid w:val="00E96DAF"/>
    <w:rsid w:val="00E97138"/>
    <w:rsid w:val="00EA24C6"/>
    <w:rsid w:val="00EA25FB"/>
    <w:rsid w:val="00EA417A"/>
    <w:rsid w:val="00EA5927"/>
    <w:rsid w:val="00EA746D"/>
    <w:rsid w:val="00EA7C6C"/>
    <w:rsid w:val="00EB0248"/>
    <w:rsid w:val="00EB03FE"/>
    <w:rsid w:val="00EB08B3"/>
    <w:rsid w:val="00EB0F21"/>
    <w:rsid w:val="00EB1EE9"/>
    <w:rsid w:val="00EB2484"/>
    <w:rsid w:val="00EB2AD3"/>
    <w:rsid w:val="00EB2FB7"/>
    <w:rsid w:val="00EB2FE9"/>
    <w:rsid w:val="00EB3359"/>
    <w:rsid w:val="00EB6963"/>
    <w:rsid w:val="00EB79EC"/>
    <w:rsid w:val="00EC0056"/>
    <w:rsid w:val="00EC0881"/>
    <w:rsid w:val="00EC0A45"/>
    <w:rsid w:val="00EC3695"/>
    <w:rsid w:val="00EC52B2"/>
    <w:rsid w:val="00ED25E5"/>
    <w:rsid w:val="00ED43C2"/>
    <w:rsid w:val="00ED4CE0"/>
    <w:rsid w:val="00ED5039"/>
    <w:rsid w:val="00EE1592"/>
    <w:rsid w:val="00EE329E"/>
    <w:rsid w:val="00EE410E"/>
    <w:rsid w:val="00EE46A1"/>
    <w:rsid w:val="00EE48E6"/>
    <w:rsid w:val="00EE549B"/>
    <w:rsid w:val="00EE5C77"/>
    <w:rsid w:val="00EF0A13"/>
    <w:rsid w:val="00EF3CC8"/>
    <w:rsid w:val="00EF45BB"/>
    <w:rsid w:val="00F004F6"/>
    <w:rsid w:val="00F01029"/>
    <w:rsid w:val="00F01C78"/>
    <w:rsid w:val="00F02964"/>
    <w:rsid w:val="00F0617D"/>
    <w:rsid w:val="00F079C1"/>
    <w:rsid w:val="00F07B94"/>
    <w:rsid w:val="00F10470"/>
    <w:rsid w:val="00F11D44"/>
    <w:rsid w:val="00F121DC"/>
    <w:rsid w:val="00F12B7E"/>
    <w:rsid w:val="00F14881"/>
    <w:rsid w:val="00F160FE"/>
    <w:rsid w:val="00F172A3"/>
    <w:rsid w:val="00F1767F"/>
    <w:rsid w:val="00F211BF"/>
    <w:rsid w:val="00F22B34"/>
    <w:rsid w:val="00F22CC6"/>
    <w:rsid w:val="00F22CFD"/>
    <w:rsid w:val="00F265E9"/>
    <w:rsid w:val="00F275D9"/>
    <w:rsid w:val="00F27B19"/>
    <w:rsid w:val="00F300B9"/>
    <w:rsid w:val="00F325DF"/>
    <w:rsid w:val="00F3438D"/>
    <w:rsid w:val="00F36519"/>
    <w:rsid w:val="00F371F5"/>
    <w:rsid w:val="00F400DA"/>
    <w:rsid w:val="00F40DF8"/>
    <w:rsid w:val="00F410F5"/>
    <w:rsid w:val="00F453F5"/>
    <w:rsid w:val="00F456EA"/>
    <w:rsid w:val="00F45DF3"/>
    <w:rsid w:val="00F46856"/>
    <w:rsid w:val="00F4715D"/>
    <w:rsid w:val="00F50F98"/>
    <w:rsid w:val="00F51030"/>
    <w:rsid w:val="00F51272"/>
    <w:rsid w:val="00F51C46"/>
    <w:rsid w:val="00F526A7"/>
    <w:rsid w:val="00F5359D"/>
    <w:rsid w:val="00F53B84"/>
    <w:rsid w:val="00F542ED"/>
    <w:rsid w:val="00F55A09"/>
    <w:rsid w:val="00F5708F"/>
    <w:rsid w:val="00F570E6"/>
    <w:rsid w:val="00F60486"/>
    <w:rsid w:val="00F615D4"/>
    <w:rsid w:val="00F62F9C"/>
    <w:rsid w:val="00F63842"/>
    <w:rsid w:val="00F647AB"/>
    <w:rsid w:val="00F662FF"/>
    <w:rsid w:val="00F668DC"/>
    <w:rsid w:val="00F67673"/>
    <w:rsid w:val="00F71332"/>
    <w:rsid w:val="00F735BD"/>
    <w:rsid w:val="00F744D9"/>
    <w:rsid w:val="00F7492E"/>
    <w:rsid w:val="00F74C35"/>
    <w:rsid w:val="00F76065"/>
    <w:rsid w:val="00F77324"/>
    <w:rsid w:val="00F8055F"/>
    <w:rsid w:val="00F81065"/>
    <w:rsid w:val="00F82D4C"/>
    <w:rsid w:val="00F83B01"/>
    <w:rsid w:val="00F847FA"/>
    <w:rsid w:val="00F855EE"/>
    <w:rsid w:val="00F85D14"/>
    <w:rsid w:val="00F85DB3"/>
    <w:rsid w:val="00F928E7"/>
    <w:rsid w:val="00F92B53"/>
    <w:rsid w:val="00F92FF1"/>
    <w:rsid w:val="00F9400D"/>
    <w:rsid w:val="00F95105"/>
    <w:rsid w:val="00F9574B"/>
    <w:rsid w:val="00F95E63"/>
    <w:rsid w:val="00F9691C"/>
    <w:rsid w:val="00F97512"/>
    <w:rsid w:val="00F97F83"/>
    <w:rsid w:val="00FA05C7"/>
    <w:rsid w:val="00FA1599"/>
    <w:rsid w:val="00FA1D38"/>
    <w:rsid w:val="00FA1E35"/>
    <w:rsid w:val="00FA2B75"/>
    <w:rsid w:val="00FA2C3F"/>
    <w:rsid w:val="00FA2D34"/>
    <w:rsid w:val="00FA3995"/>
    <w:rsid w:val="00FA5FF7"/>
    <w:rsid w:val="00FA705F"/>
    <w:rsid w:val="00FA7448"/>
    <w:rsid w:val="00FB0038"/>
    <w:rsid w:val="00FB0B53"/>
    <w:rsid w:val="00FB0D9E"/>
    <w:rsid w:val="00FB3AC2"/>
    <w:rsid w:val="00FB4B5F"/>
    <w:rsid w:val="00FB5359"/>
    <w:rsid w:val="00FB63D2"/>
    <w:rsid w:val="00FB7AEA"/>
    <w:rsid w:val="00FC093E"/>
    <w:rsid w:val="00FC12C7"/>
    <w:rsid w:val="00FC26EB"/>
    <w:rsid w:val="00FC292B"/>
    <w:rsid w:val="00FC3128"/>
    <w:rsid w:val="00FC3D42"/>
    <w:rsid w:val="00FC4E54"/>
    <w:rsid w:val="00FC55C2"/>
    <w:rsid w:val="00FC61C7"/>
    <w:rsid w:val="00FD0652"/>
    <w:rsid w:val="00FD0E8B"/>
    <w:rsid w:val="00FD1353"/>
    <w:rsid w:val="00FD28EF"/>
    <w:rsid w:val="00FD2C69"/>
    <w:rsid w:val="00FD316A"/>
    <w:rsid w:val="00FD4461"/>
    <w:rsid w:val="00FD4CEC"/>
    <w:rsid w:val="00FD5E85"/>
    <w:rsid w:val="00FD643B"/>
    <w:rsid w:val="00FD6D2C"/>
    <w:rsid w:val="00FE2986"/>
    <w:rsid w:val="00FE2B8D"/>
    <w:rsid w:val="00FE3708"/>
    <w:rsid w:val="00FE47BE"/>
    <w:rsid w:val="00FE6E4F"/>
    <w:rsid w:val="00FF07F1"/>
    <w:rsid w:val="00FF0E54"/>
    <w:rsid w:val="00FF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677D9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77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77D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77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77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77D9"/>
    <w:pPr>
      <w:keepNext/>
      <w:jc w:val="center"/>
      <w:outlineLvl w:val="5"/>
    </w:pPr>
    <w:rPr>
      <w:b/>
      <w:sz w:val="32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677D9"/>
    <w:pPr>
      <w:keepNext/>
      <w:jc w:val="center"/>
      <w:outlineLvl w:val="7"/>
    </w:pPr>
    <w:rPr>
      <w:b/>
      <w:sz w:val="36"/>
      <w:lang w:val="uk-U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677D9"/>
    <w:pPr>
      <w:keepNext/>
      <w:jc w:val="center"/>
      <w:outlineLvl w:val="8"/>
    </w:pPr>
    <w:rPr>
      <w:b/>
      <w:sz w:val="4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77D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677D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677D9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677D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677D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677D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677D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0677D9"/>
    <w:pPr>
      <w:ind w:right="5953"/>
    </w:pPr>
    <w:rPr>
      <w:b/>
      <w:i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677D9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0677D9"/>
    <w:pPr>
      <w:ind w:left="426" w:hanging="426"/>
      <w:jc w:val="both"/>
    </w:pPr>
    <w:rPr>
      <w:sz w:val="26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677D9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0677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0677D9"/>
    <w:rPr>
      <w:rFonts w:ascii="Times New Roman" w:hAnsi="Times New Roman" w:cs="Times New Roman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0677D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677D9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0677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677D9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0677D9"/>
    <w:pPr>
      <w:jc w:val="center"/>
    </w:pPr>
    <w:rPr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0677D9"/>
    <w:rPr>
      <w:rFonts w:ascii="Times New Roman" w:hAnsi="Times New Roman" w:cs="Times New Roman"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0677D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0677D9"/>
    <w:rPr>
      <w:rFonts w:ascii="Courier New" w:hAnsi="Courier New"/>
      <w:sz w:val="20"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677D9"/>
    <w:rPr>
      <w:rFonts w:ascii="Courier New" w:hAnsi="Courier New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67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77D9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E115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973</TotalTime>
  <Pages>10</Pages>
  <Words>2163</Words>
  <Characters>12330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ch09</cp:lastModifiedBy>
  <cp:revision>47</cp:revision>
  <cp:lastPrinted>2015-05-12T06:09:00Z</cp:lastPrinted>
  <dcterms:created xsi:type="dcterms:W3CDTF">2015-02-10T13:34:00Z</dcterms:created>
  <dcterms:modified xsi:type="dcterms:W3CDTF">2015-05-14T13:15:00Z</dcterms:modified>
</cp:coreProperties>
</file>