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2CC" w:rsidRDefault="008552CC">
      <w:pPr>
        <w:tabs>
          <w:tab w:val="left" w:pos="3780"/>
        </w:tabs>
        <w:autoSpaceDE w:val="0"/>
        <w:autoSpaceDN w:val="0"/>
        <w:jc w:val="center"/>
        <w:rPr>
          <w:sz w:val="20"/>
          <w:szCs w:val="20"/>
        </w:rPr>
      </w:pPr>
      <w:r w:rsidRPr="00145DB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pt;height:45.75pt;visibility:visible">
            <v:imagedata r:id="rId7" o:title=""/>
          </v:shape>
        </w:pict>
      </w:r>
    </w:p>
    <w:p w:rsidR="008552CC" w:rsidRDefault="008552CC">
      <w:pPr>
        <w:pStyle w:val="Heading8"/>
      </w:pPr>
    </w:p>
    <w:p w:rsidR="008552CC" w:rsidRDefault="008552CC">
      <w:pPr>
        <w:pStyle w:val="Heading8"/>
        <w:rPr>
          <w:spacing w:val="100"/>
        </w:rPr>
      </w:pPr>
      <w:r>
        <w:rPr>
          <w:spacing w:val="100"/>
        </w:rPr>
        <w:t>УКРАЇНА</w:t>
      </w:r>
    </w:p>
    <w:p w:rsidR="008552CC" w:rsidRDefault="008552CC">
      <w:pPr>
        <w:autoSpaceDE w:val="0"/>
        <w:autoSpaceDN w:val="0"/>
        <w:jc w:val="center"/>
        <w:rPr>
          <w:b/>
          <w:sz w:val="28"/>
          <w:szCs w:val="20"/>
          <w:lang w:val="uk-UA"/>
        </w:rPr>
      </w:pPr>
    </w:p>
    <w:p w:rsidR="008552CC" w:rsidRDefault="008552CC">
      <w:pPr>
        <w:autoSpaceDE w:val="0"/>
        <w:autoSpaceDN w:val="0"/>
        <w:jc w:val="center"/>
        <w:rPr>
          <w:b/>
          <w:spacing w:val="80"/>
          <w:sz w:val="36"/>
          <w:szCs w:val="20"/>
          <w:lang w:val="uk-UA"/>
        </w:rPr>
      </w:pPr>
      <w:r>
        <w:rPr>
          <w:b/>
          <w:spacing w:val="80"/>
          <w:sz w:val="36"/>
          <w:lang w:val="uk-UA"/>
        </w:rPr>
        <w:t>Артемівська міська рада</w:t>
      </w:r>
    </w:p>
    <w:p w:rsidR="008552CC" w:rsidRDefault="008552CC">
      <w:pPr>
        <w:autoSpaceDE w:val="0"/>
        <w:autoSpaceDN w:val="0"/>
        <w:jc w:val="center"/>
        <w:rPr>
          <w:b/>
          <w:spacing w:val="80"/>
          <w:sz w:val="36"/>
          <w:szCs w:val="20"/>
          <w:lang w:val="uk-UA"/>
        </w:rPr>
      </w:pPr>
    </w:p>
    <w:p w:rsidR="008552CC" w:rsidRDefault="008552CC">
      <w:pPr>
        <w:pStyle w:val="Heading7"/>
        <w:rPr>
          <w:spacing w:val="80"/>
        </w:rPr>
      </w:pPr>
      <w:r>
        <w:rPr>
          <w:spacing w:val="80"/>
        </w:rPr>
        <w:t>ВИКОНАВЧИЙ КОМІТЕТ</w:t>
      </w:r>
    </w:p>
    <w:p w:rsidR="008552CC" w:rsidRDefault="008552CC">
      <w:pPr>
        <w:autoSpaceDE w:val="0"/>
        <w:autoSpaceDN w:val="0"/>
        <w:jc w:val="center"/>
        <w:rPr>
          <w:b/>
          <w:sz w:val="20"/>
          <w:szCs w:val="20"/>
          <w:lang w:val="uk-UA"/>
        </w:rPr>
      </w:pPr>
    </w:p>
    <w:p w:rsidR="008552CC" w:rsidRDefault="008552CC">
      <w:pPr>
        <w:autoSpaceDE w:val="0"/>
        <w:autoSpaceDN w:val="0"/>
        <w:jc w:val="center"/>
        <w:rPr>
          <w:b/>
          <w:spacing w:val="120"/>
          <w:sz w:val="48"/>
          <w:lang w:val="uk-UA"/>
        </w:rPr>
      </w:pPr>
      <w:r>
        <w:rPr>
          <w:b/>
          <w:spacing w:val="120"/>
          <w:sz w:val="48"/>
          <w:lang w:val="uk-UA"/>
        </w:rPr>
        <w:t>РIШЕННЯ</w:t>
      </w:r>
    </w:p>
    <w:p w:rsidR="008552CC" w:rsidRDefault="008552CC" w:rsidP="00B13916">
      <w:pPr>
        <w:tabs>
          <w:tab w:val="left" w:pos="2552"/>
        </w:tabs>
        <w:autoSpaceDE w:val="0"/>
        <w:autoSpaceDN w:val="0"/>
        <w:ind w:left="1440" w:hanging="126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13.05.2015</w:t>
      </w:r>
      <w:r w:rsidRPr="009B0F7C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104</w:t>
      </w:r>
    </w:p>
    <w:p w:rsidR="008552CC" w:rsidRDefault="008552CC" w:rsidP="005E78B8">
      <w:pPr>
        <w:pStyle w:val="Heading9"/>
        <w:ind w:right="103"/>
        <w:rPr>
          <w:sz w:val="28"/>
          <w:szCs w:val="28"/>
          <w:lang w:val="ru-RU"/>
        </w:rPr>
      </w:pPr>
      <w:r w:rsidRPr="00462EBD">
        <w:rPr>
          <w:sz w:val="28"/>
          <w:szCs w:val="28"/>
        </w:rPr>
        <w:t xml:space="preserve">Про безоплатну передачу </w:t>
      </w:r>
      <w:r w:rsidRPr="009B0F7C">
        <w:rPr>
          <w:sz w:val="28"/>
          <w:szCs w:val="28"/>
        </w:rPr>
        <w:t>запасів</w:t>
      </w:r>
    </w:p>
    <w:p w:rsidR="008552CC" w:rsidRDefault="008552CC" w:rsidP="005E78B8">
      <w:pPr>
        <w:pStyle w:val="Heading9"/>
        <w:ind w:right="103"/>
        <w:rPr>
          <w:sz w:val="28"/>
          <w:szCs w:val="28"/>
        </w:rPr>
      </w:pPr>
      <w:r w:rsidRPr="00462EBD">
        <w:rPr>
          <w:sz w:val="28"/>
          <w:szCs w:val="28"/>
        </w:rPr>
        <w:t>комунальної власності</w:t>
      </w:r>
      <w:r>
        <w:rPr>
          <w:sz w:val="28"/>
          <w:szCs w:val="28"/>
          <w:lang w:val="ru-RU"/>
        </w:rPr>
        <w:t xml:space="preserve"> </w:t>
      </w:r>
      <w:r w:rsidRPr="00462EBD">
        <w:rPr>
          <w:sz w:val="28"/>
          <w:szCs w:val="28"/>
        </w:rPr>
        <w:t xml:space="preserve">територіальної </w:t>
      </w:r>
    </w:p>
    <w:p w:rsidR="008552CC" w:rsidRDefault="008552CC" w:rsidP="005E78B8">
      <w:pPr>
        <w:pStyle w:val="Heading9"/>
        <w:ind w:right="103"/>
        <w:rPr>
          <w:sz w:val="28"/>
          <w:szCs w:val="28"/>
        </w:rPr>
      </w:pPr>
      <w:r w:rsidRPr="00462EBD">
        <w:rPr>
          <w:sz w:val="28"/>
          <w:szCs w:val="28"/>
        </w:rPr>
        <w:t>громади м.Артемівська</w:t>
      </w:r>
      <w:r>
        <w:rPr>
          <w:sz w:val="28"/>
          <w:szCs w:val="28"/>
        </w:rPr>
        <w:t xml:space="preserve"> </w:t>
      </w:r>
    </w:p>
    <w:p w:rsidR="008552CC" w:rsidRPr="00756771" w:rsidRDefault="008552CC" w:rsidP="00756771">
      <w:pPr>
        <w:rPr>
          <w:lang w:val="uk-UA"/>
        </w:rPr>
      </w:pPr>
    </w:p>
    <w:p w:rsidR="008552CC" w:rsidRDefault="008552CC" w:rsidP="00E66B1C">
      <w:pPr>
        <w:pStyle w:val="1"/>
        <w:tabs>
          <w:tab w:val="left" w:pos="426"/>
        </w:tabs>
        <w:spacing w:before="0" w:after="0"/>
        <w:ind w:firstLine="709"/>
        <w:jc w:val="both"/>
        <w:rPr>
          <w:sz w:val="28"/>
          <w:lang w:val="uk-UA"/>
        </w:rPr>
      </w:pPr>
      <w:r w:rsidRPr="00777BE4">
        <w:rPr>
          <w:sz w:val="28"/>
          <w:lang w:val="uk-UA"/>
        </w:rPr>
        <w:t>Заслухавши інформаці</w:t>
      </w:r>
      <w:r>
        <w:rPr>
          <w:sz w:val="28"/>
          <w:lang w:val="uk-UA"/>
        </w:rPr>
        <w:t xml:space="preserve">ю від  30.04.2015 №01-1321-06  в.о.   начальника </w:t>
      </w:r>
      <w:r w:rsidRPr="00777BE4">
        <w:rPr>
          <w:sz w:val="28"/>
          <w:lang w:val="uk-UA"/>
        </w:rPr>
        <w:t>Управління муніципального розвитку Артемівської міської ради</w:t>
      </w:r>
      <w:r>
        <w:rPr>
          <w:sz w:val="28"/>
          <w:lang w:val="uk-UA"/>
        </w:rPr>
        <w:t xml:space="preserve">  Гладкої О.О. «Про безоплатну передачу запасів комунальної власності територіальної громади м.Артемівська»</w:t>
      </w:r>
      <w:r w:rsidRPr="008A4639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та доповнення до неї від 12.05.2015 № 01-1408-06          , </w:t>
      </w:r>
      <w:r w:rsidRPr="0025450C">
        <w:rPr>
          <w:sz w:val="28"/>
          <w:szCs w:val="28"/>
          <w:lang w:val="uk-UA"/>
        </w:rPr>
        <w:t>керуючись ст.ст. 2</w:t>
      </w:r>
      <w:r>
        <w:rPr>
          <w:sz w:val="28"/>
          <w:szCs w:val="28"/>
          <w:lang w:val="uk-UA"/>
        </w:rPr>
        <w:t>9,52</w:t>
      </w:r>
      <w:r w:rsidRPr="0025450C">
        <w:rPr>
          <w:sz w:val="28"/>
          <w:szCs w:val="28"/>
          <w:lang w:val="uk-UA"/>
        </w:rPr>
        <w:t xml:space="preserve">,60 Закону України </w:t>
      </w:r>
      <w:r>
        <w:rPr>
          <w:sz w:val="28"/>
          <w:szCs w:val="28"/>
          <w:lang w:val="uk-UA"/>
        </w:rPr>
        <w:t xml:space="preserve">   </w:t>
      </w:r>
      <w:r w:rsidRPr="0025450C">
        <w:rPr>
          <w:sz w:val="28"/>
          <w:szCs w:val="28"/>
          <w:lang w:val="uk-UA"/>
        </w:rPr>
        <w:t xml:space="preserve">від 21.05.97 </w:t>
      </w:r>
      <w:r w:rsidRPr="00791271">
        <w:rPr>
          <w:sz w:val="28"/>
          <w:szCs w:val="28"/>
          <w:lang w:val="uk-UA"/>
        </w:rPr>
        <w:t>№</w:t>
      </w:r>
      <w:r w:rsidRPr="0025450C">
        <w:rPr>
          <w:sz w:val="28"/>
          <w:szCs w:val="28"/>
          <w:lang w:val="uk-UA"/>
        </w:rPr>
        <w:t xml:space="preserve">280/97-ВР </w:t>
      </w:r>
      <w:r>
        <w:rPr>
          <w:sz w:val="28"/>
          <w:szCs w:val="28"/>
          <w:lang w:val="uk-UA"/>
        </w:rPr>
        <w:t>«</w:t>
      </w:r>
      <w:r w:rsidRPr="0025450C">
        <w:rPr>
          <w:sz w:val="28"/>
          <w:szCs w:val="28"/>
          <w:lang w:val="uk-UA"/>
        </w:rPr>
        <w:t>Про місцеве</w:t>
      </w:r>
      <w:r>
        <w:rPr>
          <w:sz w:val="28"/>
          <w:lang w:val="uk-UA"/>
        </w:rPr>
        <w:t xml:space="preserve"> самоврядування в Україні» із внесеними до  нього змінами,  Законом України від 03.03.98 № 147/98-ВР «Про передачу об'єктів права </w:t>
      </w:r>
      <w:r w:rsidRPr="00952A16">
        <w:rPr>
          <w:sz w:val="28"/>
          <w:lang w:val="uk-UA"/>
        </w:rPr>
        <w:t xml:space="preserve">державної та комунальної власності» із внесеними до нього змінами, </w:t>
      </w:r>
      <w:r>
        <w:rPr>
          <w:sz w:val="28"/>
          <w:lang w:val="uk-UA"/>
        </w:rPr>
        <w:t>Положенням про порядок передачі об</w:t>
      </w:r>
      <w:r w:rsidRPr="00FF5B08">
        <w:rPr>
          <w:sz w:val="28"/>
          <w:lang w:val="uk-UA"/>
        </w:rPr>
        <w:t>’</w:t>
      </w:r>
      <w:r>
        <w:rPr>
          <w:sz w:val="28"/>
          <w:lang w:val="uk-UA"/>
        </w:rPr>
        <w:t xml:space="preserve">єктів права державної власності, затвердженим постановою Кабінету Міністрів України від 21.09.1998 №1482, із внесеними до нього змінами, </w:t>
      </w:r>
      <w:r w:rsidRPr="00952A16">
        <w:rPr>
          <w:sz w:val="28"/>
          <w:szCs w:val="28"/>
          <w:lang w:val="uk-UA"/>
        </w:rPr>
        <w:t xml:space="preserve">рішенням Артемівської міської ради від </w:t>
      </w:r>
      <w:r>
        <w:rPr>
          <w:sz w:val="28"/>
          <w:szCs w:val="28"/>
          <w:lang w:val="uk-UA"/>
        </w:rPr>
        <w:t xml:space="preserve">29.05.2013 </w:t>
      </w:r>
      <w:r w:rsidRPr="00A4798E">
        <w:rPr>
          <w:sz w:val="28"/>
          <w:szCs w:val="28"/>
          <w:lang w:val="uk-UA"/>
        </w:rPr>
        <w:t>№6/39 - 710</w:t>
      </w:r>
      <w:r>
        <w:rPr>
          <w:sz w:val="28"/>
          <w:szCs w:val="28"/>
          <w:lang w:val="uk-UA"/>
        </w:rPr>
        <w:t xml:space="preserve"> «</w:t>
      </w:r>
      <w:r w:rsidRPr="00952A16">
        <w:rPr>
          <w:sz w:val="28"/>
          <w:szCs w:val="28"/>
          <w:lang w:val="uk-UA"/>
        </w:rPr>
        <w:t xml:space="preserve">Про передачу </w:t>
      </w:r>
      <w:r>
        <w:rPr>
          <w:sz w:val="28"/>
          <w:szCs w:val="28"/>
          <w:lang w:val="uk-UA"/>
        </w:rPr>
        <w:t>виконавчому комітету Артемівської міської ради окремих повноважень»</w:t>
      </w:r>
      <w:r w:rsidRPr="00952A16">
        <w:rPr>
          <w:sz w:val="28"/>
          <w:szCs w:val="28"/>
          <w:lang w:val="uk-UA"/>
        </w:rPr>
        <w:t>,</w:t>
      </w:r>
      <w:r w:rsidRPr="00952A16">
        <w:rPr>
          <w:sz w:val="28"/>
          <w:lang w:val="uk-UA"/>
        </w:rPr>
        <w:t xml:space="preserve"> виконком Артемівської міської ради</w:t>
      </w:r>
    </w:p>
    <w:p w:rsidR="008552CC" w:rsidRDefault="008552CC">
      <w:pPr>
        <w:autoSpaceDE w:val="0"/>
        <w:autoSpaceDN w:val="0"/>
        <w:jc w:val="both"/>
        <w:rPr>
          <w:sz w:val="28"/>
          <w:lang w:val="uk-UA"/>
        </w:rPr>
      </w:pPr>
    </w:p>
    <w:p w:rsidR="008552CC" w:rsidRDefault="008552CC">
      <w:pPr>
        <w:autoSpaceDE w:val="0"/>
        <w:autoSpaceDN w:val="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</w:t>
      </w:r>
      <w:r w:rsidRPr="00EE5A0E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</w:t>
      </w:r>
      <w:r w:rsidRPr="00EE5A0E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В И Р І Ш И В :</w:t>
      </w:r>
    </w:p>
    <w:p w:rsidR="008552CC" w:rsidRDefault="008552CC">
      <w:pPr>
        <w:autoSpaceDE w:val="0"/>
        <w:autoSpaceDN w:val="0"/>
        <w:jc w:val="both"/>
        <w:rPr>
          <w:b/>
          <w:sz w:val="28"/>
          <w:szCs w:val="20"/>
          <w:lang w:val="uk-UA"/>
        </w:rPr>
      </w:pPr>
    </w:p>
    <w:p w:rsidR="008552CC" w:rsidRDefault="008552CC" w:rsidP="00B279DF">
      <w:pPr>
        <w:tabs>
          <w:tab w:val="left" w:pos="540"/>
          <w:tab w:val="left" w:pos="918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1.  </w:t>
      </w:r>
      <w:r w:rsidRPr="009F3ECC">
        <w:rPr>
          <w:sz w:val="28"/>
          <w:szCs w:val="28"/>
          <w:lang w:val="uk-UA"/>
        </w:rPr>
        <w:t xml:space="preserve">Передати  безоплатно </w:t>
      </w:r>
      <w:r>
        <w:rPr>
          <w:sz w:val="28"/>
          <w:szCs w:val="28"/>
          <w:lang w:val="uk-UA"/>
        </w:rPr>
        <w:t>запаси</w:t>
      </w:r>
      <w:r w:rsidRPr="00B57F61">
        <w:rPr>
          <w:sz w:val="28"/>
          <w:szCs w:val="28"/>
          <w:lang w:val="uk-UA"/>
        </w:rPr>
        <w:t xml:space="preserve"> </w:t>
      </w:r>
      <w:r w:rsidRPr="009F3ECC">
        <w:rPr>
          <w:sz w:val="28"/>
          <w:szCs w:val="28"/>
          <w:lang w:val="uk-UA"/>
        </w:rPr>
        <w:t>комунальної власності територіальної громади м.Артемівська</w:t>
      </w:r>
      <w:r>
        <w:rPr>
          <w:sz w:val="28"/>
          <w:szCs w:val="28"/>
          <w:lang w:val="uk-UA"/>
        </w:rPr>
        <w:t xml:space="preserve"> - саджанці для багаторічних насаджень віком до одного року</w:t>
      </w:r>
      <w:r w:rsidRPr="009F3E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балансу відділу розвитку міського господарства Артемівської міської ради на баланс</w:t>
      </w:r>
      <w:r w:rsidRPr="00791271">
        <w:rPr>
          <w:sz w:val="28"/>
          <w:szCs w:val="28"/>
          <w:lang w:val="uk-UA"/>
        </w:rPr>
        <w:t xml:space="preserve"> </w:t>
      </w:r>
      <w:r w:rsidRPr="00AB48B0">
        <w:rPr>
          <w:bCs/>
          <w:sz w:val="28"/>
          <w:szCs w:val="28"/>
          <w:lang w:val="uk-UA"/>
        </w:rPr>
        <w:t xml:space="preserve">підприємств, </w:t>
      </w:r>
      <w:r>
        <w:rPr>
          <w:bCs/>
          <w:sz w:val="28"/>
          <w:szCs w:val="28"/>
          <w:lang w:val="uk-UA"/>
        </w:rPr>
        <w:t xml:space="preserve">закладів і </w:t>
      </w:r>
      <w:r w:rsidRPr="00AB48B0">
        <w:rPr>
          <w:bCs/>
          <w:sz w:val="28"/>
          <w:szCs w:val="28"/>
          <w:lang w:val="uk-UA"/>
        </w:rPr>
        <w:t>організацій, що перебувають у комунальній  власності територіальної громади міста Артемівська</w:t>
      </w:r>
      <w:r>
        <w:rPr>
          <w:bCs/>
          <w:sz w:val="28"/>
          <w:szCs w:val="28"/>
          <w:lang w:val="uk-UA"/>
        </w:rPr>
        <w:t>, згідно переліку (додається)</w:t>
      </w:r>
      <w:r>
        <w:rPr>
          <w:sz w:val="28"/>
          <w:szCs w:val="28"/>
          <w:lang w:val="uk-UA"/>
        </w:rPr>
        <w:t>.</w:t>
      </w:r>
    </w:p>
    <w:p w:rsidR="008552CC" w:rsidRDefault="008552CC" w:rsidP="00E1569C">
      <w:pPr>
        <w:tabs>
          <w:tab w:val="left" w:pos="540"/>
          <w:tab w:val="left" w:pos="9180"/>
        </w:tabs>
        <w:ind w:firstLine="709"/>
        <w:jc w:val="both"/>
        <w:rPr>
          <w:bCs/>
          <w:sz w:val="28"/>
          <w:szCs w:val="28"/>
          <w:lang w:val="uk-UA"/>
        </w:rPr>
      </w:pPr>
    </w:p>
    <w:p w:rsidR="008552CC" w:rsidRPr="00BC79CA" w:rsidRDefault="008552CC" w:rsidP="00B279DF">
      <w:pPr>
        <w:tabs>
          <w:tab w:val="left" w:pos="5387"/>
        </w:tabs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BC79CA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В</w:t>
      </w:r>
      <w:r w:rsidRPr="007643E4">
        <w:rPr>
          <w:sz w:val="28"/>
          <w:szCs w:val="28"/>
          <w:lang w:val="uk-UA"/>
        </w:rPr>
        <w:t>ідділу розвитку міського господарства Артемівської міської ради (Жеребятьєва</w:t>
      </w:r>
      <w:r>
        <w:rPr>
          <w:sz w:val="28"/>
          <w:szCs w:val="28"/>
          <w:lang w:val="uk-UA"/>
        </w:rPr>
        <w:t>), відділу культури Артемівської міської ради</w:t>
      </w:r>
      <w:r w:rsidRPr="007F441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(Максименко),</w:t>
      </w:r>
      <w:r w:rsidRPr="00BC79CA"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Комунальному закладу охорони здоров'я «Центр первинної </w:t>
      </w:r>
      <w:r w:rsidRPr="00CC3648">
        <w:rPr>
          <w:sz w:val="28"/>
          <w:szCs w:val="28"/>
          <w:lang w:val="uk-UA"/>
        </w:rPr>
        <w:t>медичної (медико-санітарної) допомоги</w:t>
      </w:r>
      <w:r>
        <w:rPr>
          <w:sz w:val="28"/>
          <w:szCs w:val="28"/>
          <w:lang w:val="uk-UA"/>
        </w:rPr>
        <w:t xml:space="preserve"> Артемівської міської ради</w:t>
      </w:r>
      <w:r w:rsidRPr="00CC3648">
        <w:rPr>
          <w:sz w:val="28"/>
          <w:szCs w:val="28"/>
          <w:lang w:val="uk-UA"/>
        </w:rPr>
        <w:t>»</w:t>
      </w:r>
      <w:r w:rsidRPr="00D757D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(Шабаліна), </w:t>
      </w:r>
      <w:r>
        <w:rPr>
          <w:sz w:val="28"/>
          <w:szCs w:val="28"/>
          <w:lang w:val="uk-UA"/>
        </w:rPr>
        <w:t>Артемівській дитячій лікарні (Горбань),</w:t>
      </w:r>
      <w:r w:rsidRPr="00A309A5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Міській лікарні №2 м.Артемівська (Лисенко),</w:t>
      </w:r>
      <w:r w:rsidRPr="000533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комунальному підприємству «Артемівський міський парк культури та відпочинку» (Костенко),</w:t>
      </w:r>
      <w:r w:rsidRPr="00A309A5">
        <w:rPr>
          <w:sz w:val="28"/>
          <w:szCs w:val="28"/>
          <w:lang w:val="uk-UA"/>
        </w:rPr>
        <w:t xml:space="preserve"> </w:t>
      </w:r>
      <w:r w:rsidRPr="00BC79CA">
        <w:rPr>
          <w:sz w:val="28"/>
          <w:szCs w:val="28"/>
          <w:lang w:val="uk-UA"/>
        </w:rPr>
        <w:t>Артемівському комунальному підприємству «Флора» (Ковалевський)</w:t>
      </w:r>
      <w:r>
        <w:rPr>
          <w:sz w:val="28"/>
          <w:szCs w:val="28"/>
          <w:lang w:val="uk-UA"/>
        </w:rPr>
        <w:t>,</w:t>
      </w:r>
      <w:r w:rsidRPr="008A4639">
        <w:rPr>
          <w:b/>
          <w:bCs/>
          <w:sz w:val="28"/>
          <w:szCs w:val="28"/>
          <w:lang w:val="uk-UA"/>
        </w:rPr>
        <w:t xml:space="preserve"> </w:t>
      </w:r>
      <w:r w:rsidRPr="008A4639">
        <w:rPr>
          <w:bCs/>
          <w:sz w:val="28"/>
          <w:szCs w:val="28"/>
          <w:lang w:val="uk-UA"/>
        </w:rPr>
        <w:t>комунальному підприємству «Артемівська керуюча компанія житлово-комунальних послуг»(Бондарєв)</w:t>
      </w:r>
      <w:r w:rsidRPr="00BC79CA">
        <w:rPr>
          <w:sz w:val="28"/>
          <w:szCs w:val="28"/>
          <w:lang w:val="uk-UA"/>
        </w:rPr>
        <w:t xml:space="preserve"> оформити відповідно до діючого законодавства акти приймання-передачі </w:t>
      </w:r>
      <w:r>
        <w:rPr>
          <w:sz w:val="28"/>
          <w:szCs w:val="28"/>
          <w:lang w:val="uk-UA"/>
        </w:rPr>
        <w:t>запасів</w:t>
      </w:r>
      <w:r w:rsidRPr="00BC79CA">
        <w:rPr>
          <w:sz w:val="28"/>
          <w:szCs w:val="28"/>
          <w:lang w:val="uk-UA"/>
        </w:rPr>
        <w:t>, визначен</w:t>
      </w:r>
      <w:r>
        <w:rPr>
          <w:sz w:val="28"/>
          <w:szCs w:val="28"/>
          <w:lang w:val="uk-UA"/>
        </w:rPr>
        <w:t xml:space="preserve">их </w:t>
      </w:r>
      <w:r w:rsidRPr="00BC79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 </w:t>
      </w:r>
      <w:r w:rsidRPr="00BC79CA">
        <w:rPr>
          <w:sz w:val="28"/>
          <w:szCs w:val="28"/>
          <w:lang w:val="uk-UA"/>
        </w:rPr>
        <w:t>у додатк</w:t>
      </w:r>
      <w:r>
        <w:rPr>
          <w:sz w:val="28"/>
          <w:szCs w:val="28"/>
          <w:lang w:val="uk-UA"/>
        </w:rPr>
        <w:t>у</w:t>
      </w:r>
      <w:r w:rsidRPr="00BC79CA">
        <w:rPr>
          <w:sz w:val="28"/>
          <w:szCs w:val="28"/>
          <w:lang w:val="uk-UA"/>
        </w:rPr>
        <w:t xml:space="preserve"> до цього рішення, та надати їх до Управління муніципального розвитку Артемівської міської ради (</w:t>
      </w:r>
      <w:r>
        <w:rPr>
          <w:sz w:val="28"/>
          <w:szCs w:val="28"/>
          <w:lang w:val="uk-UA"/>
        </w:rPr>
        <w:t xml:space="preserve">Гладка), в </w:t>
      </w:r>
      <w:r w:rsidRPr="00BC79CA">
        <w:rPr>
          <w:sz w:val="28"/>
          <w:szCs w:val="28"/>
          <w:lang w:val="uk-UA"/>
        </w:rPr>
        <w:t xml:space="preserve"> місячний термін.</w:t>
      </w:r>
    </w:p>
    <w:p w:rsidR="008552CC" w:rsidRDefault="008552CC" w:rsidP="00D544DC">
      <w:pPr>
        <w:tabs>
          <w:tab w:val="left" w:pos="5387"/>
        </w:tabs>
        <w:autoSpaceDE w:val="0"/>
        <w:autoSpaceDN w:val="0"/>
        <w:ind w:firstLine="709"/>
        <w:jc w:val="both"/>
        <w:rPr>
          <w:sz w:val="28"/>
          <w:lang w:val="uk-UA"/>
        </w:rPr>
      </w:pPr>
    </w:p>
    <w:p w:rsidR="008552CC" w:rsidRDefault="008552CC" w:rsidP="00555B55">
      <w:pPr>
        <w:tabs>
          <w:tab w:val="left" w:pos="5387"/>
        </w:tabs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BC79CA">
        <w:rPr>
          <w:sz w:val="28"/>
          <w:szCs w:val="28"/>
          <w:lang w:val="uk-UA"/>
        </w:rPr>
        <w:t>3. Організаційне виконання рішення покласти на</w:t>
      </w:r>
      <w:r w:rsidRPr="00BD5A53">
        <w:rPr>
          <w:sz w:val="28"/>
          <w:szCs w:val="28"/>
          <w:lang w:val="uk-UA"/>
        </w:rPr>
        <w:t xml:space="preserve"> </w:t>
      </w:r>
      <w:r w:rsidRPr="00BC79CA">
        <w:rPr>
          <w:sz w:val="28"/>
          <w:szCs w:val="28"/>
          <w:lang w:val="uk-UA"/>
        </w:rPr>
        <w:t>Управління муніципального розвитку Артемівської міської ради (</w:t>
      </w:r>
      <w:r>
        <w:rPr>
          <w:sz w:val="28"/>
          <w:szCs w:val="28"/>
          <w:lang w:val="uk-UA"/>
        </w:rPr>
        <w:t>Гладка),</w:t>
      </w:r>
      <w:r w:rsidRPr="00BC79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7643E4">
        <w:rPr>
          <w:sz w:val="28"/>
          <w:szCs w:val="28"/>
          <w:lang w:val="uk-UA"/>
        </w:rPr>
        <w:t>ідділ розвитку міського господарства Артемівської міської ради (Жеребятьєва</w:t>
      </w:r>
      <w:r>
        <w:rPr>
          <w:sz w:val="28"/>
          <w:szCs w:val="28"/>
          <w:lang w:val="uk-UA"/>
        </w:rPr>
        <w:t>), відділ культури Артемівської міської ради</w:t>
      </w:r>
      <w:r w:rsidRPr="007F441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(Максименко),</w:t>
      </w:r>
      <w:r w:rsidRPr="00BC79CA">
        <w:rPr>
          <w:sz w:val="28"/>
          <w:szCs w:val="28"/>
          <w:lang w:val="uk-UA"/>
        </w:rPr>
        <w:t xml:space="preserve"> </w:t>
      </w:r>
      <w:r w:rsidRPr="00A309A5"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Комунальний заклад охорони здоров'я «Центр первинної </w:t>
      </w:r>
      <w:r w:rsidRPr="00CC3648">
        <w:rPr>
          <w:sz w:val="28"/>
          <w:szCs w:val="28"/>
          <w:lang w:val="uk-UA"/>
        </w:rPr>
        <w:t>медичної (медико-санітарної) допомоги</w:t>
      </w:r>
      <w:r>
        <w:rPr>
          <w:sz w:val="28"/>
          <w:szCs w:val="28"/>
          <w:lang w:val="uk-UA"/>
        </w:rPr>
        <w:t xml:space="preserve"> Артемівської міської ради</w:t>
      </w:r>
      <w:r w:rsidRPr="00CC3648">
        <w:rPr>
          <w:sz w:val="28"/>
          <w:szCs w:val="28"/>
          <w:lang w:val="uk-UA"/>
        </w:rPr>
        <w:t>»</w:t>
      </w:r>
      <w:r w:rsidRPr="00D757D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(Шабаліна), </w:t>
      </w:r>
      <w:r>
        <w:rPr>
          <w:sz w:val="28"/>
          <w:szCs w:val="28"/>
          <w:lang w:val="uk-UA"/>
        </w:rPr>
        <w:t>Артемівську дитячу лікарню (Горбань),</w:t>
      </w:r>
      <w:r w:rsidRPr="00A309A5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Міську лікарню №2 м.Артемівська (Лисенко),</w:t>
      </w:r>
      <w:r w:rsidRPr="00BD5A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комунальне підприємство «Артемівський міський парк культури та відпочинку» (Костенко),</w:t>
      </w:r>
      <w:r w:rsidRPr="00053312">
        <w:rPr>
          <w:sz w:val="28"/>
          <w:szCs w:val="28"/>
          <w:lang w:val="uk-UA"/>
        </w:rPr>
        <w:t xml:space="preserve"> </w:t>
      </w:r>
      <w:r w:rsidRPr="00BC79CA">
        <w:rPr>
          <w:sz w:val="28"/>
          <w:szCs w:val="28"/>
          <w:lang w:val="uk-UA"/>
        </w:rPr>
        <w:t>Артемівськ</w:t>
      </w:r>
      <w:r>
        <w:rPr>
          <w:sz w:val="28"/>
          <w:szCs w:val="28"/>
          <w:lang w:val="uk-UA"/>
        </w:rPr>
        <w:t>е</w:t>
      </w:r>
      <w:r w:rsidRPr="00BC79CA">
        <w:rPr>
          <w:sz w:val="28"/>
          <w:szCs w:val="28"/>
          <w:lang w:val="uk-UA"/>
        </w:rPr>
        <w:t xml:space="preserve"> комунальн</w:t>
      </w:r>
      <w:r>
        <w:rPr>
          <w:sz w:val="28"/>
          <w:szCs w:val="28"/>
          <w:lang w:val="uk-UA"/>
        </w:rPr>
        <w:t>е</w:t>
      </w:r>
      <w:r w:rsidRPr="00BC79CA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>о</w:t>
      </w:r>
      <w:r w:rsidRPr="00BC79CA">
        <w:rPr>
          <w:sz w:val="28"/>
          <w:szCs w:val="28"/>
          <w:lang w:val="uk-UA"/>
        </w:rPr>
        <w:t xml:space="preserve"> «Флора» (Ковалевський)</w:t>
      </w:r>
      <w:r>
        <w:rPr>
          <w:sz w:val="28"/>
          <w:szCs w:val="28"/>
          <w:lang w:val="uk-UA"/>
        </w:rPr>
        <w:t>,</w:t>
      </w:r>
      <w:r w:rsidRPr="008A4639">
        <w:rPr>
          <w:b/>
          <w:bCs/>
          <w:sz w:val="28"/>
          <w:szCs w:val="28"/>
          <w:lang w:val="uk-UA"/>
        </w:rPr>
        <w:t xml:space="preserve"> </w:t>
      </w:r>
      <w:r w:rsidRPr="008A4639">
        <w:rPr>
          <w:bCs/>
          <w:sz w:val="28"/>
          <w:szCs w:val="28"/>
          <w:lang w:val="uk-UA"/>
        </w:rPr>
        <w:t>комунальне підприємство</w:t>
      </w:r>
      <w:r>
        <w:rPr>
          <w:bCs/>
          <w:sz w:val="28"/>
          <w:szCs w:val="28"/>
          <w:lang w:val="uk-UA"/>
        </w:rPr>
        <w:t xml:space="preserve"> </w:t>
      </w:r>
      <w:r w:rsidRPr="008A4639">
        <w:rPr>
          <w:bCs/>
          <w:sz w:val="28"/>
          <w:szCs w:val="28"/>
          <w:lang w:val="uk-UA"/>
        </w:rPr>
        <w:t>«Артемівська керуюча компанія житлово-комунальних послуг» (Бондарєв)</w:t>
      </w:r>
      <w:r w:rsidRPr="008A4639">
        <w:rPr>
          <w:sz w:val="28"/>
          <w:szCs w:val="28"/>
          <w:lang w:val="uk-UA"/>
        </w:rPr>
        <w:t>.</w:t>
      </w:r>
    </w:p>
    <w:p w:rsidR="008552CC" w:rsidRPr="00BC79CA" w:rsidRDefault="008552CC" w:rsidP="00F20F75">
      <w:pPr>
        <w:tabs>
          <w:tab w:val="left" w:pos="3374"/>
        </w:tabs>
        <w:jc w:val="both"/>
        <w:rPr>
          <w:sz w:val="28"/>
          <w:szCs w:val="28"/>
          <w:lang w:val="uk-UA"/>
        </w:rPr>
      </w:pPr>
    </w:p>
    <w:p w:rsidR="008552CC" w:rsidRPr="00BC79CA" w:rsidRDefault="008552CC" w:rsidP="00B279DF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BC79CA">
        <w:rPr>
          <w:sz w:val="28"/>
          <w:szCs w:val="28"/>
          <w:lang w:val="uk-UA"/>
        </w:rPr>
        <w:t>. Контроль за виконанням рішення покласти на заступника міського голови Головкіну О.А.</w:t>
      </w:r>
    </w:p>
    <w:p w:rsidR="008552CC" w:rsidRDefault="008552CC">
      <w:pPr>
        <w:tabs>
          <w:tab w:val="left" w:pos="993"/>
          <w:tab w:val="left" w:pos="1134"/>
        </w:tabs>
        <w:autoSpaceDE w:val="0"/>
        <w:autoSpaceDN w:val="0"/>
        <w:rPr>
          <w:sz w:val="28"/>
          <w:lang w:val="uk-UA"/>
        </w:rPr>
      </w:pPr>
    </w:p>
    <w:p w:rsidR="008552CC" w:rsidRDefault="008552CC" w:rsidP="00D85734">
      <w:pPr>
        <w:tabs>
          <w:tab w:val="left" w:pos="993"/>
          <w:tab w:val="left" w:pos="1134"/>
          <w:tab w:val="left" w:pos="7104"/>
        </w:tabs>
        <w:autoSpaceDE w:val="0"/>
        <w:autoSpaceDN w:val="0"/>
        <w:jc w:val="both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lang w:val="uk-UA"/>
        </w:rPr>
        <w:t xml:space="preserve">      Міський голова                                                                   О.О.РЕВА</w:t>
      </w:r>
    </w:p>
    <w:p w:rsidR="008552CC" w:rsidRDefault="008552CC">
      <w:pPr>
        <w:tabs>
          <w:tab w:val="left" w:pos="993"/>
          <w:tab w:val="left" w:pos="1134"/>
        </w:tabs>
        <w:autoSpaceDE w:val="0"/>
        <w:autoSpaceDN w:val="0"/>
        <w:jc w:val="both"/>
        <w:rPr>
          <w:b/>
          <w:bCs/>
          <w:sz w:val="28"/>
          <w:szCs w:val="20"/>
          <w:lang w:val="uk-UA"/>
        </w:rPr>
      </w:pPr>
    </w:p>
    <w:p w:rsidR="008552CC" w:rsidRDefault="008552CC">
      <w:pPr>
        <w:tabs>
          <w:tab w:val="left" w:pos="993"/>
          <w:tab w:val="left" w:pos="1134"/>
        </w:tabs>
        <w:autoSpaceDE w:val="0"/>
        <w:autoSpaceDN w:val="0"/>
        <w:jc w:val="both"/>
        <w:rPr>
          <w:b/>
          <w:bCs/>
          <w:sz w:val="28"/>
          <w:szCs w:val="20"/>
          <w:lang w:val="uk-UA"/>
        </w:rPr>
      </w:pPr>
    </w:p>
    <w:p w:rsidR="008552CC" w:rsidRDefault="008552CC">
      <w:pPr>
        <w:tabs>
          <w:tab w:val="left" w:pos="993"/>
          <w:tab w:val="left" w:pos="1134"/>
        </w:tabs>
        <w:autoSpaceDE w:val="0"/>
        <w:autoSpaceDN w:val="0"/>
        <w:jc w:val="both"/>
        <w:rPr>
          <w:b/>
          <w:bCs/>
          <w:sz w:val="28"/>
          <w:szCs w:val="20"/>
          <w:lang w:val="uk-UA"/>
        </w:rPr>
      </w:pPr>
    </w:p>
    <w:p w:rsidR="008552CC" w:rsidRDefault="008552CC">
      <w:pPr>
        <w:tabs>
          <w:tab w:val="left" w:pos="993"/>
          <w:tab w:val="left" w:pos="1134"/>
        </w:tabs>
        <w:autoSpaceDE w:val="0"/>
        <w:autoSpaceDN w:val="0"/>
        <w:jc w:val="both"/>
        <w:rPr>
          <w:b/>
          <w:bCs/>
          <w:sz w:val="28"/>
          <w:szCs w:val="20"/>
          <w:lang w:val="uk-UA"/>
        </w:rPr>
      </w:pPr>
    </w:p>
    <w:p w:rsidR="008552CC" w:rsidRDefault="008552CC" w:rsidP="00174D24">
      <w:pPr>
        <w:tabs>
          <w:tab w:val="left" w:pos="993"/>
          <w:tab w:val="left" w:pos="1134"/>
        </w:tabs>
        <w:autoSpaceDE w:val="0"/>
        <w:autoSpaceDN w:val="0"/>
        <w:jc w:val="both"/>
        <w:rPr>
          <w:lang w:val="uk-UA"/>
        </w:rPr>
      </w:pPr>
      <w:r>
        <w:rPr>
          <w:lang w:val="uk-UA"/>
        </w:rPr>
        <w:br w:type="page"/>
      </w:r>
    </w:p>
    <w:p w:rsidR="008552CC" w:rsidRDefault="008552CC" w:rsidP="00EF2110">
      <w:pPr>
        <w:tabs>
          <w:tab w:val="num" w:pos="284"/>
        </w:tabs>
        <w:autoSpaceDE w:val="0"/>
        <w:autoSpaceDN w:val="0"/>
        <w:jc w:val="both"/>
        <w:rPr>
          <w:b/>
          <w:sz w:val="28"/>
          <w:szCs w:val="28"/>
          <w:lang w:val="uk-UA"/>
        </w:rPr>
      </w:pPr>
    </w:p>
    <w:p w:rsidR="008552CC" w:rsidRDefault="008552CC" w:rsidP="00B13916">
      <w:pPr>
        <w:tabs>
          <w:tab w:val="left" w:pos="993"/>
          <w:tab w:val="left" w:pos="1134"/>
        </w:tabs>
        <w:autoSpaceDE w:val="0"/>
        <w:autoSpaceDN w:val="0"/>
        <w:ind w:left="5954"/>
        <w:rPr>
          <w:b/>
          <w:lang w:val="uk-UA"/>
        </w:rPr>
      </w:pPr>
      <w:r>
        <w:rPr>
          <w:b/>
          <w:sz w:val="28"/>
          <w:szCs w:val="28"/>
          <w:lang w:val="uk-UA"/>
        </w:rPr>
        <w:t xml:space="preserve">Додаток </w:t>
      </w:r>
      <w:r w:rsidRPr="006839E1">
        <w:rPr>
          <w:b/>
          <w:sz w:val="28"/>
          <w:szCs w:val="28"/>
          <w:lang w:val="uk-UA"/>
        </w:rPr>
        <w:t xml:space="preserve">                     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6839E1">
        <w:rPr>
          <w:b/>
          <w:sz w:val="28"/>
          <w:szCs w:val="28"/>
          <w:lang w:val="uk-UA"/>
        </w:rPr>
        <w:t xml:space="preserve">  до рішення виконкому  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6839E1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</w:t>
      </w:r>
      <w:r w:rsidRPr="006839E1">
        <w:rPr>
          <w:b/>
          <w:sz w:val="28"/>
          <w:szCs w:val="28"/>
          <w:lang w:val="uk-UA"/>
        </w:rPr>
        <w:t xml:space="preserve"> Артемівської міської ради                                        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 13.05.2015</w:t>
      </w:r>
      <w:r w:rsidRPr="00384634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>104</w:t>
      </w:r>
    </w:p>
    <w:p w:rsidR="008552CC" w:rsidRPr="00384634" w:rsidRDefault="008552CC" w:rsidP="0098500D">
      <w:pPr>
        <w:tabs>
          <w:tab w:val="left" w:pos="5840"/>
          <w:tab w:val="left" w:pos="6379"/>
          <w:tab w:val="left" w:pos="6680"/>
          <w:tab w:val="left" w:pos="6960"/>
          <w:tab w:val="left" w:pos="7740"/>
        </w:tabs>
        <w:ind w:left="5812"/>
        <w:rPr>
          <w:b/>
          <w:lang w:val="uk-UA"/>
        </w:rPr>
      </w:pPr>
    </w:p>
    <w:p w:rsidR="008552CC" w:rsidRPr="007B152E" w:rsidRDefault="008552CC" w:rsidP="0098500D">
      <w:pPr>
        <w:rPr>
          <w:lang w:val="uk-UA"/>
        </w:rPr>
      </w:pPr>
    </w:p>
    <w:p w:rsidR="008552CC" w:rsidRDefault="008552CC" w:rsidP="0098500D">
      <w:pPr>
        <w:pStyle w:val="Heading1"/>
        <w:tabs>
          <w:tab w:val="left" w:pos="9180"/>
        </w:tabs>
        <w:ind w:left="7740" w:hanging="7920"/>
      </w:pPr>
      <w:r w:rsidRPr="00D33C27">
        <w:t>П Е Р Е Л І К</w:t>
      </w:r>
    </w:p>
    <w:p w:rsidR="008552CC" w:rsidRPr="00791271" w:rsidRDefault="008552CC" w:rsidP="0098500D">
      <w:pPr>
        <w:tabs>
          <w:tab w:val="left" w:pos="851"/>
          <w:tab w:val="left" w:pos="9639"/>
        </w:tabs>
        <w:jc w:val="center"/>
        <w:rPr>
          <w:b/>
          <w:sz w:val="28"/>
          <w:szCs w:val="28"/>
          <w:lang w:val="uk-UA"/>
        </w:rPr>
      </w:pPr>
      <w:r w:rsidRPr="00384634">
        <w:rPr>
          <w:b/>
          <w:sz w:val="28"/>
          <w:szCs w:val="28"/>
          <w:lang w:val="uk-UA"/>
        </w:rPr>
        <w:t>запасів комунальної власності територіальної громади м.Артемівська - саджанців для багаторічних насаджень віком до одного року, які безоплатно передаються з балансу відділу розвитку міського господарства Артемівської міської ради на баланс</w:t>
      </w:r>
      <w:r w:rsidRPr="00791271">
        <w:rPr>
          <w:bCs/>
          <w:sz w:val="28"/>
          <w:szCs w:val="28"/>
          <w:lang w:val="uk-UA"/>
        </w:rPr>
        <w:t xml:space="preserve"> </w:t>
      </w:r>
      <w:r w:rsidRPr="00791271">
        <w:rPr>
          <w:b/>
          <w:bCs/>
          <w:sz w:val="28"/>
          <w:szCs w:val="28"/>
          <w:lang w:val="uk-UA"/>
        </w:rPr>
        <w:t>підприємств, закладів і організацій, що перебувають у комунальній  власності територіальної громади міста Артемівська</w:t>
      </w:r>
      <w:r w:rsidRPr="00791271">
        <w:rPr>
          <w:b/>
          <w:sz w:val="28"/>
          <w:szCs w:val="28"/>
          <w:lang w:val="uk-UA"/>
        </w:rPr>
        <w:t>:</w:t>
      </w:r>
    </w:p>
    <w:p w:rsidR="008552CC" w:rsidRDefault="008552CC" w:rsidP="0098500D">
      <w:pPr>
        <w:tabs>
          <w:tab w:val="left" w:pos="851"/>
          <w:tab w:val="left" w:pos="9639"/>
        </w:tabs>
        <w:jc w:val="center"/>
        <w:rPr>
          <w:b/>
          <w:sz w:val="20"/>
          <w:szCs w:val="20"/>
          <w:lang w:val="uk-UA"/>
        </w:rPr>
      </w:pPr>
    </w:p>
    <w:p w:rsidR="008552CC" w:rsidRPr="00966D66" w:rsidRDefault="008552CC" w:rsidP="0098500D">
      <w:pPr>
        <w:tabs>
          <w:tab w:val="left" w:pos="851"/>
          <w:tab w:val="left" w:pos="9639"/>
        </w:tabs>
        <w:jc w:val="center"/>
        <w:rPr>
          <w:b/>
          <w:sz w:val="20"/>
          <w:szCs w:val="20"/>
          <w:lang w:val="uk-UA"/>
        </w:rPr>
      </w:pPr>
    </w:p>
    <w:p w:rsidR="008552CC" w:rsidRPr="00384634" w:rsidRDefault="008552CC" w:rsidP="00F1632C">
      <w:pPr>
        <w:tabs>
          <w:tab w:val="left" w:pos="6480"/>
        </w:tabs>
        <w:ind w:left="142" w:hanging="142"/>
        <w:rPr>
          <w:b/>
          <w:sz w:val="28"/>
          <w:szCs w:val="28"/>
          <w:lang w:val="uk-UA"/>
        </w:rPr>
      </w:pPr>
      <w:r w:rsidRPr="00384634">
        <w:rPr>
          <w:b/>
          <w:sz w:val="28"/>
          <w:szCs w:val="28"/>
          <w:lang w:val="uk-UA"/>
        </w:rPr>
        <w:t>1.Відділу культури Артемівської міської ради</w:t>
      </w:r>
      <w:r>
        <w:rPr>
          <w:b/>
          <w:sz w:val="28"/>
          <w:szCs w:val="28"/>
          <w:lang w:val="uk-UA"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6"/>
        <w:gridCol w:w="3430"/>
        <w:gridCol w:w="1559"/>
        <w:gridCol w:w="1843"/>
        <w:gridCol w:w="2409"/>
      </w:tblGrid>
      <w:tr w:rsidR="008552CC" w:rsidRPr="00462CD3" w:rsidTr="00384634">
        <w:tc>
          <w:tcPr>
            <w:tcW w:w="506" w:type="dxa"/>
          </w:tcPr>
          <w:p w:rsidR="008552CC" w:rsidRPr="00462CD3" w:rsidRDefault="008552CC" w:rsidP="00F1632C">
            <w:pPr>
              <w:pStyle w:val="BodyText2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>№</w:t>
            </w:r>
          </w:p>
          <w:p w:rsidR="008552CC" w:rsidRPr="00462CD3" w:rsidRDefault="008552CC" w:rsidP="00F1632C">
            <w:pPr>
              <w:pStyle w:val="BodyText2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>з/п</w:t>
            </w:r>
          </w:p>
        </w:tc>
        <w:tc>
          <w:tcPr>
            <w:tcW w:w="3430" w:type="dxa"/>
          </w:tcPr>
          <w:p w:rsidR="008552CC" w:rsidRPr="00462CD3" w:rsidRDefault="008552CC" w:rsidP="00F1632C">
            <w:pPr>
              <w:pStyle w:val="BodyText2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>Найменування</w:t>
            </w:r>
          </w:p>
        </w:tc>
        <w:tc>
          <w:tcPr>
            <w:tcW w:w="1559" w:type="dxa"/>
          </w:tcPr>
          <w:p w:rsidR="008552CC" w:rsidRPr="00462CD3" w:rsidRDefault="008552CC" w:rsidP="00384634">
            <w:pPr>
              <w:pStyle w:val="BodyText2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>Кіль</w:t>
            </w:r>
            <w:r>
              <w:rPr>
                <w:lang w:val="uk-UA"/>
              </w:rPr>
              <w:t>к</w:t>
            </w:r>
            <w:r w:rsidRPr="00462CD3">
              <w:rPr>
                <w:lang w:val="uk-UA"/>
              </w:rPr>
              <w:t>ість</w:t>
            </w:r>
            <w:r>
              <w:rPr>
                <w:lang w:val="uk-UA"/>
              </w:rPr>
              <w:t>/ одиниць</w:t>
            </w:r>
          </w:p>
        </w:tc>
        <w:tc>
          <w:tcPr>
            <w:tcW w:w="1843" w:type="dxa"/>
          </w:tcPr>
          <w:p w:rsidR="008552CC" w:rsidRPr="00462CD3" w:rsidRDefault="008552CC" w:rsidP="00F1632C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 w:rsidRPr="00462CD3">
              <w:rPr>
                <w:lang w:val="uk-UA"/>
              </w:rPr>
              <w:t>Ціна,</w:t>
            </w:r>
          </w:p>
          <w:p w:rsidR="008552CC" w:rsidRPr="00462CD3" w:rsidRDefault="008552CC" w:rsidP="00F1632C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 w:rsidRPr="00462CD3">
              <w:rPr>
                <w:lang w:val="uk-UA"/>
              </w:rPr>
              <w:t>грн.</w:t>
            </w:r>
          </w:p>
        </w:tc>
        <w:tc>
          <w:tcPr>
            <w:tcW w:w="2409" w:type="dxa"/>
          </w:tcPr>
          <w:p w:rsidR="008552CC" w:rsidRPr="00462CD3" w:rsidRDefault="008552CC" w:rsidP="00F1632C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 w:rsidRPr="00462CD3">
              <w:rPr>
                <w:lang w:val="uk-UA"/>
              </w:rPr>
              <w:t>Сума, грн.</w:t>
            </w:r>
          </w:p>
        </w:tc>
      </w:tr>
      <w:tr w:rsidR="008552CC" w:rsidRPr="00462CD3" w:rsidTr="00384634">
        <w:tc>
          <w:tcPr>
            <w:tcW w:w="506" w:type="dxa"/>
          </w:tcPr>
          <w:p w:rsidR="008552CC" w:rsidRPr="00462CD3" w:rsidRDefault="008552CC" w:rsidP="00F1632C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62CD3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3430" w:type="dxa"/>
          </w:tcPr>
          <w:p w:rsidR="008552CC" w:rsidRPr="00462CD3" w:rsidRDefault="008552CC" w:rsidP="00F1632C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62CD3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559" w:type="dxa"/>
          </w:tcPr>
          <w:p w:rsidR="008552CC" w:rsidRPr="00462CD3" w:rsidRDefault="008552CC" w:rsidP="00F1632C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843" w:type="dxa"/>
          </w:tcPr>
          <w:p w:rsidR="008552CC" w:rsidRPr="00462CD3" w:rsidRDefault="008552CC" w:rsidP="00F1632C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2409" w:type="dxa"/>
          </w:tcPr>
          <w:p w:rsidR="008552CC" w:rsidRPr="00462CD3" w:rsidRDefault="008552CC" w:rsidP="00F1632C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</w:tr>
      <w:tr w:rsidR="008552CC" w:rsidRPr="00462CD3" w:rsidTr="00384634">
        <w:tc>
          <w:tcPr>
            <w:tcW w:w="506" w:type="dxa"/>
          </w:tcPr>
          <w:p w:rsidR="008552CC" w:rsidRPr="00462CD3" w:rsidRDefault="008552CC" w:rsidP="00F1632C">
            <w:pPr>
              <w:pStyle w:val="BodyText2"/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430" w:type="dxa"/>
          </w:tcPr>
          <w:p w:rsidR="008552CC" w:rsidRPr="00462CD3" w:rsidRDefault="008552CC" w:rsidP="00F1632C">
            <w:pPr>
              <w:pStyle w:val="BodyText2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>Саджанці катальпи</w:t>
            </w:r>
          </w:p>
        </w:tc>
        <w:tc>
          <w:tcPr>
            <w:tcW w:w="1559" w:type="dxa"/>
          </w:tcPr>
          <w:p w:rsidR="008552CC" w:rsidRPr="00462CD3" w:rsidRDefault="008552CC" w:rsidP="00F1632C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843" w:type="dxa"/>
          </w:tcPr>
          <w:p w:rsidR="008552CC" w:rsidRPr="00462CD3" w:rsidRDefault="008552CC" w:rsidP="00F1632C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50,00</w:t>
            </w:r>
          </w:p>
        </w:tc>
        <w:tc>
          <w:tcPr>
            <w:tcW w:w="2409" w:type="dxa"/>
          </w:tcPr>
          <w:p w:rsidR="008552CC" w:rsidRPr="00462CD3" w:rsidRDefault="008552CC" w:rsidP="00F1632C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50,00</w:t>
            </w:r>
          </w:p>
        </w:tc>
      </w:tr>
      <w:tr w:rsidR="008552CC" w:rsidRPr="00462CD3" w:rsidTr="00384634">
        <w:tc>
          <w:tcPr>
            <w:tcW w:w="506" w:type="dxa"/>
          </w:tcPr>
          <w:p w:rsidR="008552CC" w:rsidRPr="00462CD3" w:rsidRDefault="008552CC" w:rsidP="00F1632C">
            <w:pPr>
              <w:pStyle w:val="BodyText2"/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430" w:type="dxa"/>
          </w:tcPr>
          <w:p w:rsidR="008552CC" w:rsidRPr="00462CD3" w:rsidRDefault="008552CC" w:rsidP="00F1632C">
            <w:pPr>
              <w:pStyle w:val="BodyText2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>Саджанці липи</w:t>
            </w:r>
          </w:p>
        </w:tc>
        <w:tc>
          <w:tcPr>
            <w:tcW w:w="1559" w:type="dxa"/>
          </w:tcPr>
          <w:p w:rsidR="008552CC" w:rsidRPr="00462CD3" w:rsidRDefault="008552CC" w:rsidP="00F1632C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843" w:type="dxa"/>
          </w:tcPr>
          <w:p w:rsidR="008552CC" w:rsidRPr="00462CD3" w:rsidRDefault="008552CC" w:rsidP="00F1632C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50,00</w:t>
            </w:r>
          </w:p>
        </w:tc>
        <w:tc>
          <w:tcPr>
            <w:tcW w:w="2409" w:type="dxa"/>
          </w:tcPr>
          <w:p w:rsidR="008552CC" w:rsidRPr="00462CD3" w:rsidRDefault="008552CC" w:rsidP="00F1632C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300,00</w:t>
            </w:r>
          </w:p>
        </w:tc>
      </w:tr>
      <w:tr w:rsidR="008552CC" w:rsidRPr="00462CD3" w:rsidTr="00384634">
        <w:tc>
          <w:tcPr>
            <w:tcW w:w="506" w:type="dxa"/>
          </w:tcPr>
          <w:p w:rsidR="008552CC" w:rsidRPr="00462CD3" w:rsidRDefault="008552CC" w:rsidP="00F1632C">
            <w:pPr>
              <w:pStyle w:val="BodyText2"/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430" w:type="dxa"/>
          </w:tcPr>
          <w:p w:rsidR="008552CC" w:rsidRPr="00462CD3" w:rsidRDefault="008552CC" w:rsidP="00F1632C">
            <w:pPr>
              <w:pStyle w:val="BodyText2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>Саджанці берези</w:t>
            </w:r>
          </w:p>
        </w:tc>
        <w:tc>
          <w:tcPr>
            <w:tcW w:w="1559" w:type="dxa"/>
          </w:tcPr>
          <w:p w:rsidR="008552CC" w:rsidRPr="00462CD3" w:rsidRDefault="008552CC" w:rsidP="00F1632C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843" w:type="dxa"/>
          </w:tcPr>
          <w:p w:rsidR="008552CC" w:rsidRPr="00462CD3" w:rsidRDefault="008552CC" w:rsidP="00F1632C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50,00</w:t>
            </w:r>
          </w:p>
        </w:tc>
        <w:tc>
          <w:tcPr>
            <w:tcW w:w="2409" w:type="dxa"/>
          </w:tcPr>
          <w:p w:rsidR="008552CC" w:rsidRPr="00462CD3" w:rsidRDefault="008552CC" w:rsidP="00F1632C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50,00</w:t>
            </w:r>
          </w:p>
        </w:tc>
      </w:tr>
      <w:tr w:rsidR="008552CC" w:rsidRPr="00462CD3" w:rsidTr="00384634">
        <w:tc>
          <w:tcPr>
            <w:tcW w:w="506" w:type="dxa"/>
          </w:tcPr>
          <w:p w:rsidR="008552CC" w:rsidRPr="00462CD3" w:rsidRDefault="008552CC" w:rsidP="00F1632C">
            <w:pPr>
              <w:pStyle w:val="BodyText2"/>
              <w:spacing w:after="0" w:line="240" w:lineRule="auto"/>
              <w:rPr>
                <w:lang w:val="uk-UA"/>
              </w:rPr>
            </w:pPr>
          </w:p>
        </w:tc>
        <w:tc>
          <w:tcPr>
            <w:tcW w:w="3430" w:type="dxa"/>
          </w:tcPr>
          <w:p w:rsidR="008552CC" w:rsidRPr="00462CD3" w:rsidRDefault="008552CC" w:rsidP="00F1632C">
            <w:pPr>
              <w:pStyle w:val="BodyText2"/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Разом:</w:t>
            </w:r>
          </w:p>
        </w:tc>
        <w:tc>
          <w:tcPr>
            <w:tcW w:w="1559" w:type="dxa"/>
          </w:tcPr>
          <w:p w:rsidR="008552CC" w:rsidRPr="00462CD3" w:rsidRDefault="008552CC" w:rsidP="00F1632C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843" w:type="dxa"/>
          </w:tcPr>
          <w:p w:rsidR="008552CC" w:rsidRPr="00462CD3" w:rsidRDefault="008552CC" w:rsidP="00F1632C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2409" w:type="dxa"/>
          </w:tcPr>
          <w:p w:rsidR="008552CC" w:rsidRPr="00462CD3" w:rsidRDefault="008552CC" w:rsidP="00F1632C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400,00</w:t>
            </w:r>
          </w:p>
        </w:tc>
      </w:tr>
    </w:tbl>
    <w:p w:rsidR="008552CC" w:rsidRDefault="008552CC" w:rsidP="00F1632C">
      <w:pPr>
        <w:tabs>
          <w:tab w:val="left" w:pos="6480"/>
        </w:tabs>
        <w:ind w:hanging="142"/>
        <w:rPr>
          <w:sz w:val="28"/>
          <w:szCs w:val="28"/>
          <w:lang w:val="uk-UA"/>
        </w:rPr>
      </w:pPr>
    </w:p>
    <w:p w:rsidR="008552CC" w:rsidRPr="00966D66" w:rsidRDefault="008552CC" w:rsidP="00F1632C">
      <w:pPr>
        <w:tabs>
          <w:tab w:val="left" w:pos="6480"/>
        </w:tabs>
        <w:ind w:hanging="142"/>
        <w:rPr>
          <w:sz w:val="28"/>
          <w:szCs w:val="28"/>
          <w:lang w:val="uk-UA"/>
        </w:rPr>
      </w:pPr>
    </w:p>
    <w:p w:rsidR="008552CC" w:rsidRDefault="008552CC" w:rsidP="00F1632C">
      <w:pPr>
        <w:tabs>
          <w:tab w:val="left" w:pos="6480"/>
        </w:tabs>
        <w:ind w:hanging="14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38477E">
        <w:rPr>
          <w:b/>
          <w:sz w:val="28"/>
          <w:szCs w:val="28"/>
          <w:lang w:val="uk-UA"/>
        </w:rPr>
        <w:t>.</w:t>
      </w:r>
      <w:r w:rsidRPr="0038477E">
        <w:rPr>
          <w:b/>
          <w:bCs/>
          <w:sz w:val="28"/>
          <w:szCs w:val="28"/>
          <w:lang w:val="uk-UA"/>
        </w:rPr>
        <w:t xml:space="preserve"> Комунального закладу охорони здоров'я «Центр первинної </w:t>
      </w:r>
      <w:r w:rsidRPr="0038477E">
        <w:rPr>
          <w:b/>
          <w:sz w:val="28"/>
          <w:szCs w:val="28"/>
          <w:lang w:val="uk-UA"/>
        </w:rPr>
        <w:t>медичної (медико-санітарної) допомоги Артемівської міської ради»</w:t>
      </w:r>
      <w:r>
        <w:rPr>
          <w:b/>
          <w:sz w:val="28"/>
          <w:szCs w:val="28"/>
          <w:lang w:val="uk-UA"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6"/>
        <w:gridCol w:w="3430"/>
        <w:gridCol w:w="1559"/>
        <w:gridCol w:w="1843"/>
        <w:gridCol w:w="2409"/>
      </w:tblGrid>
      <w:tr w:rsidR="008552CC" w:rsidRPr="00462CD3" w:rsidTr="00A02988">
        <w:tc>
          <w:tcPr>
            <w:tcW w:w="506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>№</w:t>
            </w:r>
          </w:p>
          <w:p w:rsidR="008552CC" w:rsidRPr="00462CD3" w:rsidRDefault="008552CC" w:rsidP="00A02988">
            <w:pPr>
              <w:pStyle w:val="BodyText2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>з/п</w:t>
            </w:r>
          </w:p>
        </w:tc>
        <w:tc>
          <w:tcPr>
            <w:tcW w:w="3430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>Найменування</w:t>
            </w:r>
          </w:p>
        </w:tc>
        <w:tc>
          <w:tcPr>
            <w:tcW w:w="1559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>Кіль</w:t>
            </w:r>
            <w:r>
              <w:rPr>
                <w:lang w:val="uk-UA"/>
              </w:rPr>
              <w:t>к</w:t>
            </w:r>
            <w:r w:rsidRPr="00462CD3">
              <w:rPr>
                <w:lang w:val="uk-UA"/>
              </w:rPr>
              <w:t>ість</w:t>
            </w:r>
            <w:r>
              <w:rPr>
                <w:lang w:val="uk-UA"/>
              </w:rPr>
              <w:t>/ одиниць</w:t>
            </w:r>
          </w:p>
        </w:tc>
        <w:tc>
          <w:tcPr>
            <w:tcW w:w="1843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 w:rsidRPr="00462CD3">
              <w:rPr>
                <w:lang w:val="uk-UA"/>
              </w:rPr>
              <w:t>Ціна,</w:t>
            </w:r>
          </w:p>
          <w:p w:rsidR="008552CC" w:rsidRPr="00462CD3" w:rsidRDefault="008552CC" w:rsidP="00A02988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 w:rsidRPr="00462CD3">
              <w:rPr>
                <w:lang w:val="uk-UA"/>
              </w:rPr>
              <w:t>грн.</w:t>
            </w:r>
          </w:p>
        </w:tc>
        <w:tc>
          <w:tcPr>
            <w:tcW w:w="2409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 w:rsidRPr="00462CD3">
              <w:rPr>
                <w:lang w:val="uk-UA"/>
              </w:rPr>
              <w:t>Сума, грн.</w:t>
            </w:r>
          </w:p>
        </w:tc>
      </w:tr>
      <w:tr w:rsidR="008552CC" w:rsidRPr="00462CD3" w:rsidTr="00A02988">
        <w:tc>
          <w:tcPr>
            <w:tcW w:w="506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62CD3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3430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62CD3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559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843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2409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</w:tr>
      <w:tr w:rsidR="008552CC" w:rsidRPr="00462CD3" w:rsidTr="00A02988">
        <w:tc>
          <w:tcPr>
            <w:tcW w:w="506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430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 xml:space="preserve">Саджанці </w:t>
            </w:r>
            <w:r>
              <w:rPr>
                <w:lang w:val="uk-UA"/>
              </w:rPr>
              <w:t>троянд</w:t>
            </w:r>
          </w:p>
        </w:tc>
        <w:tc>
          <w:tcPr>
            <w:tcW w:w="1559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1843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15,00</w:t>
            </w:r>
          </w:p>
        </w:tc>
        <w:tc>
          <w:tcPr>
            <w:tcW w:w="2409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300,00</w:t>
            </w:r>
          </w:p>
        </w:tc>
      </w:tr>
      <w:tr w:rsidR="008552CC" w:rsidRPr="00462CD3" w:rsidTr="00A02988">
        <w:tc>
          <w:tcPr>
            <w:tcW w:w="506" w:type="dxa"/>
          </w:tcPr>
          <w:p w:rsidR="008552CC" w:rsidRDefault="008552CC" w:rsidP="00A02988">
            <w:pPr>
              <w:pStyle w:val="BodyText2"/>
              <w:spacing w:after="0" w:line="240" w:lineRule="auto"/>
              <w:rPr>
                <w:lang w:val="uk-UA"/>
              </w:rPr>
            </w:pPr>
          </w:p>
        </w:tc>
        <w:tc>
          <w:tcPr>
            <w:tcW w:w="3430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Разом:</w:t>
            </w:r>
          </w:p>
        </w:tc>
        <w:tc>
          <w:tcPr>
            <w:tcW w:w="1559" w:type="dxa"/>
          </w:tcPr>
          <w:p w:rsidR="008552CC" w:rsidRDefault="008552CC" w:rsidP="00A02988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1843" w:type="dxa"/>
          </w:tcPr>
          <w:p w:rsidR="008552CC" w:rsidRDefault="008552CC" w:rsidP="00A02988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2409" w:type="dxa"/>
          </w:tcPr>
          <w:p w:rsidR="008552CC" w:rsidRDefault="008552CC" w:rsidP="00A02988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300,00</w:t>
            </w:r>
          </w:p>
        </w:tc>
      </w:tr>
    </w:tbl>
    <w:p w:rsidR="008552CC" w:rsidRDefault="008552CC" w:rsidP="00F1632C">
      <w:pPr>
        <w:tabs>
          <w:tab w:val="left" w:pos="6480"/>
        </w:tabs>
        <w:ind w:hanging="142"/>
        <w:rPr>
          <w:b/>
          <w:sz w:val="28"/>
          <w:szCs w:val="28"/>
          <w:lang w:val="uk-UA"/>
        </w:rPr>
      </w:pPr>
    </w:p>
    <w:p w:rsidR="008552CC" w:rsidRPr="00966D66" w:rsidRDefault="008552CC" w:rsidP="00F1632C">
      <w:pPr>
        <w:tabs>
          <w:tab w:val="left" w:pos="6480"/>
        </w:tabs>
        <w:ind w:hanging="142"/>
        <w:rPr>
          <w:b/>
          <w:sz w:val="28"/>
          <w:szCs w:val="28"/>
          <w:lang w:val="uk-UA"/>
        </w:rPr>
      </w:pPr>
    </w:p>
    <w:p w:rsidR="008552CC" w:rsidRDefault="008552CC" w:rsidP="00F1632C">
      <w:pPr>
        <w:pStyle w:val="BodyText2"/>
        <w:spacing w:after="0" w:line="24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38477E">
        <w:rPr>
          <w:b/>
          <w:sz w:val="28"/>
          <w:szCs w:val="28"/>
          <w:lang w:val="uk-UA"/>
        </w:rPr>
        <w:t>. Артемівської дитячої лікарні: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6"/>
        <w:gridCol w:w="3430"/>
        <w:gridCol w:w="1559"/>
        <w:gridCol w:w="1843"/>
        <w:gridCol w:w="2409"/>
      </w:tblGrid>
      <w:tr w:rsidR="008552CC" w:rsidRPr="00462CD3" w:rsidTr="00A02988">
        <w:tc>
          <w:tcPr>
            <w:tcW w:w="506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>№</w:t>
            </w:r>
          </w:p>
          <w:p w:rsidR="008552CC" w:rsidRPr="00462CD3" w:rsidRDefault="008552CC" w:rsidP="00A02988">
            <w:pPr>
              <w:pStyle w:val="BodyText2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>з/п</w:t>
            </w:r>
          </w:p>
        </w:tc>
        <w:tc>
          <w:tcPr>
            <w:tcW w:w="3430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>Найменування</w:t>
            </w:r>
          </w:p>
        </w:tc>
        <w:tc>
          <w:tcPr>
            <w:tcW w:w="1559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>Кіль</w:t>
            </w:r>
            <w:r>
              <w:rPr>
                <w:lang w:val="uk-UA"/>
              </w:rPr>
              <w:t>к</w:t>
            </w:r>
            <w:r w:rsidRPr="00462CD3">
              <w:rPr>
                <w:lang w:val="uk-UA"/>
              </w:rPr>
              <w:t>ість</w:t>
            </w:r>
            <w:r>
              <w:rPr>
                <w:lang w:val="uk-UA"/>
              </w:rPr>
              <w:t>/ одиниць</w:t>
            </w:r>
          </w:p>
        </w:tc>
        <w:tc>
          <w:tcPr>
            <w:tcW w:w="1843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 w:rsidRPr="00462CD3">
              <w:rPr>
                <w:lang w:val="uk-UA"/>
              </w:rPr>
              <w:t>Ціна,</w:t>
            </w:r>
          </w:p>
          <w:p w:rsidR="008552CC" w:rsidRPr="00462CD3" w:rsidRDefault="008552CC" w:rsidP="00A02988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 w:rsidRPr="00462CD3">
              <w:rPr>
                <w:lang w:val="uk-UA"/>
              </w:rPr>
              <w:t>грн.</w:t>
            </w:r>
          </w:p>
        </w:tc>
        <w:tc>
          <w:tcPr>
            <w:tcW w:w="2409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 w:rsidRPr="00462CD3">
              <w:rPr>
                <w:lang w:val="uk-UA"/>
              </w:rPr>
              <w:t>Сума, грн.</w:t>
            </w:r>
          </w:p>
        </w:tc>
      </w:tr>
      <w:tr w:rsidR="008552CC" w:rsidRPr="00462CD3" w:rsidTr="00A02988">
        <w:tc>
          <w:tcPr>
            <w:tcW w:w="506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62CD3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3430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62CD3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559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843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2409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</w:tr>
      <w:tr w:rsidR="008552CC" w:rsidRPr="00462CD3" w:rsidTr="00A02988">
        <w:tc>
          <w:tcPr>
            <w:tcW w:w="506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430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 xml:space="preserve">Саджанці </w:t>
            </w:r>
            <w:r>
              <w:rPr>
                <w:lang w:val="uk-UA"/>
              </w:rPr>
              <w:t>троянд</w:t>
            </w:r>
          </w:p>
        </w:tc>
        <w:tc>
          <w:tcPr>
            <w:tcW w:w="1559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200</w:t>
            </w:r>
          </w:p>
        </w:tc>
        <w:tc>
          <w:tcPr>
            <w:tcW w:w="1843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15,00</w:t>
            </w:r>
          </w:p>
        </w:tc>
        <w:tc>
          <w:tcPr>
            <w:tcW w:w="2409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3000,00</w:t>
            </w:r>
          </w:p>
        </w:tc>
      </w:tr>
      <w:tr w:rsidR="008552CC" w:rsidTr="00A02988">
        <w:tc>
          <w:tcPr>
            <w:tcW w:w="506" w:type="dxa"/>
          </w:tcPr>
          <w:p w:rsidR="008552CC" w:rsidRDefault="008552CC" w:rsidP="00A02988">
            <w:pPr>
              <w:pStyle w:val="BodyText2"/>
              <w:spacing w:after="0" w:line="240" w:lineRule="auto"/>
              <w:rPr>
                <w:lang w:val="uk-UA"/>
              </w:rPr>
            </w:pPr>
          </w:p>
        </w:tc>
        <w:tc>
          <w:tcPr>
            <w:tcW w:w="3430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Разом:</w:t>
            </w:r>
          </w:p>
        </w:tc>
        <w:tc>
          <w:tcPr>
            <w:tcW w:w="1559" w:type="dxa"/>
          </w:tcPr>
          <w:p w:rsidR="008552CC" w:rsidRDefault="008552CC" w:rsidP="00A02988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200</w:t>
            </w:r>
          </w:p>
        </w:tc>
        <w:tc>
          <w:tcPr>
            <w:tcW w:w="1843" w:type="dxa"/>
          </w:tcPr>
          <w:p w:rsidR="008552CC" w:rsidRDefault="008552CC" w:rsidP="00A02988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2409" w:type="dxa"/>
          </w:tcPr>
          <w:p w:rsidR="008552CC" w:rsidRDefault="008552CC" w:rsidP="00A02988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3000,00</w:t>
            </w:r>
          </w:p>
        </w:tc>
      </w:tr>
    </w:tbl>
    <w:p w:rsidR="008552CC" w:rsidRDefault="008552CC" w:rsidP="00F1632C">
      <w:pPr>
        <w:pStyle w:val="BodyText2"/>
        <w:spacing w:after="0" w:line="240" w:lineRule="auto"/>
        <w:rPr>
          <w:b/>
          <w:sz w:val="28"/>
          <w:szCs w:val="28"/>
          <w:lang w:val="uk-UA"/>
        </w:rPr>
      </w:pPr>
    </w:p>
    <w:p w:rsidR="008552CC" w:rsidRDefault="008552CC" w:rsidP="00F1632C">
      <w:pPr>
        <w:pStyle w:val="BodyText2"/>
        <w:spacing w:after="0" w:line="240" w:lineRule="auto"/>
        <w:rPr>
          <w:b/>
          <w:sz w:val="28"/>
          <w:szCs w:val="28"/>
          <w:lang w:val="uk-UA"/>
        </w:rPr>
      </w:pPr>
    </w:p>
    <w:p w:rsidR="008552CC" w:rsidRDefault="008552CC" w:rsidP="00F1632C">
      <w:pPr>
        <w:pStyle w:val="BodyText2"/>
        <w:spacing w:after="0" w:line="240" w:lineRule="auto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38477E">
        <w:rPr>
          <w:b/>
          <w:sz w:val="28"/>
          <w:szCs w:val="28"/>
          <w:lang w:val="uk-UA"/>
        </w:rPr>
        <w:t>.</w:t>
      </w:r>
      <w:r w:rsidRPr="0038477E">
        <w:rPr>
          <w:b/>
          <w:bCs/>
          <w:sz w:val="28"/>
          <w:szCs w:val="28"/>
          <w:lang w:val="uk-UA"/>
        </w:rPr>
        <w:t xml:space="preserve"> Міської лікарні №2</w:t>
      </w:r>
      <w:r>
        <w:rPr>
          <w:b/>
          <w:bCs/>
          <w:sz w:val="28"/>
          <w:szCs w:val="28"/>
          <w:lang w:val="uk-UA"/>
        </w:rPr>
        <w:t xml:space="preserve"> м.Артемівська: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6"/>
        <w:gridCol w:w="3430"/>
        <w:gridCol w:w="1559"/>
        <w:gridCol w:w="1843"/>
        <w:gridCol w:w="2409"/>
      </w:tblGrid>
      <w:tr w:rsidR="008552CC" w:rsidRPr="00462CD3" w:rsidTr="00A02988">
        <w:tc>
          <w:tcPr>
            <w:tcW w:w="506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>№</w:t>
            </w:r>
          </w:p>
          <w:p w:rsidR="008552CC" w:rsidRPr="00462CD3" w:rsidRDefault="008552CC" w:rsidP="00A02988">
            <w:pPr>
              <w:pStyle w:val="BodyText2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>з/п</w:t>
            </w:r>
          </w:p>
        </w:tc>
        <w:tc>
          <w:tcPr>
            <w:tcW w:w="3430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>Найменування</w:t>
            </w:r>
          </w:p>
        </w:tc>
        <w:tc>
          <w:tcPr>
            <w:tcW w:w="1559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>Кіль</w:t>
            </w:r>
            <w:r>
              <w:rPr>
                <w:lang w:val="uk-UA"/>
              </w:rPr>
              <w:t>к</w:t>
            </w:r>
            <w:r w:rsidRPr="00462CD3">
              <w:rPr>
                <w:lang w:val="uk-UA"/>
              </w:rPr>
              <w:t>ість</w:t>
            </w:r>
            <w:r>
              <w:rPr>
                <w:lang w:val="uk-UA"/>
              </w:rPr>
              <w:t>/ одиниць</w:t>
            </w:r>
          </w:p>
        </w:tc>
        <w:tc>
          <w:tcPr>
            <w:tcW w:w="1843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 w:rsidRPr="00462CD3">
              <w:rPr>
                <w:lang w:val="uk-UA"/>
              </w:rPr>
              <w:t>Ціна,</w:t>
            </w:r>
          </w:p>
          <w:p w:rsidR="008552CC" w:rsidRPr="00462CD3" w:rsidRDefault="008552CC" w:rsidP="00A02988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 w:rsidRPr="00462CD3">
              <w:rPr>
                <w:lang w:val="uk-UA"/>
              </w:rPr>
              <w:t>грн.</w:t>
            </w:r>
          </w:p>
        </w:tc>
        <w:tc>
          <w:tcPr>
            <w:tcW w:w="2409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 w:rsidRPr="00462CD3">
              <w:rPr>
                <w:lang w:val="uk-UA"/>
              </w:rPr>
              <w:t>Сума, грн.</w:t>
            </w:r>
          </w:p>
        </w:tc>
      </w:tr>
      <w:tr w:rsidR="008552CC" w:rsidRPr="00462CD3" w:rsidTr="00A02988">
        <w:tc>
          <w:tcPr>
            <w:tcW w:w="506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62CD3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3430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62CD3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559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843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2409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</w:tr>
      <w:tr w:rsidR="008552CC" w:rsidRPr="00462CD3" w:rsidTr="00A02988">
        <w:tc>
          <w:tcPr>
            <w:tcW w:w="506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430" w:type="dxa"/>
          </w:tcPr>
          <w:p w:rsidR="008552CC" w:rsidRPr="00462CD3" w:rsidRDefault="008552CC" w:rsidP="0088442F">
            <w:pPr>
              <w:pStyle w:val="BodyText2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>Саджанці катальпи</w:t>
            </w:r>
          </w:p>
        </w:tc>
        <w:tc>
          <w:tcPr>
            <w:tcW w:w="1559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1843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50,00</w:t>
            </w:r>
          </w:p>
        </w:tc>
        <w:tc>
          <w:tcPr>
            <w:tcW w:w="2409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3000,00</w:t>
            </w:r>
          </w:p>
        </w:tc>
      </w:tr>
      <w:tr w:rsidR="008552CC" w:rsidTr="00A02988">
        <w:tc>
          <w:tcPr>
            <w:tcW w:w="506" w:type="dxa"/>
          </w:tcPr>
          <w:p w:rsidR="008552CC" w:rsidRDefault="008552CC" w:rsidP="00A02988">
            <w:pPr>
              <w:pStyle w:val="BodyText2"/>
              <w:spacing w:after="0" w:line="240" w:lineRule="auto"/>
              <w:rPr>
                <w:lang w:val="uk-UA"/>
              </w:rPr>
            </w:pPr>
          </w:p>
        </w:tc>
        <w:tc>
          <w:tcPr>
            <w:tcW w:w="3430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Разом:</w:t>
            </w:r>
          </w:p>
        </w:tc>
        <w:tc>
          <w:tcPr>
            <w:tcW w:w="1559" w:type="dxa"/>
          </w:tcPr>
          <w:p w:rsidR="008552CC" w:rsidRDefault="008552CC" w:rsidP="0088442F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1843" w:type="dxa"/>
          </w:tcPr>
          <w:p w:rsidR="008552CC" w:rsidRDefault="008552CC" w:rsidP="00A02988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2409" w:type="dxa"/>
          </w:tcPr>
          <w:p w:rsidR="008552CC" w:rsidRDefault="008552CC" w:rsidP="00A02988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3000,00</w:t>
            </w:r>
          </w:p>
        </w:tc>
      </w:tr>
    </w:tbl>
    <w:p w:rsidR="008552CC" w:rsidRDefault="008552CC" w:rsidP="003A3F66">
      <w:pPr>
        <w:tabs>
          <w:tab w:val="left" w:pos="6480"/>
        </w:tabs>
        <w:rPr>
          <w:b/>
          <w:sz w:val="28"/>
          <w:szCs w:val="28"/>
          <w:lang w:val="uk-UA"/>
        </w:rPr>
      </w:pPr>
    </w:p>
    <w:p w:rsidR="008552CC" w:rsidRDefault="008552CC" w:rsidP="003A3F66">
      <w:pPr>
        <w:tabs>
          <w:tab w:val="left" w:pos="6480"/>
        </w:tabs>
        <w:rPr>
          <w:b/>
          <w:sz w:val="28"/>
          <w:szCs w:val="28"/>
          <w:lang w:val="uk-UA"/>
        </w:rPr>
      </w:pPr>
    </w:p>
    <w:p w:rsidR="008552CC" w:rsidRDefault="008552CC" w:rsidP="003A3F66">
      <w:pPr>
        <w:tabs>
          <w:tab w:val="left" w:pos="6480"/>
        </w:tabs>
        <w:rPr>
          <w:b/>
          <w:sz w:val="28"/>
          <w:szCs w:val="28"/>
          <w:lang w:val="uk-UA"/>
        </w:rPr>
      </w:pPr>
    </w:p>
    <w:p w:rsidR="008552CC" w:rsidRDefault="008552CC" w:rsidP="003A3F66">
      <w:pPr>
        <w:tabs>
          <w:tab w:val="left" w:pos="6480"/>
        </w:tabs>
        <w:rPr>
          <w:b/>
          <w:sz w:val="28"/>
          <w:szCs w:val="28"/>
          <w:lang w:val="uk-UA"/>
        </w:rPr>
      </w:pPr>
    </w:p>
    <w:p w:rsidR="008552CC" w:rsidRDefault="008552CC" w:rsidP="003A3F66">
      <w:pPr>
        <w:tabs>
          <w:tab w:val="left" w:pos="6480"/>
        </w:tabs>
        <w:rPr>
          <w:b/>
          <w:sz w:val="28"/>
          <w:szCs w:val="28"/>
          <w:lang w:val="uk-UA"/>
        </w:rPr>
      </w:pPr>
    </w:p>
    <w:p w:rsidR="008552CC" w:rsidRPr="0038477E" w:rsidRDefault="008552CC" w:rsidP="003A3F66">
      <w:pPr>
        <w:tabs>
          <w:tab w:val="left" w:pos="648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38477E">
        <w:rPr>
          <w:b/>
          <w:sz w:val="28"/>
          <w:szCs w:val="28"/>
          <w:lang w:val="uk-UA"/>
        </w:rPr>
        <w:t>.Комунальн</w:t>
      </w:r>
      <w:r>
        <w:rPr>
          <w:b/>
          <w:sz w:val="28"/>
          <w:szCs w:val="28"/>
          <w:lang w:val="uk-UA"/>
        </w:rPr>
        <w:t xml:space="preserve">ого </w:t>
      </w:r>
      <w:r w:rsidRPr="0038477E">
        <w:rPr>
          <w:b/>
          <w:sz w:val="28"/>
          <w:szCs w:val="28"/>
          <w:lang w:val="uk-UA"/>
        </w:rPr>
        <w:t xml:space="preserve"> підприємств</w:t>
      </w:r>
      <w:r>
        <w:rPr>
          <w:b/>
          <w:sz w:val="28"/>
          <w:szCs w:val="28"/>
          <w:lang w:val="uk-UA"/>
        </w:rPr>
        <w:t xml:space="preserve">а </w:t>
      </w:r>
      <w:r w:rsidRPr="0038477E">
        <w:rPr>
          <w:b/>
          <w:sz w:val="28"/>
          <w:szCs w:val="28"/>
          <w:lang w:val="uk-UA"/>
        </w:rPr>
        <w:t xml:space="preserve"> «Артемівський</w:t>
      </w:r>
      <w:r>
        <w:rPr>
          <w:b/>
          <w:sz w:val="28"/>
          <w:szCs w:val="28"/>
          <w:lang w:val="uk-UA"/>
        </w:rPr>
        <w:t xml:space="preserve"> міський</w:t>
      </w:r>
      <w:r w:rsidRPr="0038477E">
        <w:rPr>
          <w:b/>
          <w:sz w:val="28"/>
          <w:szCs w:val="28"/>
          <w:lang w:val="uk-UA"/>
        </w:rPr>
        <w:t xml:space="preserve"> парк культури та відпочинку»</w:t>
      </w:r>
      <w:r>
        <w:rPr>
          <w:b/>
          <w:sz w:val="28"/>
          <w:szCs w:val="28"/>
          <w:lang w:val="uk-UA"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6"/>
        <w:gridCol w:w="3430"/>
        <w:gridCol w:w="1559"/>
        <w:gridCol w:w="1843"/>
        <w:gridCol w:w="2409"/>
      </w:tblGrid>
      <w:tr w:rsidR="008552CC" w:rsidRPr="00462CD3" w:rsidTr="00CA11EB">
        <w:tc>
          <w:tcPr>
            <w:tcW w:w="506" w:type="dxa"/>
          </w:tcPr>
          <w:p w:rsidR="008552CC" w:rsidRPr="00462CD3" w:rsidRDefault="008552CC" w:rsidP="00CA11EB">
            <w:pPr>
              <w:pStyle w:val="BodyText2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>№</w:t>
            </w:r>
          </w:p>
          <w:p w:rsidR="008552CC" w:rsidRPr="00462CD3" w:rsidRDefault="008552CC" w:rsidP="00CA11EB">
            <w:pPr>
              <w:pStyle w:val="BodyText2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>з/п</w:t>
            </w:r>
          </w:p>
        </w:tc>
        <w:tc>
          <w:tcPr>
            <w:tcW w:w="3430" w:type="dxa"/>
          </w:tcPr>
          <w:p w:rsidR="008552CC" w:rsidRPr="00462CD3" w:rsidRDefault="008552CC" w:rsidP="00CA11EB">
            <w:pPr>
              <w:pStyle w:val="BodyText2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>Найменування</w:t>
            </w:r>
          </w:p>
        </w:tc>
        <w:tc>
          <w:tcPr>
            <w:tcW w:w="1559" w:type="dxa"/>
          </w:tcPr>
          <w:p w:rsidR="008552CC" w:rsidRPr="00462CD3" w:rsidRDefault="008552CC" w:rsidP="00CA11EB">
            <w:pPr>
              <w:pStyle w:val="BodyText2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>Кіль</w:t>
            </w:r>
            <w:r>
              <w:rPr>
                <w:lang w:val="uk-UA"/>
              </w:rPr>
              <w:t>к</w:t>
            </w:r>
            <w:r w:rsidRPr="00462CD3">
              <w:rPr>
                <w:lang w:val="uk-UA"/>
              </w:rPr>
              <w:t>ість</w:t>
            </w:r>
            <w:r>
              <w:rPr>
                <w:lang w:val="uk-UA"/>
              </w:rPr>
              <w:t>/ одиниць</w:t>
            </w:r>
          </w:p>
        </w:tc>
        <w:tc>
          <w:tcPr>
            <w:tcW w:w="1843" w:type="dxa"/>
          </w:tcPr>
          <w:p w:rsidR="008552CC" w:rsidRPr="00462CD3" w:rsidRDefault="008552CC" w:rsidP="00CA11EB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 w:rsidRPr="00462CD3">
              <w:rPr>
                <w:lang w:val="uk-UA"/>
              </w:rPr>
              <w:t>Ціна,</w:t>
            </w:r>
          </w:p>
          <w:p w:rsidR="008552CC" w:rsidRPr="00462CD3" w:rsidRDefault="008552CC" w:rsidP="00CA11EB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 w:rsidRPr="00462CD3">
              <w:rPr>
                <w:lang w:val="uk-UA"/>
              </w:rPr>
              <w:t>грн.</w:t>
            </w:r>
          </w:p>
        </w:tc>
        <w:tc>
          <w:tcPr>
            <w:tcW w:w="2409" w:type="dxa"/>
          </w:tcPr>
          <w:p w:rsidR="008552CC" w:rsidRPr="00462CD3" w:rsidRDefault="008552CC" w:rsidP="00CA11EB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 w:rsidRPr="00462CD3">
              <w:rPr>
                <w:lang w:val="uk-UA"/>
              </w:rPr>
              <w:t>Сума, грн.</w:t>
            </w:r>
          </w:p>
        </w:tc>
      </w:tr>
      <w:tr w:rsidR="008552CC" w:rsidRPr="00462CD3" w:rsidTr="00CA11EB">
        <w:tc>
          <w:tcPr>
            <w:tcW w:w="506" w:type="dxa"/>
          </w:tcPr>
          <w:p w:rsidR="008552CC" w:rsidRPr="00462CD3" w:rsidRDefault="008552CC" w:rsidP="00CA11EB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62CD3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3430" w:type="dxa"/>
          </w:tcPr>
          <w:p w:rsidR="008552CC" w:rsidRPr="00462CD3" w:rsidRDefault="008552CC" w:rsidP="00CA11EB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62CD3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559" w:type="dxa"/>
          </w:tcPr>
          <w:p w:rsidR="008552CC" w:rsidRPr="00462CD3" w:rsidRDefault="008552CC" w:rsidP="00CA11EB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843" w:type="dxa"/>
          </w:tcPr>
          <w:p w:rsidR="008552CC" w:rsidRPr="00462CD3" w:rsidRDefault="008552CC" w:rsidP="00CA11EB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2409" w:type="dxa"/>
          </w:tcPr>
          <w:p w:rsidR="008552CC" w:rsidRPr="00462CD3" w:rsidRDefault="008552CC" w:rsidP="00CA11EB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</w:tr>
      <w:tr w:rsidR="008552CC" w:rsidRPr="00462CD3" w:rsidTr="00CA11EB">
        <w:tc>
          <w:tcPr>
            <w:tcW w:w="506" w:type="dxa"/>
          </w:tcPr>
          <w:p w:rsidR="008552CC" w:rsidRPr="00462CD3" w:rsidRDefault="008552CC" w:rsidP="00CA11EB">
            <w:pPr>
              <w:pStyle w:val="BodyText2"/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430" w:type="dxa"/>
          </w:tcPr>
          <w:p w:rsidR="008552CC" w:rsidRPr="00462CD3" w:rsidRDefault="008552CC" w:rsidP="00CA11EB">
            <w:pPr>
              <w:pStyle w:val="BodyText2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 xml:space="preserve">Саджанці </w:t>
            </w:r>
            <w:r>
              <w:rPr>
                <w:lang w:val="uk-UA"/>
              </w:rPr>
              <w:t>троянд</w:t>
            </w:r>
          </w:p>
        </w:tc>
        <w:tc>
          <w:tcPr>
            <w:tcW w:w="1559" w:type="dxa"/>
          </w:tcPr>
          <w:p w:rsidR="008552CC" w:rsidRPr="00462CD3" w:rsidRDefault="008552CC" w:rsidP="00CA11EB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1000</w:t>
            </w:r>
          </w:p>
        </w:tc>
        <w:tc>
          <w:tcPr>
            <w:tcW w:w="1843" w:type="dxa"/>
          </w:tcPr>
          <w:p w:rsidR="008552CC" w:rsidRPr="00462CD3" w:rsidRDefault="008552CC" w:rsidP="00CA11EB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15,00</w:t>
            </w:r>
          </w:p>
        </w:tc>
        <w:tc>
          <w:tcPr>
            <w:tcW w:w="2409" w:type="dxa"/>
          </w:tcPr>
          <w:p w:rsidR="008552CC" w:rsidRPr="00462CD3" w:rsidRDefault="008552CC" w:rsidP="00CA11EB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15000,00</w:t>
            </w:r>
          </w:p>
        </w:tc>
      </w:tr>
      <w:tr w:rsidR="008552CC" w:rsidRPr="00462CD3" w:rsidTr="00CA11EB">
        <w:tc>
          <w:tcPr>
            <w:tcW w:w="506" w:type="dxa"/>
          </w:tcPr>
          <w:p w:rsidR="008552CC" w:rsidRPr="00462CD3" w:rsidRDefault="008552CC" w:rsidP="00CA11EB">
            <w:pPr>
              <w:pStyle w:val="BodyText2"/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430" w:type="dxa"/>
          </w:tcPr>
          <w:p w:rsidR="008552CC" w:rsidRPr="00462CD3" w:rsidRDefault="008552CC" w:rsidP="00CA11EB">
            <w:pPr>
              <w:pStyle w:val="BodyText2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>Саджанці липи</w:t>
            </w:r>
          </w:p>
        </w:tc>
        <w:tc>
          <w:tcPr>
            <w:tcW w:w="1559" w:type="dxa"/>
          </w:tcPr>
          <w:p w:rsidR="008552CC" w:rsidRPr="00462CD3" w:rsidRDefault="008552CC" w:rsidP="00CA11EB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843" w:type="dxa"/>
          </w:tcPr>
          <w:p w:rsidR="008552CC" w:rsidRPr="00462CD3" w:rsidRDefault="008552CC" w:rsidP="00CA11EB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50,00</w:t>
            </w:r>
          </w:p>
        </w:tc>
        <w:tc>
          <w:tcPr>
            <w:tcW w:w="2409" w:type="dxa"/>
          </w:tcPr>
          <w:p w:rsidR="008552CC" w:rsidRPr="00462CD3" w:rsidRDefault="008552CC" w:rsidP="00CA11EB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450,00</w:t>
            </w:r>
          </w:p>
        </w:tc>
      </w:tr>
      <w:tr w:rsidR="008552CC" w:rsidRPr="00462CD3" w:rsidTr="00CA11EB">
        <w:tc>
          <w:tcPr>
            <w:tcW w:w="506" w:type="dxa"/>
          </w:tcPr>
          <w:p w:rsidR="008552CC" w:rsidRPr="00462CD3" w:rsidRDefault="008552CC" w:rsidP="00CA11EB">
            <w:pPr>
              <w:pStyle w:val="BodyText2"/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430" w:type="dxa"/>
          </w:tcPr>
          <w:p w:rsidR="008552CC" w:rsidRPr="00462CD3" w:rsidRDefault="008552CC" w:rsidP="00CA11EB">
            <w:pPr>
              <w:pStyle w:val="BodyText2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>Саджанці берези</w:t>
            </w:r>
          </w:p>
        </w:tc>
        <w:tc>
          <w:tcPr>
            <w:tcW w:w="1559" w:type="dxa"/>
          </w:tcPr>
          <w:p w:rsidR="008552CC" w:rsidRPr="00462CD3" w:rsidRDefault="008552CC" w:rsidP="00CA11EB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81</w:t>
            </w:r>
          </w:p>
        </w:tc>
        <w:tc>
          <w:tcPr>
            <w:tcW w:w="1843" w:type="dxa"/>
          </w:tcPr>
          <w:p w:rsidR="008552CC" w:rsidRPr="00462CD3" w:rsidRDefault="008552CC" w:rsidP="00CA11EB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50,00</w:t>
            </w:r>
          </w:p>
        </w:tc>
        <w:tc>
          <w:tcPr>
            <w:tcW w:w="2409" w:type="dxa"/>
          </w:tcPr>
          <w:p w:rsidR="008552CC" w:rsidRPr="00462CD3" w:rsidRDefault="008552CC" w:rsidP="00CA11EB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4050,00</w:t>
            </w:r>
          </w:p>
        </w:tc>
      </w:tr>
      <w:tr w:rsidR="008552CC" w:rsidRPr="00462CD3" w:rsidTr="00CA11EB">
        <w:tc>
          <w:tcPr>
            <w:tcW w:w="506" w:type="dxa"/>
          </w:tcPr>
          <w:p w:rsidR="008552CC" w:rsidRPr="00462CD3" w:rsidRDefault="008552CC" w:rsidP="00CA11EB">
            <w:pPr>
              <w:pStyle w:val="BodyText2"/>
              <w:spacing w:after="0" w:line="240" w:lineRule="auto"/>
              <w:rPr>
                <w:lang w:val="uk-UA"/>
              </w:rPr>
            </w:pPr>
          </w:p>
        </w:tc>
        <w:tc>
          <w:tcPr>
            <w:tcW w:w="3430" w:type="dxa"/>
          </w:tcPr>
          <w:p w:rsidR="008552CC" w:rsidRPr="00462CD3" w:rsidRDefault="008552CC" w:rsidP="00CA11EB">
            <w:pPr>
              <w:pStyle w:val="BodyText2"/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Разом:</w:t>
            </w:r>
          </w:p>
        </w:tc>
        <w:tc>
          <w:tcPr>
            <w:tcW w:w="1559" w:type="dxa"/>
          </w:tcPr>
          <w:p w:rsidR="008552CC" w:rsidRPr="00462CD3" w:rsidRDefault="008552CC" w:rsidP="00CA11EB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1090</w:t>
            </w:r>
          </w:p>
        </w:tc>
        <w:tc>
          <w:tcPr>
            <w:tcW w:w="1843" w:type="dxa"/>
          </w:tcPr>
          <w:p w:rsidR="008552CC" w:rsidRPr="00462CD3" w:rsidRDefault="008552CC" w:rsidP="00CA11EB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2409" w:type="dxa"/>
          </w:tcPr>
          <w:p w:rsidR="008552CC" w:rsidRPr="00462CD3" w:rsidRDefault="008552CC" w:rsidP="00CA11EB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19500,00</w:t>
            </w:r>
          </w:p>
        </w:tc>
      </w:tr>
    </w:tbl>
    <w:p w:rsidR="008552CC" w:rsidRDefault="008552CC" w:rsidP="003A3F66">
      <w:pPr>
        <w:pStyle w:val="BodyText2"/>
        <w:spacing w:after="0" w:line="240" w:lineRule="auto"/>
        <w:rPr>
          <w:b/>
          <w:sz w:val="28"/>
          <w:szCs w:val="28"/>
          <w:lang w:val="uk-UA"/>
        </w:rPr>
      </w:pPr>
    </w:p>
    <w:p w:rsidR="008552CC" w:rsidRDefault="008552CC" w:rsidP="003A3F66">
      <w:pPr>
        <w:pStyle w:val="BodyText2"/>
        <w:spacing w:after="0" w:line="240" w:lineRule="auto"/>
        <w:rPr>
          <w:b/>
          <w:sz w:val="28"/>
          <w:szCs w:val="28"/>
          <w:lang w:val="uk-UA"/>
        </w:rPr>
      </w:pPr>
    </w:p>
    <w:p w:rsidR="008552CC" w:rsidRPr="0088442F" w:rsidRDefault="008552CC" w:rsidP="0088442F">
      <w:pPr>
        <w:pStyle w:val="BodyText2"/>
        <w:spacing w:after="0" w:line="240" w:lineRule="auto"/>
        <w:rPr>
          <w:b/>
          <w:sz w:val="28"/>
          <w:szCs w:val="28"/>
          <w:lang w:val="uk-UA"/>
        </w:rPr>
      </w:pPr>
      <w:r w:rsidRPr="0088442F">
        <w:rPr>
          <w:b/>
          <w:sz w:val="28"/>
          <w:szCs w:val="28"/>
          <w:lang w:val="uk-UA"/>
        </w:rPr>
        <w:t>6.Артемівського  комунального підприємства «Флора»</w:t>
      </w:r>
      <w:r>
        <w:rPr>
          <w:b/>
          <w:sz w:val="28"/>
          <w:szCs w:val="28"/>
          <w:lang w:val="uk-UA"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6"/>
        <w:gridCol w:w="3430"/>
        <w:gridCol w:w="1559"/>
        <w:gridCol w:w="1843"/>
        <w:gridCol w:w="2409"/>
      </w:tblGrid>
      <w:tr w:rsidR="008552CC" w:rsidRPr="00462CD3" w:rsidTr="0088442F">
        <w:tc>
          <w:tcPr>
            <w:tcW w:w="506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>№</w:t>
            </w:r>
          </w:p>
          <w:p w:rsidR="008552CC" w:rsidRPr="00462CD3" w:rsidRDefault="008552CC" w:rsidP="00A02988">
            <w:pPr>
              <w:pStyle w:val="BodyText2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>з/п</w:t>
            </w:r>
          </w:p>
        </w:tc>
        <w:tc>
          <w:tcPr>
            <w:tcW w:w="3430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>Найменування</w:t>
            </w:r>
          </w:p>
        </w:tc>
        <w:tc>
          <w:tcPr>
            <w:tcW w:w="1559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>Кіль</w:t>
            </w:r>
            <w:r>
              <w:rPr>
                <w:lang w:val="uk-UA"/>
              </w:rPr>
              <w:t>к</w:t>
            </w:r>
            <w:r w:rsidRPr="00462CD3">
              <w:rPr>
                <w:lang w:val="uk-UA"/>
              </w:rPr>
              <w:t>ість</w:t>
            </w:r>
            <w:r>
              <w:rPr>
                <w:lang w:val="uk-UA"/>
              </w:rPr>
              <w:t>/ одиниць</w:t>
            </w:r>
          </w:p>
        </w:tc>
        <w:tc>
          <w:tcPr>
            <w:tcW w:w="1843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 w:rsidRPr="00462CD3">
              <w:rPr>
                <w:lang w:val="uk-UA"/>
              </w:rPr>
              <w:t>Ціна,</w:t>
            </w:r>
          </w:p>
          <w:p w:rsidR="008552CC" w:rsidRPr="00462CD3" w:rsidRDefault="008552CC" w:rsidP="00A02988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 w:rsidRPr="00462CD3">
              <w:rPr>
                <w:lang w:val="uk-UA"/>
              </w:rPr>
              <w:t>грн.</w:t>
            </w:r>
          </w:p>
        </w:tc>
        <w:tc>
          <w:tcPr>
            <w:tcW w:w="2409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 w:rsidRPr="00462CD3">
              <w:rPr>
                <w:lang w:val="uk-UA"/>
              </w:rPr>
              <w:t>Сума, грн.</w:t>
            </w:r>
          </w:p>
        </w:tc>
      </w:tr>
      <w:tr w:rsidR="008552CC" w:rsidRPr="00462CD3" w:rsidTr="0088442F">
        <w:tc>
          <w:tcPr>
            <w:tcW w:w="506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62CD3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3430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62CD3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559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843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2409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</w:tr>
      <w:tr w:rsidR="008552CC" w:rsidRPr="00997C44" w:rsidTr="0088442F">
        <w:tc>
          <w:tcPr>
            <w:tcW w:w="506" w:type="dxa"/>
          </w:tcPr>
          <w:p w:rsidR="008552CC" w:rsidRPr="00997C44" w:rsidRDefault="008552CC" w:rsidP="00A02988">
            <w:pPr>
              <w:pStyle w:val="BodyText2"/>
              <w:spacing w:after="0" w:line="240" w:lineRule="auto"/>
              <w:rPr>
                <w:lang w:val="uk-UA"/>
              </w:rPr>
            </w:pPr>
            <w:r w:rsidRPr="00997C44">
              <w:rPr>
                <w:lang w:val="uk-UA"/>
              </w:rPr>
              <w:t>1</w:t>
            </w:r>
          </w:p>
        </w:tc>
        <w:tc>
          <w:tcPr>
            <w:tcW w:w="3430" w:type="dxa"/>
          </w:tcPr>
          <w:p w:rsidR="008552CC" w:rsidRPr="00997C44" w:rsidRDefault="008552CC" w:rsidP="00A02988">
            <w:pPr>
              <w:pStyle w:val="BodyText2"/>
              <w:spacing w:after="0" w:line="240" w:lineRule="auto"/>
              <w:rPr>
                <w:lang w:val="uk-UA"/>
              </w:rPr>
            </w:pPr>
            <w:r w:rsidRPr="00997C44">
              <w:rPr>
                <w:lang w:val="uk-UA"/>
              </w:rPr>
              <w:t>Саджанці троянд</w:t>
            </w:r>
          </w:p>
        </w:tc>
        <w:tc>
          <w:tcPr>
            <w:tcW w:w="1559" w:type="dxa"/>
          </w:tcPr>
          <w:p w:rsidR="008552CC" w:rsidRPr="00997C44" w:rsidRDefault="008552CC" w:rsidP="00A02988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 w:rsidRPr="00997C44">
              <w:rPr>
                <w:lang w:val="uk-UA"/>
              </w:rPr>
              <w:t>960</w:t>
            </w:r>
          </w:p>
        </w:tc>
        <w:tc>
          <w:tcPr>
            <w:tcW w:w="1843" w:type="dxa"/>
          </w:tcPr>
          <w:p w:rsidR="008552CC" w:rsidRPr="00997C44" w:rsidRDefault="008552CC" w:rsidP="00A02988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 w:rsidRPr="00997C44">
              <w:rPr>
                <w:lang w:val="uk-UA"/>
              </w:rPr>
              <w:t>15,00</w:t>
            </w:r>
          </w:p>
        </w:tc>
        <w:tc>
          <w:tcPr>
            <w:tcW w:w="2409" w:type="dxa"/>
          </w:tcPr>
          <w:p w:rsidR="008552CC" w:rsidRPr="00997C44" w:rsidRDefault="008552CC" w:rsidP="00A02988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 w:rsidRPr="00997C44">
              <w:rPr>
                <w:lang w:val="uk-UA"/>
              </w:rPr>
              <w:t>14400,00</w:t>
            </w:r>
          </w:p>
        </w:tc>
      </w:tr>
      <w:tr w:rsidR="008552CC" w:rsidRPr="00997C44" w:rsidTr="0088442F">
        <w:tc>
          <w:tcPr>
            <w:tcW w:w="506" w:type="dxa"/>
          </w:tcPr>
          <w:p w:rsidR="008552CC" w:rsidRPr="00997C44" w:rsidRDefault="008552CC" w:rsidP="00A02988">
            <w:pPr>
              <w:pStyle w:val="BodyText2"/>
              <w:spacing w:after="0" w:line="240" w:lineRule="auto"/>
              <w:rPr>
                <w:lang w:val="uk-UA"/>
              </w:rPr>
            </w:pPr>
            <w:r w:rsidRPr="00997C44">
              <w:rPr>
                <w:lang w:val="uk-UA"/>
              </w:rPr>
              <w:t>2</w:t>
            </w:r>
          </w:p>
        </w:tc>
        <w:tc>
          <w:tcPr>
            <w:tcW w:w="3430" w:type="dxa"/>
          </w:tcPr>
          <w:p w:rsidR="008552CC" w:rsidRPr="00997C44" w:rsidRDefault="008552CC" w:rsidP="00A02988">
            <w:pPr>
              <w:pStyle w:val="BodyText2"/>
              <w:spacing w:after="0" w:line="240" w:lineRule="auto"/>
              <w:rPr>
                <w:lang w:val="uk-UA"/>
              </w:rPr>
            </w:pPr>
            <w:r w:rsidRPr="00997C44">
              <w:rPr>
                <w:lang w:val="uk-UA"/>
              </w:rPr>
              <w:t>Саджанці катальпи</w:t>
            </w:r>
          </w:p>
        </w:tc>
        <w:tc>
          <w:tcPr>
            <w:tcW w:w="1559" w:type="dxa"/>
          </w:tcPr>
          <w:p w:rsidR="008552CC" w:rsidRPr="00997C44" w:rsidRDefault="008552CC" w:rsidP="00A02988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239</w:t>
            </w:r>
          </w:p>
        </w:tc>
        <w:tc>
          <w:tcPr>
            <w:tcW w:w="1843" w:type="dxa"/>
          </w:tcPr>
          <w:p w:rsidR="008552CC" w:rsidRPr="00997C44" w:rsidRDefault="008552CC" w:rsidP="00A02988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 w:rsidRPr="00997C44">
              <w:rPr>
                <w:lang w:val="uk-UA"/>
              </w:rPr>
              <w:t>50,00</w:t>
            </w:r>
          </w:p>
        </w:tc>
        <w:tc>
          <w:tcPr>
            <w:tcW w:w="2409" w:type="dxa"/>
          </w:tcPr>
          <w:p w:rsidR="008552CC" w:rsidRPr="00997C44" w:rsidRDefault="008552CC" w:rsidP="00A02988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11950</w:t>
            </w:r>
            <w:r w:rsidRPr="00997C44">
              <w:rPr>
                <w:lang w:val="uk-UA"/>
              </w:rPr>
              <w:t>,00</w:t>
            </w:r>
          </w:p>
        </w:tc>
      </w:tr>
      <w:tr w:rsidR="008552CC" w:rsidRPr="00997C44" w:rsidTr="0088442F">
        <w:tc>
          <w:tcPr>
            <w:tcW w:w="506" w:type="dxa"/>
          </w:tcPr>
          <w:p w:rsidR="008552CC" w:rsidRPr="00997C44" w:rsidRDefault="008552CC" w:rsidP="00A02988">
            <w:pPr>
              <w:pStyle w:val="BodyText2"/>
              <w:spacing w:after="0" w:line="240" w:lineRule="auto"/>
              <w:rPr>
                <w:lang w:val="uk-UA"/>
              </w:rPr>
            </w:pPr>
            <w:r w:rsidRPr="00997C44">
              <w:rPr>
                <w:lang w:val="uk-UA"/>
              </w:rPr>
              <w:t>3</w:t>
            </w:r>
          </w:p>
        </w:tc>
        <w:tc>
          <w:tcPr>
            <w:tcW w:w="3430" w:type="dxa"/>
          </w:tcPr>
          <w:p w:rsidR="008552CC" w:rsidRPr="00997C44" w:rsidRDefault="008552CC" w:rsidP="00A02988">
            <w:pPr>
              <w:pStyle w:val="BodyText2"/>
              <w:spacing w:after="0" w:line="240" w:lineRule="auto"/>
              <w:rPr>
                <w:lang w:val="uk-UA"/>
              </w:rPr>
            </w:pPr>
            <w:r w:rsidRPr="00997C44">
              <w:rPr>
                <w:lang w:val="uk-UA"/>
              </w:rPr>
              <w:t>Саджанці берези</w:t>
            </w:r>
          </w:p>
        </w:tc>
        <w:tc>
          <w:tcPr>
            <w:tcW w:w="1559" w:type="dxa"/>
          </w:tcPr>
          <w:p w:rsidR="008552CC" w:rsidRPr="00997C44" w:rsidRDefault="008552CC" w:rsidP="00A02988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 w:rsidRPr="00997C44">
              <w:rPr>
                <w:lang w:val="uk-UA"/>
              </w:rPr>
              <w:t>68</w:t>
            </w:r>
          </w:p>
        </w:tc>
        <w:tc>
          <w:tcPr>
            <w:tcW w:w="1843" w:type="dxa"/>
          </w:tcPr>
          <w:p w:rsidR="008552CC" w:rsidRPr="00997C44" w:rsidRDefault="008552CC" w:rsidP="00A02988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 w:rsidRPr="00997C44">
              <w:rPr>
                <w:lang w:val="uk-UA"/>
              </w:rPr>
              <w:t>50,00</w:t>
            </w:r>
          </w:p>
        </w:tc>
        <w:tc>
          <w:tcPr>
            <w:tcW w:w="2409" w:type="dxa"/>
          </w:tcPr>
          <w:p w:rsidR="008552CC" w:rsidRPr="00997C44" w:rsidRDefault="008552CC" w:rsidP="00A02988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 w:rsidRPr="00997C44">
              <w:rPr>
                <w:lang w:val="uk-UA"/>
              </w:rPr>
              <w:t>3400,00</w:t>
            </w:r>
          </w:p>
        </w:tc>
      </w:tr>
      <w:tr w:rsidR="008552CC" w:rsidRPr="00997C44" w:rsidTr="0088442F">
        <w:trPr>
          <w:trHeight w:val="319"/>
        </w:trPr>
        <w:tc>
          <w:tcPr>
            <w:tcW w:w="506" w:type="dxa"/>
          </w:tcPr>
          <w:p w:rsidR="008552CC" w:rsidRPr="00997C44" w:rsidRDefault="008552CC" w:rsidP="00A02988">
            <w:pPr>
              <w:pStyle w:val="BodyText2"/>
              <w:spacing w:after="0" w:line="240" w:lineRule="auto"/>
              <w:rPr>
                <w:lang w:val="uk-UA"/>
              </w:rPr>
            </w:pPr>
            <w:r w:rsidRPr="00997C44">
              <w:rPr>
                <w:lang w:val="uk-UA"/>
              </w:rPr>
              <w:t>4</w:t>
            </w:r>
          </w:p>
        </w:tc>
        <w:tc>
          <w:tcPr>
            <w:tcW w:w="3430" w:type="dxa"/>
          </w:tcPr>
          <w:p w:rsidR="008552CC" w:rsidRPr="00997C44" w:rsidRDefault="008552CC" w:rsidP="00A02988">
            <w:pPr>
              <w:pStyle w:val="BodyText2"/>
              <w:spacing w:after="0" w:line="240" w:lineRule="auto"/>
              <w:rPr>
                <w:lang w:val="uk-UA"/>
              </w:rPr>
            </w:pPr>
            <w:r w:rsidRPr="00997C44">
              <w:rPr>
                <w:lang w:val="uk-UA"/>
              </w:rPr>
              <w:t>Саджанці  сумаха</w:t>
            </w:r>
          </w:p>
        </w:tc>
        <w:tc>
          <w:tcPr>
            <w:tcW w:w="1559" w:type="dxa"/>
          </w:tcPr>
          <w:p w:rsidR="008552CC" w:rsidRPr="00997C44" w:rsidRDefault="008552CC" w:rsidP="00A02988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 w:rsidRPr="00997C44">
              <w:rPr>
                <w:lang w:val="uk-UA"/>
              </w:rPr>
              <w:t>130</w:t>
            </w:r>
          </w:p>
        </w:tc>
        <w:tc>
          <w:tcPr>
            <w:tcW w:w="1843" w:type="dxa"/>
          </w:tcPr>
          <w:p w:rsidR="008552CC" w:rsidRPr="00997C44" w:rsidRDefault="008552CC" w:rsidP="00A02988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 w:rsidRPr="00997C44">
              <w:rPr>
                <w:lang w:val="uk-UA"/>
              </w:rPr>
              <w:t>50,00</w:t>
            </w:r>
          </w:p>
        </w:tc>
        <w:tc>
          <w:tcPr>
            <w:tcW w:w="2409" w:type="dxa"/>
          </w:tcPr>
          <w:p w:rsidR="008552CC" w:rsidRPr="00997C44" w:rsidRDefault="008552CC" w:rsidP="00A02988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 w:rsidRPr="00997C44">
              <w:rPr>
                <w:lang w:val="uk-UA"/>
              </w:rPr>
              <w:t>6500,00</w:t>
            </w:r>
          </w:p>
        </w:tc>
      </w:tr>
      <w:tr w:rsidR="008552CC" w:rsidRPr="00462CD3" w:rsidTr="0088442F">
        <w:tc>
          <w:tcPr>
            <w:tcW w:w="506" w:type="dxa"/>
          </w:tcPr>
          <w:p w:rsidR="008552CC" w:rsidRPr="00997C44" w:rsidRDefault="008552CC" w:rsidP="00A02988">
            <w:pPr>
              <w:pStyle w:val="BodyText2"/>
              <w:spacing w:after="0" w:line="240" w:lineRule="auto"/>
              <w:rPr>
                <w:lang w:val="uk-UA"/>
              </w:rPr>
            </w:pPr>
            <w:r w:rsidRPr="00997C44">
              <w:rPr>
                <w:lang w:val="uk-UA"/>
              </w:rPr>
              <w:t>5</w:t>
            </w:r>
          </w:p>
        </w:tc>
        <w:tc>
          <w:tcPr>
            <w:tcW w:w="3430" w:type="dxa"/>
          </w:tcPr>
          <w:p w:rsidR="008552CC" w:rsidRPr="00997C44" w:rsidRDefault="008552CC" w:rsidP="00A02988">
            <w:pPr>
              <w:pStyle w:val="BodyText2"/>
              <w:spacing w:after="0" w:line="240" w:lineRule="auto"/>
              <w:rPr>
                <w:lang w:val="uk-UA"/>
              </w:rPr>
            </w:pPr>
            <w:r w:rsidRPr="00997C44">
              <w:rPr>
                <w:lang w:val="uk-UA"/>
              </w:rPr>
              <w:t>Саджанці липи</w:t>
            </w:r>
          </w:p>
        </w:tc>
        <w:tc>
          <w:tcPr>
            <w:tcW w:w="1559" w:type="dxa"/>
          </w:tcPr>
          <w:p w:rsidR="008552CC" w:rsidRPr="00997C44" w:rsidRDefault="008552CC" w:rsidP="00A02988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 w:rsidRPr="00997C44">
              <w:rPr>
                <w:lang w:val="uk-UA"/>
              </w:rPr>
              <w:t>26</w:t>
            </w:r>
          </w:p>
        </w:tc>
        <w:tc>
          <w:tcPr>
            <w:tcW w:w="1843" w:type="dxa"/>
          </w:tcPr>
          <w:p w:rsidR="008552CC" w:rsidRPr="00997C44" w:rsidRDefault="008552CC" w:rsidP="00A02988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 w:rsidRPr="00997C44">
              <w:rPr>
                <w:lang w:val="uk-UA"/>
              </w:rPr>
              <w:t>50,00</w:t>
            </w:r>
          </w:p>
        </w:tc>
        <w:tc>
          <w:tcPr>
            <w:tcW w:w="2409" w:type="dxa"/>
          </w:tcPr>
          <w:p w:rsidR="008552CC" w:rsidRDefault="008552CC" w:rsidP="00A02988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 w:rsidRPr="00997C44">
              <w:rPr>
                <w:lang w:val="uk-UA"/>
              </w:rPr>
              <w:t>1300,00</w:t>
            </w:r>
          </w:p>
        </w:tc>
      </w:tr>
      <w:tr w:rsidR="008552CC" w:rsidRPr="00462CD3" w:rsidTr="0088442F">
        <w:tc>
          <w:tcPr>
            <w:tcW w:w="506" w:type="dxa"/>
          </w:tcPr>
          <w:p w:rsidR="008552CC" w:rsidRPr="00997C44" w:rsidRDefault="008552CC" w:rsidP="00A02988">
            <w:pPr>
              <w:pStyle w:val="BodyText2"/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3430" w:type="dxa"/>
          </w:tcPr>
          <w:p w:rsidR="008552CC" w:rsidRPr="00997C44" w:rsidRDefault="008552CC" w:rsidP="000B67DE">
            <w:pPr>
              <w:pStyle w:val="BodyText2"/>
              <w:spacing w:after="0" w:line="240" w:lineRule="auto"/>
              <w:rPr>
                <w:lang w:val="uk-UA"/>
              </w:rPr>
            </w:pPr>
            <w:r w:rsidRPr="00997C44">
              <w:rPr>
                <w:lang w:val="uk-UA"/>
              </w:rPr>
              <w:t>Саджанц</w:t>
            </w:r>
            <w:r>
              <w:rPr>
                <w:lang w:val="uk-UA"/>
              </w:rPr>
              <w:t>і спіреї</w:t>
            </w:r>
          </w:p>
        </w:tc>
        <w:tc>
          <w:tcPr>
            <w:tcW w:w="1559" w:type="dxa"/>
          </w:tcPr>
          <w:p w:rsidR="008552CC" w:rsidRPr="00997C44" w:rsidRDefault="008552CC" w:rsidP="00A02988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843" w:type="dxa"/>
          </w:tcPr>
          <w:p w:rsidR="008552CC" w:rsidRPr="00997C44" w:rsidRDefault="008552CC" w:rsidP="00A02988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15,00</w:t>
            </w:r>
          </w:p>
        </w:tc>
        <w:tc>
          <w:tcPr>
            <w:tcW w:w="2409" w:type="dxa"/>
          </w:tcPr>
          <w:p w:rsidR="008552CC" w:rsidRPr="00997C44" w:rsidRDefault="008552CC" w:rsidP="00A02988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150,00</w:t>
            </w:r>
          </w:p>
        </w:tc>
      </w:tr>
      <w:tr w:rsidR="008552CC" w:rsidRPr="00462CD3" w:rsidTr="0088442F">
        <w:tc>
          <w:tcPr>
            <w:tcW w:w="506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rPr>
                <w:lang w:val="uk-UA"/>
              </w:rPr>
            </w:pPr>
          </w:p>
        </w:tc>
        <w:tc>
          <w:tcPr>
            <w:tcW w:w="3430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Разом:</w:t>
            </w:r>
          </w:p>
        </w:tc>
        <w:tc>
          <w:tcPr>
            <w:tcW w:w="1559" w:type="dxa"/>
          </w:tcPr>
          <w:p w:rsidR="008552CC" w:rsidRPr="00462CD3" w:rsidRDefault="008552CC" w:rsidP="00E82052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1433</w:t>
            </w:r>
          </w:p>
        </w:tc>
        <w:tc>
          <w:tcPr>
            <w:tcW w:w="1843" w:type="dxa"/>
          </w:tcPr>
          <w:p w:rsidR="008552CC" w:rsidRPr="00462CD3" w:rsidRDefault="008552CC" w:rsidP="00A02988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2409" w:type="dxa"/>
          </w:tcPr>
          <w:p w:rsidR="008552CC" w:rsidRPr="00462CD3" w:rsidRDefault="008552CC" w:rsidP="0088442F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37700,00</w:t>
            </w:r>
          </w:p>
        </w:tc>
      </w:tr>
    </w:tbl>
    <w:p w:rsidR="008552CC" w:rsidRDefault="008552CC" w:rsidP="004911EB">
      <w:pPr>
        <w:tabs>
          <w:tab w:val="left" w:pos="851"/>
        </w:tabs>
        <w:ind w:right="-142"/>
        <w:jc w:val="both"/>
        <w:rPr>
          <w:b/>
          <w:i/>
          <w:sz w:val="28"/>
          <w:szCs w:val="28"/>
          <w:lang w:val="uk-UA"/>
        </w:rPr>
      </w:pPr>
    </w:p>
    <w:p w:rsidR="008552CC" w:rsidRDefault="008552CC" w:rsidP="004911EB">
      <w:pPr>
        <w:tabs>
          <w:tab w:val="left" w:pos="851"/>
        </w:tabs>
        <w:ind w:right="-142"/>
        <w:jc w:val="both"/>
        <w:rPr>
          <w:b/>
          <w:i/>
          <w:sz w:val="28"/>
          <w:szCs w:val="28"/>
          <w:lang w:val="uk-UA"/>
        </w:rPr>
      </w:pPr>
    </w:p>
    <w:p w:rsidR="008552CC" w:rsidRDefault="008552CC" w:rsidP="004911EB">
      <w:pPr>
        <w:tabs>
          <w:tab w:val="left" w:pos="851"/>
        </w:tabs>
        <w:ind w:right="-142"/>
        <w:jc w:val="both"/>
        <w:rPr>
          <w:b/>
          <w:bCs/>
          <w:sz w:val="28"/>
          <w:szCs w:val="28"/>
          <w:lang w:val="uk-UA"/>
        </w:rPr>
      </w:pPr>
      <w:r w:rsidRPr="009F51E0">
        <w:rPr>
          <w:b/>
          <w:i/>
          <w:sz w:val="28"/>
          <w:szCs w:val="28"/>
          <w:lang w:val="uk-UA"/>
        </w:rPr>
        <w:t>7.</w:t>
      </w:r>
      <w:r w:rsidRPr="009F51E0">
        <w:rPr>
          <w:b/>
          <w:bCs/>
          <w:sz w:val="28"/>
          <w:szCs w:val="28"/>
          <w:lang w:val="uk-UA"/>
        </w:rPr>
        <w:t xml:space="preserve"> Комунального підприємства «Артемівська керуюча компанія житлово-комунальних послуг»: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6"/>
        <w:gridCol w:w="3430"/>
        <w:gridCol w:w="1559"/>
        <w:gridCol w:w="1843"/>
        <w:gridCol w:w="2409"/>
      </w:tblGrid>
      <w:tr w:rsidR="008552CC" w:rsidRPr="009F51E0" w:rsidTr="000B67DE">
        <w:tc>
          <w:tcPr>
            <w:tcW w:w="506" w:type="dxa"/>
          </w:tcPr>
          <w:p w:rsidR="008552CC" w:rsidRPr="009F51E0" w:rsidRDefault="008552CC" w:rsidP="000B67DE">
            <w:pPr>
              <w:pStyle w:val="BodyText2"/>
              <w:spacing w:after="0" w:line="240" w:lineRule="auto"/>
              <w:rPr>
                <w:sz w:val="22"/>
                <w:szCs w:val="22"/>
                <w:lang w:val="uk-UA"/>
              </w:rPr>
            </w:pPr>
            <w:r w:rsidRPr="009F51E0">
              <w:rPr>
                <w:sz w:val="22"/>
                <w:szCs w:val="22"/>
                <w:lang w:val="uk-UA"/>
              </w:rPr>
              <w:t>№</w:t>
            </w:r>
          </w:p>
          <w:p w:rsidR="008552CC" w:rsidRPr="009F51E0" w:rsidRDefault="008552CC" w:rsidP="000B67DE">
            <w:pPr>
              <w:pStyle w:val="BodyText2"/>
              <w:spacing w:after="0" w:line="240" w:lineRule="auto"/>
              <w:rPr>
                <w:sz w:val="22"/>
                <w:szCs w:val="22"/>
                <w:lang w:val="uk-UA"/>
              </w:rPr>
            </w:pPr>
            <w:r w:rsidRPr="009F51E0">
              <w:rPr>
                <w:sz w:val="22"/>
                <w:szCs w:val="22"/>
                <w:lang w:val="uk-UA"/>
              </w:rPr>
              <w:t>з/п</w:t>
            </w:r>
          </w:p>
        </w:tc>
        <w:tc>
          <w:tcPr>
            <w:tcW w:w="3430" w:type="dxa"/>
          </w:tcPr>
          <w:p w:rsidR="008552CC" w:rsidRPr="009F51E0" w:rsidRDefault="008552CC" w:rsidP="000B67DE">
            <w:pPr>
              <w:pStyle w:val="BodyText2"/>
              <w:spacing w:after="0" w:line="240" w:lineRule="auto"/>
              <w:rPr>
                <w:sz w:val="22"/>
                <w:szCs w:val="22"/>
                <w:lang w:val="uk-UA"/>
              </w:rPr>
            </w:pPr>
            <w:r w:rsidRPr="009F51E0">
              <w:rPr>
                <w:sz w:val="22"/>
                <w:szCs w:val="22"/>
                <w:lang w:val="uk-UA"/>
              </w:rPr>
              <w:t>Найменування</w:t>
            </w:r>
          </w:p>
        </w:tc>
        <w:tc>
          <w:tcPr>
            <w:tcW w:w="1559" w:type="dxa"/>
          </w:tcPr>
          <w:p w:rsidR="008552CC" w:rsidRPr="009F51E0" w:rsidRDefault="008552CC" w:rsidP="000B67DE">
            <w:pPr>
              <w:pStyle w:val="BodyText2"/>
              <w:spacing w:after="0" w:line="240" w:lineRule="auto"/>
              <w:rPr>
                <w:sz w:val="22"/>
                <w:szCs w:val="22"/>
                <w:lang w:val="uk-UA"/>
              </w:rPr>
            </w:pPr>
            <w:r w:rsidRPr="009F51E0">
              <w:rPr>
                <w:sz w:val="22"/>
                <w:szCs w:val="22"/>
                <w:lang w:val="uk-UA"/>
              </w:rPr>
              <w:t>Кількість/ одиниць</w:t>
            </w:r>
          </w:p>
        </w:tc>
        <w:tc>
          <w:tcPr>
            <w:tcW w:w="1843" w:type="dxa"/>
          </w:tcPr>
          <w:p w:rsidR="008552CC" w:rsidRPr="009F51E0" w:rsidRDefault="008552CC" w:rsidP="000B67DE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 w:rsidRPr="009F51E0">
              <w:rPr>
                <w:sz w:val="22"/>
                <w:szCs w:val="22"/>
                <w:lang w:val="uk-UA"/>
              </w:rPr>
              <w:t>Ціна,</w:t>
            </w:r>
          </w:p>
          <w:p w:rsidR="008552CC" w:rsidRPr="009F51E0" w:rsidRDefault="008552CC" w:rsidP="000B67DE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 w:rsidRPr="009F51E0">
              <w:rPr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2409" w:type="dxa"/>
          </w:tcPr>
          <w:p w:rsidR="008552CC" w:rsidRPr="009F51E0" w:rsidRDefault="008552CC" w:rsidP="000B67DE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 w:rsidRPr="009F51E0">
              <w:rPr>
                <w:sz w:val="22"/>
                <w:szCs w:val="22"/>
                <w:lang w:val="uk-UA"/>
              </w:rPr>
              <w:t>Сума, грн.</w:t>
            </w:r>
          </w:p>
        </w:tc>
      </w:tr>
      <w:tr w:rsidR="008552CC" w:rsidRPr="009F51E0" w:rsidTr="000B67DE">
        <w:tc>
          <w:tcPr>
            <w:tcW w:w="506" w:type="dxa"/>
          </w:tcPr>
          <w:p w:rsidR="008552CC" w:rsidRPr="009F51E0" w:rsidRDefault="008552CC" w:rsidP="000B67DE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 w:rsidRPr="009F51E0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3430" w:type="dxa"/>
          </w:tcPr>
          <w:p w:rsidR="008552CC" w:rsidRPr="009F51E0" w:rsidRDefault="008552CC" w:rsidP="000B67DE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 w:rsidRPr="009F51E0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559" w:type="dxa"/>
          </w:tcPr>
          <w:p w:rsidR="008552CC" w:rsidRPr="009F51E0" w:rsidRDefault="008552CC" w:rsidP="000B67DE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 w:rsidRPr="009F51E0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843" w:type="dxa"/>
          </w:tcPr>
          <w:p w:rsidR="008552CC" w:rsidRPr="009F51E0" w:rsidRDefault="008552CC" w:rsidP="000B67DE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 w:rsidRPr="009F51E0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2409" w:type="dxa"/>
          </w:tcPr>
          <w:p w:rsidR="008552CC" w:rsidRPr="009F51E0" w:rsidRDefault="008552CC" w:rsidP="000B67DE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 w:rsidRPr="009F51E0">
              <w:rPr>
                <w:sz w:val="22"/>
                <w:szCs w:val="22"/>
                <w:lang w:val="uk-UA"/>
              </w:rPr>
              <w:t>5</w:t>
            </w:r>
          </w:p>
        </w:tc>
      </w:tr>
      <w:tr w:rsidR="008552CC" w:rsidRPr="009F51E0" w:rsidTr="000B67DE">
        <w:tc>
          <w:tcPr>
            <w:tcW w:w="506" w:type="dxa"/>
          </w:tcPr>
          <w:p w:rsidR="008552CC" w:rsidRPr="009F51E0" w:rsidRDefault="008552CC" w:rsidP="000B67DE">
            <w:pPr>
              <w:pStyle w:val="BodyText2"/>
              <w:spacing w:after="0" w:line="240" w:lineRule="auto"/>
              <w:rPr>
                <w:sz w:val="22"/>
                <w:szCs w:val="22"/>
                <w:lang w:val="uk-UA"/>
              </w:rPr>
            </w:pPr>
            <w:r w:rsidRPr="009F51E0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3430" w:type="dxa"/>
          </w:tcPr>
          <w:p w:rsidR="008552CC" w:rsidRPr="009F51E0" w:rsidRDefault="008552CC" w:rsidP="000B67DE">
            <w:pPr>
              <w:pStyle w:val="BodyText2"/>
              <w:spacing w:after="0" w:line="240" w:lineRule="auto"/>
              <w:rPr>
                <w:sz w:val="22"/>
                <w:szCs w:val="22"/>
                <w:lang w:val="uk-UA"/>
              </w:rPr>
            </w:pPr>
            <w:r w:rsidRPr="009F51E0">
              <w:rPr>
                <w:sz w:val="22"/>
                <w:szCs w:val="22"/>
                <w:lang w:val="uk-UA"/>
              </w:rPr>
              <w:t>Саджанці троянд</w:t>
            </w:r>
          </w:p>
        </w:tc>
        <w:tc>
          <w:tcPr>
            <w:tcW w:w="1559" w:type="dxa"/>
          </w:tcPr>
          <w:p w:rsidR="008552CC" w:rsidRPr="009F51E0" w:rsidRDefault="008552CC" w:rsidP="000B67DE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300</w:t>
            </w:r>
          </w:p>
        </w:tc>
        <w:tc>
          <w:tcPr>
            <w:tcW w:w="1843" w:type="dxa"/>
          </w:tcPr>
          <w:p w:rsidR="008552CC" w:rsidRPr="009F51E0" w:rsidRDefault="008552CC" w:rsidP="000B67DE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 w:rsidRPr="009F51E0">
              <w:rPr>
                <w:sz w:val="22"/>
                <w:szCs w:val="22"/>
                <w:lang w:val="uk-UA"/>
              </w:rPr>
              <w:t>15,00</w:t>
            </w:r>
          </w:p>
        </w:tc>
        <w:tc>
          <w:tcPr>
            <w:tcW w:w="2409" w:type="dxa"/>
          </w:tcPr>
          <w:p w:rsidR="008552CC" w:rsidRPr="009F51E0" w:rsidRDefault="008552CC" w:rsidP="000B67DE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4500</w:t>
            </w:r>
            <w:r w:rsidRPr="009F51E0">
              <w:rPr>
                <w:sz w:val="22"/>
                <w:szCs w:val="22"/>
                <w:lang w:val="uk-UA"/>
              </w:rPr>
              <w:t>,00</w:t>
            </w:r>
          </w:p>
        </w:tc>
      </w:tr>
      <w:tr w:rsidR="008552CC" w:rsidRPr="009F51E0" w:rsidTr="000B67DE">
        <w:tc>
          <w:tcPr>
            <w:tcW w:w="506" w:type="dxa"/>
          </w:tcPr>
          <w:p w:rsidR="008552CC" w:rsidRPr="009F51E0" w:rsidRDefault="008552CC" w:rsidP="000B67DE">
            <w:pPr>
              <w:pStyle w:val="BodyText2"/>
              <w:spacing w:after="0" w:line="240" w:lineRule="auto"/>
              <w:rPr>
                <w:sz w:val="22"/>
                <w:szCs w:val="22"/>
                <w:lang w:val="uk-UA"/>
              </w:rPr>
            </w:pPr>
            <w:r w:rsidRPr="009F51E0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3430" w:type="dxa"/>
          </w:tcPr>
          <w:p w:rsidR="008552CC" w:rsidRPr="009F51E0" w:rsidRDefault="008552CC" w:rsidP="000B67DE">
            <w:pPr>
              <w:pStyle w:val="BodyText2"/>
              <w:spacing w:after="0" w:line="240" w:lineRule="auto"/>
              <w:rPr>
                <w:sz w:val="22"/>
                <w:szCs w:val="22"/>
                <w:lang w:val="uk-UA"/>
              </w:rPr>
            </w:pPr>
            <w:r w:rsidRPr="009F51E0">
              <w:rPr>
                <w:sz w:val="22"/>
                <w:szCs w:val="22"/>
                <w:lang w:val="uk-UA"/>
              </w:rPr>
              <w:t xml:space="preserve">Саджанці </w:t>
            </w:r>
            <w:r>
              <w:rPr>
                <w:sz w:val="22"/>
                <w:szCs w:val="22"/>
                <w:lang w:val="uk-UA"/>
              </w:rPr>
              <w:t>горобини</w:t>
            </w:r>
          </w:p>
        </w:tc>
        <w:tc>
          <w:tcPr>
            <w:tcW w:w="1559" w:type="dxa"/>
          </w:tcPr>
          <w:p w:rsidR="008552CC" w:rsidRPr="009F51E0" w:rsidRDefault="008552CC" w:rsidP="000B67DE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45</w:t>
            </w:r>
          </w:p>
        </w:tc>
        <w:tc>
          <w:tcPr>
            <w:tcW w:w="1843" w:type="dxa"/>
          </w:tcPr>
          <w:p w:rsidR="008552CC" w:rsidRPr="009F51E0" w:rsidRDefault="008552CC" w:rsidP="000B67DE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  <w:r w:rsidRPr="009F51E0">
              <w:rPr>
                <w:sz w:val="22"/>
                <w:szCs w:val="22"/>
                <w:lang w:val="uk-UA"/>
              </w:rPr>
              <w:t>0,00</w:t>
            </w:r>
          </w:p>
        </w:tc>
        <w:tc>
          <w:tcPr>
            <w:tcW w:w="2409" w:type="dxa"/>
          </w:tcPr>
          <w:p w:rsidR="008552CC" w:rsidRPr="009F51E0" w:rsidRDefault="008552CC" w:rsidP="000B67DE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</w:t>
            </w:r>
            <w:r w:rsidRPr="009F51E0">
              <w:rPr>
                <w:sz w:val="22"/>
                <w:szCs w:val="22"/>
                <w:lang w:val="uk-UA"/>
              </w:rPr>
              <w:t>50,00</w:t>
            </w:r>
          </w:p>
        </w:tc>
      </w:tr>
      <w:tr w:rsidR="008552CC" w:rsidRPr="009F51E0" w:rsidTr="000B67DE">
        <w:tc>
          <w:tcPr>
            <w:tcW w:w="506" w:type="dxa"/>
          </w:tcPr>
          <w:p w:rsidR="008552CC" w:rsidRPr="009F51E0" w:rsidRDefault="008552CC" w:rsidP="000B67DE">
            <w:pPr>
              <w:pStyle w:val="BodyText2"/>
              <w:spacing w:after="0" w:line="240" w:lineRule="auto"/>
              <w:rPr>
                <w:sz w:val="22"/>
                <w:szCs w:val="22"/>
                <w:lang w:val="uk-UA"/>
              </w:rPr>
            </w:pPr>
            <w:r w:rsidRPr="009F51E0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3430" w:type="dxa"/>
          </w:tcPr>
          <w:p w:rsidR="008552CC" w:rsidRPr="009F51E0" w:rsidRDefault="008552CC" w:rsidP="000B67DE">
            <w:pPr>
              <w:pStyle w:val="BodyText2"/>
              <w:spacing w:after="0" w:line="240" w:lineRule="auto"/>
              <w:rPr>
                <w:sz w:val="22"/>
                <w:szCs w:val="22"/>
                <w:lang w:val="uk-UA"/>
              </w:rPr>
            </w:pPr>
            <w:r w:rsidRPr="009F51E0">
              <w:rPr>
                <w:sz w:val="22"/>
                <w:szCs w:val="22"/>
                <w:lang w:val="uk-UA"/>
              </w:rPr>
              <w:t>Саджанці берези</w:t>
            </w:r>
          </w:p>
        </w:tc>
        <w:tc>
          <w:tcPr>
            <w:tcW w:w="1559" w:type="dxa"/>
          </w:tcPr>
          <w:p w:rsidR="008552CC" w:rsidRPr="009F51E0" w:rsidRDefault="008552CC" w:rsidP="000B67DE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 w:rsidRPr="009F51E0">
              <w:rPr>
                <w:sz w:val="22"/>
                <w:szCs w:val="22"/>
                <w:lang w:val="uk-UA"/>
              </w:rPr>
              <w:t>6</w:t>
            </w: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843" w:type="dxa"/>
          </w:tcPr>
          <w:p w:rsidR="008552CC" w:rsidRPr="009F51E0" w:rsidRDefault="008552CC" w:rsidP="000B67DE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 w:rsidRPr="009F51E0">
              <w:rPr>
                <w:sz w:val="22"/>
                <w:szCs w:val="22"/>
                <w:lang w:val="uk-UA"/>
              </w:rPr>
              <w:t>50,00</w:t>
            </w:r>
          </w:p>
        </w:tc>
        <w:tc>
          <w:tcPr>
            <w:tcW w:w="2409" w:type="dxa"/>
          </w:tcPr>
          <w:p w:rsidR="008552CC" w:rsidRPr="009F51E0" w:rsidRDefault="008552CC" w:rsidP="000B67DE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 w:rsidRPr="009F51E0">
              <w:rPr>
                <w:sz w:val="22"/>
                <w:szCs w:val="22"/>
                <w:lang w:val="uk-UA"/>
              </w:rPr>
              <w:t>3</w:t>
            </w:r>
            <w:r>
              <w:rPr>
                <w:sz w:val="22"/>
                <w:szCs w:val="22"/>
                <w:lang w:val="uk-UA"/>
              </w:rPr>
              <w:t>0</w:t>
            </w:r>
            <w:r w:rsidRPr="009F51E0">
              <w:rPr>
                <w:sz w:val="22"/>
                <w:szCs w:val="22"/>
                <w:lang w:val="uk-UA"/>
              </w:rPr>
              <w:t>00,00</w:t>
            </w:r>
          </w:p>
        </w:tc>
      </w:tr>
      <w:tr w:rsidR="008552CC" w:rsidRPr="009F51E0" w:rsidTr="000B67DE">
        <w:trPr>
          <w:trHeight w:val="319"/>
        </w:trPr>
        <w:tc>
          <w:tcPr>
            <w:tcW w:w="506" w:type="dxa"/>
          </w:tcPr>
          <w:p w:rsidR="008552CC" w:rsidRPr="009F51E0" w:rsidRDefault="008552CC" w:rsidP="000B67DE">
            <w:pPr>
              <w:pStyle w:val="BodyText2"/>
              <w:spacing w:after="0" w:line="240" w:lineRule="auto"/>
              <w:rPr>
                <w:sz w:val="22"/>
                <w:szCs w:val="22"/>
                <w:lang w:val="uk-UA"/>
              </w:rPr>
            </w:pPr>
            <w:r w:rsidRPr="009F51E0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3430" w:type="dxa"/>
          </w:tcPr>
          <w:p w:rsidR="008552CC" w:rsidRPr="009F51E0" w:rsidRDefault="008552CC" w:rsidP="000B67DE">
            <w:pPr>
              <w:pStyle w:val="BodyText2"/>
              <w:spacing w:after="0" w:line="240" w:lineRule="auto"/>
              <w:rPr>
                <w:sz w:val="22"/>
                <w:szCs w:val="22"/>
                <w:lang w:val="uk-UA"/>
              </w:rPr>
            </w:pPr>
            <w:r w:rsidRPr="009F51E0">
              <w:rPr>
                <w:sz w:val="22"/>
                <w:szCs w:val="22"/>
                <w:lang w:val="uk-UA"/>
              </w:rPr>
              <w:t>Саджанці  с</w:t>
            </w:r>
            <w:r>
              <w:rPr>
                <w:sz w:val="22"/>
                <w:szCs w:val="22"/>
                <w:lang w:val="uk-UA"/>
              </w:rPr>
              <w:t>піреї</w:t>
            </w:r>
          </w:p>
        </w:tc>
        <w:tc>
          <w:tcPr>
            <w:tcW w:w="1559" w:type="dxa"/>
          </w:tcPr>
          <w:p w:rsidR="008552CC" w:rsidRPr="009F51E0" w:rsidRDefault="008552CC" w:rsidP="000B67DE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 w:rsidRPr="009F51E0"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1843" w:type="dxa"/>
          </w:tcPr>
          <w:p w:rsidR="008552CC" w:rsidRPr="009F51E0" w:rsidRDefault="008552CC" w:rsidP="000B67DE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</w:t>
            </w:r>
            <w:r w:rsidRPr="009F51E0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2409" w:type="dxa"/>
          </w:tcPr>
          <w:p w:rsidR="008552CC" w:rsidRPr="009F51E0" w:rsidRDefault="008552CC" w:rsidP="000B67DE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450</w:t>
            </w:r>
            <w:r w:rsidRPr="009F51E0">
              <w:rPr>
                <w:sz w:val="22"/>
                <w:szCs w:val="22"/>
                <w:lang w:val="uk-UA"/>
              </w:rPr>
              <w:t>,00</w:t>
            </w:r>
          </w:p>
        </w:tc>
      </w:tr>
      <w:tr w:rsidR="008552CC" w:rsidRPr="009F51E0" w:rsidTr="000B67DE">
        <w:tc>
          <w:tcPr>
            <w:tcW w:w="506" w:type="dxa"/>
          </w:tcPr>
          <w:p w:rsidR="008552CC" w:rsidRPr="009F51E0" w:rsidRDefault="008552CC" w:rsidP="000B67DE">
            <w:pPr>
              <w:pStyle w:val="BodyText2"/>
              <w:spacing w:after="0" w:line="240" w:lineRule="auto"/>
              <w:rPr>
                <w:sz w:val="22"/>
                <w:szCs w:val="22"/>
                <w:lang w:val="uk-UA"/>
              </w:rPr>
            </w:pPr>
            <w:r w:rsidRPr="009F51E0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3430" w:type="dxa"/>
          </w:tcPr>
          <w:p w:rsidR="008552CC" w:rsidRPr="009F51E0" w:rsidRDefault="008552CC" w:rsidP="000B67DE">
            <w:pPr>
              <w:pStyle w:val="BodyText2"/>
              <w:spacing w:after="0" w:line="240" w:lineRule="auto"/>
              <w:rPr>
                <w:sz w:val="22"/>
                <w:szCs w:val="22"/>
                <w:lang w:val="uk-UA"/>
              </w:rPr>
            </w:pPr>
            <w:r w:rsidRPr="009F51E0">
              <w:rPr>
                <w:sz w:val="22"/>
                <w:szCs w:val="22"/>
                <w:lang w:val="uk-UA"/>
              </w:rPr>
              <w:t xml:space="preserve">Саджанці </w:t>
            </w:r>
            <w:r>
              <w:rPr>
                <w:sz w:val="22"/>
                <w:szCs w:val="22"/>
                <w:lang w:val="uk-UA"/>
              </w:rPr>
              <w:t>сумаха</w:t>
            </w:r>
          </w:p>
        </w:tc>
        <w:tc>
          <w:tcPr>
            <w:tcW w:w="1559" w:type="dxa"/>
          </w:tcPr>
          <w:p w:rsidR="008552CC" w:rsidRPr="009F51E0" w:rsidRDefault="008552CC" w:rsidP="000B67DE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</w:t>
            </w:r>
          </w:p>
        </w:tc>
        <w:tc>
          <w:tcPr>
            <w:tcW w:w="1843" w:type="dxa"/>
          </w:tcPr>
          <w:p w:rsidR="008552CC" w:rsidRPr="009F51E0" w:rsidRDefault="008552CC" w:rsidP="000B67DE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 w:rsidRPr="009F51E0">
              <w:rPr>
                <w:sz w:val="22"/>
                <w:szCs w:val="22"/>
                <w:lang w:val="uk-UA"/>
              </w:rPr>
              <w:t>50,00</w:t>
            </w:r>
          </w:p>
        </w:tc>
        <w:tc>
          <w:tcPr>
            <w:tcW w:w="2409" w:type="dxa"/>
          </w:tcPr>
          <w:p w:rsidR="008552CC" w:rsidRPr="009F51E0" w:rsidRDefault="008552CC" w:rsidP="000B67DE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</w:t>
            </w:r>
            <w:r w:rsidRPr="009F51E0">
              <w:rPr>
                <w:sz w:val="22"/>
                <w:szCs w:val="22"/>
                <w:lang w:val="uk-UA"/>
              </w:rPr>
              <w:t>00,00</w:t>
            </w:r>
          </w:p>
        </w:tc>
      </w:tr>
      <w:tr w:rsidR="008552CC" w:rsidRPr="009F51E0" w:rsidTr="000B67DE">
        <w:tc>
          <w:tcPr>
            <w:tcW w:w="506" w:type="dxa"/>
          </w:tcPr>
          <w:p w:rsidR="008552CC" w:rsidRPr="009F51E0" w:rsidRDefault="008552CC" w:rsidP="000B67DE">
            <w:pPr>
              <w:pStyle w:val="BodyText2"/>
              <w:spacing w:after="0" w:line="240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3430" w:type="dxa"/>
          </w:tcPr>
          <w:p w:rsidR="008552CC" w:rsidRPr="009F51E0" w:rsidRDefault="008552CC" w:rsidP="000B67DE">
            <w:pPr>
              <w:pStyle w:val="BodyText2"/>
              <w:spacing w:after="0" w:line="240" w:lineRule="auto"/>
              <w:rPr>
                <w:sz w:val="22"/>
                <w:szCs w:val="22"/>
                <w:lang w:val="uk-UA"/>
              </w:rPr>
            </w:pPr>
            <w:r w:rsidRPr="009F51E0">
              <w:rPr>
                <w:sz w:val="22"/>
                <w:szCs w:val="22"/>
                <w:lang w:val="uk-UA"/>
              </w:rPr>
              <w:t>Разом:</w:t>
            </w:r>
          </w:p>
        </w:tc>
        <w:tc>
          <w:tcPr>
            <w:tcW w:w="1559" w:type="dxa"/>
          </w:tcPr>
          <w:p w:rsidR="008552CC" w:rsidRPr="009F51E0" w:rsidRDefault="008552CC" w:rsidP="000B67DE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485</w:t>
            </w:r>
          </w:p>
        </w:tc>
        <w:tc>
          <w:tcPr>
            <w:tcW w:w="1843" w:type="dxa"/>
          </w:tcPr>
          <w:p w:rsidR="008552CC" w:rsidRPr="009F51E0" w:rsidRDefault="008552CC" w:rsidP="000B67DE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409" w:type="dxa"/>
          </w:tcPr>
          <w:p w:rsidR="008552CC" w:rsidRPr="009F51E0" w:rsidRDefault="008552CC" w:rsidP="000B67DE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11800</w:t>
            </w:r>
            <w:r w:rsidRPr="009F51E0">
              <w:rPr>
                <w:sz w:val="22"/>
                <w:szCs w:val="22"/>
                <w:lang w:val="uk-UA"/>
              </w:rPr>
              <w:t>,00</w:t>
            </w:r>
          </w:p>
        </w:tc>
      </w:tr>
    </w:tbl>
    <w:p w:rsidR="008552CC" w:rsidRDefault="008552CC" w:rsidP="004911EB">
      <w:pPr>
        <w:tabs>
          <w:tab w:val="left" w:pos="851"/>
        </w:tabs>
        <w:ind w:right="-142"/>
        <w:jc w:val="both"/>
        <w:rPr>
          <w:i/>
          <w:sz w:val="22"/>
          <w:szCs w:val="22"/>
          <w:lang w:val="uk-UA"/>
        </w:rPr>
      </w:pPr>
    </w:p>
    <w:p w:rsidR="008552CC" w:rsidRPr="004911EB" w:rsidRDefault="008552CC" w:rsidP="004911EB">
      <w:pPr>
        <w:tabs>
          <w:tab w:val="left" w:pos="851"/>
          <w:tab w:val="left" w:pos="9639"/>
        </w:tabs>
        <w:jc w:val="both"/>
        <w:rPr>
          <w:i/>
          <w:sz w:val="22"/>
          <w:szCs w:val="22"/>
          <w:lang w:val="uk-UA"/>
        </w:rPr>
      </w:pPr>
      <w:r w:rsidRPr="004911EB">
        <w:rPr>
          <w:i/>
          <w:sz w:val="22"/>
          <w:szCs w:val="22"/>
          <w:lang w:val="uk-UA"/>
        </w:rPr>
        <w:t>Перелік запасів</w:t>
      </w:r>
      <w:r w:rsidRPr="004974B3">
        <w:rPr>
          <w:i/>
          <w:sz w:val="22"/>
          <w:szCs w:val="22"/>
          <w:lang w:val="uk-UA"/>
        </w:rPr>
        <w:t xml:space="preserve"> </w:t>
      </w:r>
      <w:r w:rsidRPr="004911EB">
        <w:rPr>
          <w:i/>
          <w:sz w:val="22"/>
          <w:szCs w:val="22"/>
          <w:lang w:val="uk-UA"/>
        </w:rPr>
        <w:t>комунальної власності територіальної громади м.Артемівська - саджанців для багаторічних насаджень віком до одного року, які безоплатно передаються з балансу відділу розвитку міського господарства Артемівської міської ради на баланс</w:t>
      </w:r>
      <w:r w:rsidRPr="00E16970">
        <w:rPr>
          <w:sz w:val="28"/>
          <w:szCs w:val="28"/>
          <w:lang w:val="uk-UA"/>
        </w:rPr>
        <w:t xml:space="preserve"> </w:t>
      </w:r>
      <w:r w:rsidRPr="00641BE6">
        <w:rPr>
          <w:bCs/>
          <w:i/>
          <w:sz w:val="22"/>
          <w:szCs w:val="22"/>
          <w:lang w:val="uk-UA"/>
        </w:rPr>
        <w:t>підприємств, закладів і організацій, що перебувають у комунальній  власності територіальної громади міста Артемівська</w:t>
      </w:r>
      <w:r w:rsidRPr="00E16970">
        <w:rPr>
          <w:i/>
          <w:sz w:val="22"/>
          <w:szCs w:val="22"/>
          <w:lang w:val="uk-UA"/>
        </w:rPr>
        <w:t>,</w:t>
      </w:r>
      <w:r w:rsidRPr="004911EB">
        <w:rPr>
          <w:i/>
          <w:sz w:val="22"/>
          <w:szCs w:val="22"/>
          <w:lang w:val="uk-UA"/>
        </w:rPr>
        <w:t xml:space="preserve"> складено відділом з управління комунальною власністю Управління муніципального розвитку Артемівської  міської  ради на підставі даних відділу розвитку міського господарства Артемівської міської ради</w:t>
      </w:r>
    </w:p>
    <w:p w:rsidR="008552CC" w:rsidRDefault="008552CC" w:rsidP="003F3340">
      <w:pPr>
        <w:tabs>
          <w:tab w:val="left" w:pos="851"/>
        </w:tabs>
        <w:ind w:right="-142"/>
        <w:jc w:val="both"/>
        <w:rPr>
          <w:i/>
          <w:sz w:val="22"/>
          <w:szCs w:val="22"/>
          <w:lang w:val="uk-UA"/>
        </w:rPr>
      </w:pPr>
    </w:p>
    <w:tbl>
      <w:tblPr>
        <w:tblW w:w="9321" w:type="dxa"/>
        <w:tblInd w:w="426" w:type="dxa"/>
        <w:tblLook w:val="00A0"/>
      </w:tblPr>
      <w:tblGrid>
        <w:gridCol w:w="6486"/>
        <w:gridCol w:w="2835"/>
      </w:tblGrid>
      <w:tr w:rsidR="008552CC" w:rsidRPr="00B63FED">
        <w:tc>
          <w:tcPr>
            <w:tcW w:w="6486" w:type="dxa"/>
          </w:tcPr>
          <w:p w:rsidR="008552CC" w:rsidRPr="00B63FED" w:rsidRDefault="008552CC" w:rsidP="004911EB">
            <w:pPr>
              <w:tabs>
                <w:tab w:val="left" w:pos="5387"/>
                <w:tab w:val="left" w:pos="6780"/>
              </w:tabs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 xml:space="preserve"> В.о.  н</w:t>
            </w:r>
            <w:r w:rsidRPr="00B63FED">
              <w:rPr>
                <w:lang w:val="uk-UA"/>
              </w:rPr>
              <w:t>ачальник</w:t>
            </w:r>
            <w:r>
              <w:rPr>
                <w:lang w:val="uk-UA"/>
              </w:rPr>
              <w:t>а</w:t>
            </w:r>
            <w:r w:rsidRPr="00B63FED">
              <w:rPr>
                <w:lang w:val="uk-UA"/>
              </w:rPr>
              <w:t xml:space="preserve"> Управління муніципального</w:t>
            </w:r>
          </w:p>
          <w:p w:rsidR="008552CC" w:rsidRPr="00B63FED" w:rsidRDefault="008552CC" w:rsidP="004911EB">
            <w:pPr>
              <w:tabs>
                <w:tab w:val="left" w:pos="5387"/>
                <w:tab w:val="left" w:pos="6780"/>
              </w:tabs>
              <w:autoSpaceDE w:val="0"/>
              <w:autoSpaceDN w:val="0"/>
              <w:rPr>
                <w:lang w:val="uk-UA"/>
              </w:rPr>
            </w:pPr>
            <w:r w:rsidRPr="00B63FED">
              <w:rPr>
                <w:lang w:val="uk-UA"/>
              </w:rPr>
              <w:t xml:space="preserve">розвитку Артемівської міської ради   </w:t>
            </w:r>
          </w:p>
          <w:p w:rsidR="008552CC" w:rsidRPr="00B63FED" w:rsidRDefault="008552CC" w:rsidP="004911EB">
            <w:pPr>
              <w:tabs>
                <w:tab w:val="left" w:pos="5387"/>
                <w:tab w:val="left" w:pos="6780"/>
              </w:tabs>
              <w:autoSpaceDE w:val="0"/>
              <w:autoSpaceDN w:val="0"/>
              <w:ind w:left="426"/>
              <w:rPr>
                <w:lang w:val="uk-UA"/>
              </w:rPr>
            </w:pPr>
          </w:p>
          <w:p w:rsidR="008552CC" w:rsidRPr="00535817" w:rsidRDefault="008552CC" w:rsidP="004911EB">
            <w:pPr>
              <w:tabs>
                <w:tab w:val="left" w:pos="5387"/>
                <w:tab w:val="left" w:pos="6780"/>
              </w:tabs>
              <w:autoSpaceDE w:val="0"/>
              <w:autoSpaceDN w:val="0"/>
              <w:rPr>
                <w:lang w:val="uk-UA"/>
              </w:rPr>
            </w:pPr>
            <w:r w:rsidRPr="00535817">
              <w:rPr>
                <w:lang w:val="uk-UA"/>
              </w:rPr>
              <w:t xml:space="preserve">В.о. керуючого справами виконкому </w:t>
            </w:r>
          </w:p>
          <w:p w:rsidR="008552CC" w:rsidRPr="00B63FED" w:rsidRDefault="008552CC" w:rsidP="004911EB">
            <w:pPr>
              <w:tabs>
                <w:tab w:val="left" w:pos="5387"/>
                <w:tab w:val="left" w:pos="6780"/>
              </w:tabs>
              <w:autoSpaceDE w:val="0"/>
              <w:autoSpaceDN w:val="0"/>
              <w:rPr>
                <w:i/>
                <w:lang w:val="uk-UA"/>
              </w:rPr>
            </w:pPr>
            <w:r w:rsidRPr="00535817">
              <w:rPr>
                <w:lang w:val="uk-UA"/>
              </w:rPr>
              <w:t xml:space="preserve">Артемівської міської ради                                                                </w:t>
            </w:r>
          </w:p>
        </w:tc>
        <w:tc>
          <w:tcPr>
            <w:tcW w:w="2835" w:type="dxa"/>
          </w:tcPr>
          <w:p w:rsidR="008552CC" w:rsidRDefault="008552CC" w:rsidP="00B63FED">
            <w:pPr>
              <w:tabs>
                <w:tab w:val="left" w:pos="993"/>
                <w:tab w:val="left" w:pos="1134"/>
              </w:tabs>
              <w:autoSpaceDE w:val="0"/>
              <w:autoSpaceDN w:val="0"/>
              <w:ind w:left="426"/>
              <w:jc w:val="both"/>
              <w:rPr>
                <w:lang w:val="uk-UA"/>
              </w:rPr>
            </w:pPr>
          </w:p>
          <w:p w:rsidR="008552CC" w:rsidRPr="00B63FED" w:rsidRDefault="008552CC" w:rsidP="00B63FED">
            <w:pPr>
              <w:tabs>
                <w:tab w:val="left" w:pos="993"/>
                <w:tab w:val="left" w:pos="1134"/>
              </w:tabs>
              <w:autoSpaceDE w:val="0"/>
              <w:autoSpaceDN w:val="0"/>
              <w:ind w:left="426"/>
              <w:jc w:val="both"/>
              <w:rPr>
                <w:lang w:val="uk-UA"/>
              </w:rPr>
            </w:pPr>
            <w:r>
              <w:rPr>
                <w:lang w:val="uk-UA"/>
              </w:rPr>
              <w:t>О</w:t>
            </w:r>
            <w:r w:rsidRPr="00B63FED">
              <w:rPr>
                <w:lang w:val="uk-UA"/>
              </w:rPr>
              <w:t>.</w:t>
            </w:r>
            <w:r>
              <w:rPr>
                <w:lang w:val="uk-UA"/>
              </w:rPr>
              <w:t>О</w:t>
            </w:r>
            <w:r w:rsidRPr="00B63FED">
              <w:rPr>
                <w:lang w:val="uk-UA"/>
              </w:rPr>
              <w:t>.</w:t>
            </w:r>
            <w:r>
              <w:rPr>
                <w:lang w:val="uk-UA"/>
              </w:rPr>
              <w:t>Гладка</w:t>
            </w:r>
            <w:r w:rsidRPr="00B63FED">
              <w:rPr>
                <w:lang w:val="uk-UA"/>
              </w:rPr>
              <w:t xml:space="preserve"> </w:t>
            </w:r>
          </w:p>
          <w:p w:rsidR="008552CC" w:rsidRPr="00B63FED" w:rsidRDefault="008552CC" w:rsidP="00B63FED">
            <w:pPr>
              <w:tabs>
                <w:tab w:val="left" w:pos="993"/>
                <w:tab w:val="left" w:pos="1134"/>
              </w:tabs>
              <w:autoSpaceDE w:val="0"/>
              <w:autoSpaceDN w:val="0"/>
              <w:ind w:left="426"/>
              <w:jc w:val="both"/>
              <w:rPr>
                <w:lang w:val="uk-UA"/>
              </w:rPr>
            </w:pPr>
          </w:p>
          <w:p w:rsidR="008552CC" w:rsidRPr="00B63FED" w:rsidRDefault="008552CC" w:rsidP="00B63FED">
            <w:pPr>
              <w:tabs>
                <w:tab w:val="left" w:pos="993"/>
                <w:tab w:val="left" w:pos="1134"/>
              </w:tabs>
              <w:autoSpaceDE w:val="0"/>
              <w:autoSpaceDN w:val="0"/>
              <w:ind w:left="426"/>
              <w:jc w:val="both"/>
              <w:rPr>
                <w:lang w:val="uk-UA"/>
              </w:rPr>
            </w:pPr>
          </w:p>
          <w:p w:rsidR="008552CC" w:rsidRPr="00535817" w:rsidRDefault="008552CC" w:rsidP="00B63FED">
            <w:pPr>
              <w:tabs>
                <w:tab w:val="left" w:pos="993"/>
                <w:tab w:val="left" w:pos="1134"/>
              </w:tabs>
              <w:autoSpaceDE w:val="0"/>
              <w:autoSpaceDN w:val="0"/>
              <w:ind w:left="426"/>
              <w:jc w:val="both"/>
              <w:rPr>
                <w:lang w:val="uk-UA"/>
              </w:rPr>
            </w:pPr>
            <w:r w:rsidRPr="00535817">
              <w:rPr>
                <w:lang w:val="uk-UA"/>
              </w:rPr>
              <w:t xml:space="preserve">Т.І.Недашковська  </w:t>
            </w:r>
          </w:p>
        </w:tc>
      </w:tr>
      <w:tr w:rsidR="008552CC" w:rsidRPr="00B63FED">
        <w:tc>
          <w:tcPr>
            <w:tcW w:w="6486" w:type="dxa"/>
          </w:tcPr>
          <w:p w:rsidR="008552CC" w:rsidRDefault="008552CC" w:rsidP="00B63FED">
            <w:pPr>
              <w:tabs>
                <w:tab w:val="left" w:pos="5387"/>
                <w:tab w:val="left" w:pos="6780"/>
              </w:tabs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2835" w:type="dxa"/>
          </w:tcPr>
          <w:p w:rsidR="008552CC" w:rsidRDefault="008552CC" w:rsidP="00B63FED">
            <w:pPr>
              <w:tabs>
                <w:tab w:val="left" w:pos="993"/>
                <w:tab w:val="left" w:pos="1134"/>
              </w:tabs>
              <w:autoSpaceDE w:val="0"/>
              <w:autoSpaceDN w:val="0"/>
              <w:ind w:left="426"/>
              <w:jc w:val="both"/>
              <w:rPr>
                <w:lang w:val="uk-UA"/>
              </w:rPr>
            </w:pPr>
          </w:p>
        </w:tc>
      </w:tr>
    </w:tbl>
    <w:p w:rsidR="008552CC" w:rsidRDefault="008552CC" w:rsidP="0098500D">
      <w:pPr>
        <w:tabs>
          <w:tab w:val="left" w:pos="5387"/>
          <w:tab w:val="left" w:pos="6780"/>
        </w:tabs>
        <w:autoSpaceDE w:val="0"/>
        <w:autoSpaceDN w:val="0"/>
        <w:ind w:left="426"/>
        <w:rPr>
          <w:b/>
          <w:lang w:val="uk-UA"/>
        </w:rPr>
      </w:pPr>
    </w:p>
    <w:p w:rsidR="008552CC" w:rsidRPr="00DA4508" w:rsidRDefault="008552CC" w:rsidP="00A33DB6">
      <w:pPr>
        <w:tabs>
          <w:tab w:val="left" w:pos="5387"/>
          <w:tab w:val="left" w:pos="6780"/>
        </w:tabs>
        <w:autoSpaceDE w:val="0"/>
        <w:autoSpaceDN w:val="0"/>
        <w:ind w:left="426"/>
        <w:rPr>
          <w:sz w:val="22"/>
          <w:szCs w:val="22"/>
          <w:lang w:val="uk-UA"/>
        </w:rPr>
      </w:pPr>
      <w:r w:rsidRPr="00DA4508">
        <w:rPr>
          <w:sz w:val="22"/>
          <w:szCs w:val="22"/>
          <w:lang w:val="uk-UA"/>
        </w:rPr>
        <w:t xml:space="preserve">     </w:t>
      </w:r>
    </w:p>
    <w:sectPr w:rsidR="008552CC" w:rsidRPr="00DA4508" w:rsidSect="008A4639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52CC" w:rsidRDefault="008552CC">
      <w:r>
        <w:separator/>
      </w:r>
    </w:p>
  </w:endnote>
  <w:endnote w:type="continuationSeparator" w:id="1">
    <w:p w:rsidR="008552CC" w:rsidRDefault="008552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52CC" w:rsidRDefault="008552CC">
      <w:r>
        <w:separator/>
      </w:r>
    </w:p>
  </w:footnote>
  <w:footnote w:type="continuationSeparator" w:id="1">
    <w:p w:rsidR="008552CC" w:rsidRDefault="008552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13294946"/>
    <w:multiLevelType w:val="hybridMultilevel"/>
    <w:tmpl w:val="07303C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81A4DB8"/>
    <w:multiLevelType w:val="hybridMultilevel"/>
    <w:tmpl w:val="07303C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DDB5D4B"/>
    <w:multiLevelType w:val="hybridMultilevel"/>
    <w:tmpl w:val="374E19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67605B8"/>
    <w:multiLevelType w:val="hybridMultilevel"/>
    <w:tmpl w:val="6A7222DA"/>
    <w:lvl w:ilvl="0" w:tplc="F3269506">
      <w:start w:val="3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5">
    <w:nsid w:val="5FA9307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6">
    <w:nsid w:val="64EE5D2D"/>
    <w:multiLevelType w:val="multilevel"/>
    <w:tmpl w:val="0419001F"/>
    <w:lvl w:ilvl="0">
      <w:start w:val="1"/>
      <w:numFmt w:val="non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7">
    <w:nsid w:val="75C3019D"/>
    <w:multiLevelType w:val="hybridMultilevel"/>
    <w:tmpl w:val="07303C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8203274"/>
    <w:multiLevelType w:val="hybridMultilevel"/>
    <w:tmpl w:val="4C98B892"/>
    <w:lvl w:ilvl="0" w:tplc="1ABE37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6"/>
  </w:num>
  <w:num w:numId="4">
    <w:abstractNumId w:val="6"/>
  </w:num>
  <w:num w:numId="5">
    <w:abstractNumId w:val="8"/>
  </w:num>
  <w:num w:numId="6">
    <w:abstractNumId w:val="4"/>
  </w:num>
  <w:num w:numId="7">
    <w:abstractNumId w:val="1"/>
  </w:num>
  <w:num w:numId="8">
    <w:abstractNumId w:val="2"/>
  </w:num>
  <w:num w:numId="9">
    <w:abstractNumId w:val="7"/>
  </w:num>
  <w:num w:numId="10">
    <w:abstractNumId w:val="3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5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450C"/>
    <w:rsid w:val="000022A1"/>
    <w:rsid w:val="0000751A"/>
    <w:rsid w:val="00012C65"/>
    <w:rsid w:val="0001571B"/>
    <w:rsid w:val="0002086E"/>
    <w:rsid w:val="0002105B"/>
    <w:rsid w:val="000254EB"/>
    <w:rsid w:val="00030870"/>
    <w:rsid w:val="00031FDA"/>
    <w:rsid w:val="00035857"/>
    <w:rsid w:val="00035E00"/>
    <w:rsid w:val="000416C0"/>
    <w:rsid w:val="00047516"/>
    <w:rsid w:val="00047719"/>
    <w:rsid w:val="00053312"/>
    <w:rsid w:val="000540BA"/>
    <w:rsid w:val="00055C91"/>
    <w:rsid w:val="00055CA7"/>
    <w:rsid w:val="000563F4"/>
    <w:rsid w:val="00060973"/>
    <w:rsid w:val="00061AFD"/>
    <w:rsid w:val="00061FAA"/>
    <w:rsid w:val="000638CC"/>
    <w:rsid w:val="00066C45"/>
    <w:rsid w:val="00067063"/>
    <w:rsid w:val="00070067"/>
    <w:rsid w:val="00071442"/>
    <w:rsid w:val="0007417E"/>
    <w:rsid w:val="00075A8A"/>
    <w:rsid w:val="00080F03"/>
    <w:rsid w:val="000839B8"/>
    <w:rsid w:val="000841C4"/>
    <w:rsid w:val="00084A45"/>
    <w:rsid w:val="000853AA"/>
    <w:rsid w:val="00087E14"/>
    <w:rsid w:val="00091738"/>
    <w:rsid w:val="00092AAA"/>
    <w:rsid w:val="000A18C9"/>
    <w:rsid w:val="000A4EFD"/>
    <w:rsid w:val="000B0DDA"/>
    <w:rsid w:val="000B3FA5"/>
    <w:rsid w:val="000B5D83"/>
    <w:rsid w:val="000B67DE"/>
    <w:rsid w:val="000B72EB"/>
    <w:rsid w:val="000B7931"/>
    <w:rsid w:val="000C0537"/>
    <w:rsid w:val="000C2CA2"/>
    <w:rsid w:val="000C3279"/>
    <w:rsid w:val="000D2BD9"/>
    <w:rsid w:val="000D6275"/>
    <w:rsid w:val="000E2A0A"/>
    <w:rsid w:val="000E4519"/>
    <w:rsid w:val="000E73B6"/>
    <w:rsid w:val="000F089C"/>
    <w:rsid w:val="000F0D72"/>
    <w:rsid w:val="00105FA0"/>
    <w:rsid w:val="00106574"/>
    <w:rsid w:val="00107240"/>
    <w:rsid w:val="001107C9"/>
    <w:rsid w:val="001140AE"/>
    <w:rsid w:val="001148CD"/>
    <w:rsid w:val="00115772"/>
    <w:rsid w:val="0012307B"/>
    <w:rsid w:val="0012729E"/>
    <w:rsid w:val="00130EA6"/>
    <w:rsid w:val="00131865"/>
    <w:rsid w:val="001324B9"/>
    <w:rsid w:val="0013652B"/>
    <w:rsid w:val="00137E55"/>
    <w:rsid w:val="001411E0"/>
    <w:rsid w:val="001444E6"/>
    <w:rsid w:val="0014568C"/>
    <w:rsid w:val="00145DBE"/>
    <w:rsid w:val="00145F5F"/>
    <w:rsid w:val="001476B2"/>
    <w:rsid w:val="00147F18"/>
    <w:rsid w:val="00151AAE"/>
    <w:rsid w:val="00156425"/>
    <w:rsid w:val="00157ABC"/>
    <w:rsid w:val="00163A72"/>
    <w:rsid w:val="0016408A"/>
    <w:rsid w:val="00174D24"/>
    <w:rsid w:val="0017593E"/>
    <w:rsid w:val="0018116B"/>
    <w:rsid w:val="0018293A"/>
    <w:rsid w:val="00185A59"/>
    <w:rsid w:val="00186C4C"/>
    <w:rsid w:val="001904AE"/>
    <w:rsid w:val="001940A8"/>
    <w:rsid w:val="00195D56"/>
    <w:rsid w:val="00195FCC"/>
    <w:rsid w:val="001A21B2"/>
    <w:rsid w:val="001A3FCB"/>
    <w:rsid w:val="001A6A96"/>
    <w:rsid w:val="001B16CF"/>
    <w:rsid w:val="001B5F19"/>
    <w:rsid w:val="001C1214"/>
    <w:rsid w:val="001D1E4D"/>
    <w:rsid w:val="001D4D21"/>
    <w:rsid w:val="001D7017"/>
    <w:rsid w:val="001E2641"/>
    <w:rsid w:val="001F0281"/>
    <w:rsid w:val="001F0A52"/>
    <w:rsid w:val="001F20AA"/>
    <w:rsid w:val="001F6AF9"/>
    <w:rsid w:val="001F75D4"/>
    <w:rsid w:val="002015AC"/>
    <w:rsid w:val="002067AC"/>
    <w:rsid w:val="002204C7"/>
    <w:rsid w:val="00220644"/>
    <w:rsid w:val="00222012"/>
    <w:rsid w:val="00223952"/>
    <w:rsid w:val="00224045"/>
    <w:rsid w:val="00224A9F"/>
    <w:rsid w:val="002250A7"/>
    <w:rsid w:val="00226830"/>
    <w:rsid w:val="00232E82"/>
    <w:rsid w:val="00234591"/>
    <w:rsid w:val="00241E68"/>
    <w:rsid w:val="002424CF"/>
    <w:rsid w:val="002455FF"/>
    <w:rsid w:val="002541E3"/>
    <w:rsid w:val="0025450C"/>
    <w:rsid w:val="0025796D"/>
    <w:rsid w:val="00262036"/>
    <w:rsid w:val="0026491A"/>
    <w:rsid w:val="002651A8"/>
    <w:rsid w:val="002663D1"/>
    <w:rsid w:val="00267CBA"/>
    <w:rsid w:val="00281D0C"/>
    <w:rsid w:val="00283888"/>
    <w:rsid w:val="0028598A"/>
    <w:rsid w:val="00291A50"/>
    <w:rsid w:val="00292480"/>
    <w:rsid w:val="002935EB"/>
    <w:rsid w:val="00296A0B"/>
    <w:rsid w:val="002A3CD9"/>
    <w:rsid w:val="002A7864"/>
    <w:rsid w:val="002B0073"/>
    <w:rsid w:val="002B6D80"/>
    <w:rsid w:val="002C029A"/>
    <w:rsid w:val="002C29F6"/>
    <w:rsid w:val="002C3F7A"/>
    <w:rsid w:val="002D2F78"/>
    <w:rsid w:val="002E0236"/>
    <w:rsid w:val="002E2F68"/>
    <w:rsid w:val="002E54F6"/>
    <w:rsid w:val="002E5BB2"/>
    <w:rsid w:val="002E60CF"/>
    <w:rsid w:val="002E771C"/>
    <w:rsid w:val="002F12EC"/>
    <w:rsid w:val="002F5C99"/>
    <w:rsid w:val="002F5D4B"/>
    <w:rsid w:val="00302156"/>
    <w:rsid w:val="00302B57"/>
    <w:rsid w:val="00303733"/>
    <w:rsid w:val="0030428B"/>
    <w:rsid w:val="003049A6"/>
    <w:rsid w:val="00305E24"/>
    <w:rsid w:val="0031490D"/>
    <w:rsid w:val="0031658C"/>
    <w:rsid w:val="003173B9"/>
    <w:rsid w:val="00320446"/>
    <w:rsid w:val="003204A7"/>
    <w:rsid w:val="00324621"/>
    <w:rsid w:val="003251A0"/>
    <w:rsid w:val="00325E9B"/>
    <w:rsid w:val="00333619"/>
    <w:rsid w:val="00335D41"/>
    <w:rsid w:val="003405BA"/>
    <w:rsid w:val="003459C5"/>
    <w:rsid w:val="003502F8"/>
    <w:rsid w:val="00352278"/>
    <w:rsid w:val="003532E2"/>
    <w:rsid w:val="00354190"/>
    <w:rsid w:val="00357C73"/>
    <w:rsid w:val="0036080C"/>
    <w:rsid w:val="00361D3D"/>
    <w:rsid w:val="003633BA"/>
    <w:rsid w:val="00372C22"/>
    <w:rsid w:val="00376EEC"/>
    <w:rsid w:val="00381805"/>
    <w:rsid w:val="003844DE"/>
    <w:rsid w:val="00384634"/>
    <w:rsid w:val="0038477E"/>
    <w:rsid w:val="00385F41"/>
    <w:rsid w:val="00390EAF"/>
    <w:rsid w:val="003930CC"/>
    <w:rsid w:val="00394360"/>
    <w:rsid w:val="00396F1D"/>
    <w:rsid w:val="003A169C"/>
    <w:rsid w:val="003A2556"/>
    <w:rsid w:val="003A28DF"/>
    <w:rsid w:val="003A3F66"/>
    <w:rsid w:val="003A5E28"/>
    <w:rsid w:val="003A7571"/>
    <w:rsid w:val="003B0710"/>
    <w:rsid w:val="003B0F57"/>
    <w:rsid w:val="003B14E1"/>
    <w:rsid w:val="003B4AA9"/>
    <w:rsid w:val="003B5AE4"/>
    <w:rsid w:val="003B5F02"/>
    <w:rsid w:val="003C4197"/>
    <w:rsid w:val="003C50F6"/>
    <w:rsid w:val="003D2258"/>
    <w:rsid w:val="003D3ADA"/>
    <w:rsid w:val="003D3FE8"/>
    <w:rsid w:val="003D6B88"/>
    <w:rsid w:val="003E050B"/>
    <w:rsid w:val="003E0EAE"/>
    <w:rsid w:val="003E6166"/>
    <w:rsid w:val="003F1020"/>
    <w:rsid w:val="003F3340"/>
    <w:rsid w:val="003F3BA8"/>
    <w:rsid w:val="003F6F85"/>
    <w:rsid w:val="00410FA1"/>
    <w:rsid w:val="0041135B"/>
    <w:rsid w:val="004122AE"/>
    <w:rsid w:val="00415B42"/>
    <w:rsid w:val="00420ADD"/>
    <w:rsid w:val="00422D1A"/>
    <w:rsid w:val="00424F93"/>
    <w:rsid w:val="00427FB4"/>
    <w:rsid w:val="0044173C"/>
    <w:rsid w:val="00443871"/>
    <w:rsid w:val="00446D55"/>
    <w:rsid w:val="00452161"/>
    <w:rsid w:val="00452772"/>
    <w:rsid w:val="00456785"/>
    <w:rsid w:val="00456C92"/>
    <w:rsid w:val="00460A28"/>
    <w:rsid w:val="00462B7D"/>
    <w:rsid w:val="00462CD3"/>
    <w:rsid w:val="00462EBD"/>
    <w:rsid w:val="00463F2E"/>
    <w:rsid w:val="00480B9D"/>
    <w:rsid w:val="00481F4B"/>
    <w:rsid w:val="00484C31"/>
    <w:rsid w:val="00485811"/>
    <w:rsid w:val="004911EB"/>
    <w:rsid w:val="004946AE"/>
    <w:rsid w:val="004974B3"/>
    <w:rsid w:val="00497E73"/>
    <w:rsid w:val="004A30BE"/>
    <w:rsid w:val="004A3C5C"/>
    <w:rsid w:val="004A4263"/>
    <w:rsid w:val="004A660B"/>
    <w:rsid w:val="004B10BA"/>
    <w:rsid w:val="004B143B"/>
    <w:rsid w:val="004B19B8"/>
    <w:rsid w:val="004B20ED"/>
    <w:rsid w:val="004B6557"/>
    <w:rsid w:val="004C26BB"/>
    <w:rsid w:val="004C3E4F"/>
    <w:rsid w:val="004C53B9"/>
    <w:rsid w:val="004D0449"/>
    <w:rsid w:val="004D171A"/>
    <w:rsid w:val="004D188C"/>
    <w:rsid w:val="004D2C80"/>
    <w:rsid w:val="004D6376"/>
    <w:rsid w:val="004D716F"/>
    <w:rsid w:val="004D74FB"/>
    <w:rsid w:val="004D79AA"/>
    <w:rsid w:val="004E0CA0"/>
    <w:rsid w:val="004E2619"/>
    <w:rsid w:val="004E2B9A"/>
    <w:rsid w:val="004E3F7D"/>
    <w:rsid w:val="004E4C96"/>
    <w:rsid w:val="004F0C2C"/>
    <w:rsid w:val="005008AB"/>
    <w:rsid w:val="00506C43"/>
    <w:rsid w:val="005110EE"/>
    <w:rsid w:val="00511CF2"/>
    <w:rsid w:val="00512E2C"/>
    <w:rsid w:val="00514107"/>
    <w:rsid w:val="005161C2"/>
    <w:rsid w:val="00520105"/>
    <w:rsid w:val="005208C5"/>
    <w:rsid w:val="00522B6F"/>
    <w:rsid w:val="00523E71"/>
    <w:rsid w:val="00525597"/>
    <w:rsid w:val="00534588"/>
    <w:rsid w:val="00535817"/>
    <w:rsid w:val="005405DA"/>
    <w:rsid w:val="00541069"/>
    <w:rsid w:val="00541CEA"/>
    <w:rsid w:val="005474B3"/>
    <w:rsid w:val="00547CEB"/>
    <w:rsid w:val="00555B55"/>
    <w:rsid w:val="00557DF8"/>
    <w:rsid w:val="00561AFE"/>
    <w:rsid w:val="00562DC9"/>
    <w:rsid w:val="0056689F"/>
    <w:rsid w:val="0057080E"/>
    <w:rsid w:val="00576EF9"/>
    <w:rsid w:val="00583AA3"/>
    <w:rsid w:val="00585664"/>
    <w:rsid w:val="0059119B"/>
    <w:rsid w:val="00597593"/>
    <w:rsid w:val="005A0B23"/>
    <w:rsid w:val="005B28C8"/>
    <w:rsid w:val="005B4BB4"/>
    <w:rsid w:val="005B69CE"/>
    <w:rsid w:val="005B77BC"/>
    <w:rsid w:val="005C4303"/>
    <w:rsid w:val="005C7BEB"/>
    <w:rsid w:val="005D0A30"/>
    <w:rsid w:val="005D172B"/>
    <w:rsid w:val="005D5DD2"/>
    <w:rsid w:val="005D719E"/>
    <w:rsid w:val="005E1776"/>
    <w:rsid w:val="005E32DB"/>
    <w:rsid w:val="005E38E5"/>
    <w:rsid w:val="005E4109"/>
    <w:rsid w:val="005E78B8"/>
    <w:rsid w:val="005F3C38"/>
    <w:rsid w:val="005F6585"/>
    <w:rsid w:val="00601C1F"/>
    <w:rsid w:val="006026BF"/>
    <w:rsid w:val="006148E5"/>
    <w:rsid w:val="00615433"/>
    <w:rsid w:val="00620322"/>
    <w:rsid w:val="00621B98"/>
    <w:rsid w:val="00622239"/>
    <w:rsid w:val="00622A59"/>
    <w:rsid w:val="006233AF"/>
    <w:rsid w:val="00623C37"/>
    <w:rsid w:val="00623F26"/>
    <w:rsid w:val="00624278"/>
    <w:rsid w:val="00630283"/>
    <w:rsid w:val="006336E7"/>
    <w:rsid w:val="00633DB2"/>
    <w:rsid w:val="006415C4"/>
    <w:rsid w:val="00641BE6"/>
    <w:rsid w:val="006474E7"/>
    <w:rsid w:val="006524FC"/>
    <w:rsid w:val="006546A3"/>
    <w:rsid w:val="0066043D"/>
    <w:rsid w:val="0066217B"/>
    <w:rsid w:val="00662B62"/>
    <w:rsid w:val="00663486"/>
    <w:rsid w:val="0066408E"/>
    <w:rsid w:val="006657C8"/>
    <w:rsid w:val="0066603B"/>
    <w:rsid w:val="00666566"/>
    <w:rsid w:val="00677899"/>
    <w:rsid w:val="006839E1"/>
    <w:rsid w:val="006910B4"/>
    <w:rsid w:val="0069176E"/>
    <w:rsid w:val="00694CC6"/>
    <w:rsid w:val="00696DF3"/>
    <w:rsid w:val="006A073C"/>
    <w:rsid w:val="006A2125"/>
    <w:rsid w:val="006A717F"/>
    <w:rsid w:val="006B1B9A"/>
    <w:rsid w:val="006B27B6"/>
    <w:rsid w:val="006B3264"/>
    <w:rsid w:val="006B470D"/>
    <w:rsid w:val="006B4B52"/>
    <w:rsid w:val="006C3DC0"/>
    <w:rsid w:val="006C3E23"/>
    <w:rsid w:val="006C49DF"/>
    <w:rsid w:val="006C5CEB"/>
    <w:rsid w:val="006C66F8"/>
    <w:rsid w:val="006C75BB"/>
    <w:rsid w:val="006D0E97"/>
    <w:rsid w:val="006D5CE6"/>
    <w:rsid w:val="006D5F27"/>
    <w:rsid w:val="006E37BF"/>
    <w:rsid w:val="006E4D5D"/>
    <w:rsid w:val="006E75B5"/>
    <w:rsid w:val="006F11ED"/>
    <w:rsid w:val="006F1B40"/>
    <w:rsid w:val="006F2D53"/>
    <w:rsid w:val="00701ED0"/>
    <w:rsid w:val="00705BA0"/>
    <w:rsid w:val="00706CE1"/>
    <w:rsid w:val="007148A2"/>
    <w:rsid w:val="00716804"/>
    <w:rsid w:val="0072400F"/>
    <w:rsid w:val="00725337"/>
    <w:rsid w:val="00727DD6"/>
    <w:rsid w:val="00731551"/>
    <w:rsid w:val="00733647"/>
    <w:rsid w:val="007361A4"/>
    <w:rsid w:val="00745E82"/>
    <w:rsid w:val="00750AB2"/>
    <w:rsid w:val="007564A1"/>
    <w:rsid w:val="00756771"/>
    <w:rsid w:val="00761C0C"/>
    <w:rsid w:val="007643E4"/>
    <w:rsid w:val="007646D9"/>
    <w:rsid w:val="00765CA9"/>
    <w:rsid w:val="00767269"/>
    <w:rsid w:val="007752F7"/>
    <w:rsid w:val="0077536D"/>
    <w:rsid w:val="00775656"/>
    <w:rsid w:val="007771DD"/>
    <w:rsid w:val="00777BE4"/>
    <w:rsid w:val="0078036E"/>
    <w:rsid w:val="007808D6"/>
    <w:rsid w:val="00781101"/>
    <w:rsid w:val="00791271"/>
    <w:rsid w:val="007948BF"/>
    <w:rsid w:val="007A2750"/>
    <w:rsid w:val="007B03EE"/>
    <w:rsid w:val="007B152E"/>
    <w:rsid w:val="007B43D5"/>
    <w:rsid w:val="007C528B"/>
    <w:rsid w:val="007D19F6"/>
    <w:rsid w:val="007D1A46"/>
    <w:rsid w:val="007D3979"/>
    <w:rsid w:val="007D40E4"/>
    <w:rsid w:val="007E006D"/>
    <w:rsid w:val="007E3633"/>
    <w:rsid w:val="007F441B"/>
    <w:rsid w:val="007F6C32"/>
    <w:rsid w:val="008005BA"/>
    <w:rsid w:val="00801018"/>
    <w:rsid w:val="00815306"/>
    <w:rsid w:val="0081673E"/>
    <w:rsid w:val="00823264"/>
    <w:rsid w:val="008236FC"/>
    <w:rsid w:val="00823D76"/>
    <w:rsid w:val="00824C85"/>
    <w:rsid w:val="00835581"/>
    <w:rsid w:val="008410B5"/>
    <w:rsid w:val="00841477"/>
    <w:rsid w:val="00842597"/>
    <w:rsid w:val="00846B95"/>
    <w:rsid w:val="0085000E"/>
    <w:rsid w:val="00850FE7"/>
    <w:rsid w:val="008522AA"/>
    <w:rsid w:val="00852DCA"/>
    <w:rsid w:val="00853CF0"/>
    <w:rsid w:val="00854345"/>
    <w:rsid w:val="008552CC"/>
    <w:rsid w:val="0086176B"/>
    <w:rsid w:val="008645A2"/>
    <w:rsid w:val="00865172"/>
    <w:rsid w:val="00871B2B"/>
    <w:rsid w:val="00882191"/>
    <w:rsid w:val="00883F3B"/>
    <w:rsid w:val="00884129"/>
    <w:rsid w:val="0088442F"/>
    <w:rsid w:val="00887889"/>
    <w:rsid w:val="008919EF"/>
    <w:rsid w:val="00892D0B"/>
    <w:rsid w:val="008954E7"/>
    <w:rsid w:val="00895FC4"/>
    <w:rsid w:val="0089626F"/>
    <w:rsid w:val="00897EB6"/>
    <w:rsid w:val="008A01CD"/>
    <w:rsid w:val="008A035A"/>
    <w:rsid w:val="008A4639"/>
    <w:rsid w:val="008B2CE7"/>
    <w:rsid w:val="008B3163"/>
    <w:rsid w:val="008C0247"/>
    <w:rsid w:val="008C6236"/>
    <w:rsid w:val="008C6C82"/>
    <w:rsid w:val="008C7584"/>
    <w:rsid w:val="008D44D5"/>
    <w:rsid w:val="008D45B6"/>
    <w:rsid w:val="008D4C85"/>
    <w:rsid w:val="008D62B9"/>
    <w:rsid w:val="008D755B"/>
    <w:rsid w:val="008E03D6"/>
    <w:rsid w:val="008E0B77"/>
    <w:rsid w:val="008E112A"/>
    <w:rsid w:val="008E1681"/>
    <w:rsid w:val="008E1B0F"/>
    <w:rsid w:val="008F4DCD"/>
    <w:rsid w:val="008F5F38"/>
    <w:rsid w:val="00900576"/>
    <w:rsid w:val="009055B6"/>
    <w:rsid w:val="009058B6"/>
    <w:rsid w:val="00907793"/>
    <w:rsid w:val="00911636"/>
    <w:rsid w:val="00913525"/>
    <w:rsid w:val="009143FD"/>
    <w:rsid w:val="0091493D"/>
    <w:rsid w:val="0092213D"/>
    <w:rsid w:val="00923950"/>
    <w:rsid w:val="00930176"/>
    <w:rsid w:val="00932342"/>
    <w:rsid w:val="00932418"/>
    <w:rsid w:val="00934543"/>
    <w:rsid w:val="00937730"/>
    <w:rsid w:val="0094064A"/>
    <w:rsid w:val="00942E88"/>
    <w:rsid w:val="009430C4"/>
    <w:rsid w:val="00946F47"/>
    <w:rsid w:val="00952499"/>
    <w:rsid w:val="00952A16"/>
    <w:rsid w:val="00953D3D"/>
    <w:rsid w:val="00954E8E"/>
    <w:rsid w:val="00962AED"/>
    <w:rsid w:val="00965B8E"/>
    <w:rsid w:val="00966D66"/>
    <w:rsid w:val="00970667"/>
    <w:rsid w:val="00974912"/>
    <w:rsid w:val="009805F5"/>
    <w:rsid w:val="0098500D"/>
    <w:rsid w:val="00986191"/>
    <w:rsid w:val="0099149F"/>
    <w:rsid w:val="0099220D"/>
    <w:rsid w:val="00992D3D"/>
    <w:rsid w:val="0099300F"/>
    <w:rsid w:val="00997C44"/>
    <w:rsid w:val="009A1429"/>
    <w:rsid w:val="009A16CE"/>
    <w:rsid w:val="009A1913"/>
    <w:rsid w:val="009A466D"/>
    <w:rsid w:val="009A5D4D"/>
    <w:rsid w:val="009B03DC"/>
    <w:rsid w:val="009B0F7C"/>
    <w:rsid w:val="009B40F3"/>
    <w:rsid w:val="009B4922"/>
    <w:rsid w:val="009B49E5"/>
    <w:rsid w:val="009C0381"/>
    <w:rsid w:val="009C192B"/>
    <w:rsid w:val="009C31FC"/>
    <w:rsid w:val="009C44D5"/>
    <w:rsid w:val="009C799E"/>
    <w:rsid w:val="009C7F3B"/>
    <w:rsid w:val="009D00DC"/>
    <w:rsid w:val="009D039C"/>
    <w:rsid w:val="009D0984"/>
    <w:rsid w:val="009D2FAD"/>
    <w:rsid w:val="009D63E0"/>
    <w:rsid w:val="009E2968"/>
    <w:rsid w:val="009E48A6"/>
    <w:rsid w:val="009E6537"/>
    <w:rsid w:val="009F1A4F"/>
    <w:rsid w:val="009F1AA1"/>
    <w:rsid w:val="009F1C2F"/>
    <w:rsid w:val="009F3ECC"/>
    <w:rsid w:val="009F51E0"/>
    <w:rsid w:val="009F5E58"/>
    <w:rsid w:val="009F5F41"/>
    <w:rsid w:val="00A02988"/>
    <w:rsid w:val="00A049D5"/>
    <w:rsid w:val="00A16A5C"/>
    <w:rsid w:val="00A30989"/>
    <w:rsid w:val="00A309A5"/>
    <w:rsid w:val="00A337E9"/>
    <w:rsid w:val="00A33DB6"/>
    <w:rsid w:val="00A34200"/>
    <w:rsid w:val="00A41199"/>
    <w:rsid w:val="00A461F9"/>
    <w:rsid w:val="00A46494"/>
    <w:rsid w:val="00A47551"/>
    <w:rsid w:val="00A4798E"/>
    <w:rsid w:val="00A5014A"/>
    <w:rsid w:val="00A553D9"/>
    <w:rsid w:val="00A63520"/>
    <w:rsid w:val="00A65E84"/>
    <w:rsid w:val="00A66D06"/>
    <w:rsid w:val="00A724DC"/>
    <w:rsid w:val="00A73779"/>
    <w:rsid w:val="00A73890"/>
    <w:rsid w:val="00A73C83"/>
    <w:rsid w:val="00A76A1E"/>
    <w:rsid w:val="00A8255C"/>
    <w:rsid w:val="00A82EEE"/>
    <w:rsid w:val="00A83053"/>
    <w:rsid w:val="00A839EB"/>
    <w:rsid w:val="00A84933"/>
    <w:rsid w:val="00A85F50"/>
    <w:rsid w:val="00A87A37"/>
    <w:rsid w:val="00A87D40"/>
    <w:rsid w:val="00A93368"/>
    <w:rsid w:val="00A97183"/>
    <w:rsid w:val="00A97F91"/>
    <w:rsid w:val="00AA1544"/>
    <w:rsid w:val="00AA2FE3"/>
    <w:rsid w:val="00AA485B"/>
    <w:rsid w:val="00AB48B0"/>
    <w:rsid w:val="00AB7807"/>
    <w:rsid w:val="00AC2FC0"/>
    <w:rsid w:val="00AC4993"/>
    <w:rsid w:val="00AC6B0E"/>
    <w:rsid w:val="00AD0478"/>
    <w:rsid w:val="00AD2569"/>
    <w:rsid w:val="00AD2858"/>
    <w:rsid w:val="00AD45AE"/>
    <w:rsid w:val="00AD533E"/>
    <w:rsid w:val="00AD65D9"/>
    <w:rsid w:val="00AF218B"/>
    <w:rsid w:val="00B00D8B"/>
    <w:rsid w:val="00B06199"/>
    <w:rsid w:val="00B06A4D"/>
    <w:rsid w:val="00B13916"/>
    <w:rsid w:val="00B14AEC"/>
    <w:rsid w:val="00B1653D"/>
    <w:rsid w:val="00B212C0"/>
    <w:rsid w:val="00B26656"/>
    <w:rsid w:val="00B26D89"/>
    <w:rsid w:val="00B279DF"/>
    <w:rsid w:val="00B319A2"/>
    <w:rsid w:val="00B3461C"/>
    <w:rsid w:val="00B35960"/>
    <w:rsid w:val="00B44DE6"/>
    <w:rsid w:val="00B57B11"/>
    <w:rsid w:val="00B57F61"/>
    <w:rsid w:val="00B61A2D"/>
    <w:rsid w:val="00B624E5"/>
    <w:rsid w:val="00B63FED"/>
    <w:rsid w:val="00B676F2"/>
    <w:rsid w:val="00B71BE8"/>
    <w:rsid w:val="00B720ED"/>
    <w:rsid w:val="00B72809"/>
    <w:rsid w:val="00B77ACF"/>
    <w:rsid w:val="00B8153B"/>
    <w:rsid w:val="00B836F3"/>
    <w:rsid w:val="00B87456"/>
    <w:rsid w:val="00B90508"/>
    <w:rsid w:val="00BA0B6B"/>
    <w:rsid w:val="00BA31C7"/>
    <w:rsid w:val="00BA7C91"/>
    <w:rsid w:val="00BB1C8A"/>
    <w:rsid w:val="00BB22D4"/>
    <w:rsid w:val="00BB274F"/>
    <w:rsid w:val="00BB55BC"/>
    <w:rsid w:val="00BC0A12"/>
    <w:rsid w:val="00BC0C19"/>
    <w:rsid w:val="00BC1C4F"/>
    <w:rsid w:val="00BC25C3"/>
    <w:rsid w:val="00BC67B2"/>
    <w:rsid w:val="00BC6A8F"/>
    <w:rsid w:val="00BC79CA"/>
    <w:rsid w:val="00BD5A53"/>
    <w:rsid w:val="00BD7A95"/>
    <w:rsid w:val="00BE092A"/>
    <w:rsid w:val="00BE365D"/>
    <w:rsid w:val="00BE67A2"/>
    <w:rsid w:val="00BF15B6"/>
    <w:rsid w:val="00BF3944"/>
    <w:rsid w:val="00BF68C5"/>
    <w:rsid w:val="00BF769D"/>
    <w:rsid w:val="00C01491"/>
    <w:rsid w:val="00C02F50"/>
    <w:rsid w:val="00C04640"/>
    <w:rsid w:val="00C05301"/>
    <w:rsid w:val="00C06BE2"/>
    <w:rsid w:val="00C06F26"/>
    <w:rsid w:val="00C10120"/>
    <w:rsid w:val="00C1143A"/>
    <w:rsid w:val="00C1258A"/>
    <w:rsid w:val="00C14B3F"/>
    <w:rsid w:val="00C20A3B"/>
    <w:rsid w:val="00C211B5"/>
    <w:rsid w:val="00C21F10"/>
    <w:rsid w:val="00C228C7"/>
    <w:rsid w:val="00C27FEB"/>
    <w:rsid w:val="00C31166"/>
    <w:rsid w:val="00C371CB"/>
    <w:rsid w:val="00C46167"/>
    <w:rsid w:val="00C46BE0"/>
    <w:rsid w:val="00C47601"/>
    <w:rsid w:val="00C4779F"/>
    <w:rsid w:val="00C518EA"/>
    <w:rsid w:val="00C5439F"/>
    <w:rsid w:val="00C55F90"/>
    <w:rsid w:val="00C56E56"/>
    <w:rsid w:val="00C57A05"/>
    <w:rsid w:val="00C61343"/>
    <w:rsid w:val="00C65D46"/>
    <w:rsid w:val="00C666A7"/>
    <w:rsid w:val="00C66829"/>
    <w:rsid w:val="00C76CC9"/>
    <w:rsid w:val="00C83281"/>
    <w:rsid w:val="00C86098"/>
    <w:rsid w:val="00C937A4"/>
    <w:rsid w:val="00C945D6"/>
    <w:rsid w:val="00C96EFF"/>
    <w:rsid w:val="00CA119E"/>
    <w:rsid w:val="00CA11EB"/>
    <w:rsid w:val="00CA65E5"/>
    <w:rsid w:val="00CB0ABA"/>
    <w:rsid w:val="00CB4663"/>
    <w:rsid w:val="00CB5B93"/>
    <w:rsid w:val="00CC3648"/>
    <w:rsid w:val="00CC3868"/>
    <w:rsid w:val="00CC3B21"/>
    <w:rsid w:val="00CC5B02"/>
    <w:rsid w:val="00CC6B46"/>
    <w:rsid w:val="00CD007C"/>
    <w:rsid w:val="00CE0BEC"/>
    <w:rsid w:val="00CE4512"/>
    <w:rsid w:val="00CF09CA"/>
    <w:rsid w:val="00CF6371"/>
    <w:rsid w:val="00D00175"/>
    <w:rsid w:val="00D0263B"/>
    <w:rsid w:val="00D02E0E"/>
    <w:rsid w:val="00D06F4B"/>
    <w:rsid w:val="00D07578"/>
    <w:rsid w:val="00D1631D"/>
    <w:rsid w:val="00D205EF"/>
    <w:rsid w:val="00D2358C"/>
    <w:rsid w:val="00D23F13"/>
    <w:rsid w:val="00D24322"/>
    <w:rsid w:val="00D24DA5"/>
    <w:rsid w:val="00D271C9"/>
    <w:rsid w:val="00D33C27"/>
    <w:rsid w:val="00D34046"/>
    <w:rsid w:val="00D431D0"/>
    <w:rsid w:val="00D47CCE"/>
    <w:rsid w:val="00D503C6"/>
    <w:rsid w:val="00D51462"/>
    <w:rsid w:val="00D51721"/>
    <w:rsid w:val="00D52FEE"/>
    <w:rsid w:val="00D544DC"/>
    <w:rsid w:val="00D57A3D"/>
    <w:rsid w:val="00D62AD6"/>
    <w:rsid w:val="00D63BA4"/>
    <w:rsid w:val="00D64F62"/>
    <w:rsid w:val="00D657A5"/>
    <w:rsid w:val="00D66738"/>
    <w:rsid w:val="00D67487"/>
    <w:rsid w:val="00D71105"/>
    <w:rsid w:val="00D71CEF"/>
    <w:rsid w:val="00D72631"/>
    <w:rsid w:val="00D72B34"/>
    <w:rsid w:val="00D73AD2"/>
    <w:rsid w:val="00D75655"/>
    <w:rsid w:val="00D757D0"/>
    <w:rsid w:val="00D81726"/>
    <w:rsid w:val="00D85734"/>
    <w:rsid w:val="00D934A7"/>
    <w:rsid w:val="00D934D6"/>
    <w:rsid w:val="00D940D4"/>
    <w:rsid w:val="00D947E2"/>
    <w:rsid w:val="00D9488B"/>
    <w:rsid w:val="00D96331"/>
    <w:rsid w:val="00D978D5"/>
    <w:rsid w:val="00DA06C1"/>
    <w:rsid w:val="00DA374B"/>
    <w:rsid w:val="00DA43C4"/>
    <w:rsid w:val="00DA4508"/>
    <w:rsid w:val="00DA602F"/>
    <w:rsid w:val="00DA74B4"/>
    <w:rsid w:val="00DA7612"/>
    <w:rsid w:val="00DB10B5"/>
    <w:rsid w:val="00DB6122"/>
    <w:rsid w:val="00DC75AB"/>
    <w:rsid w:val="00DD0842"/>
    <w:rsid w:val="00DD6032"/>
    <w:rsid w:val="00DE0443"/>
    <w:rsid w:val="00DE164D"/>
    <w:rsid w:val="00DF2308"/>
    <w:rsid w:val="00DF571E"/>
    <w:rsid w:val="00E1036B"/>
    <w:rsid w:val="00E136F9"/>
    <w:rsid w:val="00E1569C"/>
    <w:rsid w:val="00E1604F"/>
    <w:rsid w:val="00E16970"/>
    <w:rsid w:val="00E17036"/>
    <w:rsid w:val="00E20DDF"/>
    <w:rsid w:val="00E21452"/>
    <w:rsid w:val="00E239A5"/>
    <w:rsid w:val="00E2491C"/>
    <w:rsid w:val="00E310B9"/>
    <w:rsid w:val="00E351AE"/>
    <w:rsid w:val="00E40169"/>
    <w:rsid w:val="00E4289C"/>
    <w:rsid w:val="00E447EA"/>
    <w:rsid w:val="00E51A27"/>
    <w:rsid w:val="00E53712"/>
    <w:rsid w:val="00E53B41"/>
    <w:rsid w:val="00E6668A"/>
    <w:rsid w:val="00E66B1C"/>
    <w:rsid w:val="00E70812"/>
    <w:rsid w:val="00E76903"/>
    <w:rsid w:val="00E81FF8"/>
    <w:rsid w:val="00E82052"/>
    <w:rsid w:val="00E82162"/>
    <w:rsid w:val="00E839DF"/>
    <w:rsid w:val="00E93665"/>
    <w:rsid w:val="00E952DD"/>
    <w:rsid w:val="00E95F3E"/>
    <w:rsid w:val="00EA5163"/>
    <w:rsid w:val="00EB14CE"/>
    <w:rsid w:val="00EB2F53"/>
    <w:rsid w:val="00EB35C5"/>
    <w:rsid w:val="00EC2519"/>
    <w:rsid w:val="00EC2C01"/>
    <w:rsid w:val="00EC6667"/>
    <w:rsid w:val="00ED2B33"/>
    <w:rsid w:val="00ED2EC4"/>
    <w:rsid w:val="00ED6DCB"/>
    <w:rsid w:val="00EE1097"/>
    <w:rsid w:val="00EE38FD"/>
    <w:rsid w:val="00EE55F8"/>
    <w:rsid w:val="00EE5A0E"/>
    <w:rsid w:val="00EE766B"/>
    <w:rsid w:val="00EF2110"/>
    <w:rsid w:val="00EF545E"/>
    <w:rsid w:val="00EF55E4"/>
    <w:rsid w:val="00F0331D"/>
    <w:rsid w:val="00F11812"/>
    <w:rsid w:val="00F13AA4"/>
    <w:rsid w:val="00F13D94"/>
    <w:rsid w:val="00F14A0E"/>
    <w:rsid w:val="00F1632C"/>
    <w:rsid w:val="00F170FA"/>
    <w:rsid w:val="00F20F75"/>
    <w:rsid w:val="00F3104B"/>
    <w:rsid w:val="00F332AD"/>
    <w:rsid w:val="00F41109"/>
    <w:rsid w:val="00F42CEC"/>
    <w:rsid w:val="00F51312"/>
    <w:rsid w:val="00F56533"/>
    <w:rsid w:val="00F61EBE"/>
    <w:rsid w:val="00F626F3"/>
    <w:rsid w:val="00F64C0D"/>
    <w:rsid w:val="00F65A6C"/>
    <w:rsid w:val="00F66D9C"/>
    <w:rsid w:val="00F82D52"/>
    <w:rsid w:val="00F84FED"/>
    <w:rsid w:val="00F91948"/>
    <w:rsid w:val="00F91D79"/>
    <w:rsid w:val="00FA1DD0"/>
    <w:rsid w:val="00FA1ED8"/>
    <w:rsid w:val="00FA6713"/>
    <w:rsid w:val="00FA7519"/>
    <w:rsid w:val="00FB0F01"/>
    <w:rsid w:val="00FB4EC0"/>
    <w:rsid w:val="00FC1095"/>
    <w:rsid w:val="00FC3905"/>
    <w:rsid w:val="00FC3CA0"/>
    <w:rsid w:val="00FC55EC"/>
    <w:rsid w:val="00FD0205"/>
    <w:rsid w:val="00FD1831"/>
    <w:rsid w:val="00FD6DBA"/>
    <w:rsid w:val="00FD7223"/>
    <w:rsid w:val="00FE12B1"/>
    <w:rsid w:val="00FE1F0A"/>
    <w:rsid w:val="00FF5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3D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E03D6"/>
    <w:pPr>
      <w:keepNext/>
      <w:ind w:left="5940" w:hanging="6300"/>
      <w:jc w:val="center"/>
      <w:outlineLvl w:val="0"/>
    </w:pPr>
    <w:rPr>
      <w:b/>
      <w:sz w:val="28"/>
      <w:szCs w:val="28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E03D6"/>
    <w:pPr>
      <w:keepNext/>
      <w:tabs>
        <w:tab w:val="left" w:pos="142"/>
        <w:tab w:val="left" w:pos="284"/>
        <w:tab w:val="left" w:pos="7380"/>
      </w:tabs>
      <w:ind w:left="-180" w:right="-5"/>
      <w:outlineLvl w:val="1"/>
    </w:pPr>
    <w:rPr>
      <w:sz w:val="28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E03D6"/>
    <w:pPr>
      <w:keepNext/>
      <w:tabs>
        <w:tab w:val="left" w:pos="142"/>
        <w:tab w:val="left" w:pos="284"/>
        <w:tab w:val="left" w:pos="7380"/>
      </w:tabs>
      <w:ind w:right="471"/>
      <w:jc w:val="both"/>
      <w:outlineLvl w:val="2"/>
    </w:pPr>
    <w:rPr>
      <w:b/>
      <w:bCs/>
      <w:sz w:val="28"/>
      <w:lang w:val="uk-U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E03D6"/>
    <w:pPr>
      <w:keepNext/>
      <w:tabs>
        <w:tab w:val="left" w:pos="5387"/>
      </w:tabs>
      <w:autoSpaceDE w:val="0"/>
      <w:autoSpaceDN w:val="0"/>
      <w:outlineLvl w:val="3"/>
    </w:pPr>
    <w:rPr>
      <w:sz w:val="28"/>
      <w:szCs w:val="28"/>
      <w:lang w:val="uk-U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E03D6"/>
    <w:pPr>
      <w:keepNext/>
      <w:jc w:val="center"/>
      <w:outlineLvl w:val="6"/>
    </w:pPr>
    <w:rPr>
      <w:b/>
      <w:sz w:val="40"/>
      <w:szCs w:val="20"/>
      <w:lang w:val="uk-UA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E03D6"/>
    <w:pPr>
      <w:keepNext/>
      <w:jc w:val="center"/>
      <w:outlineLvl w:val="7"/>
    </w:pPr>
    <w:rPr>
      <w:b/>
      <w:sz w:val="32"/>
      <w:szCs w:val="20"/>
      <w:lang w:val="uk-UA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E03D6"/>
    <w:pPr>
      <w:keepNext/>
      <w:autoSpaceDE w:val="0"/>
      <w:autoSpaceDN w:val="0"/>
      <w:jc w:val="both"/>
      <w:outlineLvl w:val="8"/>
    </w:pPr>
    <w:rPr>
      <w:b/>
      <w:i/>
      <w:sz w:val="26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00175"/>
    <w:rPr>
      <w:rFonts w:cs="Times New Roman"/>
      <w:b/>
      <w:sz w:val="28"/>
      <w:szCs w:val="28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D077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D077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A1429"/>
    <w:rPr>
      <w:rFonts w:cs="Times New Roman"/>
      <w:sz w:val="28"/>
      <w:szCs w:val="28"/>
      <w:lang w:val="uk-U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D077F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D077F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5208C5"/>
    <w:rPr>
      <w:rFonts w:cs="Times New Roman"/>
      <w:b/>
      <w:i/>
      <w:sz w:val="24"/>
      <w:szCs w:val="24"/>
      <w:lang w:val="uk-UA"/>
    </w:rPr>
  </w:style>
  <w:style w:type="paragraph" w:styleId="List">
    <w:name w:val="List"/>
    <w:basedOn w:val="Normal"/>
    <w:uiPriority w:val="99"/>
    <w:rsid w:val="008E03D6"/>
    <w:pPr>
      <w:ind w:left="283" w:hanging="283"/>
    </w:pPr>
    <w:rPr>
      <w:rFonts w:ascii="Times New Roman CYR" w:hAnsi="Times New Roman CYR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8E03D6"/>
    <w:pPr>
      <w:jc w:val="center"/>
    </w:pPr>
    <w:rPr>
      <w:b/>
      <w:sz w:val="22"/>
      <w:szCs w:val="20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62EBD"/>
    <w:rPr>
      <w:rFonts w:cs="Times New Roman"/>
      <w:b/>
      <w:sz w:val="22"/>
      <w:lang w:val="uk-UA"/>
    </w:rPr>
  </w:style>
  <w:style w:type="paragraph" w:customStyle="1" w:styleId="1">
    <w:name w:val="Обычный1"/>
    <w:uiPriority w:val="99"/>
    <w:rsid w:val="008E03D6"/>
    <w:pPr>
      <w:snapToGrid w:val="0"/>
      <w:spacing w:before="100" w:after="100"/>
    </w:pPr>
    <w:rPr>
      <w:sz w:val="24"/>
      <w:szCs w:val="20"/>
    </w:rPr>
  </w:style>
  <w:style w:type="paragraph" w:styleId="BodyText2">
    <w:name w:val="Body Text 2"/>
    <w:basedOn w:val="Normal"/>
    <w:link w:val="BodyText2Char"/>
    <w:uiPriority w:val="99"/>
    <w:rsid w:val="008E03D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D077F"/>
    <w:rPr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8E03D6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D077F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462EB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462EBD"/>
    <w:rPr>
      <w:rFonts w:cs="Times New Roman"/>
      <w:sz w:val="24"/>
      <w:szCs w:val="24"/>
    </w:rPr>
  </w:style>
  <w:style w:type="character" w:customStyle="1" w:styleId="shorttext">
    <w:name w:val="short_text"/>
    <w:basedOn w:val="DefaultParagraphFont"/>
    <w:uiPriority w:val="99"/>
    <w:rsid w:val="0007417E"/>
    <w:rPr>
      <w:rFonts w:cs="Times New Roman"/>
    </w:rPr>
  </w:style>
  <w:style w:type="character" w:customStyle="1" w:styleId="hps">
    <w:name w:val="hps"/>
    <w:basedOn w:val="DefaultParagraphFont"/>
    <w:uiPriority w:val="99"/>
    <w:rsid w:val="0007417E"/>
    <w:rPr>
      <w:rFonts w:cs="Times New Roman"/>
    </w:rPr>
  </w:style>
  <w:style w:type="character" w:customStyle="1" w:styleId="atn">
    <w:name w:val="atn"/>
    <w:basedOn w:val="DefaultParagraphFont"/>
    <w:uiPriority w:val="99"/>
    <w:rsid w:val="0007417E"/>
    <w:rPr>
      <w:rFonts w:cs="Times New Roman"/>
    </w:rPr>
  </w:style>
  <w:style w:type="table" w:styleId="TableGrid">
    <w:name w:val="Table Grid"/>
    <w:basedOn w:val="TableNormal"/>
    <w:uiPriority w:val="99"/>
    <w:rsid w:val="009143F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9B03D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B03D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9B03D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B03DC"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ED2EC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D2EC4"/>
    <w:rPr>
      <w:rFonts w:cs="Times New Roman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CC5B0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CC5B02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A76A1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76A1E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BF15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F15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538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38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38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179</TotalTime>
  <Pages>5</Pages>
  <Words>984</Words>
  <Characters>5610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km5</dc:creator>
  <cp:keywords/>
  <dc:description/>
  <cp:lastModifiedBy>ch09</cp:lastModifiedBy>
  <cp:revision>7</cp:revision>
  <cp:lastPrinted>2015-05-12T09:21:00Z</cp:lastPrinted>
  <dcterms:created xsi:type="dcterms:W3CDTF">2015-05-12T06:12:00Z</dcterms:created>
  <dcterms:modified xsi:type="dcterms:W3CDTF">2015-05-13T09:46:00Z</dcterms:modified>
</cp:coreProperties>
</file>