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37" w:rsidRPr="00983037" w:rsidRDefault="007B2934" w:rsidP="00983037">
      <w:pPr>
        <w:tabs>
          <w:tab w:val="left" w:pos="0"/>
        </w:tabs>
        <w:autoSpaceDE/>
        <w:autoSpaceDN/>
        <w:jc w:val="center"/>
        <w:rPr>
          <w:rFonts w:ascii="Times New Roman CYR" w:hAnsi="Times New Roman CYR"/>
          <w:b/>
          <w:sz w:val="22"/>
        </w:rPr>
      </w:pPr>
      <w:r>
        <w:rPr>
          <w:sz w:val="24"/>
        </w:rPr>
        <w:t xml:space="preserve"> </w:t>
      </w:r>
      <w:r w:rsidR="00DD1F08">
        <w:rPr>
          <w:sz w:val="24"/>
        </w:rPr>
        <w:t xml:space="preserve"> </w:t>
      </w:r>
      <w:r w:rsidR="004A495B">
        <w:rPr>
          <w:noProof/>
          <w:sz w:val="24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37" w:rsidRPr="00983037" w:rsidRDefault="00983037" w:rsidP="00983037">
      <w:pPr>
        <w:autoSpaceDE/>
        <w:autoSpaceDN/>
        <w:rPr>
          <w:sz w:val="24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3"/>
        <w:rPr>
          <w:b/>
          <w:sz w:val="32"/>
          <w:lang w:val="uk-UA"/>
        </w:rPr>
      </w:pPr>
      <w:r w:rsidRPr="00983037">
        <w:rPr>
          <w:b/>
          <w:sz w:val="32"/>
          <w:lang w:val="uk-UA"/>
        </w:rPr>
        <w:t>У  К  Р  А  Ї Н  А</w:t>
      </w:r>
    </w:p>
    <w:p w:rsidR="00983037" w:rsidRPr="00983037" w:rsidRDefault="00983037" w:rsidP="00983037">
      <w:pPr>
        <w:autoSpaceDE/>
        <w:autoSpaceDN/>
        <w:jc w:val="center"/>
        <w:rPr>
          <w:b/>
          <w:sz w:val="24"/>
          <w:lang w:val="uk-UA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4"/>
        <w:rPr>
          <w:b/>
          <w:sz w:val="36"/>
          <w:lang w:val="uk-UA"/>
        </w:rPr>
      </w:pPr>
      <w:r w:rsidRPr="00983037">
        <w:rPr>
          <w:b/>
          <w:sz w:val="36"/>
          <w:lang w:val="uk-UA"/>
        </w:rPr>
        <w:t>А р т е м і в с ь к а   м і с ь к а   р а д а</w:t>
      </w:r>
    </w:p>
    <w:p w:rsidR="00983037" w:rsidRDefault="00983037" w:rsidP="00983037">
      <w:pPr>
        <w:autoSpaceDE/>
        <w:autoSpaceDN/>
        <w:jc w:val="center"/>
        <w:rPr>
          <w:b/>
          <w:sz w:val="24"/>
          <w:lang w:val="uk-UA"/>
        </w:rPr>
      </w:pPr>
    </w:p>
    <w:p w:rsidR="004048C7" w:rsidRPr="00983037" w:rsidRDefault="004048C7" w:rsidP="00983037">
      <w:pPr>
        <w:autoSpaceDE/>
        <w:autoSpaceDN/>
        <w:jc w:val="center"/>
        <w:rPr>
          <w:b/>
          <w:sz w:val="24"/>
          <w:lang w:val="uk-UA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3"/>
        <w:rPr>
          <w:b/>
          <w:sz w:val="32"/>
        </w:rPr>
      </w:pPr>
      <w:r w:rsidRPr="00983037">
        <w:rPr>
          <w:b/>
          <w:sz w:val="32"/>
        </w:rPr>
        <w:t>ВИКОНАВЧИЙ  КОМІТЕТ</w:t>
      </w:r>
    </w:p>
    <w:p w:rsidR="00983037" w:rsidRPr="00983037" w:rsidRDefault="00983037" w:rsidP="00983037">
      <w:pPr>
        <w:keepNext/>
        <w:autoSpaceDE/>
        <w:autoSpaceDN/>
        <w:jc w:val="center"/>
        <w:outlineLvl w:val="5"/>
        <w:rPr>
          <w:b/>
          <w:sz w:val="48"/>
          <w:lang w:val="uk-UA"/>
        </w:rPr>
      </w:pPr>
    </w:p>
    <w:p w:rsidR="00983037" w:rsidRPr="00983037" w:rsidRDefault="00983037" w:rsidP="00983037">
      <w:pPr>
        <w:keepNext/>
        <w:autoSpaceDE/>
        <w:autoSpaceDN/>
        <w:jc w:val="center"/>
        <w:outlineLvl w:val="5"/>
        <w:rPr>
          <w:b/>
          <w:sz w:val="40"/>
          <w:szCs w:val="40"/>
          <w:lang w:val="uk-UA"/>
        </w:rPr>
      </w:pPr>
      <w:r w:rsidRPr="00983037">
        <w:rPr>
          <w:b/>
          <w:sz w:val="40"/>
          <w:szCs w:val="40"/>
          <w:lang w:val="uk-UA"/>
        </w:rPr>
        <w:t>Р І Ш Е Н Н Я</w:t>
      </w:r>
    </w:p>
    <w:p w:rsidR="00942CB5" w:rsidRDefault="00942CB5">
      <w:pPr>
        <w:jc w:val="center"/>
        <w:rPr>
          <w:sz w:val="28"/>
          <w:lang w:val="uk-UA"/>
        </w:rPr>
      </w:pPr>
    </w:p>
    <w:p w:rsidR="00942CB5" w:rsidRDefault="00942CB5">
      <w:pPr>
        <w:rPr>
          <w:sz w:val="36"/>
          <w:lang w:val="uk-UA"/>
        </w:rPr>
      </w:pPr>
    </w:p>
    <w:p w:rsidR="00942CB5" w:rsidRDefault="006235F9">
      <w:pPr>
        <w:pStyle w:val="Normal"/>
        <w:autoSpaceDE w:val="0"/>
        <w:autoSpaceDN w:val="0"/>
        <w:spacing w:before="0" w:after="0"/>
        <w:rPr>
          <w:snapToGrid/>
          <w:lang w:val="uk-UA"/>
        </w:rPr>
      </w:pPr>
      <w:r>
        <w:rPr>
          <w:snapToGrid/>
          <w:lang w:val="uk-UA"/>
        </w:rPr>
        <w:t>11.11.</w:t>
      </w:r>
      <w:r w:rsidR="00942CB5">
        <w:rPr>
          <w:snapToGrid/>
          <w:lang w:val="uk-UA"/>
        </w:rPr>
        <w:t>20</w:t>
      </w:r>
      <w:r w:rsidR="00714BE2">
        <w:rPr>
          <w:snapToGrid/>
          <w:lang w:val="uk-UA"/>
        </w:rPr>
        <w:t>1</w:t>
      </w:r>
      <w:r w:rsidR="00E364B6">
        <w:rPr>
          <w:snapToGrid/>
          <w:lang w:val="uk-UA"/>
        </w:rPr>
        <w:t>5</w:t>
      </w:r>
      <w:r w:rsidR="00942CB5">
        <w:rPr>
          <w:snapToGrid/>
          <w:lang w:val="uk-UA"/>
        </w:rPr>
        <w:t xml:space="preserve">  №</w:t>
      </w:r>
      <w:r w:rsidR="005A016A">
        <w:rPr>
          <w:snapToGrid/>
          <w:lang w:val="uk-UA"/>
        </w:rPr>
        <w:t xml:space="preserve"> </w:t>
      </w:r>
      <w:r>
        <w:rPr>
          <w:snapToGrid/>
          <w:lang w:val="uk-UA"/>
        </w:rPr>
        <w:t>258</w:t>
      </w:r>
    </w:p>
    <w:p w:rsidR="00942CB5" w:rsidRDefault="00942CB5">
      <w:pPr>
        <w:rPr>
          <w:sz w:val="24"/>
          <w:lang w:val="uk-UA"/>
        </w:rPr>
      </w:pPr>
      <w:r>
        <w:rPr>
          <w:sz w:val="24"/>
          <w:lang w:val="uk-UA"/>
        </w:rPr>
        <w:t>м.Артемівськ</w:t>
      </w:r>
    </w:p>
    <w:p w:rsidR="007605B3" w:rsidRDefault="007605B3" w:rsidP="00DB4CED">
      <w:pPr>
        <w:jc w:val="both"/>
        <w:rPr>
          <w:sz w:val="28"/>
          <w:lang w:val="uk-UA"/>
        </w:rPr>
      </w:pPr>
    </w:p>
    <w:tbl>
      <w:tblPr>
        <w:tblW w:w="0" w:type="auto"/>
        <w:tblInd w:w="-12" w:type="dxa"/>
        <w:tblLook w:val="0000"/>
      </w:tblPr>
      <w:tblGrid>
        <w:gridCol w:w="5160"/>
      </w:tblGrid>
      <w:tr w:rsidR="007605B3" w:rsidRPr="00B30FF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</w:tcPr>
          <w:p w:rsidR="007605B3" w:rsidRPr="00B30FFC" w:rsidRDefault="0075752B" w:rsidP="00BB2A36">
            <w:pPr>
              <w:jc w:val="both"/>
              <w:rPr>
                <w:b/>
                <w:bCs/>
                <w:color w:val="000000"/>
                <w:sz w:val="28"/>
                <w:lang w:val="uk-UA"/>
              </w:rPr>
            </w:pPr>
            <w:r>
              <w:rPr>
                <w:b/>
                <w:bCs/>
                <w:i/>
                <w:color w:val="000000"/>
                <w:sz w:val="28"/>
                <w:lang w:val="uk-UA"/>
              </w:rPr>
              <w:t xml:space="preserve">Про 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>дозвіл громадянам на зміну договор</w:t>
            </w:r>
            <w:r w:rsidR="00BB2A36">
              <w:rPr>
                <w:b/>
                <w:bCs/>
                <w:i/>
                <w:color w:val="000000"/>
                <w:sz w:val="28"/>
                <w:lang w:val="uk-UA"/>
              </w:rPr>
              <w:t>ів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 xml:space="preserve"> найму на жил</w:t>
            </w:r>
            <w:r w:rsidR="00BB2A36">
              <w:rPr>
                <w:b/>
                <w:bCs/>
                <w:i/>
                <w:color w:val="000000"/>
                <w:sz w:val="28"/>
                <w:lang w:val="uk-UA"/>
              </w:rPr>
              <w:t>і</w:t>
            </w:r>
            <w:r w:rsidR="007605B3" w:rsidRPr="00B30FFC">
              <w:rPr>
                <w:b/>
                <w:bCs/>
                <w:i/>
                <w:color w:val="000000"/>
                <w:sz w:val="28"/>
                <w:lang w:val="uk-UA"/>
              </w:rPr>
              <w:t xml:space="preserve"> приміщення у місті Артемівську</w:t>
            </w:r>
          </w:p>
        </w:tc>
      </w:tr>
    </w:tbl>
    <w:p w:rsidR="007605B3" w:rsidRPr="00B30FFC" w:rsidRDefault="007605B3" w:rsidP="007605B3">
      <w:pPr>
        <w:ind w:firstLine="720"/>
        <w:jc w:val="both"/>
        <w:rPr>
          <w:color w:val="000000"/>
          <w:sz w:val="28"/>
          <w:lang w:val="uk-UA"/>
        </w:rPr>
      </w:pPr>
    </w:p>
    <w:p w:rsidR="00F91712" w:rsidRDefault="00F91712" w:rsidP="00F91712">
      <w:pPr>
        <w:pStyle w:val="a6"/>
        <w:rPr>
          <w:sz w:val="28"/>
        </w:rPr>
      </w:pPr>
      <w:r>
        <w:rPr>
          <w:sz w:val="28"/>
        </w:rPr>
        <w:t xml:space="preserve">Розглянувши </w:t>
      </w:r>
      <w:r w:rsidR="00E61D62">
        <w:rPr>
          <w:sz w:val="28"/>
        </w:rPr>
        <w:t>пропозиції міської житлової комісії при виконкомі Артемівської міськ</w:t>
      </w:r>
      <w:r w:rsidR="008D4647">
        <w:rPr>
          <w:sz w:val="28"/>
        </w:rPr>
        <w:t>ої ради (витяг</w:t>
      </w:r>
      <w:r w:rsidR="00CC52E5">
        <w:rPr>
          <w:sz w:val="28"/>
        </w:rPr>
        <w:t xml:space="preserve"> </w:t>
      </w:r>
      <w:r w:rsidR="008D4647">
        <w:rPr>
          <w:sz w:val="28"/>
        </w:rPr>
        <w:t>з протокол</w:t>
      </w:r>
      <w:r w:rsidR="000F1BB5">
        <w:rPr>
          <w:sz w:val="28"/>
        </w:rPr>
        <w:t>у</w:t>
      </w:r>
      <w:r w:rsidR="008D4647">
        <w:rPr>
          <w:sz w:val="28"/>
        </w:rPr>
        <w:t xml:space="preserve"> від </w:t>
      </w:r>
      <w:r w:rsidR="00C02011">
        <w:rPr>
          <w:sz w:val="28"/>
        </w:rPr>
        <w:t>1</w:t>
      </w:r>
      <w:r w:rsidR="007A6503">
        <w:rPr>
          <w:sz w:val="28"/>
        </w:rPr>
        <w:t>6</w:t>
      </w:r>
      <w:r w:rsidR="00E364B6" w:rsidRPr="00E364B6">
        <w:rPr>
          <w:sz w:val="28"/>
        </w:rPr>
        <w:t>.</w:t>
      </w:r>
      <w:r w:rsidR="007A6503">
        <w:rPr>
          <w:sz w:val="28"/>
        </w:rPr>
        <w:t>1</w:t>
      </w:r>
      <w:r w:rsidR="00446449">
        <w:rPr>
          <w:sz w:val="28"/>
        </w:rPr>
        <w:t>0</w:t>
      </w:r>
      <w:r w:rsidR="00DB4CED">
        <w:rPr>
          <w:sz w:val="28"/>
        </w:rPr>
        <w:t>.201</w:t>
      </w:r>
      <w:r w:rsidR="00446449">
        <w:rPr>
          <w:sz w:val="28"/>
        </w:rPr>
        <w:t>5</w:t>
      </w:r>
      <w:r w:rsidR="00DB4CED">
        <w:rPr>
          <w:sz w:val="28"/>
        </w:rPr>
        <w:t xml:space="preserve"> № </w:t>
      </w:r>
      <w:r w:rsidR="009C02E2" w:rsidRPr="009C02E2">
        <w:rPr>
          <w:sz w:val="28"/>
        </w:rPr>
        <w:t>1</w:t>
      </w:r>
      <w:r w:rsidR="007A6503">
        <w:rPr>
          <w:sz w:val="28"/>
        </w:rPr>
        <w:t>2</w:t>
      </w:r>
      <w:r w:rsidR="00CA0EFC">
        <w:rPr>
          <w:sz w:val="28"/>
        </w:rPr>
        <w:t>)</w:t>
      </w:r>
      <w:r w:rsidR="006149BE">
        <w:rPr>
          <w:sz w:val="28"/>
        </w:rPr>
        <w:t>, до</w:t>
      </w:r>
      <w:r>
        <w:rPr>
          <w:sz w:val="28"/>
        </w:rPr>
        <w:t>відк</w:t>
      </w:r>
      <w:r w:rsidR="00462807" w:rsidRPr="00462807">
        <w:rPr>
          <w:sz w:val="28"/>
        </w:rPr>
        <w:t>у</w:t>
      </w:r>
      <w:r>
        <w:rPr>
          <w:sz w:val="28"/>
        </w:rPr>
        <w:t>-виснов</w:t>
      </w:r>
      <w:r w:rsidR="00462807" w:rsidRPr="00462807">
        <w:rPr>
          <w:sz w:val="28"/>
        </w:rPr>
        <w:t>о</w:t>
      </w:r>
      <w:r>
        <w:rPr>
          <w:sz w:val="28"/>
        </w:rPr>
        <w:t>к</w:t>
      </w:r>
      <w:r w:rsidR="00462807" w:rsidRPr="00462807">
        <w:rPr>
          <w:sz w:val="28"/>
        </w:rPr>
        <w:t xml:space="preserve"> в</w:t>
      </w:r>
      <w:r w:rsidR="00462807">
        <w:rPr>
          <w:sz w:val="28"/>
        </w:rPr>
        <w:t>і</w:t>
      </w:r>
      <w:r w:rsidR="00462807" w:rsidRPr="00462807">
        <w:rPr>
          <w:sz w:val="28"/>
        </w:rPr>
        <w:t>д</w:t>
      </w:r>
      <w:r w:rsidR="00785E49" w:rsidRPr="00785E49">
        <w:rPr>
          <w:sz w:val="28"/>
        </w:rPr>
        <w:t xml:space="preserve"> </w:t>
      </w:r>
      <w:r w:rsidR="00FB7CE4">
        <w:rPr>
          <w:sz w:val="28"/>
        </w:rPr>
        <w:t>20</w:t>
      </w:r>
      <w:r w:rsidR="00DA6163" w:rsidRPr="00DA6163">
        <w:rPr>
          <w:sz w:val="28"/>
        </w:rPr>
        <w:t>.</w:t>
      </w:r>
      <w:r w:rsidR="007A6503">
        <w:rPr>
          <w:sz w:val="28"/>
        </w:rPr>
        <w:t>1</w:t>
      </w:r>
      <w:r w:rsidR="00446449">
        <w:rPr>
          <w:color w:val="000000"/>
          <w:sz w:val="28"/>
        </w:rPr>
        <w:t>0</w:t>
      </w:r>
      <w:r w:rsidR="00782384" w:rsidRPr="008F7634">
        <w:rPr>
          <w:color w:val="000000"/>
          <w:sz w:val="28"/>
        </w:rPr>
        <w:t>.</w:t>
      </w:r>
      <w:r w:rsidR="00462807" w:rsidRPr="008F7634">
        <w:rPr>
          <w:color w:val="000000"/>
          <w:sz w:val="28"/>
        </w:rPr>
        <w:t>201</w:t>
      </w:r>
      <w:r w:rsidR="00446449">
        <w:rPr>
          <w:color w:val="000000"/>
          <w:sz w:val="28"/>
        </w:rPr>
        <w:t>5</w:t>
      </w:r>
      <w:r w:rsidR="00462807" w:rsidRPr="008F7634">
        <w:rPr>
          <w:color w:val="000000"/>
          <w:sz w:val="28"/>
        </w:rPr>
        <w:t xml:space="preserve"> № </w:t>
      </w:r>
      <w:r w:rsidR="002F744F" w:rsidRPr="008F7634">
        <w:rPr>
          <w:color w:val="000000"/>
          <w:sz w:val="28"/>
        </w:rPr>
        <w:t>01-</w:t>
      </w:r>
      <w:r w:rsidR="00FB7CE4">
        <w:rPr>
          <w:color w:val="000000"/>
          <w:sz w:val="28"/>
        </w:rPr>
        <w:t>3607</w:t>
      </w:r>
      <w:r w:rsidR="002F744F" w:rsidRPr="008F7634">
        <w:rPr>
          <w:color w:val="000000"/>
          <w:sz w:val="28"/>
        </w:rPr>
        <w:t>-06</w:t>
      </w:r>
      <w:r>
        <w:rPr>
          <w:sz w:val="28"/>
        </w:rPr>
        <w:t xml:space="preserve"> Управління муніципального розвитку Артемівської міської ради </w:t>
      </w:r>
      <w:r w:rsidRPr="007164E0">
        <w:rPr>
          <w:sz w:val="28"/>
        </w:rPr>
        <w:t xml:space="preserve">щодо надання </w:t>
      </w:r>
      <w:r w:rsidR="00656403">
        <w:rPr>
          <w:sz w:val="28"/>
        </w:rPr>
        <w:t>дозволу</w:t>
      </w:r>
      <w:r>
        <w:rPr>
          <w:sz w:val="28"/>
        </w:rPr>
        <w:t xml:space="preserve"> громадянам на зміну договор</w:t>
      </w:r>
      <w:r w:rsidR="00BB2A36">
        <w:rPr>
          <w:sz w:val="28"/>
        </w:rPr>
        <w:t>ів</w:t>
      </w:r>
      <w:r>
        <w:rPr>
          <w:sz w:val="28"/>
        </w:rPr>
        <w:t xml:space="preserve"> найму на жил</w:t>
      </w:r>
      <w:r w:rsidR="00BB2A36">
        <w:rPr>
          <w:sz w:val="28"/>
        </w:rPr>
        <w:t>і</w:t>
      </w:r>
      <w:r>
        <w:rPr>
          <w:sz w:val="28"/>
        </w:rPr>
        <w:t xml:space="preserve"> приміщення у місті Артемівську, </w:t>
      </w:r>
      <w:r w:rsidR="00E61D62">
        <w:rPr>
          <w:sz w:val="28"/>
        </w:rPr>
        <w:t xml:space="preserve">відповідно до </w:t>
      </w:r>
      <w:r>
        <w:rPr>
          <w:sz w:val="28"/>
        </w:rPr>
        <w:t>ст.ст</w:t>
      </w:r>
      <w:r w:rsidRPr="00F6346C">
        <w:rPr>
          <w:color w:val="000000"/>
          <w:sz w:val="28"/>
        </w:rPr>
        <w:t xml:space="preserve">. </w:t>
      </w:r>
      <w:r w:rsidRPr="00832886">
        <w:rPr>
          <w:color w:val="000000"/>
          <w:sz w:val="28"/>
        </w:rPr>
        <w:t>63, 103</w:t>
      </w:r>
      <w:r w:rsidR="006201E5" w:rsidRPr="00832886">
        <w:rPr>
          <w:color w:val="000000"/>
          <w:sz w:val="28"/>
        </w:rPr>
        <w:t xml:space="preserve">, </w:t>
      </w:r>
      <w:r w:rsidRPr="00832886">
        <w:rPr>
          <w:color w:val="000000"/>
          <w:sz w:val="28"/>
        </w:rPr>
        <w:t>106</w:t>
      </w:r>
      <w:r w:rsidR="009C02E2" w:rsidRPr="009C02E2">
        <w:rPr>
          <w:color w:val="000000"/>
          <w:sz w:val="28"/>
        </w:rPr>
        <w:t xml:space="preserve"> </w:t>
      </w:r>
      <w:r w:rsidR="00E76B90">
        <w:rPr>
          <w:color w:val="000000"/>
          <w:sz w:val="28"/>
        </w:rPr>
        <w:t>Житл</w:t>
      </w:r>
      <w:r>
        <w:rPr>
          <w:sz w:val="28"/>
        </w:rPr>
        <w:t>ового кодексу Української РСР</w:t>
      </w:r>
      <w:r w:rsidRPr="00016505">
        <w:rPr>
          <w:sz w:val="28"/>
        </w:rPr>
        <w:t xml:space="preserve"> в</w:t>
      </w:r>
      <w:r>
        <w:rPr>
          <w:sz w:val="28"/>
        </w:rPr>
        <w:t xml:space="preserve">ід 30.06.83 № 5464-Х із внесеними до нього змінами, </w:t>
      </w:r>
      <w:r w:rsidR="00E61D62">
        <w:rPr>
          <w:sz w:val="28"/>
        </w:rPr>
        <w:t xml:space="preserve">керуючись </w:t>
      </w:r>
      <w:r>
        <w:rPr>
          <w:sz w:val="28"/>
        </w:rPr>
        <w:t xml:space="preserve">ст.ст. 30, 52 Закону України від 21.05.97 № 280/97-ВР “Про місцеве самоврядування в Україні” із внесеними до нього змінами, виконком </w:t>
      </w:r>
      <w:r w:rsidR="0094359E">
        <w:rPr>
          <w:sz w:val="28"/>
        </w:rPr>
        <w:t>Артемівської місь</w:t>
      </w:r>
      <w:r>
        <w:rPr>
          <w:sz w:val="28"/>
        </w:rPr>
        <w:t xml:space="preserve">кої ради </w:t>
      </w:r>
    </w:p>
    <w:p w:rsidR="007605B3" w:rsidRDefault="007605B3" w:rsidP="007605B3">
      <w:pPr>
        <w:pStyle w:val="a6"/>
      </w:pPr>
    </w:p>
    <w:p w:rsidR="00F91712" w:rsidRDefault="00F91712" w:rsidP="007605B3">
      <w:pPr>
        <w:pStyle w:val="a6"/>
      </w:pPr>
    </w:p>
    <w:p w:rsidR="007605B3" w:rsidRDefault="007605B3" w:rsidP="007605B3">
      <w:pPr>
        <w:ind w:firstLine="72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 И Р І Ш И В :</w:t>
      </w:r>
    </w:p>
    <w:p w:rsidR="007605B3" w:rsidRDefault="007605B3" w:rsidP="007605B3">
      <w:pPr>
        <w:ind w:firstLine="720"/>
        <w:jc w:val="both"/>
        <w:rPr>
          <w:sz w:val="28"/>
          <w:lang w:val="uk-UA"/>
        </w:rPr>
      </w:pPr>
    </w:p>
    <w:p w:rsidR="00BB2A36" w:rsidRDefault="007605B3" w:rsidP="00004C79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1. Дозволити зміну </w:t>
      </w:r>
      <w:r w:rsidRPr="00B30FFC">
        <w:rPr>
          <w:color w:val="000000"/>
          <w:sz w:val="28"/>
          <w:lang w:val="uk-UA"/>
        </w:rPr>
        <w:t>договор</w:t>
      </w:r>
      <w:r w:rsidR="00BB2A36">
        <w:rPr>
          <w:color w:val="000000"/>
          <w:sz w:val="28"/>
          <w:lang w:val="uk-UA"/>
        </w:rPr>
        <w:t>ів</w:t>
      </w:r>
      <w:r w:rsidRPr="00B30FFC">
        <w:rPr>
          <w:color w:val="000000"/>
          <w:sz w:val="28"/>
          <w:lang w:val="uk-UA"/>
        </w:rPr>
        <w:t xml:space="preserve"> найму на жил</w:t>
      </w:r>
      <w:r w:rsidR="00BB2A36">
        <w:rPr>
          <w:color w:val="000000"/>
          <w:sz w:val="28"/>
          <w:lang w:val="uk-UA"/>
        </w:rPr>
        <w:t>і</w:t>
      </w:r>
      <w:r w:rsidRPr="00B30FFC">
        <w:rPr>
          <w:color w:val="000000"/>
          <w:sz w:val="28"/>
          <w:lang w:val="uk-UA"/>
        </w:rPr>
        <w:t xml:space="preserve"> приміщення у міс</w:t>
      </w:r>
      <w:r w:rsidR="00DB4CED" w:rsidRPr="00B30FFC">
        <w:rPr>
          <w:color w:val="000000"/>
          <w:sz w:val="28"/>
          <w:lang w:val="uk-UA"/>
        </w:rPr>
        <w:t>ті Артемівську</w:t>
      </w:r>
      <w:r w:rsidR="00BB2A36">
        <w:rPr>
          <w:color w:val="000000"/>
          <w:sz w:val="28"/>
          <w:lang w:val="uk-UA"/>
        </w:rPr>
        <w:t xml:space="preserve"> таким громадянам:</w:t>
      </w:r>
    </w:p>
    <w:p w:rsidR="006B0937" w:rsidRDefault="00943D24" w:rsidP="006B0937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 w:rsidRPr="00B30FFC">
        <w:rPr>
          <w:color w:val="000000"/>
          <w:sz w:val="28"/>
          <w:lang w:val="uk-UA"/>
        </w:rPr>
        <w:t xml:space="preserve"> </w:t>
      </w:r>
      <w:r w:rsidR="006B0937" w:rsidRPr="00B30FFC">
        <w:rPr>
          <w:color w:val="000000"/>
          <w:sz w:val="28"/>
          <w:lang w:val="uk-UA"/>
        </w:rPr>
        <w:t xml:space="preserve"> </w:t>
      </w:r>
      <w:r w:rsidR="006B0937">
        <w:rPr>
          <w:sz w:val="28"/>
          <w:lang w:val="uk-UA"/>
        </w:rPr>
        <w:t xml:space="preserve">1.1. </w:t>
      </w:r>
      <w:r w:rsidR="006235F9">
        <w:rPr>
          <w:sz w:val="28"/>
          <w:lang w:val="uk-UA"/>
        </w:rPr>
        <w:t>(містить персональні данні про осіб (п.3 ч. 2 ст. 10 ЗУ «Про доступ до публічної інформації))</w:t>
      </w:r>
      <w:r w:rsidR="006B0937">
        <w:rPr>
          <w:b/>
          <w:i/>
          <w:sz w:val="28"/>
          <w:lang w:val="uk-UA"/>
        </w:rPr>
        <w:t xml:space="preserve">, – </w:t>
      </w:r>
      <w:r w:rsidR="006B0937" w:rsidRPr="001D7B54">
        <w:rPr>
          <w:sz w:val="28"/>
          <w:lang w:val="uk-UA"/>
        </w:rPr>
        <w:t>на</w:t>
      </w:r>
      <w:r w:rsidR="006B0937">
        <w:rPr>
          <w:b/>
          <w:i/>
          <w:sz w:val="28"/>
          <w:lang w:val="uk-UA"/>
        </w:rPr>
        <w:t xml:space="preserve"> </w:t>
      </w:r>
      <w:r w:rsidR="006B0937">
        <w:rPr>
          <w:sz w:val="28"/>
          <w:lang w:val="uk-UA"/>
        </w:rPr>
        <w:t>двокімнатну квартиру № </w:t>
      </w:r>
      <w:r w:rsidR="007A6503">
        <w:rPr>
          <w:sz w:val="28"/>
          <w:lang w:val="uk-UA"/>
        </w:rPr>
        <w:t>23</w:t>
      </w:r>
      <w:r w:rsidR="006B0937">
        <w:rPr>
          <w:sz w:val="28"/>
          <w:lang w:val="uk-UA"/>
        </w:rPr>
        <w:t xml:space="preserve">, жилою площею </w:t>
      </w:r>
      <w:r w:rsidR="007A6503">
        <w:rPr>
          <w:sz w:val="28"/>
          <w:lang w:val="uk-UA"/>
        </w:rPr>
        <w:t>30,22</w:t>
      </w:r>
      <w:r w:rsidR="006B0937">
        <w:rPr>
          <w:sz w:val="28"/>
          <w:lang w:val="uk-UA"/>
        </w:rPr>
        <w:t xml:space="preserve"> кв.м., по вулиці Першотравневій, </w:t>
      </w:r>
      <w:r w:rsidR="007A6503">
        <w:rPr>
          <w:sz w:val="28"/>
          <w:lang w:val="uk-UA"/>
        </w:rPr>
        <w:t>20а</w:t>
      </w:r>
      <w:r w:rsidR="006B0937">
        <w:rPr>
          <w:sz w:val="28"/>
          <w:lang w:val="uk-UA"/>
        </w:rPr>
        <w:t xml:space="preserve"> в смт. Красна Гора, у зв’язку зі смертю основного квартиронаймача.</w:t>
      </w:r>
    </w:p>
    <w:p w:rsidR="006D3963" w:rsidRDefault="006D3963" w:rsidP="006D3963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1.2.  </w:t>
      </w:r>
      <w:r w:rsidR="006235F9">
        <w:rPr>
          <w:sz w:val="28"/>
          <w:lang w:val="uk-UA"/>
        </w:rPr>
        <w:t>(містить персональні данні про осіб (п.3 ч. 2 ст. 10 ЗУ «Про доступ до публічної інформації))</w:t>
      </w:r>
      <w:r w:rsidR="006235F9">
        <w:rPr>
          <w:b/>
          <w:i/>
          <w:sz w:val="28"/>
          <w:lang w:val="uk-UA"/>
        </w:rPr>
        <w:t xml:space="preserve">, </w:t>
      </w:r>
      <w:r>
        <w:rPr>
          <w:b/>
          <w:i/>
          <w:sz w:val="28"/>
          <w:lang w:val="uk-UA"/>
        </w:rPr>
        <w:t xml:space="preserve"> – </w:t>
      </w:r>
      <w:r w:rsidRPr="001D7B54">
        <w:rPr>
          <w:sz w:val="28"/>
          <w:lang w:val="uk-UA"/>
        </w:rPr>
        <w:t>на</w:t>
      </w:r>
      <w:r>
        <w:rPr>
          <w:sz w:val="28"/>
          <w:lang w:val="uk-UA"/>
        </w:rPr>
        <w:t xml:space="preserve"> </w:t>
      </w:r>
      <w:r w:rsidR="009C02E2">
        <w:rPr>
          <w:sz w:val="28"/>
          <w:lang w:val="uk-UA"/>
        </w:rPr>
        <w:t>дво</w:t>
      </w:r>
      <w:r>
        <w:rPr>
          <w:sz w:val="28"/>
          <w:lang w:val="uk-UA"/>
        </w:rPr>
        <w:t>кімнатну квартиру № </w:t>
      </w:r>
      <w:r w:rsidR="009C02E2">
        <w:rPr>
          <w:sz w:val="28"/>
          <w:lang w:val="uk-UA"/>
        </w:rPr>
        <w:t>4</w:t>
      </w:r>
      <w:r w:rsidR="007A6503">
        <w:rPr>
          <w:sz w:val="28"/>
          <w:lang w:val="uk-UA"/>
        </w:rPr>
        <w:t>8</w:t>
      </w:r>
      <w:r>
        <w:rPr>
          <w:sz w:val="28"/>
          <w:lang w:val="uk-UA"/>
        </w:rPr>
        <w:t xml:space="preserve">, жилою площею  </w:t>
      </w:r>
      <w:r w:rsidR="009C02E2">
        <w:rPr>
          <w:sz w:val="28"/>
          <w:lang w:val="uk-UA"/>
        </w:rPr>
        <w:t>2</w:t>
      </w:r>
      <w:r w:rsidR="007A6503">
        <w:rPr>
          <w:sz w:val="28"/>
          <w:lang w:val="uk-UA"/>
        </w:rPr>
        <w:t>5</w:t>
      </w:r>
      <w:r w:rsidR="009C02E2">
        <w:rPr>
          <w:sz w:val="28"/>
          <w:lang w:val="uk-UA"/>
        </w:rPr>
        <w:t>,</w:t>
      </w:r>
      <w:r w:rsidR="007A6503">
        <w:rPr>
          <w:sz w:val="28"/>
          <w:lang w:val="uk-UA"/>
        </w:rPr>
        <w:t>20 кв.м., по провулку Ватутіна, 25</w:t>
      </w:r>
      <w:r>
        <w:rPr>
          <w:sz w:val="28"/>
          <w:lang w:val="uk-UA"/>
        </w:rPr>
        <w:t>, у зв’язку зі смертю основного квартиронаймача.</w:t>
      </w:r>
    </w:p>
    <w:p w:rsidR="007A6503" w:rsidRDefault="007A6503" w:rsidP="002F5253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B23E4A" w:rsidRDefault="00D57A97" w:rsidP="002F5253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B23E4A">
        <w:rPr>
          <w:sz w:val="28"/>
          <w:lang w:val="uk-UA"/>
        </w:rPr>
        <w:t>. Організаційне виконання рішення покласти на Управління муніципального розвитку Артемівської міської ради (</w:t>
      </w:r>
      <w:r w:rsidR="00527E5F">
        <w:rPr>
          <w:sz w:val="28"/>
          <w:lang w:val="uk-UA"/>
        </w:rPr>
        <w:t>Гладка</w:t>
      </w:r>
      <w:r w:rsidR="00B23E4A">
        <w:rPr>
          <w:sz w:val="28"/>
          <w:lang w:val="uk-UA"/>
        </w:rPr>
        <w:t>).</w:t>
      </w:r>
    </w:p>
    <w:p w:rsidR="00E3768C" w:rsidRDefault="00E3768C" w:rsidP="00E622CA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:rsidR="00B23E4A" w:rsidRDefault="00D57A97" w:rsidP="00E622CA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B23E4A">
        <w:rPr>
          <w:sz w:val="28"/>
          <w:lang w:val="uk-UA"/>
        </w:rPr>
        <w:t xml:space="preserve">. Координаційне </w:t>
      </w:r>
      <w:r w:rsidR="00587D5B">
        <w:rPr>
          <w:sz w:val="28"/>
          <w:lang w:val="uk-UA"/>
        </w:rPr>
        <w:t xml:space="preserve">забезпечення </w:t>
      </w:r>
      <w:r w:rsidR="00B23E4A">
        <w:rPr>
          <w:sz w:val="28"/>
          <w:lang w:val="uk-UA"/>
        </w:rPr>
        <w:t>виконанн</w:t>
      </w:r>
      <w:r w:rsidR="007066FE">
        <w:rPr>
          <w:sz w:val="28"/>
          <w:lang w:val="uk-UA"/>
        </w:rPr>
        <w:t xml:space="preserve">я рішення покласти на </w:t>
      </w:r>
      <w:r w:rsidR="003D3761">
        <w:rPr>
          <w:sz w:val="28"/>
          <w:lang w:val="uk-UA"/>
        </w:rPr>
        <w:t xml:space="preserve"> </w:t>
      </w:r>
      <w:r w:rsidR="007066FE">
        <w:rPr>
          <w:sz w:val="28"/>
          <w:lang w:val="uk-UA"/>
        </w:rPr>
        <w:t>за</w:t>
      </w:r>
      <w:r w:rsidR="00B23E4A">
        <w:rPr>
          <w:sz w:val="28"/>
          <w:lang w:val="uk-UA"/>
        </w:rPr>
        <w:t xml:space="preserve">ступника міського голови </w:t>
      </w:r>
      <w:r w:rsidR="002E6B9F">
        <w:rPr>
          <w:sz w:val="28"/>
          <w:lang w:val="uk-UA"/>
        </w:rPr>
        <w:t>Головкіну О.А.</w:t>
      </w:r>
    </w:p>
    <w:p w:rsidR="00E56E23" w:rsidRDefault="00E56E23" w:rsidP="00176CDD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CC52E5" w:rsidRDefault="00CC52E5" w:rsidP="00176CDD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16346E" w:rsidRDefault="0016346E" w:rsidP="0016346E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О.О.РЕВА</w:t>
      </w: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5752B" w:rsidRDefault="0075752B" w:rsidP="00205E86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7A6503" w:rsidRDefault="007A6503" w:rsidP="007962EE">
      <w:pPr>
        <w:rPr>
          <w:b/>
          <w:sz w:val="28"/>
          <w:lang w:val="uk-UA"/>
        </w:rPr>
      </w:pPr>
    </w:p>
    <w:sectPr w:rsidR="007A6503" w:rsidSect="00BD729C">
      <w:headerReference w:type="default" r:id="rId8"/>
      <w:pgSz w:w="11906" w:h="16838" w:code="9"/>
      <w:pgMar w:top="993" w:right="709" w:bottom="709" w:left="1701" w:header="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779" w:rsidRDefault="00AE1779">
      <w:r>
        <w:separator/>
      </w:r>
    </w:p>
  </w:endnote>
  <w:endnote w:type="continuationSeparator" w:id="0">
    <w:p w:rsidR="00AE1779" w:rsidRDefault="00AE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779" w:rsidRDefault="00AE1779">
      <w:r>
        <w:separator/>
      </w:r>
    </w:p>
  </w:footnote>
  <w:footnote w:type="continuationSeparator" w:id="0">
    <w:p w:rsidR="00AE1779" w:rsidRDefault="00AE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E6" w:rsidRDefault="00EF31E6">
    <w:pPr>
      <w:pStyle w:val="a3"/>
      <w:framePr w:wrap="auto" w:vAnchor="text" w:hAnchor="margin" w:xAlign="right" w:y="1"/>
      <w:rPr>
        <w:rStyle w:val="a4"/>
      </w:rPr>
    </w:pPr>
  </w:p>
  <w:p w:rsidR="00EF31E6" w:rsidRDefault="00EF31E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11E"/>
    <w:multiLevelType w:val="hybridMultilevel"/>
    <w:tmpl w:val="32705FE4"/>
    <w:lvl w:ilvl="0" w:tplc="05DE7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261E7CDD"/>
    <w:multiLevelType w:val="hybridMultilevel"/>
    <w:tmpl w:val="10A028B8"/>
    <w:lvl w:ilvl="0" w:tplc="5E76390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  <w:b/>
        <w:i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attachedTemplate r:id="rId1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7A4C16"/>
    <w:rsid w:val="00000BF5"/>
    <w:rsid w:val="000013C0"/>
    <w:rsid w:val="00001857"/>
    <w:rsid w:val="000029D9"/>
    <w:rsid w:val="00004C79"/>
    <w:rsid w:val="000068CB"/>
    <w:rsid w:val="000069E0"/>
    <w:rsid w:val="00007E0A"/>
    <w:rsid w:val="00011C86"/>
    <w:rsid w:val="00013D87"/>
    <w:rsid w:val="00014A70"/>
    <w:rsid w:val="00016505"/>
    <w:rsid w:val="0001675F"/>
    <w:rsid w:val="00017AD4"/>
    <w:rsid w:val="00022881"/>
    <w:rsid w:val="00022E18"/>
    <w:rsid w:val="000233D4"/>
    <w:rsid w:val="0002361E"/>
    <w:rsid w:val="0002472A"/>
    <w:rsid w:val="00024A35"/>
    <w:rsid w:val="00025F73"/>
    <w:rsid w:val="000274B7"/>
    <w:rsid w:val="000308D2"/>
    <w:rsid w:val="00030BA6"/>
    <w:rsid w:val="0003302E"/>
    <w:rsid w:val="00036C11"/>
    <w:rsid w:val="00036C8B"/>
    <w:rsid w:val="0004058E"/>
    <w:rsid w:val="00041798"/>
    <w:rsid w:val="00042387"/>
    <w:rsid w:val="00047CDF"/>
    <w:rsid w:val="00051BDC"/>
    <w:rsid w:val="00053572"/>
    <w:rsid w:val="0005425E"/>
    <w:rsid w:val="000554F5"/>
    <w:rsid w:val="00057454"/>
    <w:rsid w:val="00057513"/>
    <w:rsid w:val="000629BF"/>
    <w:rsid w:val="00067BA3"/>
    <w:rsid w:val="00070805"/>
    <w:rsid w:val="00073C22"/>
    <w:rsid w:val="00074BA1"/>
    <w:rsid w:val="00075A88"/>
    <w:rsid w:val="00075B27"/>
    <w:rsid w:val="00075D28"/>
    <w:rsid w:val="000772D0"/>
    <w:rsid w:val="00080D43"/>
    <w:rsid w:val="000829C4"/>
    <w:rsid w:val="00084135"/>
    <w:rsid w:val="00084677"/>
    <w:rsid w:val="0008480D"/>
    <w:rsid w:val="00087065"/>
    <w:rsid w:val="0008777B"/>
    <w:rsid w:val="00091E3C"/>
    <w:rsid w:val="000944DC"/>
    <w:rsid w:val="00094C1F"/>
    <w:rsid w:val="00094D3C"/>
    <w:rsid w:val="000A178E"/>
    <w:rsid w:val="000A1EC1"/>
    <w:rsid w:val="000A23B9"/>
    <w:rsid w:val="000A2DC7"/>
    <w:rsid w:val="000A2F1C"/>
    <w:rsid w:val="000A40A2"/>
    <w:rsid w:val="000A648E"/>
    <w:rsid w:val="000A69FB"/>
    <w:rsid w:val="000B03D9"/>
    <w:rsid w:val="000B17CC"/>
    <w:rsid w:val="000B55A7"/>
    <w:rsid w:val="000B5CA0"/>
    <w:rsid w:val="000B5CCA"/>
    <w:rsid w:val="000C06AA"/>
    <w:rsid w:val="000C2002"/>
    <w:rsid w:val="000C4FD3"/>
    <w:rsid w:val="000C71E6"/>
    <w:rsid w:val="000D16DE"/>
    <w:rsid w:val="000D208D"/>
    <w:rsid w:val="000D3437"/>
    <w:rsid w:val="000D3E76"/>
    <w:rsid w:val="000D534E"/>
    <w:rsid w:val="000D5357"/>
    <w:rsid w:val="000D7E95"/>
    <w:rsid w:val="000E2FA2"/>
    <w:rsid w:val="000E414C"/>
    <w:rsid w:val="000E5156"/>
    <w:rsid w:val="000E54EC"/>
    <w:rsid w:val="000E67E1"/>
    <w:rsid w:val="000F0A66"/>
    <w:rsid w:val="000F1BB5"/>
    <w:rsid w:val="000F1D62"/>
    <w:rsid w:val="000F26CE"/>
    <w:rsid w:val="000F4DD0"/>
    <w:rsid w:val="000F5398"/>
    <w:rsid w:val="000F55D5"/>
    <w:rsid w:val="00100F6C"/>
    <w:rsid w:val="00101DD3"/>
    <w:rsid w:val="00101F72"/>
    <w:rsid w:val="0010290D"/>
    <w:rsid w:val="00103C80"/>
    <w:rsid w:val="0010557C"/>
    <w:rsid w:val="00105CB2"/>
    <w:rsid w:val="001079A9"/>
    <w:rsid w:val="00107CDE"/>
    <w:rsid w:val="00110516"/>
    <w:rsid w:val="001130F3"/>
    <w:rsid w:val="00113D82"/>
    <w:rsid w:val="00113E3A"/>
    <w:rsid w:val="00113F85"/>
    <w:rsid w:val="001142A5"/>
    <w:rsid w:val="00115C8E"/>
    <w:rsid w:val="001169C0"/>
    <w:rsid w:val="00122C2C"/>
    <w:rsid w:val="0012381F"/>
    <w:rsid w:val="00125053"/>
    <w:rsid w:val="00125991"/>
    <w:rsid w:val="001264AC"/>
    <w:rsid w:val="001274E6"/>
    <w:rsid w:val="001336FB"/>
    <w:rsid w:val="00134D9D"/>
    <w:rsid w:val="00135583"/>
    <w:rsid w:val="00136168"/>
    <w:rsid w:val="00136550"/>
    <w:rsid w:val="0014052D"/>
    <w:rsid w:val="0014107B"/>
    <w:rsid w:val="00141628"/>
    <w:rsid w:val="00143F0F"/>
    <w:rsid w:val="00144F13"/>
    <w:rsid w:val="0014754D"/>
    <w:rsid w:val="0015042B"/>
    <w:rsid w:val="00151CFE"/>
    <w:rsid w:val="0015283F"/>
    <w:rsid w:val="00153EDB"/>
    <w:rsid w:val="001568FC"/>
    <w:rsid w:val="00157237"/>
    <w:rsid w:val="001603D2"/>
    <w:rsid w:val="00162D87"/>
    <w:rsid w:val="0016346E"/>
    <w:rsid w:val="00163D3D"/>
    <w:rsid w:val="001646B3"/>
    <w:rsid w:val="00164971"/>
    <w:rsid w:val="00165650"/>
    <w:rsid w:val="00171C0B"/>
    <w:rsid w:val="00172702"/>
    <w:rsid w:val="00173CB0"/>
    <w:rsid w:val="0017540E"/>
    <w:rsid w:val="00176CDD"/>
    <w:rsid w:val="001841EB"/>
    <w:rsid w:val="00184710"/>
    <w:rsid w:val="001860FF"/>
    <w:rsid w:val="0018652D"/>
    <w:rsid w:val="0018731D"/>
    <w:rsid w:val="00192942"/>
    <w:rsid w:val="00194022"/>
    <w:rsid w:val="00195B4A"/>
    <w:rsid w:val="00195D8D"/>
    <w:rsid w:val="001A1122"/>
    <w:rsid w:val="001A16DC"/>
    <w:rsid w:val="001A301F"/>
    <w:rsid w:val="001A3216"/>
    <w:rsid w:val="001B264E"/>
    <w:rsid w:val="001B3CFF"/>
    <w:rsid w:val="001B6097"/>
    <w:rsid w:val="001B627E"/>
    <w:rsid w:val="001C089C"/>
    <w:rsid w:val="001C20C9"/>
    <w:rsid w:val="001C2188"/>
    <w:rsid w:val="001C255E"/>
    <w:rsid w:val="001C41DA"/>
    <w:rsid w:val="001C69C5"/>
    <w:rsid w:val="001D1B75"/>
    <w:rsid w:val="001D796C"/>
    <w:rsid w:val="001E0505"/>
    <w:rsid w:val="001E0B23"/>
    <w:rsid w:val="001E1EF4"/>
    <w:rsid w:val="001E20A4"/>
    <w:rsid w:val="001E2FD3"/>
    <w:rsid w:val="001E3036"/>
    <w:rsid w:val="001E3A0C"/>
    <w:rsid w:val="001E4958"/>
    <w:rsid w:val="001E7549"/>
    <w:rsid w:val="001E7706"/>
    <w:rsid w:val="001F3E20"/>
    <w:rsid w:val="001F4558"/>
    <w:rsid w:val="001F76DB"/>
    <w:rsid w:val="001F7FAF"/>
    <w:rsid w:val="00200A68"/>
    <w:rsid w:val="00201258"/>
    <w:rsid w:val="00201EB9"/>
    <w:rsid w:val="002033D1"/>
    <w:rsid w:val="00205E86"/>
    <w:rsid w:val="00205FD3"/>
    <w:rsid w:val="0020782D"/>
    <w:rsid w:val="0021132A"/>
    <w:rsid w:val="002138BE"/>
    <w:rsid w:val="0021665B"/>
    <w:rsid w:val="00216694"/>
    <w:rsid w:val="002167E5"/>
    <w:rsid w:val="002170FD"/>
    <w:rsid w:val="00222B5D"/>
    <w:rsid w:val="00222C13"/>
    <w:rsid w:val="0022320E"/>
    <w:rsid w:val="002238B6"/>
    <w:rsid w:val="0022580E"/>
    <w:rsid w:val="00227340"/>
    <w:rsid w:val="002279B4"/>
    <w:rsid w:val="00230363"/>
    <w:rsid w:val="00230CB8"/>
    <w:rsid w:val="00232895"/>
    <w:rsid w:val="00234A28"/>
    <w:rsid w:val="00235223"/>
    <w:rsid w:val="002367F2"/>
    <w:rsid w:val="00237FD1"/>
    <w:rsid w:val="0024032A"/>
    <w:rsid w:val="00240541"/>
    <w:rsid w:val="00240D99"/>
    <w:rsid w:val="002432B7"/>
    <w:rsid w:val="002433B4"/>
    <w:rsid w:val="00246D97"/>
    <w:rsid w:val="002475F1"/>
    <w:rsid w:val="00250072"/>
    <w:rsid w:val="00251208"/>
    <w:rsid w:val="00251BDE"/>
    <w:rsid w:val="002529F1"/>
    <w:rsid w:val="0025344C"/>
    <w:rsid w:val="00253551"/>
    <w:rsid w:val="0025511C"/>
    <w:rsid w:val="002602F5"/>
    <w:rsid w:val="00261E7D"/>
    <w:rsid w:val="00262611"/>
    <w:rsid w:val="00263950"/>
    <w:rsid w:val="0026519B"/>
    <w:rsid w:val="002656DB"/>
    <w:rsid w:val="00265FF2"/>
    <w:rsid w:val="002674B7"/>
    <w:rsid w:val="00271DFF"/>
    <w:rsid w:val="00273FC0"/>
    <w:rsid w:val="002755CF"/>
    <w:rsid w:val="002761B9"/>
    <w:rsid w:val="00277347"/>
    <w:rsid w:val="00277879"/>
    <w:rsid w:val="00280652"/>
    <w:rsid w:val="0028262D"/>
    <w:rsid w:val="00282740"/>
    <w:rsid w:val="00283063"/>
    <w:rsid w:val="00286762"/>
    <w:rsid w:val="0028687F"/>
    <w:rsid w:val="0028796A"/>
    <w:rsid w:val="00287E7F"/>
    <w:rsid w:val="00290FF1"/>
    <w:rsid w:val="00291E13"/>
    <w:rsid w:val="0029366E"/>
    <w:rsid w:val="00293EC6"/>
    <w:rsid w:val="00296269"/>
    <w:rsid w:val="002967B3"/>
    <w:rsid w:val="002A1FCA"/>
    <w:rsid w:val="002A23B1"/>
    <w:rsid w:val="002A2630"/>
    <w:rsid w:val="002A3769"/>
    <w:rsid w:val="002A5208"/>
    <w:rsid w:val="002A5CD7"/>
    <w:rsid w:val="002A6FC2"/>
    <w:rsid w:val="002B223E"/>
    <w:rsid w:val="002B53D2"/>
    <w:rsid w:val="002C05B4"/>
    <w:rsid w:val="002C11CB"/>
    <w:rsid w:val="002C1A41"/>
    <w:rsid w:val="002C2B9E"/>
    <w:rsid w:val="002C2BBB"/>
    <w:rsid w:val="002C3D8E"/>
    <w:rsid w:val="002C4182"/>
    <w:rsid w:val="002C7A4A"/>
    <w:rsid w:val="002C7B42"/>
    <w:rsid w:val="002D0DE2"/>
    <w:rsid w:val="002E0F31"/>
    <w:rsid w:val="002E205C"/>
    <w:rsid w:val="002E3DEE"/>
    <w:rsid w:val="002E6B9F"/>
    <w:rsid w:val="002F35A5"/>
    <w:rsid w:val="002F4598"/>
    <w:rsid w:val="002F5253"/>
    <w:rsid w:val="002F744F"/>
    <w:rsid w:val="00300CE8"/>
    <w:rsid w:val="003038EC"/>
    <w:rsid w:val="00304C22"/>
    <w:rsid w:val="003051B5"/>
    <w:rsid w:val="003055B3"/>
    <w:rsid w:val="0030589B"/>
    <w:rsid w:val="00311AA4"/>
    <w:rsid w:val="00312F77"/>
    <w:rsid w:val="00313CE8"/>
    <w:rsid w:val="003143A9"/>
    <w:rsid w:val="00314466"/>
    <w:rsid w:val="003153BA"/>
    <w:rsid w:val="0031633B"/>
    <w:rsid w:val="00316899"/>
    <w:rsid w:val="00320866"/>
    <w:rsid w:val="00327334"/>
    <w:rsid w:val="00327891"/>
    <w:rsid w:val="00331229"/>
    <w:rsid w:val="00331D4C"/>
    <w:rsid w:val="00332626"/>
    <w:rsid w:val="003326E6"/>
    <w:rsid w:val="00335C5B"/>
    <w:rsid w:val="003369CF"/>
    <w:rsid w:val="00337650"/>
    <w:rsid w:val="0034323D"/>
    <w:rsid w:val="003438D4"/>
    <w:rsid w:val="00343956"/>
    <w:rsid w:val="00344B26"/>
    <w:rsid w:val="00351D3D"/>
    <w:rsid w:val="00354B26"/>
    <w:rsid w:val="003566CA"/>
    <w:rsid w:val="003566E1"/>
    <w:rsid w:val="00356D39"/>
    <w:rsid w:val="00357154"/>
    <w:rsid w:val="00357B71"/>
    <w:rsid w:val="003617B8"/>
    <w:rsid w:val="00361DBE"/>
    <w:rsid w:val="003623AB"/>
    <w:rsid w:val="00362BC8"/>
    <w:rsid w:val="003637E7"/>
    <w:rsid w:val="00364412"/>
    <w:rsid w:val="003648E8"/>
    <w:rsid w:val="0036550F"/>
    <w:rsid w:val="00366DE9"/>
    <w:rsid w:val="0037141D"/>
    <w:rsid w:val="0037209F"/>
    <w:rsid w:val="003726C1"/>
    <w:rsid w:val="0037353C"/>
    <w:rsid w:val="00373E27"/>
    <w:rsid w:val="00374A82"/>
    <w:rsid w:val="00376601"/>
    <w:rsid w:val="00377374"/>
    <w:rsid w:val="0038016F"/>
    <w:rsid w:val="003856FD"/>
    <w:rsid w:val="00390A8C"/>
    <w:rsid w:val="0039109B"/>
    <w:rsid w:val="0039160F"/>
    <w:rsid w:val="00394078"/>
    <w:rsid w:val="00394173"/>
    <w:rsid w:val="003942A0"/>
    <w:rsid w:val="00394D88"/>
    <w:rsid w:val="003A0C72"/>
    <w:rsid w:val="003A2CD8"/>
    <w:rsid w:val="003A3C2C"/>
    <w:rsid w:val="003A5FB1"/>
    <w:rsid w:val="003B26BF"/>
    <w:rsid w:val="003B2B4F"/>
    <w:rsid w:val="003B2EE7"/>
    <w:rsid w:val="003B46F2"/>
    <w:rsid w:val="003B61BA"/>
    <w:rsid w:val="003B7397"/>
    <w:rsid w:val="003C0FBA"/>
    <w:rsid w:val="003C3C12"/>
    <w:rsid w:val="003C6C84"/>
    <w:rsid w:val="003D1C9F"/>
    <w:rsid w:val="003D2E90"/>
    <w:rsid w:val="003D30BE"/>
    <w:rsid w:val="003D3761"/>
    <w:rsid w:val="003D6861"/>
    <w:rsid w:val="003E2E95"/>
    <w:rsid w:val="003E381B"/>
    <w:rsid w:val="003E4313"/>
    <w:rsid w:val="003E66CC"/>
    <w:rsid w:val="003F01E0"/>
    <w:rsid w:val="003F02AB"/>
    <w:rsid w:val="003F16FD"/>
    <w:rsid w:val="003F2362"/>
    <w:rsid w:val="003F43F9"/>
    <w:rsid w:val="003F56D6"/>
    <w:rsid w:val="0040345F"/>
    <w:rsid w:val="004048C7"/>
    <w:rsid w:val="004059E6"/>
    <w:rsid w:val="004102B4"/>
    <w:rsid w:val="00410ACB"/>
    <w:rsid w:val="0041367B"/>
    <w:rsid w:val="0041738C"/>
    <w:rsid w:val="00417FD6"/>
    <w:rsid w:val="004207B3"/>
    <w:rsid w:val="00420ADA"/>
    <w:rsid w:val="00421D71"/>
    <w:rsid w:val="00421EB0"/>
    <w:rsid w:val="0042255A"/>
    <w:rsid w:val="00422AFA"/>
    <w:rsid w:val="00422C31"/>
    <w:rsid w:val="00423FD6"/>
    <w:rsid w:val="00424E94"/>
    <w:rsid w:val="00426A06"/>
    <w:rsid w:val="0042760D"/>
    <w:rsid w:val="00431826"/>
    <w:rsid w:val="00432377"/>
    <w:rsid w:val="004327DC"/>
    <w:rsid w:val="00432A7D"/>
    <w:rsid w:val="00433165"/>
    <w:rsid w:val="00440522"/>
    <w:rsid w:val="00440E8E"/>
    <w:rsid w:val="00445BB1"/>
    <w:rsid w:val="00446429"/>
    <w:rsid w:val="00446449"/>
    <w:rsid w:val="00450016"/>
    <w:rsid w:val="00450783"/>
    <w:rsid w:val="004514F1"/>
    <w:rsid w:val="004559EB"/>
    <w:rsid w:val="004574D0"/>
    <w:rsid w:val="004574E6"/>
    <w:rsid w:val="0046054D"/>
    <w:rsid w:val="00462060"/>
    <w:rsid w:val="00462807"/>
    <w:rsid w:val="00462F58"/>
    <w:rsid w:val="0046376B"/>
    <w:rsid w:val="00463D25"/>
    <w:rsid w:val="00463FEE"/>
    <w:rsid w:val="00464CE8"/>
    <w:rsid w:val="004668D4"/>
    <w:rsid w:val="00470565"/>
    <w:rsid w:val="0047253A"/>
    <w:rsid w:val="00473418"/>
    <w:rsid w:val="0047495B"/>
    <w:rsid w:val="004750EF"/>
    <w:rsid w:val="00475F94"/>
    <w:rsid w:val="00476678"/>
    <w:rsid w:val="00481718"/>
    <w:rsid w:val="00482DEB"/>
    <w:rsid w:val="004831E8"/>
    <w:rsid w:val="00484E99"/>
    <w:rsid w:val="004878CB"/>
    <w:rsid w:val="00490B16"/>
    <w:rsid w:val="0049134A"/>
    <w:rsid w:val="004938DF"/>
    <w:rsid w:val="00494965"/>
    <w:rsid w:val="004A3CCD"/>
    <w:rsid w:val="004A495B"/>
    <w:rsid w:val="004A5FC4"/>
    <w:rsid w:val="004A70D7"/>
    <w:rsid w:val="004A7447"/>
    <w:rsid w:val="004A7B39"/>
    <w:rsid w:val="004B02F9"/>
    <w:rsid w:val="004B3BDF"/>
    <w:rsid w:val="004B42D0"/>
    <w:rsid w:val="004B5314"/>
    <w:rsid w:val="004B54EA"/>
    <w:rsid w:val="004B5C98"/>
    <w:rsid w:val="004B63FA"/>
    <w:rsid w:val="004B6968"/>
    <w:rsid w:val="004B729F"/>
    <w:rsid w:val="004B7467"/>
    <w:rsid w:val="004B7DAD"/>
    <w:rsid w:val="004C0B32"/>
    <w:rsid w:val="004C1B50"/>
    <w:rsid w:val="004C45A0"/>
    <w:rsid w:val="004C471F"/>
    <w:rsid w:val="004C6EE1"/>
    <w:rsid w:val="004C7513"/>
    <w:rsid w:val="004D030C"/>
    <w:rsid w:val="004D340B"/>
    <w:rsid w:val="004D4A49"/>
    <w:rsid w:val="004D60E2"/>
    <w:rsid w:val="004D71B6"/>
    <w:rsid w:val="004E0838"/>
    <w:rsid w:val="004E1224"/>
    <w:rsid w:val="004E127B"/>
    <w:rsid w:val="004E1982"/>
    <w:rsid w:val="004E2024"/>
    <w:rsid w:val="004E2C2F"/>
    <w:rsid w:val="004E4B2D"/>
    <w:rsid w:val="004E780B"/>
    <w:rsid w:val="004F047D"/>
    <w:rsid w:val="004F0E76"/>
    <w:rsid w:val="004F11F9"/>
    <w:rsid w:val="004F149D"/>
    <w:rsid w:val="004F1C2A"/>
    <w:rsid w:val="004F2C9A"/>
    <w:rsid w:val="004F627F"/>
    <w:rsid w:val="004F6321"/>
    <w:rsid w:val="004F6EC9"/>
    <w:rsid w:val="004F7488"/>
    <w:rsid w:val="005034F2"/>
    <w:rsid w:val="00505BF5"/>
    <w:rsid w:val="005068AF"/>
    <w:rsid w:val="0050753D"/>
    <w:rsid w:val="00507731"/>
    <w:rsid w:val="00524A60"/>
    <w:rsid w:val="00527E5F"/>
    <w:rsid w:val="00530709"/>
    <w:rsid w:val="00531878"/>
    <w:rsid w:val="0053363F"/>
    <w:rsid w:val="005416A1"/>
    <w:rsid w:val="0054187A"/>
    <w:rsid w:val="00543CA7"/>
    <w:rsid w:val="00546429"/>
    <w:rsid w:val="00552F15"/>
    <w:rsid w:val="00554DCC"/>
    <w:rsid w:val="00560BE1"/>
    <w:rsid w:val="00561017"/>
    <w:rsid w:val="00562A95"/>
    <w:rsid w:val="005630D3"/>
    <w:rsid w:val="005633C3"/>
    <w:rsid w:val="005654AE"/>
    <w:rsid w:val="00567DF9"/>
    <w:rsid w:val="00570740"/>
    <w:rsid w:val="005707E3"/>
    <w:rsid w:val="00571076"/>
    <w:rsid w:val="00573B5C"/>
    <w:rsid w:val="00574CC6"/>
    <w:rsid w:val="005776A7"/>
    <w:rsid w:val="0057798A"/>
    <w:rsid w:val="00580C0A"/>
    <w:rsid w:val="00581E95"/>
    <w:rsid w:val="005829A6"/>
    <w:rsid w:val="005829C7"/>
    <w:rsid w:val="00584A92"/>
    <w:rsid w:val="00584FD5"/>
    <w:rsid w:val="00585FBE"/>
    <w:rsid w:val="00586043"/>
    <w:rsid w:val="00587D5B"/>
    <w:rsid w:val="00590796"/>
    <w:rsid w:val="00591492"/>
    <w:rsid w:val="00591F6F"/>
    <w:rsid w:val="00593A1C"/>
    <w:rsid w:val="005978D7"/>
    <w:rsid w:val="005A016A"/>
    <w:rsid w:val="005A0A4A"/>
    <w:rsid w:val="005A238B"/>
    <w:rsid w:val="005A2DE6"/>
    <w:rsid w:val="005A3188"/>
    <w:rsid w:val="005A3543"/>
    <w:rsid w:val="005A549B"/>
    <w:rsid w:val="005B2C00"/>
    <w:rsid w:val="005B330C"/>
    <w:rsid w:val="005B577B"/>
    <w:rsid w:val="005B5825"/>
    <w:rsid w:val="005B5952"/>
    <w:rsid w:val="005B5D63"/>
    <w:rsid w:val="005B606A"/>
    <w:rsid w:val="005C1818"/>
    <w:rsid w:val="005C1A9A"/>
    <w:rsid w:val="005C26E1"/>
    <w:rsid w:val="005C6294"/>
    <w:rsid w:val="005C7F6E"/>
    <w:rsid w:val="005D1474"/>
    <w:rsid w:val="005D1F52"/>
    <w:rsid w:val="005D369E"/>
    <w:rsid w:val="005D3798"/>
    <w:rsid w:val="005D40F5"/>
    <w:rsid w:val="005D57A7"/>
    <w:rsid w:val="005E088D"/>
    <w:rsid w:val="005E3FE0"/>
    <w:rsid w:val="005E50AB"/>
    <w:rsid w:val="005E54E7"/>
    <w:rsid w:val="005E64C4"/>
    <w:rsid w:val="005E676D"/>
    <w:rsid w:val="005E75C6"/>
    <w:rsid w:val="005E7817"/>
    <w:rsid w:val="005F049B"/>
    <w:rsid w:val="005F20B6"/>
    <w:rsid w:val="005F22C8"/>
    <w:rsid w:val="005F4F93"/>
    <w:rsid w:val="005F50E1"/>
    <w:rsid w:val="005F52F7"/>
    <w:rsid w:val="005F71C1"/>
    <w:rsid w:val="005F7542"/>
    <w:rsid w:val="005F75B9"/>
    <w:rsid w:val="005F7EA3"/>
    <w:rsid w:val="00601917"/>
    <w:rsid w:val="0060194C"/>
    <w:rsid w:val="00602171"/>
    <w:rsid w:val="00604ABC"/>
    <w:rsid w:val="00604BF2"/>
    <w:rsid w:val="006064EB"/>
    <w:rsid w:val="006069A9"/>
    <w:rsid w:val="00607A55"/>
    <w:rsid w:val="006122DF"/>
    <w:rsid w:val="00613C19"/>
    <w:rsid w:val="006140F2"/>
    <w:rsid w:val="006149BE"/>
    <w:rsid w:val="00615363"/>
    <w:rsid w:val="00615AB3"/>
    <w:rsid w:val="0061786A"/>
    <w:rsid w:val="006201E5"/>
    <w:rsid w:val="00620F0A"/>
    <w:rsid w:val="00621A36"/>
    <w:rsid w:val="006222B4"/>
    <w:rsid w:val="006235F9"/>
    <w:rsid w:val="006261D2"/>
    <w:rsid w:val="006269CF"/>
    <w:rsid w:val="006276FD"/>
    <w:rsid w:val="00627EEA"/>
    <w:rsid w:val="00630602"/>
    <w:rsid w:val="006307E4"/>
    <w:rsid w:val="00630CF3"/>
    <w:rsid w:val="0063231C"/>
    <w:rsid w:val="00636914"/>
    <w:rsid w:val="006369F0"/>
    <w:rsid w:val="00636A89"/>
    <w:rsid w:val="0063773C"/>
    <w:rsid w:val="00641CBB"/>
    <w:rsid w:val="006464A8"/>
    <w:rsid w:val="006472EC"/>
    <w:rsid w:val="006508B7"/>
    <w:rsid w:val="006513C4"/>
    <w:rsid w:val="00653223"/>
    <w:rsid w:val="00653FCB"/>
    <w:rsid w:val="0065522C"/>
    <w:rsid w:val="00656403"/>
    <w:rsid w:val="0065755A"/>
    <w:rsid w:val="00662DD6"/>
    <w:rsid w:val="006711FC"/>
    <w:rsid w:val="00672FF1"/>
    <w:rsid w:val="00673226"/>
    <w:rsid w:val="006739AC"/>
    <w:rsid w:val="00673C30"/>
    <w:rsid w:val="006746ED"/>
    <w:rsid w:val="00674CB5"/>
    <w:rsid w:val="0067748C"/>
    <w:rsid w:val="00680701"/>
    <w:rsid w:val="00682038"/>
    <w:rsid w:val="00682A03"/>
    <w:rsid w:val="00683556"/>
    <w:rsid w:val="0069019D"/>
    <w:rsid w:val="006902BA"/>
    <w:rsid w:val="00691690"/>
    <w:rsid w:val="006929AD"/>
    <w:rsid w:val="00692D8A"/>
    <w:rsid w:val="00693D76"/>
    <w:rsid w:val="00694C7D"/>
    <w:rsid w:val="00694EE6"/>
    <w:rsid w:val="00695221"/>
    <w:rsid w:val="00695F27"/>
    <w:rsid w:val="006A080A"/>
    <w:rsid w:val="006A0D73"/>
    <w:rsid w:val="006A296E"/>
    <w:rsid w:val="006A4F21"/>
    <w:rsid w:val="006A5433"/>
    <w:rsid w:val="006A554F"/>
    <w:rsid w:val="006A5D89"/>
    <w:rsid w:val="006A624B"/>
    <w:rsid w:val="006A7C0B"/>
    <w:rsid w:val="006B0937"/>
    <w:rsid w:val="006B09C9"/>
    <w:rsid w:val="006B123A"/>
    <w:rsid w:val="006B79C0"/>
    <w:rsid w:val="006C0684"/>
    <w:rsid w:val="006C0CB1"/>
    <w:rsid w:val="006C3797"/>
    <w:rsid w:val="006C400B"/>
    <w:rsid w:val="006C58CC"/>
    <w:rsid w:val="006C601E"/>
    <w:rsid w:val="006D0AFF"/>
    <w:rsid w:val="006D159A"/>
    <w:rsid w:val="006D26EA"/>
    <w:rsid w:val="006D2B39"/>
    <w:rsid w:val="006D3963"/>
    <w:rsid w:val="006D5398"/>
    <w:rsid w:val="006D6AEE"/>
    <w:rsid w:val="006D6EFD"/>
    <w:rsid w:val="006D73FA"/>
    <w:rsid w:val="006E335D"/>
    <w:rsid w:val="006E7891"/>
    <w:rsid w:val="006F1C4D"/>
    <w:rsid w:val="006F242F"/>
    <w:rsid w:val="006F3B4E"/>
    <w:rsid w:val="006F5286"/>
    <w:rsid w:val="006F5455"/>
    <w:rsid w:val="006F5456"/>
    <w:rsid w:val="006F57C7"/>
    <w:rsid w:val="006F5F6E"/>
    <w:rsid w:val="006F6266"/>
    <w:rsid w:val="006F68AD"/>
    <w:rsid w:val="00700338"/>
    <w:rsid w:val="00700A0B"/>
    <w:rsid w:val="007019AF"/>
    <w:rsid w:val="00702A4B"/>
    <w:rsid w:val="00702AD0"/>
    <w:rsid w:val="00702B16"/>
    <w:rsid w:val="00702C19"/>
    <w:rsid w:val="00702D7B"/>
    <w:rsid w:val="00702E6F"/>
    <w:rsid w:val="00703EB4"/>
    <w:rsid w:val="00704E7E"/>
    <w:rsid w:val="0070515A"/>
    <w:rsid w:val="007066FE"/>
    <w:rsid w:val="00710001"/>
    <w:rsid w:val="007103A6"/>
    <w:rsid w:val="00710860"/>
    <w:rsid w:val="00710D84"/>
    <w:rsid w:val="00710FE7"/>
    <w:rsid w:val="00712054"/>
    <w:rsid w:val="00714BE2"/>
    <w:rsid w:val="007154F7"/>
    <w:rsid w:val="00715BB3"/>
    <w:rsid w:val="0071729A"/>
    <w:rsid w:val="00721173"/>
    <w:rsid w:val="00721433"/>
    <w:rsid w:val="007215B2"/>
    <w:rsid w:val="00721F75"/>
    <w:rsid w:val="00722E38"/>
    <w:rsid w:val="00723B69"/>
    <w:rsid w:val="00725AC5"/>
    <w:rsid w:val="00730E15"/>
    <w:rsid w:val="007310C7"/>
    <w:rsid w:val="00731824"/>
    <w:rsid w:val="00732341"/>
    <w:rsid w:val="00734D1B"/>
    <w:rsid w:val="007364EF"/>
    <w:rsid w:val="00736747"/>
    <w:rsid w:val="00736C22"/>
    <w:rsid w:val="007401DD"/>
    <w:rsid w:val="00740BB2"/>
    <w:rsid w:val="00741494"/>
    <w:rsid w:val="007427FC"/>
    <w:rsid w:val="00742C6B"/>
    <w:rsid w:val="00743DF1"/>
    <w:rsid w:val="00747D4E"/>
    <w:rsid w:val="00750342"/>
    <w:rsid w:val="00752DA5"/>
    <w:rsid w:val="00754511"/>
    <w:rsid w:val="0075498C"/>
    <w:rsid w:val="007550E9"/>
    <w:rsid w:val="007563C4"/>
    <w:rsid w:val="007566A7"/>
    <w:rsid w:val="007569E3"/>
    <w:rsid w:val="0075752B"/>
    <w:rsid w:val="007605B3"/>
    <w:rsid w:val="00760AD2"/>
    <w:rsid w:val="007618AB"/>
    <w:rsid w:val="007629C0"/>
    <w:rsid w:val="00764939"/>
    <w:rsid w:val="0076615F"/>
    <w:rsid w:val="0077059A"/>
    <w:rsid w:val="007718FE"/>
    <w:rsid w:val="00772342"/>
    <w:rsid w:val="00773664"/>
    <w:rsid w:val="007738FF"/>
    <w:rsid w:val="00773970"/>
    <w:rsid w:val="007813D4"/>
    <w:rsid w:val="00782384"/>
    <w:rsid w:val="00784D19"/>
    <w:rsid w:val="00785602"/>
    <w:rsid w:val="00785E49"/>
    <w:rsid w:val="00787DA2"/>
    <w:rsid w:val="00791AE3"/>
    <w:rsid w:val="00793AC4"/>
    <w:rsid w:val="00795242"/>
    <w:rsid w:val="00796180"/>
    <w:rsid w:val="007962EE"/>
    <w:rsid w:val="007963DB"/>
    <w:rsid w:val="007976BF"/>
    <w:rsid w:val="007976C2"/>
    <w:rsid w:val="007977B9"/>
    <w:rsid w:val="007A07D6"/>
    <w:rsid w:val="007A10E5"/>
    <w:rsid w:val="007A3154"/>
    <w:rsid w:val="007A4C16"/>
    <w:rsid w:val="007A4E1C"/>
    <w:rsid w:val="007A5D08"/>
    <w:rsid w:val="007A6503"/>
    <w:rsid w:val="007B1674"/>
    <w:rsid w:val="007B2934"/>
    <w:rsid w:val="007B3322"/>
    <w:rsid w:val="007B33E0"/>
    <w:rsid w:val="007C0473"/>
    <w:rsid w:val="007C4431"/>
    <w:rsid w:val="007C5531"/>
    <w:rsid w:val="007D1F95"/>
    <w:rsid w:val="007D3DCB"/>
    <w:rsid w:val="007D5B80"/>
    <w:rsid w:val="007E163C"/>
    <w:rsid w:val="007E27DA"/>
    <w:rsid w:val="007E385C"/>
    <w:rsid w:val="007E3F52"/>
    <w:rsid w:val="007E4014"/>
    <w:rsid w:val="007E6222"/>
    <w:rsid w:val="007F0024"/>
    <w:rsid w:val="007F03A9"/>
    <w:rsid w:val="007F4EE6"/>
    <w:rsid w:val="007F579E"/>
    <w:rsid w:val="007F7380"/>
    <w:rsid w:val="00801478"/>
    <w:rsid w:val="00802B16"/>
    <w:rsid w:val="008034D2"/>
    <w:rsid w:val="00805D0A"/>
    <w:rsid w:val="008077F6"/>
    <w:rsid w:val="00811734"/>
    <w:rsid w:val="00811E1B"/>
    <w:rsid w:val="00813EC9"/>
    <w:rsid w:val="00820424"/>
    <w:rsid w:val="00826C63"/>
    <w:rsid w:val="00826C64"/>
    <w:rsid w:val="00827DD5"/>
    <w:rsid w:val="00830AC6"/>
    <w:rsid w:val="00832886"/>
    <w:rsid w:val="008330C0"/>
    <w:rsid w:val="008333CA"/>
    <w:rsid w:val="00833CC0"/>
    <w:rsid w:val="00836633"/>
    <w:rsid w:val="00841DFA"/>
    <w:rsid w:val="00842DAE"/>
    <w:rsid w:val="00844CA3"/>
    <w:rsid w:val="00844D04"/>
    <w:rsid w:val="0084540A"/>
    <w:rsid w:val="00845474"/>
    <w:rsid w:val="00846238"/>
    <w:rsid w:val="00850ED3"/>
    <w:rsid w:val="00851225"/>
    <w:rsid w:val="00851DE9"/>
    <w:rsid w:val="00853F2B"/>
    <w:rsid w:val="00854C3F"/>
    <w:rsid w:val="00855B1F"/>
    <w:rsid w:val="00855DAD"/>
    <w:rsid w:val="00857A0E"/>
    <w:rsid w:val="00857F3D"/>
    <w:rsid w:val="00860048"/>
    <w:rsid w:val="008601F8"/>
    <w:rsid w:val="0086088A"/>
    <w:rsid w:val="0086089F"/>
    <w:rsid w:val="00862113"/>
    <w:rsid w:val="0086381D"/>
    <w:rsid w:val="00864F0A"/>
    <w:rsid w:val="0086612D"/>
    <w:rsid w:val="00866579"/>
    <w:rsid w:val="00866732"/>
    <w:rsid w:val="00866844"/>
    <w:rsid w:val="00866F64"/>
    <w:rsid w:val="0086779A"/>
    <w:rsid w:val="00867ABF"/>
    <w:rsid w:val="00870A8E"/>
    <w:rsid w:val="00870D1C"/>
    <w:rsid w:val="0087186B"/>
    <w:rsid w:val="00873021"/>
    <w:rsid w:val="00873797"/>
    <w:rsid w:val="00873925"/>
    <w:rsid w:val="00873BAD"/>
    <w:rsid w:val="0087543B"/>
    <w:rsid w:val="00875C38"/>
    <w:rsid w:val="00876058"/>
    <w:rsid w:val="0087638A"/>
    <w:rsid w:val="008814D5"/>
    <w:rsid w:val="00882780"/>
    <w:rsid w:val="00883C90"/>
    <w:rsid w:val="00884136"/>
    <w:rsid w:val="0088521B"/>
    <w:rsid w:val="00885262"/>
    <w:rsid w:val="0088529B"/>
    <w:rsid w:val="00886BD8"/>
    <w:rsid w:val="00890580"/>
    <w:rsid w:val="00892F14"/>
    <w:rsid w:val="00893FBB"/>
    <w:rsid w:val="00894221"/>
    <w:rsid w:val="008973CC"/>
    <w:rsid w:val="0089753D"/>
    <w:rsid w:val="00897D5D"/>
    <w:rsid w:val="00897E68"/>
    <w:rsid w:val="008A08A1"/>
    <w:rsid w:val="008A1425"/>
    <w:rsid w:val="008A153F"/>
    <w:rsid w:val="008A2651"/>
    <w:rsid w:val="008A26D3"/>
    <w:rsid w:val="008A2D4C"/>
    <w:rsid w:val="008A5940"/>
    <w:rsid w:val="008A5C20"/>
    <w:rsid w:val="008A6266"/>
    <w:rsid w:val="008A6702"/>
    <w:rsid w:val="008A7F66"/>
    <w:rsid w:val="008B0245"/>
    <w:rsid w:val="008B28E9"/>
    <w:rsid w:val="008B33B6"/>
    <w:rsid w:val="008B7471"/>
    <w:rsid w:val="008C03D1"/>
    <w:rsid w:val="008C08AE"/>
    <w:rsid w:val="008C08C4"/>
    <w:rsid w:val="008C283F"/>
    <w:rsid w:val="008C3B7A"/>
    <w:rsid w:val="008C5520"/>
    <w:rsid w:val="008C613E"/>
    <w:rsid w:val="008D040A"/>
    <w:rsid w:val="008D0AAE"/>
    <w:rsid w:val="008D1217"/>
    <w:rsid w:val="008D1BF1"/>
    <w:rsid w:val="008D300D"/>
    <w:rsid w:val="008D3580"/>
    <w:rsid w:val="008D4647"/>
    <w:rsid w:val="008D469A"/>
    <w:rsid w:val="008D7C0D"/>
    <w:rsid w:val="008D7C63"/>
    <w:rsid w:val="008E05BF"/>
    <w:rsid w:val="008E1C84"/>
    <w:rsid w:val="008E2C8A"/>
    <w:rsid w:val="008E2D5F"/>
    <w:rsid w:val="008E3444"/>
    <w:rsid w:val="008E3A68"/>
    <w:rsid w:val="008E79DD"/>
    <w:rsid w:val="008F0467"/>
    <w:rsid w:val="008F0577"/>
    <w:rsid w:val="008F4998"/>
    <w:rsid w:val="008F7634"/>
    <w:rsid w:val="00901B51"/>
    <w:rsid w:val="00902AB0"/>
    <w:rsid w:val="00904E1C"/>
    <w:rsid w:val="00905694"/>
    <w:rsid w:val="00907EE2"/>
    <w:rsid w:val="0091244B"/>
    <w:rsid w:val="0091462C"/>
    <w:rsid w:val="009168AC"/>
    <w:rsid w:val="00917845"/>
    <w:rsid w:val="00917A8C"/>
    <w:rsid w:val="00921620"/>
    <w:rsid w:val="009219B4"/>
    <w:rsid w:val="00922036"/>
    <w:rsid w:val="00922039"/>
    <w:rsid w:val="009236FA"/>
    <w:rsid w:val="00923A11"/>
    <w:rsid w:val="00923DED"/>
    <w:rsid w:val="00924CC0"/>
    <w:rsid w:val="0092526C"/>
    <w:rsid w:val="00926005"/>
    <w:rsid w:val="0092609B"/>
    <w:rsid w:val="009264AB"/>
    <w:rsid w:val="009274AD"/>
    <w:rsid w:val="00930269"/>
    <w:rsid w:val="00931F86"/>
    <w:rsid w:val="00933BBB"/>
    <w:rsid w:val="00934FF0"/>
    <w:rsid w:val="00935C18"/>
    <w:rsid w:val="0093684B"/>
    <w:rsid w:val="0094025B"/>
    <w:rsid w:val="00941233"/>
    <w:rsid w:val="009417EE"/>
    <w:rsid w:val="009421B8"/>
    <w:rsid w:val="00942CB5"/>
    <w:rsid w:val="0094359E"/>
    <w:rsid w:val="00943D24"/>
    <w:rsid w:val="00945224"/>
    <w:rsid w:val="0094559D"/>
    <w:rsid w:val="00946CDA"/>
    <w:rsid w:val="00946E18"/>
    <w:rsid w:val="0095098A"/>
    <w:rsid w:val="00953990"/>
    <w:rsid w:val="00953E65"/>
    <w:rsid w:val="00955F34"/>
    <w:rsid w:val="00960C39"/>
    <w:rsid w:val="009619BF"/>
    <w:rsid w:val="009624B2"/>
    <w:rsid w:val="009625FF"/>
    <w:rsid w:val="00962A4B"/>
    <w:rsid w:val="00962DD2"/>
    <w:rsid w:val="009661A0"/>
    <w:rsid w:val="00966FAA"/>
    <w:rsid w:val="00967350"/>
    <w:rsid w:val="00967CF8"/>
    <w:rsid w:val="00970B6A"/>
    <w:rsid w:val="00974419"/>
    <w:rsid w:val="009746CF"/>
    <w:rsid w:val="009746F4"/>
    <w:rsid w:val="00975090"/>
    <w:rsid w:val="00980C05"/>
    <w:rsid w:val="009812DA"/>
    <w:rsid w:val="009814EF"/>
    <w:rsid w:val="009815DD"/>
    <w:rsid w:val="00983037"/>
    <w:rsid w:val="00983F0C"/>
    <w:rsid w:val="00984724"/>
    <w:rsid w:val="00985902"/>
    <w:rsid w:val="00987CDF"/>
    <w:rsid w:val="00991957"/>
    <w:rsid w:val="00991CCC"/>
    <w:rsid w:val="00991DFB"/>
    <w:rsid w:val="00995E79"/>
    <w:rsid w:val="009A0379"/>
    <w:rsid w:val="009A0F89"/>
    <w:rsid w:val="009A1B73"/>
    <w:rsid w:val="009A1CBD"/>
    <w:rsid w:val="009A2538"/>
    <w:rsid w:val="009A43C2"/>
    <w:rsid w:val="009A50FF"/>
    <w:rsid w:val="009A5125"/>
    <w:rsid w:val="009B09C4"/>
    <w:rsid w:val="009B2689"/>
    <w:rsid w:val="009B4E92"/>
    <w:rsid w:val="009B6834"/>
    <w:rsid w:val="009C02E2"/>
    <w:rsid w:val="009C19AE"/>
    <w:rsid w:val="009C27E9"/>
    <w:rsid w:val="009C2CA4"/>
    <w:rsid w:val="009C3B54"/>
    <w:rsid w:val="009C3E82"/>
    <w:rsid w:val="009C486C"/>
    <w:rsid w:val="009C48F7"/>
    <w:rsid w:val="009C5350"/>
    <w:rsid w:val="009C580F"/>
    <w:rsid w:val="009C62C8"/>
    <w:rsid w:val="009C650D"/>
    <w:rsid w:val="009C7065"/>
    <w:rsid w:val="009D0113"/>
    <w:rsid w:val="009D036C"/>
    <w:rsid w:val="009D06F6"/>
    <w:rsid w:val="009D23C1"/>
    <w:rsid w:val="009D7070"/>
    <w:rsid w:val="009D77FD"/>
    <w:rsid w:val="009E2BF8"/>
    <w:rsid w:val="009E3CF0"/>
    <w:rsid w:val="009E3DDD"/>
    <w:rsid w:val="009E4029"/>
    <w:rsid w:val="009E6D15"/>
    <w:rsid w:val="009E751E"/>
    <w:rsid w:val="009E7593"/>
    <w:rsid w:val="009E75F4"/>
    <w:rsid w:val="009F0426"/>
    <w:rsid w:val="009F5959"/>
    <w:rsid w:val="009F60F1"/>
    <w:rsid w:val="009F61D9"/>
    <w:rsid w:val="009F6777"/>
    <w:rsid w:val="00A0338C"/>
    <w:rsid w:val="00A03D5A"/>
    <w:rsid w:val="00A04AC2"/>
    <w:rsid w:val="00A071F7"/>
    <w:rsid w:val="00A12E3C"/>
    <w:rsid w:val="00A1354F"/>
    <w:rsid w:val="00A13A57"/>
    <w:rsid w:val="00A15CE6"/>
    <w:rsid w:val="00A16587"/>
    <w:rsid w:val="00A17692"/>
    <w:rsid w:val="00A21BAC"/>
    <w:rsid w:val="00A23687"/>
    <w:rsid w:val="00A23FF0"/>
    <w:rsid w:val="00A24E82"/>
    <w:rsid w:val="00A26BFD"/>
    <w:rsid w:val="00A26C6C"/>
    <w:rsid w:val="00A30029"/>
    <w:rsid w:val="00A31691"/>
    <w:rsid w:val="00A3595F"/>
    <w:rsid w:val="00A4070F"/>
    <w:rsid w:val="00A40C81"/>
    <w:rsid w:val="00A40FC5"/>
    <w:rsid w:val="00A4121A"/>
    <w:rsid w:val="00A42D73"/>
    <w:rsid w:val="00A43111"/>
    <w:rsid w:val="00A438D9"/>
    <w:rsid w:val="00A4397D"/>
    <w:rsid w:val="00A43D3A"/>
    <w:rsid w:val="00A43FB8"/>
    <w:rsid w:val="00A4585F"/>
    <w:rsid w:val="00A45D4C"/>
    <w:rsid w:val="00A46E7E"/>
    <w:rsid w:val="00A47ECF"/>
    <w:rsid w:val="00A51ABA"/>
    <w:rsid w:val="00A51ECB"/>
    <w:rsid w:val="00A55E4D"/>
    <w:rsid w:val="00A56C2D"/>
    <w:rsid w:val="00A613E9"/>
    <w:rsid w:val="00A6544D"/>
    <w:rsid w:val="00A671E1"/>
    <w:rsid w:val="00A70A91"/>
    <w:rsid w:val="00A72E9F"/>
    <w:rsid w:val="00A7375F"/>
    <w:rsid w:val="00A755B8"/>
    <w:rsid w:val="00A76CCE"/>
    <w:rsid w:val="00A779FF"/>
    <w:rsid w:val="00A80CC7"/>
    <w:rsid w:val="00A81A12"/>
    <w:rsid w:val="00A8260E"/>
    <w:rsid w:val="00A82C5E"/>
    <w:rsid w:val="00A85791"/>
    <w:rsid w:val="00A866DF"/>
    <w:rsid w:val="00A87D5D"/>
    <w:rsid w:val="00A9028F"/>
    <w:rsid w:val="00A903CE"/>
    <w:rsid w:val="00A9082A"/>
    <w:rsid w:val="00A9365C"/>
    <w:rsid w:val="00A955C3"/>
    <w:rsid w:val="00A9588D"/>
    <w:rsid w:val="00A96CDC"/>
    <w:rsid w:val="00A9741A"/>
    <w:rsid w:val="00AA0386"/>
    <w:rsid w:val="00AA0F34"/>
    <w:rsid w:val="00AA10E2"/>
    <w:rsid w:val="00AA1B87"/>
    <w:rsid w:val="00AA2437"/>
    <w:rsid w:val="00AA251E"/>
    <w:rsid w:val="00AA350E"/>
    <w:rsid w:val="00AA4C1C"/>
    <w:rsid w:val="00AA60D8"/>
    <w:rsid w:val="00AA6A82"/>
    <w:rsid w:val="00AA7490"/>
    <w:rsid w:val="00AA7736"/>
    <w:rsid w:val="00AB012B"/>
    <w:rsid w:val="00AB026C"/>
    <w:rsid w:val="00AB2BBA"/>
    <w:rsid w:val="00AB3DFC"/>
    <w:rsid w:val="00AB63AB"/>
    <w:rsid w:val="00AB6EAD"/>
    <w:rsid w:val="00AB71CA"/>
    <w:rsid w:val="00AB7962"/>
    <w:rsid w:val="00AC2956"/>
    <w:rsid w:val="00AC2DC9"/>
    <w:rsid w:val="00AC4580"/>
    <w:rsid w:val="00AD0D57"/>
    <w:rsid w:val="00AD10FA"/>
    <w:rsid w:val="00AD1CAF"/>
    <w:rsid w:val="00AD453E"/>
    <w:rsid w:val="00AE1779"/>
    <w:rsid w:val="00AE228D"/>
    <w:rsid w:val="00AE4216"/>
    <w:rsid w:val="00AE46D7"/>
    <w:rsid w:val="00AE4E6B"/>
    <w:rsid w:val="00AE5AC3"/>
    <w:rsid w:val="00AE5B0A"/>
    <w:rsid w:val="00AE6C06"/>
    <w:rsid w:val="00AE7A2B"/>
    <w:rsid w:val="00AF024B"/>
    <w:rsid w:val="00AF08D8"/>
    <w:rsid w:val="00AF4267"/>
    <w:rsid w:val="00AF4725"/>
    <w:rsid w:val="00AF58EE"/>
    <w:rsid w:val="00AF5D75"/>
    <w:rsid w:val="00AF7949"/>
    <w:rsid w:val="00B0006D"/>
    <w:rsid w:val="00B01106"/>
    <w:rsid w:val="00B02B0B"/>
    <w:rsid w:val="00B0356B"/>
    <w:rsid w:val="00B05A70"/>
    <w:rsid w:val="00B119E0"/>
    <w:rsid w:val="00B12541"/>
    <w:rsid w:val="00B12C08"/>
    <w:rsid w:val="00B144AD"/>
    <w:rsid w:val="00B158D6"/>
    <w:rsid w:val="00B20603"/>
    <w:rsid w:val="00B234B2"/>
    <w:rsid w:val="00B23E4A"/>
    <w:rsid w:val="00B25EC8"/>
    <w:rsid w:val="00B30FFC"/>
    <w:rsid w:val="00B31685"/>
    <w:rsid w:val="00B3200D"/>
    <w:rsid w:val="00B3272A"/>
    <w:rsid w:val="00B33956"/>
    <w:rsid w:val="00B33C66"/>
    <w:rsid w:val="00B33F00"/>
    <w:rsid w:val="00B34ECD"/>
    <w:rsid w:val="00B37D1F"/>
    <w:rsid w:val="00B403DA"/>
    <w:rsid w:val="00B40E84"/>
    <w:rsid w:val="00B41198"/>
    <w:rsid w:val="00B415A3"/>
    <w:rsid w:val="00B42157"/>
    <w:rsid w:val="00B43307"/>
    <w:rsid w:val="00B43330"/>
    <w:rsid w:val="00B437E3"/>
    <w:rsid w:val="00B4445A"/>
    <w:rsid w:val="00B44FC8"/>
    <w:rsid w:val="00B4545F"/>
    <w:rsid w:val="00B45D79"/>
    <w:rsid w:val="00B46E94"/>
    <w:rsid w:val="00B47545"/>
    <w:rsid w:val="00B5080F"/>
    <w:rsid w:val="00B53DB2"/>
    <w:rsid w:val="00B53FBA"/>
    <w:rsid w:val="00B54505"/>
    <w:rsid w:val="00B62512"/>
    <w:rsid w:val="00B64BF9"/>
    <w:rsid w:val="00B64C2D"/>
    <w:rsid w:val="00B67F98"/>
    <w:rsid w:val="00B7045D"/>
    <w:rsid w:val="00B70869"/>
    <w:rsid w:val="00B70B46"/>
    <w:rsid w:val="00B70CF6"/>
    <w:rsid w:val="00B715FB"/>
    <w:rsid w:val="00B736DE"/>
    <w:rsid w:val="00B73CE2"/>
    <w:rsid w:val="00B73E50"/>
    <w:rsid w:val="00B74065"/>
    <w:rsid w:val="00B76CEB"/>
    <w:rsid w:val="00B772C8"/>
    <w:rsid w:val="00B804DE"/>
    <w:rsid w:val="00B80C37"/>
    <w:rsid w:val="00B835A4"/>
    <w:rsid w:val="00B86421"/>
    <w:rsid w:val="00B90B4C"/>
    <w:rsid w:val="00B9148B"/>
    <w:rsid w:val="00B9194F"/>
    <w:rsid w:val="00B91969"/>
    <w:rsid w:val="00B91B7C"/>
    <w:rsid w:val="00B9275B"/>
    <w:rsid w:val="00B9523B"/>
    <w:rsid w:val="00B95417"/>
    <w:rsid w:val="00BA0DFE"/>
    <w:rsid w:val="00BA33E0"/>
    <w:rsid w:val="00BA5D64"/>
    <w:rsid w:val="00BB10CF"/>
    <w:rsid w:val="00BB22BC"/>
    <w:rsid w:val="00BB2A36"/>
    <w:rsid w:val="00BB3D13"/>
    <w:rsid w:val="00BB409D"/>
    <w:rsid w:val="00BB4AD6"/>
    <w:rsid w:val="00BB5944"/>
    <w:rsid w:val="00BB6C9F"/>
    <w:rsid w:val="00BC0E7E"/>
    <w:rsid w:val="00BC60CD"/>
    <w:rsid w:val="00BC6371"/>
    <w:rsid w:val="00BD0859"/>
    <w:rsid w:val="00BD261B"/>
    <w:rsid w:val="00BD2667"/>
    <w:rsid w:val="00BD28C0"/>
    <w:rsid w:val="00BD5556"/>
    <w:rsid w:val="00BD59A7"/>
    <w:rsid w:val="00BD729C"/>
    <w:rsid w:val="00BE08A9"/>
    <w:rsid w:val="00BE248D"/>
    <w:rsid w:val="00BE2FB7"/>
    <w:rsid w:val="00BE303D"/>
    <w:rsid w:val="00BE32CD"/>
    <w:rsid w:val="00BE45B6"/>
    <w:rsid w:val="00BE6D6B"/>
    <w:rsid w:val="00BE76E4"/>
    <w:rsid w:val="00BF20A0"/>
    <w:rsid w:val="00BF4A0A"/>
    <w:rsid w:val="00BF548A"/>
    <w:rsid w:val="00BF6832"/>
    <w:rsid w:val="00BF6A8C"/>
    <w:rsid w:val="00C02011"/>
    <w:rsid w:val="00C0274B"/>
    <w:rsid w:val="00C02982"/>
    <w:rsid w:val="00C04EA8"/>
    <w:rsid w:val="00C06FC5"/>
    <w:rsid w:val="00C074E8"/>
    <w:rsid w:val="00C10349"/>
    <w:rsid w:val="00C11266"/>
    <w:rsid w:val="00C1545A"/>
    <w:rsid w:val="00C15BC3"/>
    <w:rsid w:val="00C166EE"/>
    <w:rsid w:val="00C178B8"/>
    <w:rsid w:val="00C17A31"/>
    <w:rsid w:val="00C17CCC"/>
    <w:rsid w:val="00C17E49"/>
    <w:rsid w:val="00C20CD5"/>
    <w:rsid w:val="00C21F66"/>
    <w:rsid w:val="00C24722"/>
    <w:rsid w:val="00C267CF"/>
    <w:rsid w:val="00C26D23"/>
    <w:rsid w:val="00C31D3A"/>
    <w:rsid w:val="00C331F6"/>
    <w:rsid w:val="00C336F8"/>
    <w:rsid w:val="00C339E0"/>
    <w:rsid w:val="00C33E3F"/>
    <w:rsid w:val="00C34E8B"/>
    <w:rsid w:val="00C354B8"/>
    <w:rsid w:val="00C37D7A"/>
    <w:rsid w:val="00C41062"/>
    <w:rsid w:val="00C41A36"/>
    <w:rsid w:val="00C4481F"/>
    <w:rsid w:val="00C44A9A"/>
    <w:rsid w:val="00C458B5"/>
    <w:rsid w:val="00C46154"/>
    <w:rsid w:val="00C465D0"/>
    <w:rsid w:val="00C508EA"/>
    <w:rsid w:val="00C53F68"/>
    <w:rsid w:val="00C54A4A"/>
    <w:rsid w:val="00C55101"/>
    <w:rsid w:val="00C579FA"/>
    <w:rsid w:val="00C57BB7"/>
    <w:rsid w:val="00C60C10"/>
    <w:rsid w:val="00C60DEF"/>
    <w:rsid w:val="00C61440"/>
    <w:rsid w:val="00C64A33"/>
    <w:rsid w:val="00C66358"/>
    <w:rsid w:val="00C67388"/>
    <w:rsid w:val="00C70D27"/>
    <w:rsid w:val="00C71F1C"/>
    <w:rsid w:val="00C74E18"/>
    <w:rsid w:val="00C769F4"/>
    <w:rsid w:val="00C82AA0"/>
    <w:rsid w:val="00C83320"/>
    <w:rsid w:val="00C834DF"/>
    <w:rsid w:val="00C83734"/>
    <w:rsid w:val="00C85ABB"/>
    <w:rsid w:val="00C86643"/>
    <w:rsid w:val="00C9148D"/>
    <w:rsid w:val="00C927CB"/>
    <w:rsid w:val="00C93B6E"/>
    <w:rsid w:val="00C946F2"/>
    <w:rsid w:val="00C95389"/>
    <w:rsid w:val="00C96D5A"/>
    <w:rsid w:val="00C9754C"/>
    <w:rsid w:val="00CA038B"/>
    <w:rsid w:val="00CA0EFC"/>
    <w:rsid w:val="00CA1A10"/>
    <w:rsid w:val="00CA2B53"/>
    <w:rsid w:val="00CA34BD"/>
    <w:rsid w:val="00CA78F7"/>
    <w:rsid w:val="00CB15FC"/>
    <w:rsid w:val="00CB2B6C"/>
    <w:rsid w:val="00CB2DFE"/>
    <w:rsid w:val="00CB698C"/>
    <w:rsid w:val="00CB702E"/>
    <w:rsid w:val="00CC2D5F"/>
    <w:rsid w:val="00CC408F"/>
    <w:rsid w:val="00CC511E"/>
    <w:rsid w:val="00CC52E5"/>
    <w:rsid w:val="00CC5496"/>
    <w:rsid w:val="00CC630F"/>
    <w:rsid w:val="00CC672E"/>
    <w:rsid w:val="00CC6C02"/>
    <w:rsid w:val="00CD2F2E"/>
    <w:rsid w:val="00CD46F0"/>
    <w:rsid w:val="00CD5496"/>
    <w:rsid w:val="00CD596E"/>
    <w:rsid w:val="00CD5BCE"/>
    <w:rsid w:val="00CE223E"/>
    <w:rsid w:val="00CE407C"/>
    <w:rsid w:val="00CE4308"/>
    <w:rsid w:val="00CE7D5C"/>
    <w:rsid w:val="00CF0DCF"/>
    <w:rsid w:val="00CF1719"/>
    <w:rsid w:val="00CF1E26"/>
    <w:rsid w:val="00CF7228"/>
    <w:rsid w:val="00D029B1"/>
    <w:rsid w:val="00D02E21"/>
    <w:rsid w:val="00D0356E"/>
    <w:rsid w:val="00D03873"/>
    <w:rsid w:val="00D03F47"/>
    <w:rsid w:val="00D05221"/>
    <w:rsid w:val="00D065F2"/>
    <w:rsid w:val="00D101D0"/>
    <w:rsid w:val="00D169FA"/>
    <w:rsid w:val="00D214B1"/>
    <w:rsid w:val="00D23A70"/>
    <w:rsid w:val="00D26346"/>
    <w:rsid w:val="00D270F5"/>
    <w:rsid w:val="00D27E8B"/>
    <w:rsid w:val="00D30723"/>
    <w:rsid w:val="00D34A62"/>
    <w:rsid w:val="00D36147"/>
    <w:rsid w:val="00D37A11"/>
    <w:rsid w:val="00D40892"/>
    <w:rsid w:val="00D4122B"/>
    <w:rsid w:val="00D42C9A"/>
    <w:rsid w:val="00D500F1"/>
    <w:rsid w:val="00D5241F"/>
    <w:rsid w:val="00D524FD"/>
    <w:rsid w:val="00D528B4"/>
    <w:rsid w:val="00D538A1"/>
    <w:rsid w:val="00D53B1C"/>
    <w:rsid w:val="00D542B2"/>
    <w:rsid w:val="00D5469E"/>
    <w:rsid w:val="00D57A97"/>
    <w:rsid w:val="00D61178"/>
    <w:rsid w:val="00D61BCB"/>
    <w:rsid w:val="00D63753"/>
    <w:rsid w:val="00D63BB4"/>
    <w:rsid w:val="00D64B40"/>
    <w:rsid w:val="00D64D6B"/>
    <w:rsid w:val="00D66D27"/>
    <w:rsid w:val="00D66D90"/>
    <w:rsid w:val="00D70C5B"/>
    <w:rsid w:val="00D70CB8"/>
    <w:rsid w:val="00D717A8"/>
    <w:rsid w:val="00D71C2E"/>
    <w:rsid w:val="00D747A1"/>
    <w:rsid w:val="00D76C88"/>
    <w:rsid w:val="00D779CD"/>
    <w:rsid w:val="00D8324D"/>
    <w:rsid w:val="00D84A25"/>
    <w:rsid w:val="00D86CB9"/>
    <w:rsid w:val="00D87597"/>
    <w:rsid w:val="00D87B69"/>
    <w:rsid w:val="00D9042F"/>
    <w:rsid w:val="00D914D5"/>
    <w:rsid w:val="00D954C2"/>
    <w:rsid w:val="00D95D51"/>
    <w:rsid w:val="00D96A93"/>
    <w:rsid w:val="00D96CAA"/>
    <w:rsid w:val="00D97418"/>
    <w:rsid w:val="00DA4B4A"/>
    <w:rsid w:val="00DA5FB9"/>
    <w:rsid w:val="00DA6163"/>
    <w:rsid w:val="00DA61E6"/>
    <w:rsid w:val="00DA698F"/>
    <w:rsid w:val="00DB0C05"/>
    <w:rsid w:val="00DB0C5A"/>
    <w:rsid w:val="00DB0F20"/>
    <w:rsid w:val="00DB0F4E"/>
    <w:rsid w:val="00DB3682"/>
    <w:rsid w:val="00DB440D"/>
    <w:rsid w:val="00DB4CED"/>
    <w:rsid w:val="00DB6309"/>
    <w:rsid w:val="00DB6D5B"/>
    <w:rsid w:val="00DC11AB"/>
    <w:rsid w:val="00DC145B"/>
    <w:rsid w:val="00DC1CBF"/>
    <w:rsid w:val="00DC1CE6"/>
    <w:rsid w:val="00DC790F"/>
    <w:rsid w:val="00DD0585"/>
    <w:rsid w:val="00DD1207"/>
    <w:rsid w:val="00DD1F08"/>
    <w:rsid w:val="00DD3AC3"/>
    <w:rsid w:val="00DD55C2"/>
    <w:rsid w:val="00DE1CAB"/>
    <w:rsid w:val="00DE1D45"/>
    <w:rsid w:val="00DE6E2B"/>
    <w:rsid w:val="00DE6E6D"/>
    <w:rsid w:val="00DE752C"/>
    <w:rsid w:val="00DE77C9"/>
    <w:rsid w:val="00DF0E2D"/>
    <w:rsid w:val="00DF2D6A"/>
    <w:rsid w:val="00DF36DF"/>
    <w:rsid w:val="00DF4571"/>
    <w:rsid w:val="00DF7886"/>
    <w:rsid w:val="00DF7A7B"/>
    <w:rsid w:val="00DF7C62"/>
    <w:rsid w:val="00E1088A"/>
    <w:rsid w:val="00E12E29"/>
    <w:rsid w:val="00E14F17"/>
    <w:rsid w:val="00E15B6D"/>
    <w:rsid w:val="00E21767"/>
    <w:rsid w:val="00E21D1E"/>
    <w:rsid w:val="00E27C54"/>
    <w:rsid w:val="00E31432"/>
    <w:rsid w:val="00E3175D"/>
    <w:rsid w:val="00E31D3A"/>
    <w:rsid w:val="00E35353"/>
    <w:rsid w:val="00E35657"/>
    <w:rsid w:val="00E35E50"/>
    <w:rsid w:val="00E364B6"/>
    <w:rsid w:val="00E3768C"/>
    <w:rsid w:val="00E43E9E"/>
    <w:rsid w:val="00E43FB8"/>
    <w:rsid w:val="00E44188"/>
    <w:rsid w:val="00E4484F"/>
    <w:rsid w:val="00E44AB8"/>
    <w:rsid w:val="00E45C12"/>
    <w:rsid w:val="00E4695B"/>
    <w:rsid w:val="00E50830"/>
    <w:rsid w:val="00E50D3B"/>
    <w:rsid w:val="00E55571"/>
    <w:rsid w:val="00E55C48"/>
    <w:rsid w:val="00E55DD5"/>
    <w:rsid w:val="00E56354"/>
    <w:rsid w:val="00E56E23"/>
    <w:rsid w:val="00E57F69"/>
    <w:rsid w:val="00E61359"/>
    <w:rsid w:val="00E6190C"/>
    <w:rsid w:val="00E61D62"/>
    <w:rsid w:val="00E622CA"/>
    <w:rsid w:val="00E62A54"/>
    <w:rsid w:val="00E64F42"/>
    <w:rsid w:val="00E6795B"/>
    <w:rsid w:val="00E713F8"/>
    <w:rsid w:val="00E71D78"/>
    <w:rsid w:val="00E72C05"/>
    <w:rsid w:val="00E74F01"/>
    <w:rsid w:val="00E76B16"/>
    <w:rsid w:val="00E76B90"/>
    <w:rsid w:val="00E77068"/>
    <w:rsid w:val="00E825DC"/>
    <w:rsid w:val="00E8298A"/>
    <w:rsid w:val="00E85FBF"/>
    <w:rsid w:val="00E8695F"/>
    <w:rsid w:val="00E86A02"/>
    <w:rsid w:val="00E86EBB"/>
    <w:rsid w:val="00E909C1"/>
    <w:rsid w:val="00E91ABC"/>
    <w:rsid w:val="00E936BC"/>
    <w:rsid w:val="00E94365"/>
    <w:rsid w:val="00E96E24"/>
    <w:rsid w:val="00E9763C"/>
    <w:rsid w:val="00E976E1"/>
    <w:rsid w:val="00E97781"/>
    <w:rsid w:val="00EA1166"/>
    <w:rsid w:val="00EA1922"/>
    <w:rsid w:val="00EA1EF4"/>
    <w:rsid w:val="00EA5C48"/>
    <w:rsid w:val="00EA6DDF"/>
    <w:rsid w:val="00EB02F5"/>
    <w:rsid w:val="00EB327C"/>
    <w:rsid w:val="00EB37AD"/>
    <w:rsid w:val="00EB4836"/>
    <w:rsid w:val="00EB4E71"/>
    <w:rsid w:val="00EB5538"/>
    <w:rsid w:val="00EB6A8E"/>
    <w:rsid w:val="00EB6E71"/>
    <w:rsid w:val="00EB759C"/>
    <w:rsid w:val="00EC1966"/>
    <w:rsid w:val="00EC384F"/>
    <w:rsid w:val="00EC40B7"/>
    <w:rsid w:val="00EC6112"/>
    <w:rsid w:val="00EC68DD"/>
    <w:rsid w:val="00ED0940"/>
    <w:rsid w:val="00ED0A64"/>
    <w:rsid w:val="00ED3403"/>
    <w:rsid w:val="00ED3C66"/>
    <w:rsid w:val="00ED3DA1"/>
    <w:rsid w:val="00ED4405"/>
    <w:rsid w:val="00ED449C"/>
    <w:rsid w:val="00ED4A19"/>
    <w:rsid w:val="00ED4C89"/>
    <w:rsid w:val="00ED59B1"/>
    <w:rsid w:val="00ED5F0B"/>
    <w:rsid w:val="00ED6C34"/>
    <w:rsid w:val="00ED6FBE"/>
    <w:rsid w:val="00EE0246"/>
    <w:rsid w:val="00EE0E69"/>
    <w:rsid w:val="00EE18E5"/>
    <w:rsid w:val="00EE2E12"/>
    <w:rsid w:val="00EE31A5"/>
    <w:rsid w:val="00EE78C9"/>
    <w:rsid w:val="00EF0260"/>
    <w:rsid w:val="00EF1926"/>
    <w:rsid w:val="00EF1DB7"/>
    <w:rsid w:val="00EF20AA"/>
    <w:rsid w:val="00EF31E6"/>
    <w:rsid w:val="00EF4F00"/>
    <w:rsid w:val="00EF6493"/>
    <w:rsid w:val="00EF7ECA"/>
    <w:rsid w:val="00F014D6"/>
    <w:rsid w:val="00F061BB"/>
    <w:rsid w:val="00F111C3"/>
    <w:rsid w:val="00F12B6E"/>
    <w:rsid w:val="00F12FEF"/>
    <w:rsid w:val="00F1344C"/>
    <w:rsid w:val="00F13D23"/>
    <w:rsid w:val="00F14463"/>
    <w:rsid w:val="00F14C56"/>
    <w:rsid w:val="00F166AB"/>
    <w:rsid w:val="00F17FB5"/>
    <w:rsid w:val="00F22E4A"/>
    <w:rsid w:val="00F23434"/>
    <w:rsid w:val="00F244AF"/>
    <w:rsid w:val="00F24C2C"/>
    <w:rsid w:val="00F25DA8"/>
    <w:rsid w:val="00F26885"/>
    <w:rsid w:val="00F26F4D"/>
    <w:rsid w:val="00F27FC3"/>
    <w:rsid w:val="00F3007E"/>
    <w:rsid w:val="00F300FA"/>
    <w:rsid w:val="00F313DA"/>
    <w:rsid w:val="00F31591"/>
    <w:rsid w:val="00F3186B"/>
    <w:rsid w:val="00F32795"/>
    <w:rsid w:val="00F32C3A"/>
    <w:rsid w:val="00F33DA8"/>
    <w:rsid w:val="00F346F2"/>
    <w:rsid w:val="00F4099E"/>
    <w:rsid w:val="00F411D6"/>
    <w:rsid w:val="00F44293"/>
    <w:rsid w:val="00F44B5F"/>
    <w:rsid w:val="00F44DDE"/>
    <w:rsid w:val="00F45603"/>
    <w:rsid w:val="00F46E4B"/>
    <w:rsid w:val="00F50BE4"/>
    <w:rsid w:val="00F51135"/>
    <w:rsid w:val="00F523DB"/>
    <w:rsid w:val="00F56E4B"/>
    <w:rsid w:val="00F57FC7"/>
    <w:rsid w:val="00F6143E"/>
    <w:rsid w:val="00F6346C"/>
    <w:rsid w:val="00F63B3F"/>
    <w:rsid w:val="00F64028"/>
    <w:rsid w:val="00F6574A"/>
    <w:rsid w:val="00F70114"/>
    <w:rsid w:val="00F72B77"/>
    <w:rsid w:val="00F74F0C"/>
    <w:rsid w:val="00F77D2D"/>
    <w:rsid w:val="00F83D53"/>
    <w:rsid w:val="00F843EF"/>
    <w:rsid w:val="00F85547"/>
    <w:rsid w:val="00F9055F"/>
    <w:rsid w:val="00F91712"/>
    <w:rsid w:val="00F91EB9"/>
    <w:rsid w:val="00F92772"/>
    <w:rsid w:val="00F932D1"/>
    <w:rsid w:val="00F941C5"/>
    <w:rsid w:val="00F945F4"/>
    <w:rsid w:val="00F9462F"/>
    <w:rsid w:val="00F96826"/>
    <w:rsid w:val="00F9740E"/>
    <w:rsid w:val="00FA010F"/>
    <w:rsid w:val="00FA0EFC"/>
    <w:rsid w:val="00FA16BA"/>
    <w:rsid w:val="00FA3FDB"/>
    <w:rsid w:val="00FA4383"/>
    <w:rsid w:val="00FA477F"/>
    <w:rsid w:val="00FA55BA"/>
    <w:rsid w:val="00FA5BC9"/>
    <w:rsid w:val="00FA650D"/>
    <w:rsid w:val="00FB1156"/>
    <w:rsid w:val="00FB11A3"/>
    <w:rsid w:val="00FB1C89"/>
    <w:rsid w:val="00FB4838"/>
    <w:rsid w:val="00FB5485"/>
    <w:rsid w:val="00FB5722"/>
    <w:rsid w:val="00FB6416"/>
    <w:rsid w:val="00FB6A06"/>
    <w:rsid w:val="00FB7CE4"/>
    <w:rsid w:val="00FB7D53"/>
    <w:rsid w:val="00FC1880"/>
    <w:rsid w:val="00FC355D"/>
    <w:rsid w:val="00FC3BC1"/>
    <w:rsid w:val="00FC3DC2"/>
    <w:rsid w:val="00FC4517"/>
    <w:rsid w:val="00FC567E"/>
    <w:rsid w:val="00FC6598"/>
    <w:rsid w:val="00FC6B27"/>
    <w:rsid w:val="00FC7D91"/>
    <w:rsid w:val="00FD1B20"/>
    <w:rsid w:val="00FD2C6F"/>
    <w:rsid w:val="00FD3FA8"/>
    <w:rsid w:val="00FD56C5"/>
    <w:rsid w:val="00FD5F6D"/>
    <w:rsid w:val="00FD64D0"/>
    <w:rsid w:val="00FD77AD"/>
    <w:rsid w:val="00FD7D71"/>
    <w:rsid w:val="00FE2108"/>
    <w:rsid w:val="00FE27FB"/>
    <w:rsid w:val="00FE2C0C"/>
    <w:rsid w:val="00FE2D8A"/>
    <w:rsid w:val="00FE364D"/>
    <w:rsid w:val="00FE4A29"/>
    <w:rsid w:val="00FE50A2"/>
    <w:rsid w:val="00FE5DDC"/>
    <w:rsid w:val="00FF3716"/>
    <w:rsid w:val="00FF476D"/>
    <w:rsid w:val="00FF5799"/>
    <w:rsid w:val="00FF6902"/>
    <w:rsid w:val="00FF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link w:val="2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pPr>
      <w:tabs>
        <w:tab w:val="num" w:pos="284"/>
        <w:tab w:val="left" w:pos="7083"/>
      </w:tabs>
      <w:jc w:val="both"/>
    </w:pPr>
    <w:rPr>
      <w:bCs/>
      <w:iCs/>
      <w:sz w:val="24"/>
      <w:lang w:val="uk-UA"/>
    </w:rPr>
  </w:style>
  <w:style w:type="character" w:styleId="aa">
    <w:name w:val="Emphasis"/>
    <w:qFormat/>
    <w:rPr>
      <w:i/>
      <w:iCs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4831E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rsid w:val="00C20CD5"/>
    <w:rPr>
      <w:sz w:val="28"/>
    </w:rPr>
  </w:style>
  <w:style w:type="paragraph" w:styleId="ad">
    <w:name w:val="Balloon Text"/>
    <w:basedOn w:val="a"/>
    <w:link w:val="ae"/>
    <w:rsid w:val="00E3535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35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2;&#1110;&#1076;&#1076;&#1110;&#1083;%20&#1079;%20&#1088;&#1077;&#1092;&#1086;&#1088;&#1084;&#1091;&#1074;&#1072;&#1085;&#1085;&#1103;%20&#1091;&#1087;&#1088;&#1072;&#1074;&#1083;&#1110;&#1085;&#1085;&#1103;%20&#1090;&#1072;%20&#1091;&#1090;&#1088;&#1080;&#1084;&#1072;&#1085;&#1085;&#1103;%20&#1078;&#1080;&#1090;&#1083;&#1086;&#1074;&#1086;&#1075;&#1086;%20&#1092;&#1086;&#1085;&#1076;&#1091;%20&#1084;&#1110;&#1089;&#1100;&#1082;&#1086;&#1111;%20&#1088;&#1072;&#1076;&#1080;\&#1056;&#1110;&#1096;&#1077;&#1085;&#1085;&#1103;\&#1055;&#1088;&#1086;&#1076;&#1072;&#1078;%20&#1078;&#1080;&#1090;&#1083;&#1072;\&#1064;&#1040;&#1041;&#1051;&#1054;&#105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Володя</dc:creator>
  <cp:keywords/>
  <cp:lastModifiedBy>ch50</cp:lastModifiedBy>
  <cp:revision>2</cp:revision>
  <cp:lastPrinted>2015-10-23T06:24:00Z</cp:lastPrinted>
  <dcterms:created xsi:type="dcterms:W3CDTF">2015-11-13T07:36:00Z</dcterms:created>
  <dcterms:modified xsi:type="dcterms:W3CDTF">2015-11-13T07:36:00Z</dcterms:modified>
</cp:coreProperties>
</file>