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8C0" w:rsidRDefault="003709BF" w:rsidP="003709BF">
      <w:pPr>
        <w:ind w:firstLine="720"/>
      </w:pPr>
      <w:r>
        <w:rPr>
          <w:lang w:val="uk-UA"/>
        </w:rPr>
        <w:t xml:space="preserve">                                                                       </w:t>
      </w:r>
      <w:r w:rsidR="009A4AD2">
        <w:rPr>
          <w:noProof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78C0" w:rsidRDefault="005E78C0">
      <w:pPr>
        <w:pStyle w:val="8"/>
      </w:pPr>
    </w:p>
    <w:p w:rsidR="005E78C0" w:rsidRDefault="005E78C0">
      <w:pPr>
        <w:pStyle w:val="8"/>
        <w:rPr>
          <w:spacing w:val="100"/>
        </w:rPr>
      </w:pPr>
      <w:r>
        <w:rPr>
          <w:spacing w:val="100"/>
        </w:rPr>
        <w:t>УКРАЇНА</w:t>
      </w:r>
    </w:p>
    <w:p w:rsidR="005E78C0" w:rsidRDefault="005E78C0">
      <w:pPr>
        <w:jc w:val="center"/>
        <w:rPr>
          <w:b/>
          <w:sz w:val="32"/>
          <w:lang w:val="uk-UA"/>
        </w:rPr>
      </w:pPr>
    </w:p>
    <w:p w:rsidR="005E78C0" w:rsidRDefault="005E78C0">
      <w:pPr>
        <w:jc w:val="center"/>
        <w:rPr>
          <w:b/>
          <w:spacing w:val="80"/>
          <w:sz w:val="36"/>
          <w:lang w:val="uk-UA"/>
        </w:rPr>
      </w:pPr>
      <w:r>
        <w:rPr>
          <w:b/>
          <w:spacing w:val="80"/>
          <w:sz w:val="36"/>
          <w:lang w:val="uk-UA"/>
        </w:rPr>
        <w:t>Артемівська міська рада</w:t>
      </w:r>
    </w:p>
    <w:p w:rsidR="005E78C0" w:rsidRDefault="005E78C0">
      <w:pPr>
        <w:jc w:val="center"/>
        <w:rPr>
          <w:b/>
          <w:spacing w:val="80"/>
          <w:sz w:val="36"/>
          <w:lang w:val="uk-UA"/>
        </w:rPr>
      </w:pPr>
    </w:p>
    <w:p w:rsidR="005E78C0" w:rsidRDefault="005E78C0">
      <w:pPr>
        <w:pStyle w:val="7"/>
        <w:rPr>
          <w:spacing w:val="80"/>
        </w:rPr>
      </w:pPr>
      <w:r>
        <w:rPr>
          <w:spacing w:val="80"/>
        </w:rPr>
        <w:t>ВИКОНАВЧИЙ КОМІТЕТ</w:t>
      </w:r>
    </w:p>
    <w:p w:rsidR="005E78C0" w:rsidRDefault="005E78C0">
      <w:pPr>
        <w:jc w:val="center"/>
        <w:rPr>
          <w:b/>
          <w:lang w:val="uk-UA"/>
        </w:rPr>
      </w:pPr>
    </w:p>
    <w:p w:rsidR="005E78C0" w:rsidRDefault="005E78C0">
      <w:pPr>
        <w:jc w:val="center"/>
        <w:rPr>
          <w:b/>
          <w:spacing w:val="120"/>
          <w:sz w:val="36"/>
          <w:lang w:val="uk-UA"/>
        </w:rPr>
      </w:pPr>
      <w:r>
        <w:rPr>
          <w:b/>
          <w:spacing w:val="120"/>
          <w:sz w:val="48"/>
          <w:lang w:val="uk-UA"/>
        </w:rPr>
        <w:t>РIШЕННЯ</w:t>
      </w:r>
    </w:p>
    <w:p w:rsidR="005E78C0" w:rsidRDefault="005E78C0">
      <w:pPr>
        <w:jc w:val="center"/>
        <w:rPr>
          <w:b/>
          <w:sz w:val="28"/>
          <w:lang w:val="uk-UA"/>
        </w:rPr>
      </w:pPr>
    </w:p>
    <w:p w:rsidR="005E78C0" w:rsidRDefault="00CF4C2C">
      <w:pPr>
        <w:pStyle w:val="Normal"/>
        <w:autoSpaceDE w:val="0"/>
        <w:autoSpaceDN w:val="0"/>
        <w:spacing w:before="0" w:after="0"/>
        <w:rPr>
          <w:snapToGrid/>
          <w:sz w:val="26"/>
          <w:lang w:val="uk-UA"/>
        </w:rPr>
      </w:pPr>
      <w:r>
        <w:rPr>
          <w:snapToGrid/>
          <w:sz w:val="26"/>
          <w:lang w:val="uk-UA"/>
        </w:rPr>
        <w:t>1</w:t>
      </w:r>
      <w:r w:rsidR="00C576F2">
        <w:rPr>
          <w:snapToGrid/>
          <w:sz w:val="26"/>
          <w:lang w:val="uk-UA"/>
        </w:rPr>
        <w:t>1</w:t>
      </w:r>
      <w:r>
        <w:rPr>
          <w:snapToGrid/>
          <w:sz w:val="26"/>
          <w:lang w:val="uk-UA"/>
        </w:rPr>
        <w:t>.</w:t>
      </w:r>
      <w:r w:rsidR="00C576F2">
        <w:rPr>
          <w:snapToGrid/>
          <w:sz w:val="26"/>
          <w:lang w:val="uk-UA"/>
        </w:rPr>
        <w:t>11</w:t>
      </w:r>
      <w:r w:rsidR="00842B61">
        <w:rPr>
          <w:snapToGrid/>
          <w:sz w:val="26"/>
          <w:lang w:val="uk-UA"/>
        </w:rPr>
        <w:t>.</w:t>
      </w:r>
      <w:r w:rsidR="00846A81">
        <w:rPr>
          <w:snapToGrid/>
          <w:sz w:val="26"/>
          <w:lang w:val="uk-UA"/>
        </w:rPr>
        <w:t>20</w:t>
      </w:r>
      <w:r w:rsidR="002E3508">
        <w:rPr>
          <w:snapToGrid/>
          <w:sz w:val="26"/>
          <w:lang w:val="uk-UA"/>
        </w:rPr>
        <w:t>1</w:t>
      </w:r>
      <w:r w:rsidR="00661370">
        <w:rPr>
          <w:snapToGrid/>
          <w:sz w:val="26"/>
          <w:lang w:val="uk-UA"/>
        </w:rPr>
        <w:t>5</w:t>
      </w:r>
      <w:r w:rsidR="00842B61">
        <w:rPr>
          <w:snapToGrid/>
          <w:sz w:val="26"/>
          <w:lang w:val="uk-UA"/>
        </w:rPr>
        <w:t xml:space="preserve"> № </w:t>
      </w:r>
      <w:r w:rsidR="00982F04">
        <w:rPr>
          <w:snapToGrid/>
          <w:sz w:val="26"/>
          <w:lang w:val="uk-UA"/>
        </w:rPr>
        <w:t>259</w:t>
      </w:r>
    </w:p>
    <w:p w:rsidR="005E78C0" w:rsidRDefault="005E78C0">
      <w:pPr>
        <w:rPr>
          <w:sz w:val="26"/>
          <w:lang w:val="uk-UA"/>
        </w:rPr>
      </w:pPr>
      <w:r>
        <w:rPr>
          <w:sz w:val="26"/>
          <w:lang w:val="uk-UA"/>
        </w:rPr>
        <w:t>м.Артемівськ</w:t>
      </w:r>
    </w:p>
    <w:p w:rsidR="008B0260" w:rsidRDefault="008B0260">
      <w:pPr>
        <w:ind w:firstLine="720"/>
        <w:jc w:val="both"/>
        <w:rPr>
          <w:sz w:val="28"/>
          <w:lang w:val="uk-UA"/>
        </w:rPr>
      </w:pPr>
    </w:p>
    <w:tbl>
      <w:tblPr>
        <w:tblW w:w="0" w:type="auto"/>
        <w:tblInd w:w="-12" w:type="dxa"/>
        <w:tblLook w:val="0000"/>
      </w:tblPr>
      <w:tblGrid>
        <w:gridCol w:w="5160"/>
      </w:tblGrid>
      <w:tr w:rsidR="005E78C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160" w:type="dxa"/>
          </w:tcPr>
          <w:p w:rsidR="005E78C0" w:rsidRPr="00382BA1" w:rsidRDefault="005E78C0" w:rsidP="009F41E0">
            <w:pPr>
              <w:jc w:val="both"/>
              <w:rPr>
                <w:color w:val="000000"/>
                <w:sz w:val="28"/>
                <w:lang w:val="uk-UA"/>
              </w:rPr>
            </w:pPr>
            <w:r w:rsidRPr="00382BA1">
              <w:rPr>
                <w:b/>
                <w:i/>
                <w:color w:val="000000"/>
                <w:sz w:val="28"/>
                <w:lang w:val="uk-UA"/>
              </w:rPr>
              <w:t>Про прийняття громадян, які потребують поліпшення житлових умов, на квартирний облік при вико</w:t>
            </w:r>
            <w:r w:rsidR="004C380F" w:rsidRPr="00382BA1">
              <w:rPr>
                <w:b/>
                <w:i/>
                <w:color w:val="000000"/>
                <w:sz w:val="28"/>
                <w:lang w:val="uk-UA"/>
              </w:rPr>
              <w:t>нк</w:t>
            </w:r>
            <w:r w:rsidR="001F10FE" w:rsidRPr="00382BA1">
              <w:rPr>
                <w:b/>
                <w:i/>
                <w:color w:val="000000"/>
                <w:sz w:val="28"/>
                <w:lang w:val="uk-UA"/>
              </w:rPr>
              <w:t xml:space="preserve">омі Артемівської міської </w:t>
            </w:r>
            <w:r w:rsidR="006D1802" w:rsidRPr="00382BA1">
              <w:rPr>
                <w:b/>
                <w:i/>
                <w:color w:val="000000"/>
                <w:sz w:val="28"/>
                <w:lang w:val="uk-UA"/>
              </w:rPr>
              <w:t>рад</w:t>
            </w:r>
            <w:r w:rsidR="006F4268">
              <w:rPr>
                <w:b/>
                <w:i/>
                <w:color w:val="000000"/>
                <w:sz w:val="28"/>
                <w:lang w:val="uk-UA"/>
              </w:rPr>
              <w:t xml:space="preserve">и та </w:t>
            </w:r>
            <w:r w:rsidR="009F41E0">
              <w:rPr>
                <w:b/>
                <w:i/>
                <w:color w:val="000000"/>
                <w:sz w:val="28"/>
                <w:lang w:val="uk-UA"/>
              </w:rPr>
              <w:t>внесення змін</w:t>
            </w:r>
            <w:r w:rsidR="00C576F2">
              <w:rPr>
                <w:b/>
                <w:i/>
                <w:color w:val="000000"/>
                <w:sz w:val="28"/>
                <w:lang w:val="uk-UA"/>
              </w:rPr>
              <w:t>и</w:t>
            </w:r>
            <w:r w:rsidR="009F41E0">
              <w:rPr>
                <w:b/>
                <w:i/>
                <w:color w:val="000000"/>
                <w:sz w:val="28"/>
                <w:lang w:val="uk-UA"/>
              </w:rPr>
              <w:t xml:space="preserve"> до облікової справи</w:t>
            </w:r>
            <w:r w:rsidR="00B4082A">
              <w:rPr>
                <w:b/>
                <w:i/>
                <w:color w:val="000000"/>
                <w:sz w:val="28"/>
                <w:lang w:val="uk-UA"/>
              </w:rPr>
              <w:t xml:space="preserve"> </w:t>
            </w:r>
          </w:p>
        </w:tc>
      </w:tr>
    </w:tbl>
    <w:p w:rsidR="00350748" w:rsidRDefault="00350748">
      <w:pPr>
        <w:ind w:firstLine="720"/>
        <w:jc w:val="both"/>
        <w:rPr>
          <w:sz w:val="28"/>
          <w:lang w:val="uk-UA"/>
        </w:rPr>
      </w:pPr>
    </w:p>
    <w:p w:rsidR="0027773D" w:rsidRPr="00BD483F" w:rsidRDefault="00C56D55" w:rsidP="00BD483F">
      <w:pPr>
        <w:tabs>
          <w:tab w:val="num" w:pos="284"/>
          <w:tab w:val="left" w:pos="7083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Розглянувши пропозиції міської житлової комісії при виконкомі Артемівської місь</w:t>
      </w:r>
      <w:r w:rsidR="00CF1252">
        <w:rPr>
          <w:sz w:val="28"/>
          <w:lang w:val="uk-UA"/>
        </w:rPr>
        <w:t>кої ради (витяг з протокол</w:t>
      </w:r>
      <w:r w:rsidR="00A35610">
        <w:rPr>
          <w:sz w:val="28"/>
          <w:lang w:val="uk-UA"/>
        </w:rPr>
        <w:t>у</w:t>
      </w:r>
      <w:r w:rsidR="00CF1252">
        <w:rPr>
          <w:sz w:val="28"/>
          <w:lang w:val="uk-UA"/>
        </w:rPr>
        <w:t xml:space="preserve"> від</w:t>
      </w:r>
      <w:r w:rsidR="00F55943">
        <w:rPr>
          <w:sz w:val="28"/>
          <w:lang w:val="uk-UA"/>
        </w:rPr>
        <w:t xml:space="preserve"> </w:t>
      </w:r>
      <w:r w:rsidR="009F41E0">
        <w:rPr>
          <w:sz w:val="28"/>
          <w:lang w:val="uk-UA"/>
        </w:rPr>
        <w:t>1</w:t>
      </w:r>
      <w:r w:rsidR="00C576F2">
        <w:rPr>
          <w:sz w:val="28"/>
          <w:lang w:val="uk-UA"/>
        </w:rPr>
        <w:t>6</w:t>
      </w:r>
      <w:r w:rsidR="00A35610">
        <w:rPr>
          <w:sz w:val="28"/>
          <w:lang w:val="uk-UA"/>
        </w:rPr>
        <w:t>.</w:t>
      </w:r>
      <w:r w:rsidR="00C576F2">
        <w:rPr>
          <w:sz w:val="28"/>
          <w:lang w:val="uk-UA"/>
        </w:rPr>
        <w:t>1</w:t>
      </w:r>
      <w:r w:rsidR="00A35610">
        <w:rPr>
          <w:sz w:val="28"/>
          <w:lang w:val="uk-UA"/>
        </w:rPr>
        <w:t>0</w:t>
      </w:r>
      <w:r w:rsidR="00163A42">
        <w:rPr>
          <w:sz w:val="28"/>
          <w:lang w:val="uk-UA"/>
        </w:rPr>
        <w:t>.</w:t>
      </w:r>
      <w:r w:rsidR="00C87A02" w:rsidRPr="005A4867">
        <w:rPr>
          <w:color w:val="000000"/>
          <w:sz w:val="28"/>
          <w:lang w:val="uk-UA"/>
        </w:rPr>
        <w:t>2</w:t>
      </w:r>
      <w:r w:rsidR="00305FCF" w:rsidRPr="005A4867">
        <w:rPr>
          <w:color w:val="000000"/>
          <w:sz w:val="28"/>
          <w:lang w:val="uk-UA"/>
        </w:rPr>
        <w:t>01</w:t>
      </w:r>
      <w:r w:rsidR="00A35610">
        <w:rPr>
          <w:color w:val="000000"/>
          <w:sz w:val="28"/>
          <w:lang w:val="uk-UA"/>
        </w:rPr>
        <w:t>5</w:t>
      </w:r>
      <w:r w:rsidRPr="005A4867">
        <w:rPr>
          <w:color w:val="000000"/>
          <w:sz w:val="28"/>
          <w:lang w:val="uk-UA"/>
        </w:rPr>
        <w:t xml:space="preserve"> № </w:t>
      </w:r>
      <w:r w:rsidR="00C576F2">
        <w:rPr>
          <w:color w:val="000000"/>
          <w:sz w:val="28"/>
          <w:lang w:val="uk-UA"/>
        </w:rPr>
        <w:t>12</w:t>
      </w:r>
      <w:r w:rsidR="007C1998">
        <w:rPr>
          <w:color w:val="000000"/>
          <w:sz w:val="28"/>
          <w:lang w:val="uk-UA"/>
        </w:rPr>
        <w:t>)</w:t>
      </w:r>
      <w:r w:rsidRPr="005A4867">
        <w:rPr>
          <w:color w:val="000000"/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753712" w:rsidRPr="00753712">
        <w:rPr>
          <w:sz w:val="28"/>
          <w:szCs w:val="28"/>
          <w:lang w:val="uk-UA"/>
        </w:rPr>
        <w:t xml:space="preserve">доповідну від </w:t>
      </w:r>
      <w:r w:rsidR="00406CF5">
        <w:rPr>
          <w:sz w:val="28"/>
          <w:szCs w:val="28"/>
          <w:lang w:val="uk-UA"/>
        </w:rPr>
        <w:t>20</w:t>
      </w:r>
      <w:r w:rsidR="00753712" w:rsidRPr="00753712">
        <w:rPr>
          <w:sz w:val="28"/>
          <w:szCs w:val="28"/>
          <w:lang w:val="uk-UA"/>
        </w:rPr>
        <w:t>.</w:t>
      </w:r>
      <w:r w:rsidR="00C576F2">
        <w:rPr>
          <w:sz w:val="28"/>
          <w:szCs w:val="28"/>
          <w:lang w:val="uk-UA"/>
        </w:rPr>
        <w:t>1</w:t>
      </w:r>
      <w:r w:rsidR="00753712" w:rsidRPr="00753712">
        <w:rPr>
          <w:sz w:val="28"/>
          <w:szCs w:val="28"/>
          <w:lang w:val="uk-UA"/>
        </w:rPr>
        <w:t>0.2015 № 01-</w:t>
      </w:r>
      <w:r w:rsidR="00406CF5">
        <w:rPr>
          <w:sz w:val="28"/>
          <w:szCs w:val="28"/>
          <w:lang w:val="uk-UA"/>
        </w:rPr>
        <w:t>3608</w:t>
      </w:r>
      <w:r w:rsidR="00753712" w:rsidRPr="00753712">
        <w:rPr>
          <w:sz w:val="28"/>
          <w:szCs w:val="28"/>
          <w:lang w:val="uk-UA"/>
        </w:rPr>
        <w:t xml:space="preserve">-06 начальника Управління муніципального розвитку Артемівської міської ради Гладкої О.О. </w:t>
      </w:r>
      <w:r w:rsidR="00753712">
        <w:rPr>
          <w:sz w:val="28"/>
          <w:szCs w:val="28"/>
          <w:lang w:val="uk-UA"/>
        </w:rPr>
        <w:t xml:space="preserve">щодо прийняття громадян, які потребують поліпшення житлових умов, на квартирний облік при виконкомі Артемівської міської ради та </w:t>
      </w:r>
      <w:r w:rsidR="009F41E0">
        <w:rPr>
          <w:sz w:val="28"/>
          <w:szCs w:val="28"/>
          <w:lang w:val="uk-UA"/>
        </w:rPr>
        <w:t>внесення змін</w:t>
      </w:r>
      <w:r w:rsidR="00C576F2">
        <w:rPr>
          <w:sz w:val="28"/>
          <w:szCs w:val="28"/>
          <w:lang w:val="uk-UA"/>
        </w:rPr>
        <w:t>и</w:t>
      </w:r>
      <w:r w:rsidR="009F41E0">
        <w:rPr>
          <w:sz w:val="28"/>
          <w:szCs w:val="28"/>
          <w:lang w:val="uk-UA"/>
        </w:rPr>
        <w:t xml:space="preserve"> до облікової справи</w:t>
      </w:r>
      <w:r w:rsidR="00753712">
        <w:rPr>
          <w:sz w:val="28"/>
          <w:szCs w:val="28"/>
          <w:lang w:val="uk-UA"/>
        </w:rPr>
        <w:t xml:space="preserve">, </w:t>
      </w:r>
      <w:r w:rsidR="00DF6281" w:rsidRPr="00B765AF">
        <w:rPr>
          <w:sz w:val="28"/>
          <w:lang w:val="uk-UA"/>
        </w:rPr>
        <w:t xml:space="preserve">відповідно </w:t>
      </w:r>
      <w:r w:rsidR="00057CE2">
        <w:rPr>
          <w:sz w:val="28"/>
          <w:lang w:val="uk-UA"/>
        </w:rPr>
        <w:t xml:space="preserve">до </w:t>
      </w:r>
      <w:r w:rsidR="0027773D" w:rsidRPr="008C3856">
        <w:rPr>
          <w:sz w:val="28"/>
          <w:lang w:val="uk-UA"/>
        </w:rPr>
        <w:t>ст.ст</w:t>
      </w:r>
      <w:r w:rsidR="0027773D" w:rsidRPr="006F4268">
        <w:rPr>
          <w:color w:val="000000"/>
          <w:sz w:val="28"/>
          <w:lang w:val="uk-UA"/>
        </w:rPr>
        <w:t xml:space="preserve">. </w:t>
      </w:r>
      <w:r w:rsidR="006877C9" w:rsidRPr="002E0109">
        <w:rPr>
          <w:color w:val="000000"/>
          <w:sz w:val="28"/>
          <w:lang w:val="uk-UA"/>
        </w:rPr>
        <w:t>15, 34, 36, 38-39</w:t>
      </w:r>
      <w:r w:rsidR="00CD3148" w:rsidRPr="002E0109">
        <w:rPr>
          <w:color w:val="000000"/>
          <w:sz w:val="28"/>
          <w:lang w:val="uk-UA"/>
        </w:rPr>
        <w:t xml:space="preserve">, </w:t>
      </w:r>
      <w:r w:rsidR="00C576F2" w:rsidRPr="002E0109">
        <w:rPr>
          <w:color w:val="000000"/>
          <w:sz w:val="28"/>
          <w:lang w:val="uk-UA"/>
        </w:rPr>
        <w:t>4</w:t>
      </w:r>
      <w:r w:rsidR="00CD3148" w:rsidRPr="002E0109">
        <w:rPr>
          <w:color w:val="000000"/>
          <w:sz w:val="28"/>
          <w:lang w:val="uk-UA"/>
        </w:rPr>
        <w:t>5</w:t>
      </w:r>
      <w:r w:rsidR="00C576F2">
        <w:rPr>
          <w:color w:val="FF0000"/>
          <w:sz w:val="28"/>
          <w:lang w:val="uk-UA"/>
        </w:rPr>
        <w:t xml:space="preserve"> </w:t>
      </w:r>
      <w:r w:rsidR="00BD483F" w:rsidRPr="00016C00">
        <w:rPr>
          <w:sz w:val="28"/>
          <w:lang w:val="uk-UA"/>
        </w:rPr>
        <w:t>Житлового кодексу Української РСР</w:t>
      </w:r>
      <w:r w:rsidR="00BD483F" w:rsidRPr="00016C00">
        <w:rPr>
          <w:sz w:val="28"/>
          <w:szCs w:val="28"/>
          <w:lang w:val="uk-UA"/>
        </w:rPr>
        <w:t xml:space="preserve"> </w:t>
      </w:r>
      <w:r w:rsidR="00BD483F">
        <w:rPr>
          <w:sz w:val="28"/>
          <w:szCs w:val="28"/>
          <w:lang w:val="uk-UA"/>
        </w:rPr>
        <w:t> в</w:t>
      </w:r>
      <w:r w:rsidR="00BD483F" w:rsidRPr="00016C00">
        <w:rPr>
          <w:sz w:val="28"/>
          <w:szCs w:val="28"/>
          <w:lang w:val="uk-UA"/>
        </w:rPr>
        <w:t>ід 30.06.83 № 5464-</w:t>
      </w:r>
      <w:r w:rsidR="00BD483F" w:rsidRPr="00016C00">
        <w:rPr>
          <w:sz w:val="28"/>
          <w:szCs w:val="28"/>
          <w:lang w:val="en-US"/>
        </w:rPr>
        <w:t>X</w:t>
      </w:r>
      <w:r w:rsidR="00BD483F" w:rsidRPr="00016C00">
        <w:rPr>
          <w:sz w:val="28"/>
          <w:szCs w:val="28"/>
          <w:lang w:val="uk-UA"/>
        </w:rPr>
        <w:t xml:space="preserve"> із внесеними до нього змінами,</w:t>
      </w:r>
      <w:r w:rsidR="00BD483F" w:rsidRPr="00F95FEE">
        <w:rPr>
          <w:sz w:val="28"/>
          <w:lang w:val="uk-UA"/>
        </w:rPr>
        <w:t xml:space="preserve"> </w:t>
      </w:r>
      <w:r w:rsidR="005D5476">
        <w:rPr>
          <w:sz w:val="28"/>
          <w:lang w:val="uk-UA"/>
        </w:rPr>
        <w:t xml:space="preserve">ст. 12 Закону України від 22.10.93 № 3551-XII «Про статус ветеранів війни, гарантії їх соціального захисту» із внесеними до нього змінами, </w:t>
      </w:r>
      <w:r w:rsidR="00BD483F" w:rsidRPr="00C11E5C">
        <w:rPr>
          <w:sz w:val="28"/>
          <w:lang w:val="uk-UA"/>
        </w:rPr>
        <w:t xml:space="preserve">пунктів </w:t>
      </w:r>
      <w:r w:rsidR="00595E89" w:rsidRPr="00A2322A">
        <w:rPr>
          <w:color w:val="000000"/>
          <w:sz w:val="28"/>
          <w:lang w:val="uk-UA"/>
        </w:rPr>
        <w:t>13, 15, 18-21</w:t>
      </w:r>
      <w:r w:rsidR="00C576F2">
        <w:rPr>
          <w:color w:val="000000"/>
          <w:sz w:val="28"/>
          <w:lang w:val="uk-UA"/>
        </w:rPr>
        <w:t xml:space="preserve">, 44 </w:t>
      </w:r>
      <w:r w:rsidR="0027773D" w:rsidRPr="00A2322A">
        <w:rPr>
          <w:color w:val="000000"/>
          <w:sz w:val="28"/>
          <w:lang w:val="uk-UA"/>
        </w:rPr>
        <w:t>Правил</w:t>
      </w:r>
      <w:r w:rsidR="0027773D">
        <w:rPr>
          <w:sz w:val="28"/>
          <w:lang w:val="uk-UA"/>
        </w:rPr>
        <w:t xml:space="preserve"> обліку громадян, які потребують поліпшення житлових умов, і надання їм жилих приміщень в Українській РСР, затверджених Постановою Ради Міністрів Української РСР і Української республіканської ради професійних спілок від 11.12.84 № 470, із внесеними до них змінами, </w:t>
      </w:r>
      <w:r w:rsidR="006815D2">
        <w:rPr>
          <w:sz w:val="28"/>
          <w:lang w:val="uk-UA"/>
        </w:rPr>
        <w:t xml:space="preserve"> </w:t>
      </w:r>
      <w:r w:rsidR="0027773D">
        <w:rPr>
          <w:sz w:val="28"/>
          <w:lang w:val="uk-UA"/>
        </w:rPr>
        <w:t xml:space="preserve">керуючись ст.ст. 30, 52 Закону України від 21.05.97 № 280/97-ВР “Про місцеве самоврядування в Україні” із внесеними до нього змінами, виконком </w:t>
      </w:r>
      <w:r w:rsidR="00853034">
        <w:rPr>
          <w:sz w:val="28"/>
          <w:lang w:val="uk-UA"/>
        </w:rPr>
        <w:t xml:space="preserve">Артемівської </w:t>
      </w:r>
      <w:r w:rsidR="0027773D">
        <w:rPr>
          <w:sz w:val="28"/>
          <w:lang w:val="uk-UA"/>
        </w:rPr>
        <w:t>міської ради</w:t>
      </w:r>
    </w:p>
    <w:p w:rsidR="00A2322A" w:rsidRDefault="00A2322A">
      <w:pPr>
        <w:ind w:firstLine="720"/>
        <w:jc w:val="both"/>
        <w:rPr>
          <w:b/>
          <w:sz w:val="28"/>
          <w:lang w:val="uk-UA"/>
        </w:rPr>
      </w:pPr>
    </w:p>
    <w:p w:rsidR="00A2322A" w:rsidRPr="005D5476" w:rsidRDefault="00A2322A">
      <w:pPr>
        <w:ind w:firstLine="720"/>
        <w:jc w:val="both"/>
        <w:rPr>
          <w:b/>
          <w:sz w:val="28"/>
          <w:lang w:val="uk-UA"/>
        </w:rPr>
      </w:pPr>
    </w:p>
    <w:p w:rsidR="005E78C0" w:rsidRDefault="005E78C0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:rsidR="00FC7F55" w:rsidRDefault="005E78C0" w:rsidP="00BE327A">
      <w:pPr>
        <w:pStyle w:val="31"/>
        <w:tabs>
          <w:tab w:val="clear" w:pos="1134"/>
          <w:tab w:val="left" w:pos="709"/>
        </w:tabs>
      </w:pPr>
      <w:r>
        <w:tab/>
      </w:r>
      <w:r w:rsidR="00D733FE">
        <w:tab/>
      </w:r>
    </w:p>
    <w:p w:rsidR="00C576F2" w:rsidRDefault="00FC7F55" w:rsidP="006815D2">
      <w:pPr>
        <w:pStyle w:val="31"/>
        <w:tabs>
          <w:tab w:val="clear" w:pos="1134"/>
          <w:tab w:val="left" w:pos="709"/>
        </w:tabs>
      </w:pPr>
      <w:r>
        <w:tab/>
      </w:r>
      <w:r w:rsidR="005E78C0">
        <w:t>1. Прийняти на квартирний облік при виконкомі Артемівської міської ради</w:t>
      </w:r>
      <w:r w:rsidR="009F41E0">
        <w:t xml:space="preserve"> </w:t>
      </w:r>
      <w:r w:rsidR="00C576F2">
        <w:t>таких громадян:</w:t>
      </w:r>
    </w:p>
    <w:p w:rsidR="00C576F2" w:rsidRDefault="00C576F2" w:rsidP="00C576F2">
      <w:pPr>
        <w:pStyle w:val="31"/>
        <w:tabs>
          <w:tab w:val="clear" w:pos="1134"/>
          <w:tab w:val="left" w:pos="709"/>
        </w:tabs>
        <w:rPr>
          <w:b w:val="0"/>
          <w:color w:val="000000"/>
          <w:szCs w:val="28"/>
        </w:rPr>
      </w:pPr>
      <w:r>
        <w:tab/>
        <w:t xml:space="preserve">1.1. </w:t>
      </w:r>
      <w:r w:rsidR="00982F04" w:rsidRPr="00982F04">
        <w:rPr>
          <w:b w:val="0"/>
        </w:rPr>
        <w:t>(містить персональні данні про осіб (п.3 ч. 2 ст. 10 ЗУ «Про доступ до публічної інформації))</w:t>
      </w:r>
      <w:r w:rsidR="00982F04" w:rsidRPr="00982F04">
        <w:rPr>
          <w:b w:val="0"/>
          <w:i/>
        </w:rPr>
        <w:t>,</w:t>
      </w:r>
      <w:r w:rsidR="00982F04">
        <w:rPr>
          <w:b w:val="0"/>
          <w:i/>
        </w:rPr>
        <w:t xml:space="preserve"> </w:t>
      </w:r>
      <w:r>
        <w:rPr>
          <w:b w:val="0"/>
        </w:rPr>
        <w:t>пенсіонера,</w:t>
      </w:r>
      <w:r w:rsidRPr="00597BC5">
        <w:rPr>
          <w:b w:val="0"/>
          <w:color w:val="000000"/>
          <w:szCs w:val="28"/>
        </w:rPr>
        <w:t xml:space="preserve"> </w:t>
      </w:r>
      <w:r>
        <w:rPr>
          <w:b w:val="0"/>
          <w:color w:val="000000"/>
        </w:rPr>
        <w:t xml:space="preserve"> </w:t>
      </w:r>
      <w:r w:rsidRPr="00597BC5">
        <w:rPr>
          <w:b w:val="0"/>
          <w:color w:val="000000"/>
          <w:szCs w:val="28"/>
        </w:rPr>
        <w:t xml:space="preserve">складом родини </w:t>
      </w:r>
      <w:r>
        <w:rPr>
          <w:b w:val="0"/>
          <w:color w:val="000000"/>
          <w:szCs w:val="28"/>
        </w:rPr>
        <w:t>1</w:t>
      </w:r>
      <w:r w:rsidRPr="00597BC5">
        <w:rPr>
          <w:b w:val="0"/>
          <w:color w:val="000000"/>
          <w:szCs w:val="28"/>
        </w:rPr>
        <w:t xml:space="preserve"> особ</w:t>
      </w:r>
      <w:r>
        <w:rPr>
          <w:b w:val="0"/>
          <w:color w:val="000000"/>
          <w:szCs w:val="28"/>
        </w:rPr>
        <w:t xml:space="preserve">а, який мешкає </w:t>
      </w:r>
      <w:r>
        <w:rPr>
          <w:b w:val="0"/>
          <w:color w:val="000000"/>
          <w:szCs w:val="28"/>
        </w:rPr>
        <w:lastRenderedPageBreak/>
        <w:t>в</w:t>
      </w:r>
      <w:r w:rsidRPr="005C2532">
        <w:rPr>
          <w:b w:val="0"/>
          <w:color w:val="000000"/>
          <w:szCs w:val="28"/>
        </w:rPr>
        <w:t xml:space="preserve"> </w:t>
      </w:r>
      <w:r>
        <w:rPr>
          <w:b w:val="0"/>
          <w:color w:val="000000"/>
          <w:szCs w:val="28"/>
        </w:rPr>
        <w:t>гуртожитку</w:t>
      </w:r>
      <w:r w:rsidRPr="005C2532">
        <w:rPr>
          <w:b w:val="0"/>
          <w:color w:val="000000"/>
          <w:szCs w:val="28"/>
        </w:rPr>
        <w:t xml:space="preserve"> по </w:t>
      </w:r>
      <w:r>
        <w:rPr>
          <w:b w:val="0"/>
          <w:color w:val="000000"/>
          <w:szCs w:val="28"/>
        </w:rPr>
        <w:t xml:space="preserve">вулиці Зеленій, 38 у м. Артемівську, </w:t>
      </w:r>
      <w:r w:rsidRPr="00597BC5">
        <w:rPr>
          <w:b w:val="0"/>
          <w:color w:val="000000"/>
        </w:rPr>
        <w:t xml:space="preserve">на підставі пп </w:t>
      </w:r>
      <w:r>
        <w:rPr>
          <w:b w:val="0"/>
          <w:color w:val="000000"/>
        </w:rPr>
        <w:t>6</w:t>
      </w:r>
      <w:r w:rsidRPr="00597BC5">
        <w:rPr>
          <w:b w:val="0"/>
          <w:color w:val="000000"/>
        </w:rPr>
        <w:t xml:space="preserve"> п 13 Правил обліку громадян, які потребують поліпшення житлових умов, і надання їм жилих приміщень в Українській РСР, визначивши чергу у загальних списках під № </w:t>
      </w:r>
      <w:r w:rsidRPr="00B90005">
        <w:rPr>
          <w:b w:val="0"/>
        </w:rPr>
        <w:t>14</w:t>
      </w:r>
      <w:r>
        <w:rPr>
          <w:b w:val="0"/>
        </w:rPr>
        <w:t>80</w:t>
      </w:r>
      <w:r w:rsidRPr="00B90005">
        <w:rPr>
          <w:b w:val="0"/>
        </w:rPr>
        <w:t>,</w:t>
      </w:r>
      <w:r w:rsidRPr="00597BC5">
        <w:rPr>
          <w:b w:val="0"/>
          <w:color w:val="000000"/>
        </w:rPr>
        <w:t xml:space="preserve"> </w:t>
      </w:r>
      <w:r>
        <w:rPr>
          <w:b w:val="0"/>
          <w:color w:val="000000"/>
        </w:rPr>
        <w:t>надавши обліковій справі № 4543.</w:t>
      </w:r>
    </w:p>
    <w:p w:rsidR="00C576F2" w:rsidRDefault="006F4268" w:rsidP="00C576F2">
      <w:pPr>
        <w:pStyle w:val="31"/>
        <w:tabs>
          <w:tab w:val="clear" w:pos="1134"/>
          <w:tab w:val="left" w:pos="709"/>
        </w:tabs>
        <w:rPr>
          <w:b w:val="0"/>
          <w:color w:val="000000"/>
          <w:szCs w:val="28"/>
        </w:rPr>
      </w:pPr>
      <w:r>
        <w:rPr>
          <w:i/>
        </w:rPr>
        <w:tab/>
      </w:r>
      <w:r w:rsidR="00C576F2">
        <w:t xml:space="preserve">1.2. </w:t>
      </w:r>
      <w:r w:rsidR="00982F04" w:rsidRPr="00982F04">
        <w:rPr>
          <w:b w:val="0"/>
        </w:rPr>
        <w:t>(містить персональні данні про осіб (п.3 ч. 2 ст. 10 ЗУ «Про доступ до публічної інформації))</w:t>
      </w:r>
      <w:r w:rsidR="00982F04" w:rsidRPr="00982F04">
        <w:rPr>
          <w:b w:val="0"/>
          <w:i/>
        </w:rPr>
        <w:t>,</w:t>
      </w:r>
      <w:r w:rsidR="00982F04">
        <w:rPr>
          <w:b w:val="0"/>
          <w:i/>
        </w:rPr>
        <w:t xml:space="preserve"> </w:t>
      </w:r>
      <w:r w:rsidR="00C576F2">
        <w:rPr>
          <w:b w:val="0"/>
        </w:rPr>
        <w:t>військовослужбовця Управління Служби безпеки України в Донецькій області,</w:t>
      </w:r>
      <w:r w:rsidR="00C576F2" w:rsidRPr="00597BC5">
        <w:rPr>
          <w:b w:val="0"/>
          <w:color w:val="000000"/>
          <w:szCs w:val="28"/>
        </w:rPr>
        <w:t xml:space="preserve"> </w:t>
      </w:r>
      <w:r w:rsidR="00C576F2">
        <w:rPr>
          <w:b w:val="0"/>
          <w:color w:val="000000"/>
        </w:rPr>
        <w:t xml:space="preserve"> </w:t>
      </w:r>
      <w:r w:rsidR="00C576F2" w:rsidRPr="00597BC5">
        <w:rPr>
          <w:b w:val="0"/>
          <w:color w:val="000000"/>
          <w:szCs w:val="28"/>
        </w:rPr>
        <w:t xml:space="preserve">складом родини </w:t>
      </w:r>
      <w:r w:rsidR="00C576F2">
        <w:rPr>
          <w:b w:val="0"/>
          <w:color w:val="000000"/>
          <w:szCs w:val="28"/>
        </w:rPr>
        <w:t>1</w:t>
      </w:r>
      <w:r w:rsidR="00C576F2" w:rsidRPr="00597BC5">
        <w:rPr>
          <w:b w:val="0"/>
          <w:color w:val="000000"/>
          <w:szCs w:val="28"/>
        </w:rPr>
        <w:t xml:space="preserve"> особ</w:t>
      </w:r>
      <w:r w:rsidR="00C576F2">
        <w:rPr>
          <w:b w:val="0"/>
          <w:color w:val="000000"/>
          <w:szCs w:val="28"/>
        </w:rPr>
        <w:t>а, який мешкає в</w:t>
      </w:r>
      <w:r w:rsidR="00C576F2" w:rsidRPr="005C2532">
        <w:rPr>
          <w:b w:val="0"/>
          <w:color w:val="000000"/>
          <w:szCs w:val="28"/>
        </w:rPr>
        <w:t xml:space="preserve"> </w:t>
      </w:r>
      <w:r w:rsidR="00C576F2">
        <w:rPr>
          <w:b w:val="0"/>
          <w:color w:val="000000"/>
          <w:szCs w:val="28"/>
        </w:rPr>
        <w:t>гуртожитку</w:t>
      </w:r>
      <w:r w:rsidR="00C576F2" w:rsidRPr="005C2532">
        <w:rPr>
          <w:b w:val="0"/>
          <w:color w:val="000000"/>
          <w:szCs w:val="28"/>
        </w:rPr>
        <w:t xml:space="preserve"> по </w:t>
      </w:r>
      <w:r w:rsidR="00C15BC5">
        <w:rPr>
          <w:b w:val="0"/>
          <w:color w:val="000000"/>
          <w:szCs w:val="28"/>
        </w:rPr>
        <w:t>вулиці Комсомольській, 2 у м. </w:t>
      </w:r>
      <w:r w:rsidR="00C576F2">
        <w:rPr>
          <w:b w:val="0"/>
          <w:color w:val="000000"/>
          <w:szCs w:val="28"/>
        </w:rPr>
        <w:t xml:space="preserve">Артемівську, </w:t>
      </w:r>
      <w:r w:rsidR="00C576F2" w:rsidRPr="00597BC5">
        <w:rPr>
          <w:b w:val="0"/>
          <w:color w:val="000000"/>
        </w:rPr>
        <w:t xml:space="preserve">на підставі пп </w:t>
      </w:r>
      <w:r w:rsidR="00C576F2">
        <w:rPr>
          <w:b w:val="0"/>
          <w:color w:val="000000"/>
        </w:rPr>
        <w:t>6</w:t>
      </w:r>
      <w:r w:rsidR="00C576F2" w:rsidRPr="00597BC5">
        <w:rPr>
          <w:b w:val="0"/>
          <w:color w:val="000000"/>
        </w:rPr>
        <w:t xml:space="preserve"> п 13 Правил обліку громадян, які потребують поліпшення житлових умов, і надання їм жилих приміщень в Українській РСР, визначивши чергу у загальних списках під № </w:t>
      </w:r>
      <w:r w:rsidR="00C576F2" w:rsidRPr="00B90005">
        <w:rPr>
          <w:b w:val="0"/>
        </w:rPr>
        <w:t>14</w:t>
      </w:r>
      <w:r w:rsidR="00C576F2">
        <w:rPr>
          <w:b w:val="0"/>
        </w:rPr>
        <w:t>81</w:t>
      </w:r>
      <w:r w:rsidR="00C576F2" w:rsidRPr="00B90005">
        <w:rPr>
          <w:b w:val="0"/>
        </w:rPr>
        <w:t>,</w:t>
      </w:r>
      <w:r w:rsidR="00C576F2" w:rsidRPr="00597BC5">
        <w:rPr>
          <w:b w:val="0"/>
          <w:color w:val="000000"/>
        </w:rPr>
        <w:t xml:space="preserve"> </w:t>
      </w:r>
      <w:r w:rsidR="00C576F2">
        <w:rPr>
          <w:b w:val="0"/>
          <w:color w:val="000000"/>
        </w:rPr>
        <w:t xml:space="preserve">з включенням до списку першочергового одержання житла, </w:t>
      </w:r>
      <w:r w:rsidR="00CD3148">
        <w:rPr>
          <w:b w:val="0"/>
          <w:color w:val="000000"/>
        </w:rPr>
        <w:t xml:space="preserve">як учасника бойових дій, </w:t>
      </w:r>
      <w:r w:rsidR="00CD3148" w:rsidRPr="00597BC5">
        <w:rPr>
          <w:b w:val="0"/>
          <w:color w:val="000000"/>
        </w:rPr>
        <w:t xml:space="preserve">на підставі пп </w:t>
      </w:r>
      <w:r w:rsidR="002E0109">
        <w:rPr>
          <w:b w:val="0"/>
          <w:color w:val="000000"/>
        </w:rPr>
        <w:t>4</w:t>
      </w:r>
      <w:r w:rsidR="00CD3148" w:rsidRPr="00597BC5">
        <w:rPr>
          <w:b w:val="0"/>
          <w:color w:val="000000"/>
        </w:rPr>
        <w:t xml:space="preserve"> п </w:t>
      </w:r>
      <w:r w:rsidR="00CD3148">
        <w:rPr>
          <w:b w:val="0"/>
          <w:color w:val="000000"/>
        </w:rPr>
        <w:t>44</w:t>
      </w:r>
      <w:r w:rsidR="00CD3148" w:rsidRPr="00597BC5">
        <w:rPr>
          <w:b w:val="0"/>
          <w:color w:val="000000"/>
        </w:rPr>
        <w:t xml:space="preserve"> Правил обліку громадян, які потребують поліпшення житлових умов, і надання їм жилих приміщень в Українській РСР,</w:t>
      </w:r>
      <w:r w:rsidR="00CD3148">
        <w:rPr>
          <w:b w:val="0"/>
          <w:color w:val="000000"/>
        </w:rPr>
        <w:t xml:space="preserve"> під № 4</w:t>
      </w:r>
      <w:r w:rsidR="002E0109">
        <w:rPr>
          <w:b w:val="0"/>
          <w:color w:val="000000"/>
        </w:rPr>
        <w:t>24</w:t>
      </w:r>
      <w:r w:rsidR="00CD3148">
        <w:rPr>
          <w:b w:val="0"/>
          <w:color w:val="000000"/>
        </w:rPr>
        <w:t>,</w:t>
      </w:r>
      <w:r w:rsidR="002E0109">
        <w:rPr>
          <w:b w:val="0"/>
          <w:color w:val="000000"/>
        </w:rPr>
        <w:t xml:space="preserve"> </w:t>
      </w:r>
      <w:r w:rsidR="00C576F2">
        <w:rPr>
          <w:b w:val="0"/>
          <w:color w:val="000000"/>
        </w:rPr>
        <w:t>надавши обліковій справі № 4544.</w:t>
      </w:r>
    </w:p>
    <w:p w:rsidR="00662CFC" w:rsidRDefault="00C576F2" w:rsidP="009F41E0">
      <w:pPr>
        <w:pStyle w:val="31"/>
        <w:tabs>
          <w:tab w:val="clear" w:pos="1134"/>
          <w:tab w:val="left" w:pos="709"/>
        </w:tabs>
        <w:rPr>
          <w:color w:val="000000"/>
        </w:rPr>
      </w:pPr>
      <w:r>
        <w:rPr>
          <w:i/>
        </w:rPr>
        <w:tab/>
      </w:r>
    </w:p>
    <w:p w:rsidR="002E0109" w:rsidRPr="0069719B" w:rsidRDefault="009F41E0" w:rsidP="002E0109">
      <w:pPr>
        <w:pStyle w:val="31"/>
        <w:tabs>
          <w:tab w:val="clear" w:pos="1134"/>
          <w:tab w:val="left" w:pos="709"/>
        </w:tabs>
        <w:rPr>
          <w:b w:val="0"/>
          <w:color w:val="000000"/>
        </w:rPr>
      </w:pPr>
      <w:r>
        <w:rPr>
          <w:b w:val="0"/>
          <w:sz w:val="27"/>
          <w:szCs w:val="27"/>
        </w:rPr>
        <w:tab/>
      </w:r>
      <w:r w:rsidR="002E0109">
        <w:t>2</w:t>
      </w:r>
      <w:r w:rsidR="002E0109">
        <w:rPr>
          <w:b w:val="0"/>
          <w:bCs w:val="0"/>
          <w:color w:val="000000"/>
        </w:rPr>
        <w:t>. Внести зміни до облікової</w:t>
      </w:r>
      <w:r w:rsidR="002E0109" w:rsidRPr="005340A8">
        <w:rPr>
          <w:b w:val="0"/>
          <w:bCs w:val="0"/>
          <w:color w:val="000000"/>
        </w:rPr>
        <w:t xml:space="preserve"> справ</w:t>
      </w:r>
      <w:r w:rsidR="002E0109">
        <w:rPr>
          <w:b w:val="0"/>
          <w:bCs w:val="0"/>
          <w:color w:val="000000"/>
        </w:rPr>
        <w:t>и</w:t>
      </w:r>
      <w:r w:rsidR="002E0109">
        <w:rPr>
          <w:b w:val="0"/>
          <w:bCs w:val="0"/>
          <w:i/>
          <w:color w:val="000000"/>
        </w:rPr>
        <w:t xml:space="preserve"> </w:t>
      </w:r>
      <w:r w:rsidR="002E0109">
        <w:rPr>
          <w:bCs w:val="0"/>
          <w:i/>
          <w:color w:val="000000"/>
        </w:rPr>
        <w:t xml:space="preserve">№ 4406 </w:t>
      </w:r>
      <w:r w:rsidR="00982F04" w:rsidRPr="00982F04">
        <w:rPr>
          <w:b w:val="0"/>
        </w:rPr>
        <w:t>(містить персональні данні про осіб (п.3 ч. 2 ст. 10 ЗУ «Про доступ до публічної інформації))</w:t>
      </w:r>
      <w:r w:rsidR="00982F04" w:rsidRPr="00982F04">
        <w:rPr>
          <w:b w:val="0"/>
          <w:i/>
        </w:rPr>
        <w:t>,</w:t>
      </w:r>
      <w:r w:rsidR="002E0109" w:rsidRPr="005340A8">
        <w:rPr>
          <w:b w:val="0"/>
          <w:bCs w:val="0"/>
          <w:i/>
          <w:color w:val="000000"/>
        </w:rPr>
        <w:t xml:space="preserve"> </w:t>
      </w:r>
      <w:r w:rsidR="002E0109" w:rsidRPr="0069719B">
        <w:rPr>
          <w:b w:val="0"/>
          <w:color w:val="000000"/>
        </w:rPr>
        <w:t xml:space="preserve">включивши до складу родини </w:t>
      </w:r>
      <w:r w:rsidR="00982F04" w:rsidRPr="00982F04">
        <w:rPr>
          <w:b w:val="0"/>
        </w:rPr>
        <w:t>(містить персональні данні про осіб (п.3 ч. 2 ст. 10 ЗУ «Про доступ до публічної інформації))</w:t>
      </w:r>
      <w:r w:rsidR="00982F04" w:rsidRPr="00982F04">
        <w:rPr>
          <w:b w:val="0"/>
          <w:i/>
        </w:rPr>
        <w:t>,</w:t>
      </w:r>
      <w:r w:rsidR="00982F04">
        <w:rPr>
          <w:b w:val="0"/>
          <w:i/>
        </w:rPr>
        <w:t xml:space="preserve"> </w:t>
      </w:r>
      <w:r w:rsidR="002E0109" w:rsidRPr="0069719B">
        <w:rPr>
          <w:b w:val="0"/>
          <w:color w:val="000000"/>
        </w:rPr>
        <w:t>згідно наданої заяви</w:t>
      </w:r>
      <w:r w:rsidR="002E0109">
        <w:rPr>
          <w:b w:val="0"/>
          <w:color w:val="000000"/>
        </w:rPr>
        <w:t xml:space="preserve"> та</w:t>
      </w:r>
      <w:r w:rsidR="002E0109" w:rsidRPr="0069719B">
        <w:rPr>
          <w:b w:val="0"/>
          <w:color w:val="000000"/>
        </w:rPr>
        <w:t xml:space="preserve"> свідоцтв</w:t>
      </w:r>
      <w:r w:rsidR="002E0109">
        <w:rPr>
          <w:b w:val="0"/>
          <w:color w:val="000000"/>
        </w:rPr>
        <w:t>а</w:t>
      </w:r>
      <w:r w:rsidR="002E0109" w:rsidRPr="0069719B">
        <w:rPr>
          <w:b w:val="0"/>
          <w:color w:val="000000"/>
        </w:rPr>
        <w:t xml:space="preserve"> про</w:t>
      </w:r>
      <w:r w:rsidR="002E0109">
        <w:rPr>
          <w:b w:val="0"/>
          <w:color w:val="000000"/>
        </w:rPr>
        <w:t xml:space="preserve"> </w:t>
      </w:r>
      <w:r w:rsidR="002E0109" w:rsidRPr="0069719B">
        <w:rPr>
          <w:b w:val="0"/>
          <w:color w:val="000000"/>
        </w:rPr>
        <w:t>народження.</w:t>
      </w:r>
    </w:p>
    <w:p w:rsidR="00164065" w:rsidRDefault="00164065" w:rsidP="00164065">
      <w:pPr>
        <w:tabs>
          <w:tab w:val="left" w:pos="709"/>
          <w:tab w:val="left" w:pos="1134"/>
        </w:tabs>
        <w:jc w:val="both"/>
        <w:rPr>
          <w:color w:val="000000"/>
          <w:sz w:val="28"/>
          <w:lang w:val="uk-UA"/>
        </w:rPr>
      </w:pPr>
    </w:p>
    <w:p w:rsidR="00423DC6" w:rsidRPr="00871A9D" w:rsidRDefault="00164065" w:rsidP="00217310">
      <w:pPr>
        <w:tabs>
          <w:tab w:val="left" w:pos="709"/>
          <w:tab w:val="left" w:pos="1134"/>
        </w:tabs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ab/>
        <w:t>3</w:t>
      </w:r>
      <w:r w:rsidR="005A3F28">
        <w:rPr>
          <w:bCs/>
          <w:sz w:val="28"/>
          <w:lang w:val="uk-UA"/>
        </w:rPr>
        <w:t>.</w:t>
      </w:r>
      <w:r w:rsidR="00F03865">
        <w:rPr>
          <w:sz w:val="28"/>
          <w:lang w:val="uk-UA"/>
        </w:rPr>
        <w:t xml:space="preserve"> </w:t>
      </w:r>
      <w:r w:rsidR="00423DC6">
        <w:rPr>
          <w:sz w:val="28"/>
          <w:lang w:val="uk-UA"/>
        </w:rPr>
        <w:t>Організаційне виконання рішення покласти на Управління муніципального розвитку Артемівської міської ради</w:t>
      </w:r>
      <w:r w:rsidR="00423DC6" w:rsidRPr="004B1FCF">
        <w:rPr>
          <w:sz w:val="28"/>
          <w:lang w:val="uk-UA"/>
        </w:rPr>
        <w:t xml:space="preserve"> (</w:t>
      </w:r>
      <w:r w:rsidR="006F484D">
        <w:rPr>
          <w:sz w:val="28"/>
          <w:lang w:val="uk-UA"/>
        </w:rPr>
        <w:t>Гладка</w:t>
      </w:r>
      <w:r w:rsidR="0064273F">
        <w:rPr>
          <w:sz w:val="28"/>
          <w:lang w:val="uk-UA"/>
        </w:rPr>
        <w:t>).</w:t>
      </w:r>
    </w:p>
    <w:p w:rsidR="00423DC6" w:rsidRPr="004B1FCF" w:rsidRDefault="00423DC6" w:rsidP="00423DC6">
      <w:pPr>
        <w:tabs>
          <w:tab w:val="left" w:pos="993"/>
          <w:tab w:val="left" w:pos="1134"/>
        </w:tabs>
        <w:jc w:val="both"/>
        <w:rPr>
          <w:sz w:val="28"/>
          <w:lang w:val="uk-UA"/>
        </w:rPr>
      </w:pPr>
    </w:p>
    <w:p w:rsidR="00502E4A" w:rsidRDefault="00164065" w:rsidP="00502E4A">
      <w:pPr>
        <w:tabs>
          <w:tab w:val="left" w:pos="993"/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4</w:t>
      </w:r>
      <w:r w:rsidR="00D47636">
        <w:rPr>
          <w:sz w:val="28"/>
          <w:szCs w:val="28"/>
          <w:lang w:val="uk-UA"/>
        </w:rPr>
        <w:t>.</w:t>
      </w:r>
      <w:r w:rsidR="00CD4478">
        <w:rPr>
          <w:sz w:val="28"/>
          <w:szCs w:val="28"/>
          <w:lang w:val="uk-UA"/>
        </w:rPr>
        <w:t xml:space="preserve"> </w:t>
      </w:r>
      <w:r w:rsidR="00502E4A">
        <w:rPr>
          <w:sz w:val="28"/>
          <w:szCs w:val="28"/>
          <w:lang w:val="uk-UA"/>
        </w:rPr>
        <w:t xml:space="preserve"> </w:t>
      </w:r>
      <w:r w:rsidR="00502E4A">
        <w:rPr>
          <w:sz w:val="28"/>
          <w:lang w:val="uk-UA"/>
        </w:rPr>
        <w:t xml:space="preserve">Координаційне забезпечення виконання рішення покласти на </w:t>
      </w:r>
      <w:r w:rsidR="00715B76">
        <w:rPr>
          <w:sz w:val="28"/>
          <w:lang w:val="uk-UA"/>
        </w:rPr>
        <w:t xml:space="preserve"> </w:t>
      </w:r>
      <w:r w:rsidR="00502E4A">
        <w:rPr>
          <w:sz w:val="28"/>
          <w:lang w:val="uk-UA"/>
        </w:rPr>
        <w:t xml:space="preserve">заступника міського голови </w:t>
      </w:r>
      <w:r w:rsidR="008F0194">
        <w:rPr>
          <w:sz w:val="28"/>
          <w:lang w:val="uk-UA"/>
        </w:rPr>
        <w:t>Головкіну О.А.</w:t>
      </w:r>
    </w:p>
    <w:p w:rsidR="00415D73" w:rsidRDefault="00415D73" w:rsidP="00502E4A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</w:p>
    <w:p w:rsidR="00753712" w:rsidRDefault="00753712" w:rsidP="00502E4A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</w:p>
    <w:p w:rsidR="00502E4A" w:rsidRPr="00C767A7" w:rsidRDefault="00A52473" w:rsidP="00502E4A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595E89">
        <w:rPr>
          <w:b/>
          <w:sz w:val="28"/>
          <w:szCs w:val="28"/>
          <w:lang w:val="uk-UA"/>
        </w:rPr>
        <w:t>Міський</w:t>
      </w:r>
      <w:r w:rsidR="00BE327A">
        <w:rPr>
          <w:b/>
          <w:sz w:val="28"/>
          <w:szCs w:val="28"/>
          <w:lang w:val="uk-UA"/>
        </w:rPr>
        <w:t xml:space="preserve"> голов</w:t>
      </w:r>
      <w:r w:rsidR="00595E89">
        <w:rPr>
          <w:b/>
          <w:sz w:val="28"/>
          <w:szCs w:val="28"/>
          <w:lang w:val="uk-UA"/>
        </w:rPr>
        <w:t>а</w:t>
      </w:r>
      <w:r w:rsidR="00BE327A">
        <w:rPr>
          <w:b/>
          <w:sz w:val="28"/>
          <w:szCs w:val="28"/>
          <w:lang w:val="uk-UA"/>
        </w:rPr>
        <w:tab/>
      </w:r>
      <w:r w:rsidR="00BE327A">
        <w:rPr>
          <w:b/>
          <w:sz w:val="28"/>
          <w:szCs w:val="28"/>
          <w:lang w:val="uk-UA"/>
        </w:rPr>
        <w:tab/>
      </w:r>
      <w:r w:rsidR="00BE327A">
        <w:rPr>
          <w:b/>
          <w:sz w:val="28"/>
          <w:szCs w:val="28"/>
          <w:lang w:val="uk-UA"/>
        </w:rPr>
        <w:tab/>
      </w:r>
      <w:r w:rsidR="00BE327A">
        <w:rPr>
          <w:b/>
          <w:sz w:val="28"/>
          <w:szCs w:val="28"/>
          <w:lang w:val="uk-UA"/>
        </w:rPr>
        <w:tab/>
      </w:r>
      <w:r w:rsidR="00595E89">
        <w:rPr>
          <w:b/>
          <w:sz w:val="28"/>
          <w:szCs w:val="28"/>
          <w:lang w:val="uk-UA"/>
        </w:rPr>
        <w:tab/>
      </w:r>
      <w:r w:rsidR="00595E89">
        <w:rPr>
          <w:b/>
          <w:sz w:val="28"/>
          <w:szCs w:val="28"/>
          <w:lang w:val="uk-UA"/>
        </w:rPr>
        <w:tab/>
      </w:r>
      <w:r w:rsidR="00595E89">
        <w:rPr>
          <w:b/>
          <w:sz w:val="28"/>
          <w:szCs w:val="28"/>
          <w:lang w:val="uk-UA"/>
        </w:rPr>
        <w:tab/>
      </w:r>
      <w:r w:rsidR="00595E89">
        <w:rPr>
          <w:b/>
          <w:sz w:val="28"/>
          <w:szCs w:val="28"/>
          <w:lang w:val="uk-UA"/>
        </w:rPr>
        <w:tab/>
        <w:t>О.О.РЕВА</w:t>
      </w:r>
      <w:r w:rsidR="00C767A7" w:rsidRPr="00C767A7">
        <w:rPr>
          <w:b/>
          <w:sz w:val="28"/>
          <w:szCs w:val="28"/>
          <w:lang w:val="uk-UA"/>
        </w:rPr>
        <w:t xml:space="preserve"> </w:t>
      </w:r>
    </w:p>
    <w:p w:rsidR="008F42BB" w:rsidRDefault="008F42BB" w:rsidP="00283B61">
      <w:pPr>
        <w:rPr>
          <w:b/>
          <w:i/>
          <w:sz w:val="28"/>
          <w:szCs w:val="28"/>
          <w:lang w:val="uk-UA"/>
        </w:rPr>
      </w:pPr>
    </w:p>
    <w:p w:rsidR="000B4446" w:rsidRDefault="000B4446" w:rsidP="008F42BB">
      <w:pPr>
        <w:jc w:val="center"/>
        <w:rPr>
          <w:b/>
          <w:i/>
          <w:sz w:val="28"/>
          <w:szCs w:val="28"/>
          <w:lang w:val="uk-UA"/>
        </w:rPr>
      </w:pPr>
    </w:p>
    <w:sectPr w:rsidR="000B4446" w:rsidSect="005D5476">
      <w:headerReference w:type="default" r:id="rId8"/>
      <w:footerReference w:type="even" r:id="rId9"/>
      <w:footerReference w:type="default" r:id="rId10"/>
      <w:pgSz w:w="11906" w:h="16838" w:code="9"/>
      <w:pgMar w:top="1134" w:right="851" w:bottom="709" w:left="1701" w:header="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C91" w:rsidRDefault="00843C91">
      <w:r>
        <w:separator/>
      </w:r>
    </w:p>
  </w:endnote>
  <w:endnote w:type="continuationSeparator" w:id="0">
    <w:p w:rsidR="00843C91" w:rsidRDefault="00843C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43A" w:rsidRDefault="0022143A" w:rsidP="007667F6">
    <w:pPr>
      <w:pStyle w:val="a8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2143A" w:rsidRDefault="0022143A" w:rsidP="00BC245F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43A" w:rsidRDefault="0022143A" w:rsidP="007667F6">
    <w:pPr>
      <w:pStyle w:val="a8"/>
      <w:framePr w:wrap="around" w:vAnchor="text" w:hAnchor="margin" w:xAlign="right" w:y="1"/>
      <w:rPr>
        <w:rStyle w:val="a4"/>
      </w:rPr>
    </w:pPr>
  </w:p>
  <w:p w:rsidR="0022143A" w:rsidRPr="006509D3" w:rsidRDefault="0022143A" w:rsidP="00BC245F">
    <w:pPr>
      <w:pStyle w:val="a8"/>
      <w:ind w:right="360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C91" w:rsidRDefault="00843C91">
      <w:r>
        <w:separator/>
      </w:r>
    </w:p>
  </w:footnote>
  <w:footnote w:type="continuationSeparator" w:id="0">
    <w:p w:rsidR="00843C91" w:rsidRDefault="00843C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43A" w:rsidRDefault="0022143A">
    <w:pPr>
      <w:pStyle w:val="a3"/>
      <w:framePr w:wrap="auto" w:vAnchor="text" w:hAnchor="margin" w:xAlign="right" w:y="1"/>
      <w:rPr>
        <w:rStyle w:val="a4"/>
      </w:rPr>
    </w:pPr>
  </w:p>
  <w:p w:rsidR="0022143A" w:rsidRDefault="0022143A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711E"/>
    <w:multiLevelType w:val="hybridMultilevel"/>
    <w:tmpl w:val="32705FE4"/>
    <w:lvl w:ilvl="0" w:tplc="05DE7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">
    <w:nsid w:val="033542D3"/>
    <w:multiLevelType w:val="hybridMultilevel"/>
    <w:tmpl w:val="3702B940"/>
    <w:lvl w:ilvl="0" w:tplc="B7DE5BC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4973770"/>
    <w:multiLevelType w:val="hybridMultilevel"/>
    <w:tmpl w:val="8B24600C"/>
    <w:lvl w:ilvl="0" w:tplc="6374ADA8">
      <w:start w:val="3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">
    <w:nsid w:val="109E211A"/>
    <w:multiLevelType w:val="multilevel"/>
    <w:tmpl w:val="DF98513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108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7140"/>
        </w:tabs>
        <w:ind w:left="71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9780"/>
        </w:tabs>
        <w:ind w:left="9780" w:hanging="180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1280"/>
        </w:tabs>
        <w:ind w:left="11280" w:hanging="2160"/>
      </w:pPr>
      <w:rPr>
        <w:rFonts w:hint="default"/>
        <w:b/>
        <w:i/>
      </w:rPr>
    </w:lvl>
  </w:abstractNum>
  <w:abstractNum w:abstractNumId="4">
    <w:nsid w:val="125B5C83"/>
    <w:multiLevelType w:val="multilevel"/>
    <w:tmpl w:val="CDB42A2A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5">
    <w:nsid w:val="180062C2"/>
    <w:multiLevelType w:val="hybridMultilevel"/>
    <w:tmpl w:val="53E4DE86"/>
    <w:lvl w:ilvl="0" w:tplc="F4421A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EC93D0C"/>
    <w:multiLevelType w:val="multilevel"/>
    <w:tmpl w:val="5AF6085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/>
        <w:i/>
      </w:rPr>
    </w:lvl>
  </w:abstractNum>
  <w:abstractNum w:abstractNumId="7">
    <w:nsid w:val="2F0B7918"/>
    <w:multiLevelType w:val="hybridMultilevel"/>
    <w:tmpl w:val="04768BE8"/>
    <w:lvl w:ilvl="0" w:tplc="BE5ECACE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</w:rPr>
    </w:lvl>
    <w:lvl w:ilvl="1" w:tplc="C99032CA">
      <w:numFmt w:val="none"/>
      <w:lvlText w:val=""/>
      <w:lvlJc w:val="left"/>
      <w:pPr>
        <w:tabs>
          <w:tab w:val="num" w:pos="360"/>
        </w:tabs>
      </w:pPr>
    </w:lvl>
    <w:lvl w:ilvl="2" w:tplc="DF14C10C">
      <w:numFmt w:val="none"/>
      <w:lvlText w:val=""/>
      <w:lvlJc w:val="left"/>
      <w:pPr>
        <w:tabs>
          <w:tab w:val="num" w:pos="360"/>
        </w:tabs>
      </w:pPr>
    </w:lvl>
    <w:lvl w:ilvl="3" w:tplc="A5C29400">
      <w:numFmt w:val="none"/>
      <w:lvlText w:val=""/>
      <w:lvlJc w:val="left"/>
      <w:pPr>
        <w:tabs>
          <w:tab w:val="num" w:pos="360"/>
        </w:tabs>
      </w:pPr>
    </w:lvl>
    <w:lvl w:ilvl="4" w:tplc="3148E652">
      <w:numFmt w:val="none"/>
      <w:lvlText w:val=""/>
      <w:lvlJc w:val="left"/>
      <w:pPr>
        <w:tabs>
          <w:tab w:val="num" w:pos="360"/>
        </w:tabs>
      </w:pPr>
    </w:lvl>
    <w:lvl w:ilvl="5" w:tplc="61D2404C">
      <w:numFmt w:val="none"/>
      <w:lvlText w:val=""/>
      <w:lvlJc w:val="left"/>
      <w:pPr>
        <w:tabs>
          <w:tab w:val="num" w:pos="360"/>
        </w:tabs>
      </w:pPr>
    </w:lvl>
    <w:lvl w:ilvl="6" w:tplc="19CC2E12">
      <w:numFmt w:val="none"/>
      <w:lvlText w:val=""/>
      <w:lvlJc w:val="left"/>
      <w:pPr>
        <w:tabs>
          <w:tab w:val="num" w:pos="360"/>
        </w:tabs>
      </w:pPr>
    </w:lvl>
    <w:lvl w:ilvl="7" w:tplc="F16EAE36">
      <w:numFmt w:val="none"/>
      <w:lvlText w:val=""/>
      <w:lvlJc w:val="left"/>
      <w:pPr>
        <w:tabs>
          <w:tab w:val="num" w:pos="360"/>
        </w:tabs>
      </w:pPr>
    </w:lvl>
    <w:lvl w:ilvl="8" w:tplc="D9425E94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61F7E3E"/>
    <w:multiLevelType w:val="hybridMultilevel"/>
    <w:tmpl w:val="E6D4E5AC"/>
    <w:lvl w:ilvl="0" w:tplc="46268A08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396761EF"/>
    <w:multiLevelType w:val="hybridMultilevel"/>
    <w:tmpl w:val="4300D376"/>
    <w:lvl w:ilvl="0" w:tplc="7958C1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CB214D"/>
    <w:multiLevelType w:val="multilevel"/>
    <w:tmpl w:val="8AD6A5F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i/>
      </w:rPr>
    </w:lvl>
  </w:abstractNum>
  <w:abstractNum w:abstractNumId="11">
    <w:nsid w:val="504A5CC3"/>
    <w:multiLevelType w:val="multilevel"/>
    <w:tmpl w:val="E49CF7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2">
    <w:nsid w:val="58916AC9"/>
    <w:multiLevelType w:val="multilevel"/>
    <w:tmpl w:val="ED9E6C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3">
    <w:nsid w:val="6F3752E2"/>
    <w:multiLevelType w:val="hybridMultilevel"/>
    <w:tmpl w:val="12EEA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2BF51F3"/>
    <w:multiLevelType w:val="multilevel"/>
    <w:tmpl w:val="373A0D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40"/>
        </w:tabs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80"/>
        </w:tabs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14"/>
  </w:num>
  <w:num w:numId="5">
    <w:abstractNumId w:val="4"/>
  </w:num>
  <w:num w:numId="6">
    <w:abstractNumId w:val="2"/>
  </w:num>
  <w:num w:numId="7">
    <w:abstractNumId w:val="6"/>
  </w:num>
  <w:num w:numId="8">
    <w:abstractNumId w:val="10"/>
  </w:num>
  <w:num w:numId="9">
    <w:abstractNumId w:val="12"/>
  </w:num>
  <w:num w:numId="10">
    <w:abstractNumId w:val="11"/>
  </w:num>
  <w:num w:numId="11">
    <w:abstractNumId w:val="13"/>
  </w:num>
  <w:num w:numId="12">
    <w:abstractNumId w:val="9"/>
  </w:num>
  <w:num w:numId="13">
    <w:abstractNumId w:val="0"/>
  </w:num>
  <w:num w:numId="14">
    <w:abstractNumId w:val="5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7808D6"/>
    <w:rsid w:val="000000D4"/>
    <w:rsid w:val="000004E4"/>
    <w:rsid w:val="00000725"/>
    <w:rsid w:val="00000ACB"/>
    <w:rsid w:val="00001909"/>
    <w:rsid w:val="00004097"/>
    <w:rsid w:val="000040D7"/>
    <w:rsid w:val="0000562B"/>
    <w:rsid w:val="00006545"/>
    <w:rsid w:val="00007441"/>
    <w:rsid w:val="00007658"/>
    <w:rsid w:val="00007B1D"/>
    <w:rsid w:val="000101F4"/>
    <w:rsid w:val="00012690"/>
    <w:rsid w:val="00012879"/>
    <w:rsid w:val="00013C21"/>
    <w:rsid w:val="00016C00"/>
    <w:rsid w:val="00016C04"/>
    <w:rsid w:val="00017CD8"/>
    <w:rsid w:val="00020073"/>
    <w:rsid w:val="000209D8"/>
    <w:rsid w:val="000211D0"/>
    <w:rsid w:val="00021340"/>
    <w:rsid w:val="000223AB"/>
    <w:rsid w:val="000238CE"/>
    <w:rsid w:val="00024EEA"/>
    <w:rsid w:val="00025B5F"/>
    <w:rsid w:val="00025ED6"/>
    <w:rsid w:val="00025F20"/>
    <w:rsid w:val="00026CBB"/>
    <w:rsid w:val="00027894"/>
    <w:rsid w:val="000279F6"/>
    <w:rsid w:val="00027AEF"/>
    <w:rsid w:val="00030DBE"/>
    <w:rsid w:val="00030FB6"/>
    <w:rsid w:val="0003248A"/>
    <w:rsid w:val="00033529"/>
    <w:rsid w:val="00033B87"/>
    <w:rsid w:val="000355E5"/>
    <w:rsid w:val="0003566E"/>
    <w:rsid w:val="000405FD"/>
    <w:rsid w:val="000408F3"/>
    <w:rsid w:val="00041FD4"/>
    <w:rsid w:val="00043071"/>
    <w:rsid w:val="0004335C"/>
    <w:rsid w:val="00044AA8"/>
    <w:rsid w:val="0004541B"/>
    <w:rsid w:val="00045518"/>
    <w:rsid w:val="00047261"/>
    <w:rsid w:val="00050F17"/>
    <w:rsid w:val="000512E6"/>
    <w:rsid w:val="00052038"/>
    <w:rsid w:val="00054DDE"/>
    <w:rsid w:val="000553BA"/>
    <w:rsid w:val="000560D2"/>
    <w:rsid w:val="000563ED"/>
    <w:rsid w:val="000565C5"/>
    <w:rsid w:val="00057CE2"/>
    <w:rsid w:val="00060419"/>
    <w:rsid w:val="0006109C"/>
    <w:rsid w:val="00061454"/>
    <w:rsid w:val="00061DBF"/>
    <w:rsid w:val="00062201"/>
    <w:rsid w:val="0006307E"/>
    <w:rsid w:val="000635F9"/>
    <w:rsid w:val="000638AD"/>
    <w:rsid w:val="00063C80"/>
    <w:rsid w:val="00065D00"/>
    <w:rsid w:val="0007075E"/>
    <w:rsid w:val="00070B2A"/>
    <w:rsid w:val="00071BB2"/>
    <w:rsid w:val="000730E3"/>
    <w:rsid w:val="0007328D"/>
    <w:rsid w:val="00076235"/>
    <w:rsid w:val="00076263"/>
    <w:rsid w:val="00076F45"/>
    <w:rsid w:val="00076FD7"/>
    <w:rsid w:val="000772FD"/>
    <w:rsid w:val="00077841"/>
    <w:rsid w:val="0008052C"/>
    <w:rsid w:val="00083BCC"/>
    <w:rsid w:val="00083F4E"/>
    <w:rsid w:val="00084C2F"/>
    <w:rsid w:val="00084E4C"/>
    <w:rsid w:val="00085A8B"/>
    <w:rsid w:val="00085F62"/>
    <w:rsid w:val="0008706A"/>
    <w:rsid w:val="000876D5"/>
    <w:rsid w:val="00092AB9"/>
    <w:rsid w:val="000930C1"/>
    <w:rsid w:val="00093200"/>
    <w:rsid w:val="0009527E"/>
    <w:rsid w:val="000955C4"/>
    <w:rsid w:val="00097786"/>
    <w:rsid w:val="000A0157"/>
    <w:rsid w:val="000A1C65"/>
    <w:rsid w:val="000A35A7"/>
    <w:rsid w:val="000A45A0"/>
    <w:rsid w:val="000A547B"/>
    <w:rsid w:val="000A5706"/>
    <w:rsid w:val="000A6462"/>
    <w:rsid w:val="000B131F"/>
    <w:rsid w:val="000B1EEF"/>
    <w:rsid w:val="000B378E"/>
    <w:rsid w:val="000B4446"/>
    <w:rsid w:val="000B6015"/>
    <w:rsid w:val="000B6D01"/>
    <w:rsid w:val="000B6FC1"/>
    <w:rsid w:val="000C0554"/>
    <w:rsid w:val="000C2E01"/>
    <w:rsid w:val="000C3535"/>
    <w:rsid w:val="000C36CD"/>
    <w:rsid w:val="000C36E6"/>
    <w:rsid w:val="000C4239"/>
    <w:rsid w:val="000C4466"/>
    <w:rsid w:val="000C48ED"/>
    <w:rsid w:val="000C60C0"/>
    <w:rsid w:val="000C6B6B"/>
    <w:rsid w:val="000C7CF8"/>
    <w:rsid w:val="000D09B3"/>
    <w:rsid w:val="000D10DB"/>
    <w:rsid w:val="000D16F6"/>
    <w:rsid w:val="000D1858"/>
    <w:rsid w:val="000D2A28"/>
    <w:rsid w:val="000D2E87"/>
    <w:rsid w:val="000D3898"/>
    <w:rsid w:val="000D42EB"/>
    <w:rsid w:val="000D4CA1"/>
    <w:rsid w:val="000D6264"/>
    <w:rsid w:val="000D711A"/>
    <w:rsid w:val="000E11AF"/>
    <w:rsid w:val="000E1541"/>
    <w:rsid w:val="000E1D18"/>
    <w:rsid w:val="000E3B63"/>
    <w:rsid w:val="000E6D04"/>
    <w:rsid w:val="000E75AC"/>
    <w:rsid w:val="000F13B0"/>
    <w:rsid w:val="000F58FA"/>
    <w:rsid w:val="000F5D84"/>
    <w:rsid w:val="000F7C96"/>
    <w:rsid w:val="00105899"/>
    <w:rsid w:val="0010614E"/>
    <w:rsid w:val="001065DB"/>
    <w:rsid w:val="0010733B"/>
    <w:rsid w:val="001117A0"/>
    <w:rsid w:val="0011219A"/>
    <w:rsid w:val="0011289E"/>
    <w:rsid w:val="00112991"/>
    <w:rsid w:val="001151B7"/>
    <w:rsid w:val="00115657"/>
    <w:rsid w:val="001163C8"/>
    <w:rsid w:val="00116466"/>
    <w:rsid w:val="00116DBF"/>
    <w:rsid w:val="00116F61"/>
    <w:rsid w:val="001171F3"/>
    <w:rsid w:val="00117E78"/>
    <w:rsid w:val="00120BA1"/>
    <w:rsid w:val="00120D36"/>
    <w:rsid w:val="00122DAA"/>
    <w:rsid w:val="00123D99"/>
    <w:rsid w:val="00131482"/>
    <w:rsid w:val="001315BB"/>
    <w:rsid w:val="0013166C"/>
    <w:rsid w:val="00131E1C"/>
    <w:rsid w:val="00133019"/>
    <w:rsid w:val="001349BD"/>
    <w:rsid w:val="00134E23"/>
    <w:rsid w:val="00134E65"/>
    <w:rsid w:val="00136D81"/>
    <w:rsid w:val="001404B1"/>
    <w:rsid w:val="00140A8A"/>
    <w:rsid w:val="0014147E"/>
    <w:rsid w:val="00141DA8"/>
    <w:rsid w:val="00141F23"/>
    <w:rsid w:val="001435F7"/>
    <w:rsid w:val="0014388D"/>
    <w:rsid w:val="00145307"/>
    <w:rsid w:val="0014666E"/>
    <w:rsid w:val="00146E8B"/>
    <w:rsid w:val="00147A5E"/>
    <w:rsid w:val="00150C33"/>
    <w:rsid w:val="0015121D"/>
    <w:rsid w:val="001520C6"/>
    <w:rsid w:val="001549D3"/>
    <w:rsid w:val="00155039"/>
    <w:rsid w:val="00155A1B"/>
    <w:rsid w:val="00156B44"/>
    <w:rsid w:val="001619AF"/>
    <w:rsid w:val="00163A42"/>
    <w:rsid w:val="00163BC9"/>
    <w:rsid w:val="00164065"/>
    <w:rsid w:val="001653FA"/>
    <w:rsid w:val="00165D50"/>
    <w:rsid w:val="001708B0"/>
    <w:rsid w:val="0017115F"/>
    <w:rsid w:val="00171201"/>
    <w:rsid w:val="001714C0"/>
    <w:rsid w:val="0017339F"/>
    <w:rsid w:val="00173AD7"/>
    <w:rsid w:val="0017414B"/>
    <w:rsid w:val="0017429A"/>
    <w:rsid w:val="001742EB"/>
    <w:rsid w:val="00175ED9"/>
    <w:rsid w:val="00176022"/>
    <w:rsid w:val="00176E56"/>
    <w:rsid w:val="0017774D"/>
    <w:rsid w:val="001817F5"/>
    <w:rsid w:val="00182030"/>
    <w:rsid w:val="0018262C"/>
    <w:rsid w:val="001867D2"/>
    <w:rsid w:val="00186BCF"/>
    <w:rsid w:val="00186C40"/>
    <w:rsid w:val="00187BA7"/>
    <w:rsid w:val="001912BF"/>
    <w:rsid w:val="00191E87"/>
    <w:rsid w:val="00196E4F"/>
    <w:rsid w:val="00197885"/>
    <w:rsid w:val="001978D0"/>
    <w:rsid w:val="001A01FA"/>
    <w:rsid w:val="001A0519"/>
    <w:rsid w:val="001A4ABE"/>
    <w:rsid w:val="001A4B17"/>
    <w:rsid w:val="001A4D0E"/>
    <w:rsid w:val="001A679D"/>
    <w:rsid w:val="001A6B04"/>
    <w:rsid w:val="001A6BEC"/>
    <w:rsid w:val="001A76EC"/>
    <w:rsid w:val="001A7BD6"/>
    <w:rsid w:val="001B1A19"/>
    <w:rsid w:val="001B2628"/>
    <w:rsid w:val="001B3B94"/>
    <w:rsid w:val="001B3F6C"/>
    <w:rsid w:val="001B584F"/>
    <w:rsid w:val="001B7E2A"/>
    <w:rsid w:val="001C069C"/>
    <w:rsid w:val="001C3B34"/>
    <w:rsid w:val="001C3B5A"/>
    <w:rsid w:val="001C49BA"/>
    <w:rsid w:val="001C58B4"/>
    <w:rsid w:val="001C73B1"/>
    <w:rsid w:val="001D19B6"/>
    <w:rsid w:val="001D2A8F"/>
    <w:rsid w:val="001D2DB8"/>
    <w:rsid w:val="001D317C"/>
    <w:rsid w:val="001D361E"/>
    <w:rsid w:val="001D44FB"/>
    <w:rsid w:val="001D651F"/>
    <w:rsid w:val="001D6D3B"/>
    <w:rsid w:val="001E03F6"/>
    <w:rsid w:val="001E0ED9"/>
    <w:rsid w:val="001E1F64"/>
    <w:rsid w:val="001E5854"/>
    <w:rsid w:val="001E761C"/>
    <w:rsid w:val="001F10FE"/>
    <w:rsid w:val="001F2886"/>
    <w:rsid w:val="001F46FE"/>
    <w:rsid w:val="001F5631"/>
    <w:rsid w:val="001F60C2"/>
    <w:rsid w:val="001F7DEF"/>
    <w:rsid w:val="0020115C"/>
    <w:rsid w:val="00201550"/>
    <w:rsid w:val="00201688"/>
    <w:rsid w:val="002027D9"/>
    <w:rsid w:val="002028A3"/>
    <w:rsid w:val="00204AE8"/>
    <w:rsid w:val="002125C1"/>
    <w:rsid w:val="002126A6"/>
    <w:rsid w:val="00212F9F"/>
    <w:rsid w:val="002142F2"/>
    <w:rsid w:val="0021491D"/>
    <w:rsid w:val="00216F82"/>
    <w:rsid w:val="00217239"/>
    <w:rsid w:val="00217310"/>
    <w:rsid w:val="00220416"/>
    <w:rsid w:val="002209E1"/>
    <w:rsid w:val="0022143A"/>
    <w:rsid w:val="00221AF6"/>
    <w:rsid w:val="002222A9"/>
    <w:rsid w:val="00222950"/>
    <w:rsid w:val="00223DB1"/>
    <w:rsid w:val="0022488E"/>
    <w:rsid w:val="00225646"/>
    <w:rsid w:val="002269C8"/>
    <w:rsid w:val="00226BFE"/>
    <w:rsid w:val="00230102"/>
    <w:rsid w:val="00232042"/>
    <w:rsid w:val="002329A0"/>
    <w:rsid w:val="00232C5D"/>
    <w:rsid w:val="002347E7"/>
    <w:rsid w:val="00234E26"/>
    <w:rsid w:val="00235764"/>
    <w:rsid w:val="002364F8"/>
    <w:rsid w:val="002367E2"/>
    <w:rsid w:val="00236A92"/>
    <w:rsid w:val="0024018D"/>
    <w:rsid w:val="002410C0"/>
    <w:rsid w:val="00241F42"/>
    <w:rsid w:val="00242C6D"/>
    <w:rsid w:val="00245F06"/>
    <w:rsid w:val="00245FAF"/>
    <w:rsid w:val="0025016D"/>
    <w:rsid w:val="002505A8"/>
    <w:rsid w:val="00250E3B"/>
    <w:rsid w:val="00250EC2"/>
    <w:rsid w:val="00251360"/>
    <w:rsid w:val="00251D6A"/>
    <w:rsid w:val="00252A1E"/>
    <w:rsid w:val="00254CCB"/>
    <w:rsid w:val="002561CC"/>
    <w:rsid w:val="002605E3"/>
    <w:rsid w:val="00260A39"/>
    <w:rsid w:val="00263980"/>
    <w:rsid w:val="00264626"/>
    <w:rsid w:val="00264639"/>
    <w:rsid w:val="002652B7"/>
    <w:rsid w:val="00265C83"/>
    <w:rsid w:val="00267C5B"/>
    <w:rsid w:val="002701EF"/>
    <w:rsid w:val="002702F5"/>
    <w:rsid w:val="00271164"/>
    <w:rsid w:val="00273391"/>
    <w:rsid w:val="00273A77"/>
    <w:rsid w:val="00274E9E"/>
    <w:rsid w:val="0027516C"/>
    <w:rsid w:val="002757FE"/>
    <w:rsid w:val="0027773D"/>
    <w:rsid w:val="00280D83"/>
    <w:rsid w:val="00283B61"/>
    <w:rsid w:val="00284721"/>
    <w:rsid w:val="002853C2"/>
    <w:rsid w:val="00285A31"/>
    <w:rsid w:val="0028659D"/>
    <w:rsid w:val="00290F6F"/>
    <w:rsid w:val="0029113F"/>
    <w:rsid w:val="00291379"/>
    <w:rsid w:val="002925FF"/>
    <w:rsid w:val="00292CBD"/>
    <w:rsid w:val="00292DC1"/>
    <w:rsid w:val="00292DDC"/>
    <w:rsid w:val="00293472"/>
    <w:rsid w:val="002945E0"/>
    <w:rsid w:val="00294D23"/>
    <w:rsid w:val="0029518C"/>
    <w:rsid w:val="0029570D"/>
    <w:rsid w:val="0029594F"/>
    <w:rsid w:val="00296470"/>
    <w:rsid w:val="002A1DAE"/>
    <w:rsid w:val="002A34F1"/>
    <w:rsid w:val="002A3853"/>
    <w:rsid w:val="002A3E70"/>
    <w:rsid w:val="002A4E2C"/>
    <w:rsid w:val="002A4FD0"/>
    <w:rsid w:val="002A7136"/>
    <w:rsid w:val="002A75FD"/>
    <w:rsid w:val="002B206A"/>
    <w:rsid w:val="002B3830"/>
    <w:rsid w:val="002B3B5F"/>
    <w:rsid w:val="002B4B52"/>
    <w:rsid w:val="002B5898"/>
    <w:rsid w:val="002B7EFA"/>
    <w:rsid w:val="002C0088"/>
    <w:rsid w:val="002C583B"/>
    <w:rsid w:val="002C7A46"/>
    <w:rsid w:val="002D0A4F"/>
    <w:rsid w:val="002D3F92"/>
    <w:rsid w:val="002D48CD"/>
    <w:rsid w:val="002D4904"/>
    <w:rsid w:val="002D532E"/>
    <w:rsid w:val="002D59B0"/>
    <w:rsid w:val="002D62B6"/>
    <w:rsid w:val="002E0109"/>
    <w:rsid w:val="002E0306"/>
    <w:rsid w:val="002E0899"/>
    <w:rsid w:val="002E0A7E"/>
    <w:rsid w:val="002E0F5B"/>
    <w:rsid w:val="002E2171"/>
    <w:rsid w:val="002E2CD4"/>
    <w:rsid w:val="002E2FCF"/>
    <w:rsid w:val="002E3508"/>
    <w:rsid w:val="002E43F4"/>
    <w:rsid w:val="002E58A2"/>
    <w:rsid w:val="002E65D2"/>
    <w:rsid w:val="002E66AE"/>
    <w:rsid w:val="002E745A"/>
    <w:rsid w:val="002E7806"/>
    <w:rsid w:val="002F1249"/>
    <w:rsid w:val="002F287D"/>
    <w:rsid w:val="002F2EBF"/>
    <w:rsid w:val="002F61E8"/>
    <w:rsid w:val="002F6229"/>
    <w:rsid w:val="0030108A"/>
    <w:rsid w:val="003013C1"/>
    <w:rsid w:val="00303FBA"/>
    <w:rsid w:val="003045D9"/>
    <w:rsid w:val="003047C4"/>
    <w:rsid w:val="00304C94"/>
    <w:rsid w:val="003056F0"/>
    <w:rsid w:val="00305FCF"/>
    <w:rsid w:val="00306842"/>
    <w:rsid w:val="00307143"/>
    <w:rsid w:val="003071A4"/>
    <w:rsid w:val="0030723F"/>
    <w:rsid w:val="00307427"/>
    <w:rsid w:val="003103EB"/>
    <w:rsid w:val="00311D07"/>
    <w:rsid w:val="00312F00"/>
    <w:rsid w:val="003145B6"/>
    <w:rsid w:val="00314D49"/>
    <w:rsid w:val="00314E79"/>
    <w:rsid w:val="00315F86"/>
    <w:rsid w:val="0031643B"/>
    <w:rsid w:val="003216D7"/>
    <w:rsid w:val="003217FA"/>
    <w:rsid w:val="00321962"/>
    <w:rsid w:val="00321F15"/>
    <w:rsid w:val="00322707"/>
    <w:rsid w:val="003229BE"/>
    <w:rsid w:val="00323318"/>
    <w:rsid w:val="00324237"/>
    <w:rsid w:val="0032683C"/>
    <w:rsid w:val="00327092"/>
    <w:rsid w:val="00327264"/>
    <w:rsid w:val="00330FE8"/>
    <w:rsid w:val="003311B5"/>
    <w:rsid w:val="003320B3"/>
    <w:rsid w:val="00332D13"/>
    <w:rsid w:val="0033402E"/>
    <w:rsid w:val="00335E5D"/>
    <w:rsid w:val="00336FE6"/>
    <w:rsid w:val="00337369"/>
    <w:rsid w:val="00337B3E"/>
    <w:rsid w:val="00337F1C"/>
    <w:rsid w:val="00340AAF"/>
    <w:rsid w:val="00341B9F"/>
    <w:rsid w:val="00342710"/>
    <w:rsid w:val="0034373E"/>
    <w:rsid w:val="00344066"/>
    <w:rsid w:val="003443DD"/>
    <w:rsid w:val="00345CA4"/>
    <w:rsid w:val="00346204"/>
    <w:rsid w:val="00346B7C"/>
    <w:rsid w:val="00350748"/>
    <w:rsid w:val="003525E5"/>
    <w:rsid w:val="003525F1"/>
    <w:rsid w:val="0035296F"/>
    <w:rsid w:val="00352C6E"/>
    <w:rsid w:val="00353396"/>
    <w:rsid w:val="00353D97"/>
    <w:rsid w:val="0035428E"/>
    <w:rsid w:val="00354A6B"/>
    <w:rsid w:val="003568B1"/>
    <w:rsid w:val="0035773E"/>
    <w:rsid w:val="00357F17"/>
    <w:rsid w:val="0036097C"/>
    <w:rsid w:val="003611C1"/>
    <w:rsid w:val="0036222D"/>
    <w:rsid w:val="003637E9"/>
    <w:rsid w:val="0036395E"/>
    <w:rsid w:val="0036562C"/>
    <w:rsid w:val="0036592E"/>
    <w:rsid w:val="00370833"/>
    <w:rsid w:val="003709BF"/>
    <w:rsid w:val="00371792"/>
    <w:rsid w:val="00371B86"/>
    <w:rsid w:val="00372B6E"/>
    <w:rsid w:val="00375E32"/>
    <w:rsid w:val="00382BA1"/>
    <w:rsid w:val="0038385A"/>
    <w:rsid w:val="00383A08"/>
    <w:rsid w:val="00383DF2"/>
    <w:rsid w:val="0038409B"/>
    <w:rsid w:val="00386751"/>
    <w:rsid w:val="00386ADF"/>
    <w:rsid w:val="00390540"/>
    <w:rsid w:val="00392972"/>
    <w:rsid w:val="00393D50"/>
    <w:rsid w:val="00393E15"/>
    <w:rsid w:val="00396CB9"/>
    <w:rsid w:val="003A093F"/>
    <w:rsid w:val="003A0BC2"/>
    <w:rsid w:val="003A0E6F"/>
    <w:rsid w:val="003A4078"/>
    <w:rsid w:val="003A51A7"/>
    <w:rsid w:val="003A5CB3"/>
    <w:rsid w:val="003A72F7"/>
    <w:rsid w:val="003B2D0A"/>
    <w:rsid w:val="003B3B5A"/>
    <w:rsid w:val="003B55C6"/>
    <w:rsid w:val="003B5D49"/>
    <w:rsid w:val="003B6144"/>
    <w:rsid w:val="003B632F"/>
    <w:rsid w:val="003C0700"/>
    <w:rsid w:val="003C0FEA"/>
    <w:rsid w:val="003C2C4B"/>
    <w:rsid w:val="003C4249"/>
    <w:rsid w:val="003D21A7"/>
    <w:rsid w:val="003D4E9A"/>
    <w:rsid w:val="003D7EE8"/>
    <w:rsid w:val="003E0BA3"/>
    <w:rsid w:val="003E255E"/>
    <w:rsid w:val="003E2C63"/>
    <w:rsid w:val="003E4FB0"/>
    <w:rsid w:val="003E5085"/>
    <w:rsid w:val="003E58A0"/>
    <w:rsid w:val="003F25E2"/>
    <w:rsid w:val="003F29AE"/>
    <w:rsid w:val="003F4FED"/>
    <w:rsid w:val="003F57D5"/>
    <w:rsid w:val="00403DF5"/>
    <w:rsid w:val="00405D2A"/>
    <w:rsid w:val="00406861"/>
    <w:rsid w:val="00406CF5"/>
    <w:rsid w:val="0041069B"/>
    <w:rsid w:val="00412084"/>
    <w:rsid w:val="00412B02"/>
    <w:rsid w:val="0041377A"/>
    <w:rsid w:val="00414CEA"/>
    <w:rsid w:val="0041565D"/>
    <w:rsid w:val="00415D73"/>
    <w:rsid w:val="0042128B"/>
    <w:rsid w:val="00421B5D"/>
    <w:rsid w:val="004222D6"/>
    <w:rsid w:val="00423299"/>
    <w:rsid w:val="00423DC6"/>
    <w:rsid w:val="0042413F"/>
    <w:rsid w:val="00424BC9"/>
    <w:rsid w:val="0042524D"/>
    <w:rsid w:val="004310D4"/>
    <w:rsid w:val="004323D5"/>
    <w:rsid w:val="00432841"/>
    <w:rsid w:val="00432D42"/>
    <w:rsid w:val="00434A19"/>
    <w:rsid w:val="00434FAA"/>
    <w:rsid w:val="00435432"/>
    <w:rsid w:val="0043609F"/>
    <w:rsid w:val="00436B1E"/>
    <w:rsid w:val="00436F80"/>
    <w:rsid w:val="004405F3"/>
    <w:rsid w:val="004415E4"/>
    <w:rsid w:val="00442B39"/>
    <w:rsid w:val="00442FF4"/>
    <w:rsid w:val="0044431F"/>
    <w:rsid w:val="00450C8D"/>
    <w:rsid w:val="00452528"/>
    <w:rsid w:val="00452AB0"/>
    <w:rsid w:val="0045318B"/>
    <w:rsid w:val="00455A4D"/>
    <w:rsid w:val="0045642F"/>
    <w:rsid w:val="004601C8"/>
    <w:rsid w:val="00462551"/>
    <w:rsid w:val="00462CDF"/>
    <w:rsid w:val="00464AC5"/>
    <w:rsid w:val="004661FB"/>
    <w:rsid w:val="0046660B"/>
    <w:rsid w:val="004667E7"/>
    <w:rsid w:val="00467301"/>
    <w:rsid w:val="004673FD"/>
    <w:rsid w:val="004700B0"/>
    <w:rsid w:val="004701F1"/>
    <w:rsid w:val="004719FC"/>
    <w:rsid w:val="00473109"/>
    <w:rsid w:val="00473465"/>
    <w:rsid w:val="0047402D"/>
    <w:rsid w:val="004757EC"/>
    <w:rsid w:val="00485EB8"/>
    <w:rsid w:val="00486674"/>
    <w:rsid w:val="00490356"/>
    <w:rsid w:val="004925DB"/>
    <w:rsid w:val="004926D4"/>
    <w:rsid w:val="00492B4A"/>
    <w:rsid w:val="004958CA"/>
    <w:rsid w:val="00495E0E"/>
    <w:rsid w:val="0049673B"/>
    <w:rsid w:val="004968ED"/>
    <w:rsid w:val="00496ED6"/>
    <w:rsid w:val="00497314"/>
    <w:rsid w:val="004A0D54"/>
    <w:rsid w:val="004A1250"/>
    <w:rsid w:val="004A1FF7"/>
    <w:rsid w:val="004A3B20"/>
    <w:rsid w:val="004A3B5E"/>
    <w:rsid w:val="004A51C8"/>
    <w:rsid w:val="004A5651"/>
    <w:rsid w:val="004A638D"/>
    <w:rsid w:val="004A6AA5"/>
    <w:rsid w:val="004B0108"/>
    <w:rsid w:val="004B01BD"/>
    <w:rsid w:val="004B0607"/>
    <w:rsid w:val="004B072C"/>
    <w:rsid w:val="004B1FCF"/>
    <w:rsid w:val="004B548C"/>
    <w:rsid w:val="004C0DD6"/>
    <w:rsid w:val="004C3638"/>
    <w:rsid w:val="004C380F"/>
    <w:rsid w:val="004C55C2"/>
    <w:rsid w:val="004C57FA"/>
    <w:rsid w:val="004C79AC"/>
    <w:rsid w:val="004C7A7F"/>
    <w:rsid w:val="004D004F"/>
    <w:rsid w:val="004D2860"/>
    <w:rsid w:val="004D530C"/>
    <w:rsid w:val="004D655B"/>
    <w:rsid w:val="004D759B"/>
    <w:rsid w:val="004D7802"/>
    <w:rsid w:val="004D7A35"/>
    <w:rsid w:val="004E0C3C"/>
    <w:rsid w:val="004E118A"/>
    <w:rsid w:val="004E1499"/>
    <w:rsid w:val="004E1F4E"/>
    <w:rsid w:val="004E211B"/>
    <w:rsid w:val="004E4D65"/>
    <w:rsid w:val="004E500B"/>
    <w:rsid w:val="004E6695"/>
    <w:rsid w:val="004E67F4"/>
    <w:rsid w:val="004E69AE"/>
    <w:rsid w:val="004E7244"/>
    <w:rsid w:val="004E7BA0"/>
    <w:rsid w:val="004F062C"/>
    <w:rsid w:val="004F1A55"/>
    <w:rsid w:val="004F3122"/>
    <w:rsid w:val="004F33EE"/>
    <w:rsid w:val="004F67F5"/>
    <w:rsid w:val="0050232E"/>
    <w:rsid w:val="00502D72"/>
    <w:rsid w:val="00502E4A"/>
    <w:rsid w:val="00503A2A"/>
    <w:rsid w:val="00503C46"/>
    <w:rsid w:val="0050486A"/>
    <w:rsid w:val="00504896"/>
    <w:rsid w:val="005117E2"/>
    <w:rsid w:val="00511DF4"/>
    <w:rsid w:val="00514E0E"/>
    <w:rsid w:val="00514F78"/>
    <w:rsid w:val="0051599C"/>
    <w:rsid w:val="00515AF1"/>
    <w:rsid w:val="00515D44"/>
    <w:rsid w:val="005203A0"/>
    <w:rsid w:val="005203A4"/>
    <w:rsid w:val="005203AE"/>
    <w:rsid w:val="0052182E"/>
    <w:rsid w:val="0052228D"/>
    <w:rsid w:val="00522498"/>
    <w:rsid w:val="00523A86"/>
    <w:rsid w:val="00525E07"/>
    <w:rsid w:val="00527613"/>
    <w:rsid w:val="005321A3"/>
    <w:rsid w:val="005340A8"/>
    <w:rsid w:val="005349ED"/>
    <w:rsid w:val="00534A87"/>
    <w:rsid w:val="0053531F"/>
    <w:rsid w:val="00535F41"/>
    <w:rsid w:val="00537642"/>
    <w:rsid w:val="00537F38"/>
    <w:rsid w:val="005405AB"/>
    <w:rsid w:val="00540C8E"/>
    <w:rsid w:val="00541B5D"/>
    <w:rsid w:val="005420BA"/>
    <w:rsid w:val="00542D4C"/>
    <w:rsid w:val="00543CC9"/>
    <w:rsid w:val="005445AD"/>
    <w:rsid w:val="00545AA7"/>
    <w:rsid w:val="0054609B"/>
    <w:rsid w:val="00547DC3"/>
    <w:rsid w:val="00553530"/>
    <w:rsid w:val="00555508"/>
    <w:rsid w:val="0055560E"/>
    <w:rsid w:val="005558F6"/>
    <w:rsid w:val="0055701E"/>
    <w:rsid w:val="0055731E"/>
    <w:rsid w:val="00557A81"/>
    <w:rsid w:val="00557E7D"/>
    <w:rsid w:val="00560695"/>
    <w:rsid w:val="00561555"/>
    <w:rsid w:val="00563240"/>
    <w:rsid w:val="00563556"/>
    <w:rsid w:val="00567CBD"/>
    <w:rsid w:val="0057368F"/>
    <w:rsid w:val="00573FB7"/>
    <w:rsid w:val="0057447B"/>
    <w:rsid w:val="005745EA"/>
    <w:rsid w:val="00577D60"/>
    <w:rsid w:val="00580838"/>
    <w:rsid w:val="0058255F"/>
    <w:rsid w:val="00582C59"/>
    <w:rsid w:val="0058331B"/>
    <w:rsid w:val="0058364B"/>
    <w:rsid w:val="0058412F"/>
    <w:rsid w:val="00584F4B"/>
    <w:rsid w:val="00585B63"/>
    <w:rsid w:val="00585DD9"/>
    <w:rsid w:val="005867C7"/>
    <w:rsid w:val="005871E0"/>
    <w:rsid w:val="00587433"/>
    <w:rsid w:val="00590A45"/>
    <w:rsid w:val="005919A0"/>
    <w:rsid w:val="00592694"/>
    <w:rsid w:val="00592971"/>
    <w:rsid w:val="00592C2A"/>
    <w:rsid w:val="0059337F"/>
    <w:rsid w:val="005947B8"/>
    <w:rsid w:val="005950B4"/>
    <w:rsid w:val="0059520E"/>
    <w:rsid w:val="00595AB0"/>
    <w:rsid w:val="00595E89"/>
    <w:rsid w:val="005969FA"/>
    <w:rsid w:val="00597BC5"/>
    <w:rsid w:val="00597ECF"/>
    <w:rsid w:val="00597FAC"/>
    <w:rsid w:val="005A0085"/>
    <w:rsid w:val="005A027B"/>
    <w:rsid w:val="005A0794"/>
    <w:rsid w:val="005A0AC2"/>
    <w:rsid w:val="005A0B2F"/>
    <w:rsid w:val="005A1018"/>
    <w:rsid w:val="005A18DA"/>
    <w:rsid w:val="005A213C"/>
    <w:rsid w:val="005A2A11"/>
    <w:rsid w:val="005A3117"/>
    <w:rsid w:val="005A3F28"/>
    <w:rsid w:val="005A4867"/>
    <w:rsid w:val="005A48C2"/>
    <w:rsid w:val="005A4E33"/>
    <w:rsid w:val="005A6119"/>
    <w:rsid w:val="005A64DE"/>
    <w:rsid w:val="005A7515"/>
    <w:rsid w:val="005B0AAC"/>
    <w:rsid w:val="005B1C0F"/>
    <w:rsid w:val="005B2201"/>
    <w:rsid w:val="005B290D"/>
    <w:rsid w:val="005B36DE"/>
    <w:rsid w:val="005B6F30"/>
    <w:rsid w:val="005B7205"/>
    <w:rsid w:val="005B724B"/>
    <w:rsid w:val="005C0DB6"/>
    <w:rsid w:val="005C1CEB"/>
    <w:rsid w:val="005C2532"/>
    <w:rsid w:val="005C3D74"/>
    <w:rsid w:val="005C411A"/>
    <w:rsid w:val="005C5220"/>
    <w:rsid w:val="005C6A1F"/>
    <w:rsid w:val="005D1F78"/>
    <w:rsid w:val="005D3881"/>
    <w:rsid w:val="005D4DA5"/>
    <w:rsid w:val="005D529B"/>
    <w:rsid w:val="005D5476"/>
    <w:rsid w:val="005D6603"/>
    <w:rsid w:val="005D6751"/>
    <w:rsid w:val="005D7547"/>
    <w:rsid w:val="005E0227"/>
    <w:rsid w:val="005E0305"/>
    <w:rsid w:val="005E14DE"/>
    <w:rsid w:val="005E3398"/>
    <w:rsid w:val="005E5A66"/>
    <w:rsid w:val="005E66B3"/>
    <w:rsid w:val="005E6E7D"/>
    <w:rsid w:val="005E78C0"/>
    <w:rsid w:val="005F0E9E"/>
    <w:rsid w:val="005F1D3E"/>
    <w:rsid w:val="005F2DB8"/>
    <w:rsid w:val="005F4AD7"/>
    <w:rsid w:val="005F7B1C"/>
    <w:rsid w:val="0060448E"/>
    <w:rsid w:val="0060543B"/>
    <w:rsid w:val="00605643"/>
    <w:rsid w:val="00606774"/>
    <w:rsid w:val="006076EF"/>
    <w:rsid w:val="0060775A"/>
    <w:rsid w:val="00607F57"/>
    <w:rsid w:val="006100E2"/>
    <w:rsid w:val="00611429"/>
    <w:rsid w:val="006142A4"/>
    <w:rsid w:val="006144F8"/>
    <w:rsid w:val="00615048"/>
    <w:rsid w:val="00615E78"/>
    <w:rsid w:val="006164D4"/>
    <w:rsid w:val="00616D7E"/>
    <w:rsid w:val="0062218D"/>
    <w:rsid w:val="006221CD"/>
    <w:rsid w:val="00622D5F"/>
    <w:rsid w:val="00623D9A"/>
    <w:rsid w:val="006244D3"/>
    <w:rsid w:val="00630118"/>
    <w:rsid w:val="00631891"/>
    <w:rsid w:val="00631A62"/>
    <w:rsid w:val="006329D0"/>
    <w:rsid w:val="00632FB6"/>
    <w:rsid w:val="00634851"/>
    <w:rsid w:val="0063586E"/>
    <w:rsid w:val="006363F1"/>
    <w:rsid w:val="00637C36"/>
    <w:rsid w:val="00641EA3"/>
    <w:rsid w:val="0064273F"/>
    <w:rsid w:val="00642E10"/>
    <w:rsid w:val="0064509B"/>
    <w:rsid w:val="00645B78"/>
    <w:rsid w:val="00646557"/>
    <w:rsid w:val="006475D3"/>
    <w:rsid w:val="006509D3"/>
    <w:rsid w:val="00650E43"/>
    <w:rsid w:val="0065219A"/>
    <w:rsid w:val="0065287C"/>
    <w:rsid w:val="00654ED1"/>
    <w:rsid w:val="0065522F"/>
    <w:rsid w:val="0065569A"/>
    <w:rsid w:val="00656003"/>
    <w:rsid w:val="00656BDC"/>
    <w:rsid w:val="0066087C"/>
    <w:rsid w:val="00661370"/>
    <w:rsid w:val="00662CFC"/>
    <w:rsid w:val="0066536A"/>
    <w:rsid w:val="00667153"/>
    <w:rsid w:val="00667708"/>
    <w:rsid w:val="00670EF9"/>
    <w:rsid w:val="00672278"/>
    <w:rsid w:val="006727C9"/>
    <w:rsid w:val="00672C77"/>
    <w:rsid w:val="00673322"/>
    <w:rsid w:val="00673BF3"/>
    <w:rsid w:val="00674EEE"/>
    <w:rsid w:val="00675DA0"/>
    <w:rsid w:val="00677726"/>
    <w:rsid w:val="0068013B"/>
    <w:rsid w:val="006815D2"/>
    <w:rsid w:val="00682323"/>
    <w:rsid w:val="00682DD0"/>
    <w:rsid w:val="00684DCB"/>
    <w:rsid w:val="00685C09"/>
    <w:rsid w:val="006877C9"/>
    <w:rsid w:val="006910F5"/>
    <w:rsid w:val="006911A4"/>
    <w:rsid w:val="006918CF"/>
    <w:rsid w:val="00691EBD"/>
    <w:rsid w:val="006928D4"/>
    <w:rsid w:val="006938BF"/>
    <w:rsid w:val="006944EC"/>
    <w:rsid w:val="00696056"/>
    <w:rsid w:val="006974BD"/>
    <w:rsid w:val="00697662"/>
    <w:rsid w:val="006A02CC"/>
    <w:rsid w:val="006A29F9"/>
    <w:rsid w:val="006A2B3F"/>
    <w:rsid w:val="006A44A3"/>
    <w:rsid w:val="006A535C"/>
    <w:rsid w:val="006A6E49"/>
    <w:rsid w:val="006A6F1A"/>
    <w:rsid w:val="006B0412"/>
    <w:rsid w:val="006B13C2"/>
    <w:rsid w:val="006B1706"/>
    <w:rsid w:val="006B677C"/>
    <w:rsid w:val="006C04EF"/>
    <w:rsid w:val="006C1012"/>
    <w:rsid w:val="006C18CF"/>
    <w:rsid w:val="006C2CE0"/>
    <w:rsid w:val="006C388E"/>
    <w:rsid w:val="006C3D3D"/>
    <w:rsid w:val="006C414A"/>
    <w:rsid w:val="006C472E"/>
    <w:rsid w:val="006C515A"/>
    <w:rsid w:val="006C63BC"/>
    <w:rsid w:val="006C68AA"/>
    <w:rsid w:val="006D0A27"/>
    <w:rsid w:val="006D1802"/>
    <w:rsid w:val="006D1F0A"/>
    <w:rsid w:val="006D2043"/>
    <w:rsid w:val="006D2888"/>
    <w:rsid w:val="006D2DAF"/>
    <w:rsid w:val="006D3987"/>
    <w:rsid w:val="006D474D"/>
    <w:rsid w:val="006D554D"/>
    <w:rsid w:val="006E276D"/>
    <w:rsid w:val="006E3840"/>
    <w:rsid w:val="006E4F5F"/>
    <w:rsid w:val="006F033F"/>
    <w:rsid w:val="006F245D"/>
    <w:rsid w:val="006F28FA"/>
    <w:rsid w:val="006F4268"/>
    <w:rsid w:val="006F484D"/>
    <w:rsid w:val="006F4B39"/>
    <w:rsid w:val="006F5220"/>
    <w:rsid w:val="006F5BC4"/>
    <w:rsid w:val="006F5EF7"/>
    <w:rsid w:val="006F6AFE"/>
    <w:rsid w:val="00701F4F"/>
    <w:rsid w:val="00703C9A"/>
    <w:rsid w:val="00705715"/>
    <w:rsid w:val="00705CB9"/>
    <w:rsid w:val="00706114"/>
    <w:rsid w:val="0070669F"/>
    <w:rsid w:val="00706E6C"/>
    <w:rsid w:val="007075D7"/>
    <w:rsid w:val="007116AF"/>
    <w:rsid w:val="00714727"/>
    <w:rsid w:val="00715225"/>
    <w:rsid w:val="00715658"/>
    <w:rsid w:val="00715B76"/>
    <w:rsid w:val="0071660D"/>
    <w:rsid w:val="00717029"/>
    <w:rsid w:val="00717F61"/>
    <w:rsid w:val="007200FE"/>
    <w:rsid w:val="0072065B"/>
    <w:rsid w:val="00720B1C"/>
    <w:rsid w:val="007214C0"/>
    <w:rsid w:val="00722474"/>
    <w:rsid w:val="00722477"/>
    <w:rsid w:val="00725AEF"/>
    <w:rsid w:val="00727305"/>
    <w:rsid w:val="00727C3A"/>
    <w:rsid w:val="00731A31"/>
    <w:rsid w:val="00732071"/>
    <w:rsid w:val="00732BA1"/>
    <w:rsid w:val="0073360A"/>
    <w:rsid w:val="00734E48"/>
    <w:rsid w:val="007363D5"/>
    <w:rsid w:val="00737190"/>
    <w:rsid w:val="007375BC"/>
    <w:rsid w:val="00740017"/>
    <w:rsid w:val="00740C98"/>
    <w:rsid w:val="00741094"/>
    <w:rsid w:val="0074455B"/>
    <w:rsid w:val="00744AA1"/>
    <w:rsid w:val="00745037"/>
    <w:rsid w:val="00745BB0"/>
    <w:rsid w:val="00746CC2"/>
    <w:rsid w:val="00747780"/>
    <w:rsid w:val="00750D25"/>
    <w:rsid w:val="00750F29"/>
    <w:rsid w:val="00751056"/>
    <w:rsid w:val="00753712"/>
    <w:rsid w:val="007551C3"/>
    <w:rsid w:val="00755802"/>
    <w:rsid w:val="007619A1"/>
    <w:rsid w:val="00762949"/>
    <w:rsid w:val="00763615"/>
    <w:rsid w:val="00763813"/>
    <w:rsid w:val="00764238"/>
    <w:rsid w:val="00764F2A"/>
    <w:rsid w:val="00765280"/>
    <w:rsid w:val="00765E68"/>
    <w:rsid w:val="007663A7"/>
    <w:rsid w:val="007667F6"/>
    <w:rsid w:val="00771D4D"/>
    <w:rsid w:val="00772AA7"/>
    <w:rsid w:val="00772E2B"/>
    <w:rsid w:val="00772E37"/>
    <w:rsid w:val="00773E59"/>
    <w:rsid w:val="00773EBE"/>
    <w:rsid w:val="00775B8F"/>
    <w:rsid w:val="007761EC"/>
    <w:rsid w:val="00777ACA"/>
    <w:rsid w:val="007808D6"/>
    <w:rsid w:val="00781130"/>
    <w:rsid w:val="00781488"/>
    <w:rsid w:val="00782320"/>
    <w:rsid w:val="007840A1"/>
    <w:rsid w:val="00784B35"/>
    <w:rsid w:val="00784C69"/>
    <w:rsid w:val="007850D4"/>
    <w:rsid w:val="0078680A"/>
    <w:rsid w:val="00786A00"/>
    <w:rsid w:val="007875E8"/>
    <w:rsid w:val="00790032"/>
    <w:rsid w:val="007904CF"/>
    <w:rsid w:val="00791489"/>
    <w:rsid w:val="00791FE8"/>
    <w:rsid w:val="007922D0"/>
    <w:rsid w:val="0079316D"/>
    <w:rsid w:val="00794310"/>
    <w:rsid w:val="007948EC"/>
    <w:rsid w:val="00794D85"/>
    <w:rsid w:val="0079543E"/>
    <w:rsid w:val="007A1042"/>
    <w:rsid w:val="007A14CC"/>
    <w:rsid w:val="007A1BC5"/>
    <w:rsid w:val="007A2B25"/>
    <w:rsid w:val="007A30F3"/>
    <w:rsid w:val="007A35FD"/>
    <w:rsid w:val="007A3907"/>
    <w:rsid w:val="007A45A9"/>
    <w:rsid w:val="007A4A9D"/>
    <w:rsid w:val="007A52F9"/>
    <w:rsid w:val="007B1E8B"/>
    <w:rsid w:val="007B24E2"/>
    <w:rsid w:val="007B2F14"/>
    <w:rsid w:val="007B37EC"/>
    <w:rsid w:val="007B62BC"/>
    <w:rsid w:val="007B787A"/>
    <w:rsid w:val="007C0D52"/>
    <w:rsid w:val="007C1998"/>
    <w:rsid w:val="007C2233"/>
    <w:rsid w:val="007C32D9"/>
    <w:rsid w:val="007C350D"/>
    <w:rsid w:val="007C4B58"/>
    <w:rsid w:val="007C6142"/>
    <w:rsid w:val="007C62C0"/>
    <w:rsid w:val="007C6A1E"/>
    <w:rsid w:val="007D02C8"/>
    <w:rsid w:val="007D2CC9"/>
    <w:rsid w:val="007D4EFE"/>
    <w:rsid w:val="007E164A"/>
    <w:rsid w:val="007E2E9D"/>
    <w:rsid w:val="007E3837"/>
    <w:rsid w:val="007E40FA"/>
    <w:rsid w:val="007E5023"/>
    <w:rsid w:val="007E5AC1"/>
    <w:rsid w:val="007E6D9D"/>
    <w:rsid w:val="007E70D1"/>
    <w:rsid w:val="007F1B43"/>
    <w:rsid w:val="007F3573"/>
    <w:rsid w:val="007F5429"/>
    <w:rsid w:val="007F54D4"/>
    <w:rsid w:val="007F5B63"/>
    <w:rsid w:val="007F604B"/>
    <w:rsid w:val="007F611F"/>
    <w:rsid w:val="007F6160"/>
    <w:rsid w:val="007F6D53"/>
    <w:rsid w:val="007F77D1"/>
    <w:rsid w:val="00800E45"/>
    <w:rsid w:val="00800E4E"/>
    <w:rsid w:val="00803713"/>
    <w:rsid w:val="00803E47"/>
    <w:rsid w:val="00807DAD"/>
    <w:rsid w:val="0081021E"/>
    <w:rsid w:val="008108D5"/>
    <w:rsid w:val="0081150C"/>
    <w:rsid w:val="00812308"/>
    <w:rsid w:val="0081494A"/>
    <w:rsid w:val="00815AEB"/>
    <w:rsid w:val="00817211"/>
    <w:rsid w:val="0082440E"/>
    <w:rsid w:val="0083018F"/>
    <w:rsid w:val="00831476"/>
    <w:rsid w:val="00831AD6"/>
    <w:rsid w:val="00831B17"/>
    <w:rsid w:val="00832026"/>
    <w:rsid w:val="00832CCC"/>
    <w:rsid w:val="00832E19"/>
    <w:rsid w:val="00837087"/>
    <w:rsid w:val="008373C9"/>
    <w:rsid w:val="00840B3D"/>
    <w:rsid w:val="008422B3"/>
    <w:rsid w:val="00842807"/>
    <w:rsid w:val="00842B61"/>
    <w:rsid w:val="00842B7B"/>
    <w:rsid w:val="00842D66"/>
    <w:rsid w:val="00843C91"/>
    <w:rsid w:val="00846A81"/>
    <w:rsid w:val="0085147C"/>
    <w:rsid w:val="0085277A"/>
    <w:rsid w:val="00852BC6"/>
    <w:rsid w:val="00852BDD"/>
    <w:rsid w:val="00852C21"/>
    <w:rsid w:val="00853034"/>
    <w:rsid w:val="00854DA0"/>
    <w:rsid w:val="00855B2F"/>
    <w:rsid w:val="008565B7"/>
    <w:rsid w:val="008567D5"/>
    <w:rsid w:val="00857F39"/>
    <w:rsid w:val="00860AEA"/>
    <w:rsid w:val="00863AC2"/>
    <w:rsid w:val="008645B3"/>
    <w:rsid w:val="00864D28"/>
    <w:rsid w:val="00864F90"/>
    <w:rsid w:val="00865A4E"/>
    <w:rsid w:val="00866786"/>
    <w:rsid w:val="00867CF5"/>
    <w:rsid w:val="0087009F"/>
    <w:rsid w:val="0087059C"/>
    <w:rsid w:val="008712BD"/>
    <w:rsid w:val="00872370"/>
    <w:rsid w:val="008734A0"/>
    <w:rsid w:val="008768E5"/>
    <w:rsid w:val="0087690C"/>
    <w:rsid w:val="00876ADD"/>
    <w:rsid w:val="00876C11"/>
    <w:rsid w:val="00877D2D"/>
    <w:rsid w:val="00880FA2"/>
    <w:rsid w:val="00881BF6"/>
    <w:rsid w:val="00882164"/>
    <w:rsid w:val="00883895"/>
    <w:rsid w:val="00883B47"/>
    <w:rsid w:val="00884CEA"/>
    <w:rsid w:val="00885477"/>
    <w:rsid w:val="00885C84"/>
    <w:rsid w:val="008871F1"/>
    <w:rsid w:val="008879F3"/>
    <w:rsid w:val="00887C8A"/>
    <w:rsid w:val="00893CE6"/>
    <w:rsid w:val="00894D35"/>
    <w:rsid w:val="00895EEF"/>
    <w:rsid w:val="0089637A"/>
    <w:rsid w:val="008964EB"/>
    <w:rsid w:val="00896DA5"/>
    <w:rsid w:val="008A18B0"/>
    <w:rsid w:val="008A23FD"/>
    <w:rsid w:val="008A38E0"/>
    <w:rsid w:val="008A39E6"/>
    <w:rsid w:val="008A4702"/>
    <w:rsid w:val="008A60D8"/>
    <w:rsid w:val="008A6261"/>
    <w:rsid w:val="008B0213"/>
    <w:rsid w:val="008B0260"/>
    <w:rsid w:val="008B04A3"/>
    <w:rsid w:val="008B0545"/>
    <w:rsid w:val="008B0AF1"/>
    <w:rsid w:val="008B207B"/>
    <w:rsid w:val="008B3A12"/>
    <w:rsid w:val="008B3B1B"/>
    <w:rsid w:val="008B3D9B"/>
    <w:rsid w:val="008B44D1"/>
    <w:rsid w:val="008B45DD"/>
    <w:rsid w:val="008B51BC"/>
    <w:rsid w:val="008B51CC"/>
    <w:rsid w:val="008B65A0"/>
    <w:rsid w:val="008C05DC"/>
    <w:rsid w:val="008C0FB7"/>
    <w:rsid w:val="008C37CD"/>
    <w:rsid w:val="008C3856"/>
    <w:rsid w:val="008C663B"/>
    <w:rsid w:val="008C7C1C"/>
    <w:rsid w:val="008D02F5"/>
    <w:rsid w:val="008D0CDE"/>
    <w:rsid w:val="008D0DF8"/>
    <w:rsid w:val="008D0F2A"/>
    <w:rsid w:val="008D2893"/>
    <w:rsid w:val="008D5AF9"/>
    <w:rsid w:val="008E024C"/>
    <w:rsid w:val="008E15D5"/>
    <w:rsid w:val="008E23F3"/>
    <w:rsid w:val="008E3195"/>
    <w:rsid w:val="008E3907"/>
    <w:rsid w:val="008E5195"/>
    <w:rsid w:val="008E5B45"/>
    <w:rsid w:val="008E69BD"/>
    <w:rsid w:val="008E6F62"/>
    <w:rsid w:val="008F0194"/>
    <w:rsid w:val="008F1DFD"/>
    <w:rsid w:val="008F2DDF"/>
    <w:rsid w:val="008F2E99"/>
    <w:rsid w:val="008F3984"/>
    <w:rsid w:val="008F42BB"/>
    <w:rsid w:val="008F42E0"/>
    <w:rsid w:val="008F4731"/>
    <w:rsid w:val="008F5215"/>
    <w:rsid w:val="008F5313"/>
    <w:rsid w:val="008F637E"/>
    <w:rsid w:val="008F79EB"/>
    <w:rsid w:val="0090041C"/>
    <w:rsid w:val="009011E6"/>
    <w:rsid w:val="00901A0E"/>
    <w:rsid w:val="00901EAE"/>
    <w:rsid w:val="00905493"/>
    <w:rsid w:val="009077AF"/>
    <w:rsid w:val="00912487"/>
    <w:rsid w:val="0091471E"/>
    <w:rsid w:val="00914B40"/>
    <w:rsid w:val="00915423"/>
    <w:rsid w:val="0091546A"/>
    <w:rsid w:val="00915A8D"/>
    <w:rsid w:val="00916035"/>
    <w:rsid w:val="00916398"/>
    <w:rsid w:val="009174A4"/>
    <w:rsid w:val="00917568"/>
    <w:rsid w:val="00920432"/>
    <w:rsid w:val="00920BCA"/>
    <w:rsid w:val="00921CB0"/>
    <w:rsid w:val="0092526E"/>
    <w:rsid w:val="00925485"/>
    <w:rsid w:val="009260CD"/>
    <w:rsid w:val="00926451"/>
    <w:rsid w:val="00926817"/>
    <w:rsid w:val="0092698E"/>
    <w:rsid w:val="00927FBC"/>
    <w:rsid w:val="0093013F"/>
    <w:rsid w:val="0093107F"/>
    <w:rsid w:val="00931097"/>
    <w:rsid w:val="0093148E"/>
    <w:rsid w:val="00931A06"/>
    <w:rsid w:val="00931CA5"/>
    <w:rsid w:val="00932B70"/>
    <w:rsid w:val="00934ACE"/>
    <w:rsid w:val="00935FAC"/>
    <w:rsid w:val="00936DCA"/>
    <w:rsid w:val="009424AA"/>
    <w:rsid w:val="009428C5"/>
    <w:rsid w:val="00943552"/>
    <w:rsid w:val="009442BB"/>
    <w:rsid w:val="00944E90"/>
    <w:rsid w:val="00946682"/>
    <w:rsid w:val="00947D4C"/>
    <w:rsid w:val="009519AE"/>
    <w:rsid w:val="009520C2"/>
    <w:rsid w:val="009525A4"/>
    <w:rsid w:val="00952EED"/>
    <w:rsid w:val="0095336D"/>
    <w:rsid w:val="00953B7B"/>
    <w:rsid w:val="0095792B"/>
    <w:rsid w:val="0096104A"/>
    <w:rsid w:val="00961242"/>
    <w:rsid w:val="00961DE0"/>
    <w:rsid w:val="00962E00"/>
    <w:rsid w:val="009639E5"/>
    <w:rsid w:val="00964A04"/>
    <w:rsid w:val="00964ACE"/>
    <w:rsid w:val="009670EE"/>
    <w:rsid w:val="00971729"/>
    <w:rsid w:val="00973BD1"/>
    <w:rsid w:val="00973C93"/>
    <w:rsid w:val="00973EB0"/>
    <w:rsid w:val="00975E4A"/>
    <w:rsid w:val="0097630D"/>
    <w:rsid w:val="00976AF9"/>
    <w:rsid w:val="009770E7"/>
    <w:rsid w:val="009776E8"/>
    <w:rsid w:val="00977A6A"/>
    <w:rsid w:val="00977CD0"/>
    <w:rsid w:val="00980990"/>
    <w:rsid w:val="00980DEE"/>
    <w:rsid w:val="00982F04"/>
    <w:rsid w:val="009837CE"/>
    <w:rsid w:val="009840D0"/>
    <w:rsid w:val="00985364"/>
    <w:rsid w:val="00985665"/>
    <w:rsid w:val="00986A69"/>
    <w:rsid w:val="00993B6D"/>
    <w:rsid w:val="0099731D"/>
    <w:rsid w:val="00997887"/>
    <w:rsid w:val="009A00AC"/>
    <w:rsid w:val="009A0CF8"/>
    <w:rsid w:val="009A26F7"/>
    <w:rsid w:val="009A462D"/>
    <w:rsid w:val="009A4AD2"/>
    <w:rsid w:val="009A5562"/>
    <w:rsid w:val="009A6A61"/>
    <w:rsid w:val="009B18A6"/>
    <w:rsid w:val="009B3DBC"/>
    <w:rsid w:val="009B4536"/>
    <w:rsid w:val="009B4E4F"/>
    <w:rsid w:val="009B57BE"/>
    <w:rsid w:val="009B6534"/>
    <w:rsid w:val="009B655E"/>
    <w:rsid w:val="009B69F2"/>
    <w:rsid w:val="009B73AB"/>
    <w:rsid w:val="009C0187"/>
    <w:rsid w:val="009C3630"/>
    <w:rsid w:val="009C46E4"/>
    <w:rsid w:val="009C4EA8"/>
    <w:rsid w:val="009C5429"/>
    <w:rsid w:val="009C5D8C"/>
    <w:rsid w:val="009C771D"/>
    <w:rsid w:val="009C7F6E"/>
    <w:rsid w:val="009D04A3"/>
    <w:rsid w:val="009D088F"/>
    <w:rsid w:val="009D26EF"/>
    <w:rsid w:val="009D345F"/>
    <w:rsid w:val="009D3966"/>
    <w:rsid w:val="009D4D23"/>
    <w:rsid w:val="009D55E5"/>
    <w:rsid w:val="009D617E"/>
    <w:rsid w:val="009D6E03"/>
    <w:rsid w:val="009D7789"/>
    <w:rsid w:val="009D7CAF"/>
    <w:rsid w:val="009E476F"/>
    <w:rsid w:val="009E542D"/>
    <w:rsid w:val="009E7A23"/>
    <w:rsid w:val="009E7B18"/>
    <w:rsid w:val="009F16E7"/>
    <w:rsid w:val="009F1871"/>
    <w:rsid w:val="009F41CE"/>
    <w:rsid w:val="009F41E0"/>
    <w:rsid w:val="009F469E"/>
    <w:rsid w:val="009F52D3"/>
    <w:rsid w:val="009F5761"/>
    <w:rsid w:val="009F6745"/>
    <w:rsid w:val="009F7A9D"/>
    <w:rsid w:val="00A00B2A"/>
    <w:rsid w:val="00A055AF"/>
    <w:rsid w:val="00A06541"/>
    <w:rsid w:val="00A06AE1"/>
    <w:rsid w:val="00A07252"/>
    <w:rsid w:val="00A101FD"/>
    <w:rsid w:val="00A112B0"/>
    <w:rsid w:val="00A116E8"/>
    <w:rsid w:val="00A1365B"/>
    <w:rsid w:val="00A13D35"/>
    <w:rsid w:val="00A141C6"/>
    <w:rsid w:val="00A16A46"/>
    <w:rsid w:val="00A17738"/>
    <w:rsid w:val="00A22146"/>
    <w:rsid w:val="00A2322A"/>
    <w:rsid w:val="00A2353B"/>
    <w:rsid w:val="00A244FA"/>
    <w:rsid w:val="00A25915"/>
    <w:rsid w:val="00A25B7E"/>
    <w:rsid w:val="00A32194"/>
    <w:rsid w:val="00A321D9"/>
    <w:rsid w:val="00A33AC1"/>
    <w:rsid w:val="00A349D9"/>
    <w:rsid w:val="00A35610"/>
    <w:rsid w:val="00A36229"/>
    <w:rsid w:val="00A369F7"/>
    <w:rsid w:val="00A36AA3"/>
    <w:rsid w:val="00A36E92"/>
    <w:rsid w:val="00A3722A"/>
    <w:rsid w:val="00A37CB4"/>
    <w:rsid w:val="00A40880"/>
    <w:rsid w:val="00A42B27"/>
    <w:rsid w:val="00A43DFE"/>
    <w:rsid w:val="00A43E2E"/>
    <w:rsid w:val="00A43F93"/>
    <w:rsid w:val="00A453BA"/>
    <w:rsid w:val="00A45B4F"/>
    <w:rsid w:val="00A4662C"/>
    <w:rsid w:val="00A46E3C"/>
    <w:rsid w:val="00A5046C"/>
    <w:rsid w:val="00A50778"/>
    <w:rsid w:val="00A5217C"/>
    <w:rsid w:val="00A52473"/>
    <w:rsid w:val="00A5282D"/>
    <w:rsid w:val="00A54E24"/>
    <w:rsid w:val="00A54EBA"/>
    <w:rsid w:val="00A55E7F"/>
    <w:rsid w:val="00A568E8"/>
    <w:rsid w:val="00A60593"/>
    <w:rsid w:val="00A61BBD"/>
    <w:rsid w:val="00A62D07"/>
    <w:rsid w:val="00A62E65"/>
    <w:rsid w:val="00A64391"/>
    <w:rsid w:val="00A6689B"/>
    <w:rsid w:val="00A67C87"/>
    <w:rsid w:val="00A70447"/>
    <w:rsid w:val="00A72DDD"/>
    <w:rsid w:val="00A72FFB"/>
    <w:rsid w:val="00A7375B"/>
    <w:rsid w:val="00A73A6B"/>
    <w:rsid w:val="00A755EF"/>
    <w:rsid w:val="00A762B5"/>
    <w:rsid w:val="00A76469"/>
    <w:rsid w:val="00A7705F"/>
    <w:rsid w:val="00A84535"/>
    <w:rsid w:val="00A8462C"/>
    <w:rsid w:val="00A84C8A"/>
    <w:rsid w:val="00A85625"/>
    <w:rsid w:val="00A86293"/>
    <w:rsid w:val="00A90597"/>
    <w:rsid w:val="00A91C25"/>
    <w:rsid w:val="00A97212"/>
    <w:rsid w:val="00A97648"/>
    <w:rsid w:val="00A97672"/>
    <w:rsid w:val="00A97737"/>
    <w:rsid w:val="00A979D0"/>
    <w:rsid w:val="00A97BCC"/>
    <w:rsid w:val="00AA0553"/>
    <w:rsid w:val="00AA078B"/>
    <w:rsid w:val="00AA21FF"/>
    <w:rsid w:val="00AA2483"/>
    <w:rsid w:val="00AA3054"/>
    <w:rsid w:val="00AA53A2"/>
    <w:rsid w:val="00AA53B7"/>
    <w:rsid w:val="00AA55EC"/>
    <w:rsid w:val="00AA6D31"/>
    <w:rsid w:val="00AA6E5F"/>
    <w:rsid w:val="00AA764C"/>
    <w:rsid w:val="00AB2888"/>
    <w:rsid w:val="00AB3366"/>
    <w:rsid w:val="00AB54AD"/>
    <w:rsid w:val="00AB5ED9"/>
    <w:rsid w:val="00AB6DC2"/>
    <w:rsid w:val="00AB7CB4"/>
    <w:rsid w:val="00AC27A0"/>
    <w:rsid w:val="00AC396B"/>
    <w:rsid w:val="00AC58FB"/>
    <w:rsid w:val="00AC5AD3"/>
    <w:rsid w:val="00AC5AD6"/>
    <w:rsid w:val="00AC638C"/>
    <w:rsid w:val="00AC727F"/>
    <w:rsid w:val="00AD05B2"/>
    <w:rsid w:val="00AD0B9C"/>
    <w:rsid w:val="00AD1505"/>
    <w:rsid w:val="00AD2883"/>
    <w:rsid w:val="00AD2CBC"/>
    <w:rsid w:val="00AD3D05"/>
    <w:rsid w:val="00AD492E"/>
    <w:rsid w:val="00AD7D6B"/>
    <w:rsid w:val="00AE028E"/>
    <w:rsid w:val="00AE098B"/>
    <w:rsid w:val="00AE208E"/>
    <w:rsid w:val="00AE2246"/>
    <w:rsid w:val="00AE2C00"/>
    <w:rsid w:val="00AE4780"/>
    <w:rsid w:val="00AE4AA7"/>
    <w:rsid w:val="00AE5280"/>
    <w:rsid w:val="00AE76E5"/>
    <w:rsid w:val="00AE7A7E"/>
    <w:rsid w:val="00AF02F4"/>
    <w:rsid w:val="00AF04A6"/>
    <w:rsid w:val="00AF0D07"/>
    <w:rsid w:val="00AF1E7F"/>
    <w:rsid w:val="00AF33B9"/>
    <w:rsid w:val="00AF3A1B"/>
    <w:rsid w:val="00AF4299"/>
    <w:rsid w:val="00AF480D"/>
    <w:rsid w:val="00AF63D1"/>
    <w:rsid w:val="00B0156B"/>
    <w:rsid w:val="00B03DCF"/>
    <w:rsid w:val="00B0499A"/>
    <w:rsid w:val="00B04EEE"/>
    <w:rsid w:val="00B06BF8"/>
    <w:rsid w:val="00B06CAF"/>
    <w:rsid w:val="00B103B5"/>
    <w:rsid w:val="00B126E1"/>
    <w:rsid w:val="00B12A59"/>
    <w:rsid w:val="00B132BD"/>
    <w:rsid w:val="00B14E9F"/>
    <w:rsid w:val="00B15B68"/>
    <w:rsid w:val="00B1695B"/>
    <w:rsid w:val="00B1750E"/>
    <w:rsid w:val="00B211A1"/>
    <w:rsid w:val="00B21BB4"/>
    <w:rsid w:val="00B21F57"/>
    <w:rsid w:val="00B2264B"/>
    <w:rsid w:val="00B254BB"/>
    <w:rsid w:val="00B258E6"/>
    <w:rsid w:val="00B259DB"/>
    <w:rsid w:val="00B26144"/>
    <w:rsid w:val="00B31081"/>
    <w:rsid w:val="00B31785"/>
    <w:rsid w:val="00B3385A"/>
    <w:rsid w:val="00B36CAF"/>
    <w:rsid w:val="00B37283"/>
    <w:rsid w:val="00B37360"/>
    <w:rsid w:val="00B4082A"/>
    <w:rsid w:val="00B40E7C"/>
    <w:rsid w:val="00B421D6"/>
    <w:rsid w:val="00B4360F"/>
    <w:rsid w:val="00B45C5C"/>
    <w:rsid w:val="00B46247"/>
    <w:rsid w:val="00B4647E"/>
    <w:rsid w:val="00B46AF6"/>
    <w:rsid w:val="00B52DF4"/>
    <w:rsid w:val="00B53D75"/>
    <w:rsid w:val="00B5536A"/>
    <w:rsid w:val="00B5539A"/>
    <w:rsid w:val="00B55888"/>
    <w:rsid w:val="00B55CE4"/>
    <w:rsid w:val="00B569C5"/>
    <w:rsid w:val="00B5748E"/>
    <w:rsid w:val="00B612DA"/>
    <w:rsid w:val="00B623BD"/>
    <w:rsid w:val="00B637F1"/>
    <w:rsid w:val="00B643B0"/>
    <w:rsid w:val="00B65BC1"/>
    <w:rsid w:val="00B65D13"/>
    <w:rsid w:val="00B67806"/>
    <w:rsid w:val="00B70766"/>
    <w:rsid w:val="00B71B23"/>
    <w:rsid w:val="00B75FB9"/>
    <w:rsid w:val="00B765AF"/>
    <w:rsid w:val="00B76C57"/>
    <w:rsid w:val="00B76CCB"/>
    <w:rsid w:val="00B76E57"/>
    <w:rsid w:val="00B77759"/>
    <w:rsid w:val="00B809F8"/>
    <w:rsid w:val="00B80C4A"/>
    <w:rsid w:val="00B81060"/>
    <w:rsid w:val="00B8223F"/>
    <w:rsid w:val="00B82E74"/>
    <w:rsid w:val="00B83CDB"/>
    <w:rsid w:val="00B84114"/>
    <w:rsid w:val="00B85D42"/>
    <w:rsid w:val="00B90B10"/>
    <w:rsid w:val="00B90F10"/>
    <w:rsid w:val="00B924E2"/>
    <w:rsid w:val="00B93B26"/>
    <w:rsid w:val="00BA049C"/>
    <w:rsid w:val="00BA0EA5"/>
    <w:rsid w:val="00BA2261"/>
    <w:rsid w:val="00BA30EC"/>
    <w:rsid w:val="00BA4847"/>
    <w:rsid w:val="00BA540A"/>
    <w:rsid w:val="00BA66C0"/>
    <w:rsid w:val="00BA6D44"/>
    <w:rsid w:val="00BB0131"/>
    <w:rsid w:val="00BB11BE"/>
    <w:rsid w:val="00BB3288"/>
    <w:rsid w:val="00BB521F"/>
    <w:rsid w:val="00BB5ADD"/>
    <w:rsid w:val="00BB5FD8"/>
    <w:rsid w:val="00BB60A0"/>
    <w:rsid w:val="00BB62B8"/>
    <w:rsid w:val="00BC245F"/>
    <w:rsid w:val="00BC24FB"/>
    <w:rsid w:val="00BC2CC5"/>
    <w:rsid w:val="00BC4B3B"/>
    <w:rsid w:val="00BC5BCF"/>
    <w:rsid w:val="00BC6AEB"/>
    <w:rsid w:val="00BC6F3D"/>
    <w:rsid w:val="00BD0184"/>
    <w:rsid w:val="00BD1A90"/>
    <w:rsid w:val="00BD42B2"/>
    <w:rsid w:val="00BD483F"/>
    <w:rsid w:val="00BD546E"/>
    <w:rsid w:val="00BD71EB"/>
    <w:rsid w:val="00BD79ED"/>
    <w:rsid w:val="00BE20FA"/>
    <w:rsid w:val="00BE327A"/>
    <w:rsid w:val="00BE4DD3"/>
    <w:rsid w:val="00BE5D00"/>
    <w:rsid w:val="00BE6379"/>
    <w:rsid w:val="00BE713B"/>
    <w:rsid w:val="00BF0E1E"/>
    <w:rsid w:val="00BF2D0E"/>
    <w:rsid w:val="00BF3F29"/>
    <w:rsid w:val="00BF60EF"/>
    <w:rsid w:val="00C01222"/>
    <w:rsid w:val="00C0189F"/>
    <w:rsid w:val="00C01E8C"/>
    <w:rsid w:val="00C01F40"/>
    <w:rsid w:val="00C01FA0"/>
    <w:rsid w:val="00C02E15"/>
    <w:rsid w:val="00C0515A"/>
    <w:rsid w:val="00C05E16"/>
    <w:rsid w:val="00C068AF"/>
    <w:rsid w:val="00C06DAE"/>
    <w:rsid w:val="00C0782E"/>
    <w:rsid w:val="00C11411"/>
    <w:rsid w:val="00C12966"/>
    <w:rsid w:val="00C12D63"/>
    <w:rsid w:val="00C137D3"/>
    <w:rsid w:val="00C15034"/>
    <w:rsid w:val="00C15349"/>
    <w:rsid w:val="00C15BC5"/>
    <w:rsid w:val="00C16B84"/>
    <w:rsid w:val="00C21156"/>
    <w:rsid w:val="00C22A74"/>
    <w:rsid w:val="00C23417"/>
    <w:rsid w:val="00C23634"/>
    <w:rsid w:val="00C24464"/>
    <w:rsid w:val="00C24815"/>
    <w:rsid w:val="00C26A07"/>
    <w:rsid w:val="00C32463"/>
    <w:rsid w:val="00C34BE9"/>
    <w:rsid w:val="00C34E72"/>
    <w:rsid w:val="00C366A6"/>
    <w:rsid w:val="00C36F3F"/>
    <w:rsid w:val="00C4174A"/>
    <w:rsid w:val="00C43A45"/>
    <w:rsid w:val="00C457F9"/>
    <w:rsid w:val="00C465D7"/>
    <w:rsid w:val="00C465F4"/>
    <w:rsid w:val="00C46D56"/>
    <w:rsid w:val="00C47BD8"/>
    <w:rsid w:val="00C505C9"/>
    <w:rsid w:val="00C509D0"/>
    <w:rsid w:val="00C51277"/>
    <w:rsid w:val="00C51328"/>
    <w:rsid w:val="00C535CA"/>
    <w:rsid w:val="00C54A28"/>
    <w:rsid w:val="00C550F2"/>
    <w:rsid w:val="00C55270"/>
    <w:rsid w:val="00C55F3A"/>
    <w:rsid w:val="00C5651E"/>
    <w:rsid w:val="00C56D55"/>
    <w:rsid w:val="00C576F2"/>
    <w:rsid w:val="00C65EBD"/>
    <w:rsid w:val="00C66C3A"/>
    <w:rsid w:val="00C67A37"/>
    <w:rsid w:val="00C7015D"/>
    <w:rsid w:val="00C71E04"/>
    <w:rsid w:val="00C749BC"/>
    <w:rsid w:val="00C74A56"/>
    <w:rsid w:val="00C7526F"/>
    <w:rsid w:val="00C75F3B"/>
    <w:rsid w:val="00C75FAB"/>
    <w:rsid w:val="00C76037"/>
    <w:rsid w:val="00C76484"/>
    <w:rsid w:val="00C765FE"/>
    <w:rsid w:val="00C767A7"/>
    <w:rsid w:val="00C809F3"/>
    <w:rsid w:val="00C82AC0"/>
    <w:rsid w:val="00C82C20"/>
    <w:rsid w:val="00C83B81"/>
    <w:rsid w:val="00C854FF"/>
    <w:rsid w:val="00C85663"/>
    <w:rsid w:val="00C86BAF"/>
    <w:rsid w:val="00C87A02"/>
    <w:rsid w:val="00C906E1"/>
    <w:rsid w:val="00C90A5C"/>
    <w:rsid w:val="00C90FEF"/>
    <w:rsid w:val="00C913BB"/>
    <w:rsid w:val="00C917ED"/>
    <w:rsid w:val="00C91872"/>
    <w:rsid w:val="00C94864"/>
    <w:rsid w:val="00C94A3B"/>
    <w:rsid w:val="00C94AAC"/>
    <w:rsid w:val="00C9564A"/>
    <w:rsid w:val="00C95C81"/>
    <w:rsid w:val="00C979D2"/>
    <w:rsid w:val="00CA0474"/>
    <w:rsid w:val="00CA10FE"/>
    <w:rsid w:val="00CA2ED1"/>
    <w:rsid w:val="00CA45B2"/>
    <w:rsid w:val="00CA4DEC"/>
    <w:rsid w:val="00CA5109"/>
    <w:rsid w:val="00CA65EF"/>
    <w:rsid w:val="00CA6901"/>
    <w:rsid w:val="00CA6B9C"/>
    <w:rsid w:val="00CA73B2"/>
    <w:rsid w:val="00CA73C3"/>
    <w:rsid w:val="00CA7C93"/>
    <w:rsid w:val="00CA7D71"/>
    <w:rsid w:val="00CB012C"/>
    <w:rsid w:val="00CB0905"/>
    <w:rsid w:val="00CB132F"/>
    <w:rsid w:val="00CB6540"/>
    <w:rsid w:val="00CB692E"/>
    <w:rsid w:val="00CB7434"/>
    <w:rsid w:val="00CC1142"/>
    <w:rsid w:val="00CC14EE"/>
    <w:rsid w:val="00CC1635"/>
    <w:rsid w:val="00CC5372"/>
    <w:rsid w:val="00CC53B8"/>
    <w:rsid w:val="00CC583D"/>
    <w:rsid w:val="00CC70F7"/>
    <w:rsid w:val="00CC776D"/>
    <w:rsid w:val="00CC7E75"/>
    <w:rsid w:val="00CC7EC3"/>
    <w:rsid w:val="00CD0293"/>
    <w:rsid w:val="00CD2D6F"/>
    <w:rsid w:val="00CD3148"/>
    <w:rsid w:val="00CD3229"/>
    <w:rsid w:val="00CD4478"/>
    <w:rsid w:val="00CD48EE"/>
    <w:rsid w:val="00CD4E99"/>
    <w:rsid w:val="00CD59C4"/>
    <w:rsid w:val="00CE10E7"/>
    <w:rsid w:val="00CE1D1B"/>
    <w:rsid w:val="00CE24EB"/>
    <w:rsid w:val="00CE31FD"/>
    <w:rsid w:val="00CE534A"/>
    <w:rsid w:val="00CE5E29"/>
    <w:rsid w:val="00CF0063"/>
    <w:rsid w:val="00CF1252"/>
    <w:rsid w:val="00CF2761"/>
    <w:rsid w:val="00CF28B6"/>
    <w:rsid w:val="00CF3AFE"/>
    <w:rsid w:val="00CF3EB2"/>
    <w:rsid w:val="00CF4835"/>
    <w:rsid w:val="00CF4C2C"/>
    <w:rsid w:val="00CF4C4E"/>
    <w:rsid w:val="00CF52A1"/>
    <w:rsid w:val="00CF58F5"/>
    <w:rsid w:val="00CF59FD"/>
    <w:rsid w:val="00D00E2E"/>
    <w:rsid w:val="00D00EB9"/>
    <w:rsid w:val="00D0155E"/>
    <w:rsid w:val="00D01E0D"/>
    <w:rsid w:val="00D03409"/>
    <w:rsid w:val="00D035CD"/>
    <w:rsid w:val="00D040FD"/>
    <w:rsid w:val="00D04B6A"/>
    <w:rsid w:val="00D0598C"/>
    <w:rsid w:val="00D0713B"/>
    <w:rsid w:val="00D07187"/>
    <w:rsid w:val="00D100E7"/>
    <w:rsid w:val="00D105C6"/>
    <w:rsid w:val="00D10F3B"/>
    <w:rsid w:val="00D11514"/>
    <w:rsid w:val="00D11989"/>
    <w:rsid w:val="00D11D77"/>
    <w:rsid w:val="00D1397A"/>
    <w:rsid w:val="00D14CAA"/>
    <w:rsid w:val="00D14E56"/>
    <w:rsid w:val="00D155F8"/>
    <w:rsid w:val="00D15E71"/>
    <w:rsid w:val="00D161AB"/>
    <w:rsid w:val="00D169AA"/>
    <w:rsid w:val="00D17E65"/>
    <w:rsid w:val="00D2229A"/>
    <w:rsid w:val="00D238C7"/>
    <w:rsid w:val="00D24845"/>
    <w:rsid w:val="00D24E95"/>
    <w:rsid w:val="00D25490"/>
    <w:rsid w:val="00D25F4D"/>
    <w:rsid w:val="00D26DB2"/>
    <w:rsid w:val="00D30340"/>
    <w:rsid w:val="00D3083F"/>
    <w:rsid w:val="00D30F35"/>
    <w:rsid w:val="00D315E2"/>
    <w:rsid w:val="00D32CD4"/>
    <w:rsid w:val="00D32DB9"/>
    <w:rsid w:val="00D33441"/>
    <w:rsid w:val="00D34F24"/>
    <w:rsid w:val="00D36018"/>
    <w:rsid w:val="00D3628D"/>
    <w:rsid w:val="00D36FDA"/>
    <w:rsid w:val="00D400C8"/>
    <w:rsid w:val="00D41645"/>
    <w:rsid w:val="00D42EFA"/>
    <w:rsid w:val="00D45D5E"/>
    <w:rsid w:val="00D47636"/>
    <w:rsid w:val="00D477F6"/>
    <w:rsid w:val="00D508FC"/>
    <w:rsid w:val="00D50A24"/>
    <w:rsid w:val="00D50C7E"/>
    <w:rsid w:val="00D517A3"/>
    <w:rsid w:val="00D536E0"/>
    <w:rsid w:val="00D536ED"/>
    <w:rsid w:val="00D539E2"/>
    <w:rsid w:val="00D54FB5"/>
    <w:rsid w:val="00D557E3"/>
    <w:rsid w:val="00D5632E"/>
    <w:rsid w:val="00D5672C"/>
    <w:rsid w:val="00D611B0"/>
    <w:rsid w:val="00D61880"/>
    <w:rsid w:val="00D63456"/>
    <w:rsid w:val="00D64C72"/>
    <w:rsid w:val="00D676D5"/>
    <w:rsid w:val="00D71211"/>
    <w:rsid w:val="00D72EE8"/>
    <w:rsid w:val="00D733FE"/>
    <w:rsid w:val="00D755C7"/>
    <w:rsid w:val="00D75AFA"/>
    <w:rsid w:val="00D77205"/>
    <w:rsid w:val="00D77974"/>
    <w:rsid w:val="00D80A09"/>
    <w:rsid w:val="00D82835"/>
    <w:rsid w:val="00D834A1"/>
    <w:rsid w:val="00D853D7"/>
    <w:rsid w:val="00D85476"/>
    <w:rsid w:val="00D85A16"/>
    <w:rsid w:val="00D877EC"/>
    <w:rsid w:val="00D87AF6"/>
    <w:rsid w:val="00D921ED"/>
    <w:rsid w:val="00D923C9"/>
    <w:rsid w:val="00D92B0A"/>
    <w:rsid w:val="00D94FDF"/>
    <w:rsid w:val="00D951E6"/>
    <w:rsid w:val="00D9584F"/>
    <w:rsid w:val="00D95A70"/>
    <w:rsid w:val="00D972A8"/>
    <w:rsid w:val="00D97F1B"/>
    <w:rsid w:val="00DA1438"/>
    <w:rsid w:val="00DA1EA1"/>
    <w:rsid w:val="00DA1EFC"/>
    <w:rsid w:val="00DA25D8"/>
    <w:rsid w:val="00DA3524"/>
    <w:rsid w:val="00DA3901"/>
    <w:rsid w:val="00DA475B"/>
    <w:rsid w:val="00DA4764"/>
    <w:rsid w:val="00DA54BF"/>
    <w:rsid w:val="00DA5792"/>
    <w:rsid w:val="00DA6136"/>
    <w:rsid w:val="00DB022F"/>
    <w:rsid w:val="00DB1058"/>
    <w:rsid w:val="00DB15AB"/>
    <w:rsid w:val="00DB2409"/>
    <w:rsid w:val="00DB2586"/>
    <w:rsid w:val="00DB2799"/>
    <w:rsid w:val="00DB2A07"/>
    <w:rsid w:val="00DB4B25"/>
    <w:rsid w:val="00DB5CDA"/>
    <w:rsid w:val="00DB6995"/>
    <w:rsid w:val="00DB797B"/>
    <w:rsid w:val="00DB7E98"/>
    <w:rsid w:val="00DC1116"/>
    <w:rsid w:val="00DC1D7A"/>
    <w:rsid w:val="00DC3720"/>
    <w:rsid w:val="00DC4019"/>
    <w:rsid w:val="00DC45DD"/>
    <w:rsid w:val="00DC736C"/>
    <w:rsid w:val="00DC7960"/>
    <w:rsid w:val="00DD070B"/>
    <w:rsid w:val="00DD11A7"/>
    <w:rsid w:val="00DD2883"/>
    <w:rsid w:val="00DD29BE"/>
    <w:rsid w:val="00DD29DD"/>
    <w:rsid w:val="00DD2F6B"/>
    <w:rsid w:val="00DD329D"/>
    <w:rsid w:val="00DD46CB"/>
    <w:rsid w:val="00DD4CF6"/>
    <w:rsid w:val="00DD5A4B"/>
    <w:rsid w:val="00DE38FD"/>
    <w:rsid w:val="00DE405D"/>
    <w:rsid w:val="00DE78AC"/>
    <w:rsid w:val="00DF09BE"/>
    <w:rsid w:val="00DF0F2B"/>
    <w:rsid w:val="00DF19F7"/>
    <w:rsid w:val="00DF2C3E"/>
    <w:rsid w:val="00DF517C"/>
    <w:rsid w:val="00DF5273"/>
    <w:rsid w:val="00DF6281"/>
    <w:rsid w:val="00DF6396"/>
    <w:rsid w:val="00DF79F2"/>
    <w:rsid w:val="00E00754"/>
    <w:rsid w:val="00E00CB4"/>
    <w:rsid w:val="00E011A5"/>
    <w:rsid w:val="00E0193D"/>
    <w:rsid w:val="00E0234B"/>
    <w:rsid w:val="00E0259C"/>
    <w:rsid w:val="00E02E4A"/>
    <w:rsid w:val="00E02FAF"/>
    <w:rsid w:val="00E039B7"/>
    <w:rsid w:val="00E0652E"/>
    <w:rsid w:val="00E06A98"/>
    <w:rsid w:val="00E072D0"/>
    <w:rsid w:val="00E108FE"/>
    <w:rsid w:val="00E10D92"/>
    <w:rsid w:val="00E12C32"/>
    <w:rsid w:val="00E13847"/>
    <w:rsid w:val="00E14975"/>
    <w:rsid w:val="00E15621"/>
    <w:rsid w:val="00E163D7"/>
    <w:rsid w:val="00E16508"/>
    <w:rsid w:val="00E166FB"/>
    <w:rsid w:val="00E16816"/>
    <w:rsid w:val="00E16AF7"/>
    <w:rsid w:val="00E16F9F"/>
    <w:rsid w:val="00E20E2B"/>
    <w:rsid w:val="00E229B4"/>
    <w:rsid w:val="00E22BE7"/>
    <w:rsid w:val="00E2330B"/>
    <w:rsid w:val="00E26055"/>
    <w:rsid w:val="00E276D2"/>
    <w:rsid w:val="00E27D18"/>
    <w:rsid w:val="00E317E7"/>
    <w:rsid w:val="00E31B7F"/>
    <w:rsid w:val="00E33F0D"/>
    <w:rsid w:val="00E3465B"/>
    <w:rsid w:val="00E36579"/>
    <w:rsid w:val="00E365CC"/>
    <w:rsid w:val="00E402AD"/>
    <w:rsid w:val="00E40D03"/>
    <w:rsid w:val="00E41BF8"/>
    <w:rsid w:val="00E41EEB"/>
    <w:rsid w:val="00E42100"/>
    <w:rsid w:val="00E43B14"/>
    <w:rsid w:val="00E43ED0"/>
    <w:rsid w:val="00E44EBE"/>
    <w:rsid w:val="00E44EE2"/>
    <w:rsid w:val="00E46135"/>
    <w:rsid w:val="00E46CBE"/>
    <w:rsid w:val="00E47001"/>
    <w:rsid w:val="00E47277"/>
    <w:rsid w:val="00E50646"/>
    <w:rsid w:val="00E50ADA"/>
    <w:rsid w:val="00E51420"/>
    <w:rsid w:val="00E52E91"/>
    <w:rsid w:val="00E54655"/>
    <w:rsid w:val="00E553C2"/>
    <w:rsid w:val="00E57678"/>
    <w:rsid w:val="00E60403"/>
    <w:rsid w:val="00E61050"/>
    <w:rsid w:val="00E6270F"/>
    <w:rsid w:val="00E64076"/>
    <w:rsid w:val="00E644A8"/>
    <w:rsid w:val="00E652BF"/>
    <w:rsid w:val="00E65939"/>
    <w:rsid w:val="00E67022"/>
    <w:rsid w:val="00E70837"/>
    <w:rsid w:val="00E71B57"/>
    <w:rsid w:val="00E71EB7"/>
    <w:rsid w:val="00E72155"/>
    <w:rsid w:val="00E7245B"/>
    <w:rsid w:val="00E7367F"/>
    <w:rsid w:val="00E74F2A"/>
    <w:rsid w:val="00E74F4B"/>
    <w:rsid w:val="00E778F9"/>
    <w:rsid w:val="00E815D6"/>
    <w:rsid w:val="00E817EC"/>
    <w:rsid w:val="00E83ADC"/>
    <w:rsid w:val="00E83D09"/>
    <w:rsid w:val="00E85236"/>
    <w:rsid w:val="00E8532B"/>
    <w:rsid w:val="00E867EC"/>
    <w:rsid w:val="00E86E62"/>
    <w:rsid w:val="00E87531"/>
    <w:rsid w:val="00E87DEC"/>
    <w:rsid w:val="00E90BFC"/>
    <w:rsid w:val="00E92398"/>
    <w:rsid w:val="00E943D1"/>
    <w:rsid w:val="00E9581A"/>
    <w:rsid w:val="00E960E8"/>
    <w:rsid w:val="00E96487"/>
    <w:rsid w:val="00E97F23"/>
    <w:rsid w:val="00EA1575"/>
    <w:rsid w:val="00EA3729"/>
    <w:rsid w:val="00EA56E3"/>
    <w:rsid w:val="00EA5774"/>
    <w:rsid w:val="00EA68DA"/>
    <w:rsid w:val="00EA747B"/>
    <w:rsid w:val="00EA786C"/>
    <w:rsid w:val="00EA7D4A"/>
    <w:rsid w:val="00EB02C5"/>
    <w:rsid w:val="00EB0C8A"/>
    <w:rsid w:val="00EB1473"/>
    <w:rsid w:val="00EB1915"/>
    <w:rsid w:val="00EB2479"/>
    <w:rsid w:val="00EB4089"/>
    <w:rsid w:val="00EB47AA"/>
    <w:rsid w:val="00EB5CCE"/>
    <w:rsid w:val="00EB6B6A"/>
    <w:rsid w:val="00EC05FB"/>
    <w:rsid w:val="00EC0731"/>
    <w:rsid w:val="00EC1DDA"/>
    <w:rsid w:val="00EC22BA"/>
    <w:rsid w:val="00EC2392"/>
    <w:rsid w:val="00EC2831"/>
    <w:rsid w:val="00EC2C27"/>
    <w:rsid w:val="00EC2DC6"/>
    <w:rsid w:val="00EC3479"/>
    <w:rsid w:val="00EC36E8"/>
    <w:rsid w:val="00EC53BD"/>
    <w:rsid w:val="00EC57FF"/>
    <w:rsid w:val="00EC5AC7"/>
    <w:rsid w:val="00EC62B4"/>
    <w:rsid w:val="00EC7C0C"/>
    <w:rsid w:val="00ED0203"/>
    <w:rsid w:val="00ED1165"/>
    <w:rsid w:val="00ED200A"/>
    <w:rsid w:val="00ED3A21"/>
    <w:rsid w:val="00EE0099"/>
    <w:rsid w:val="00EE1E28"/>
    <w:rsid w:val="00EE50AA"/>
    <w:rsid w:val="00EE573E"/>
    <w:rsid w:val="00EE6492"/>
    <w:rsid w:val="00EE7903"/>
    <w:rsid w:val="00EF0573"/>
    <w:rsid w:val="00EF0AB3"/>
    <w:rsid w:val="00EF12F1"/>
    <w:rsid w:val="00EF13E1"/>
    <w:rsid w:val="00EF1BCD"/>
    <w:rsid w:val="00EF2836"/>
    <w:rsid w:val="00EF2C99"/>
    <w:rsid w:val="00EF3FEE"/>
    <w:rsid w:val="00EF4B62"/>
    <w:rsid w:val="00EF501E"/>
    <w:rsid w:val="00EF5117"/>
    <w:rsid w:val="00EF545F"/>
    <w:rsid w:val="00EF64C5"/>
    <w:rsid w:val="00EF657B"/>
    <w:rsid w:val="00EF7169"/>
    <w:rsid w:val="00EF78AE"/>
    <w:rsid w:val="00F00AFD"/>
    <w:rsid w:val="00F01679"/>
    <w:rsid w:val="00F02FDC"/>
    <w:rsid w:val="00F0347B"/>
    <w:rsid w:val="00F03528"/>
    <w:rsid w:val="00F03715"/>
    <w:rsid w:val="00F03865"/>
    <w:rsid w:val="00F04308"/>
    <w:rsid w:val="00F046FC"/>
    <w:rsid w:val="00F0551C"/>
    <w:rsid w:val="00F05A56"/>
    <w:rsid w:val="00F06846"/>
    <w:rsid w:val="00F078E0"/>
    <w:rsid w:val="00F11748"/>
    <w:rsid w:val="00F1184B"/>
    <w:rsid w:val="00F11D72"/>
    <w:rsid w:val="00F11FB9"/>
    <w:rsid w:val="00F13226"/>
    <w:rsid w:val="00F13523"/>
    <w:rsid w:val="00F136E5"/>
    <w:rsid w:val="00F138DF"/>
    <w:rsid w:val="00F14B6B"/>
    <w:rsid w:val="00F15400"/>
    <w:rsid w:val="00F16794"/>
    <w:rsid w:val="00F16A1E"/>
    <w:rsid w:val="00F20120"/>
    <w:rsid w:val="00F20B91"/>
    <w:rsid w:val="00F20D88"/>
    <w:rsid w:val="00F21A72"/>
    <w:rsid w:val="00F22A0F"/>
    <w:rsid w:val="00F2391A"/>
    <w:rsid w:val="00F26675"/>
    <w:rsid w:val="00F313DB"/>
    <w:rsid w:val="00F31D34"/>
    <w:rsid w:val="00F3305B"/>
    <w:rsid w:val="00F33E7D"/>
    <w:rsid w:val="00F34108"/>
    <w:rsid w:val="00F35DC2"/>
    <w:rsid w:val="00F3636D"/>
    <w:rsid w:val="00F36CD5"/>
    <w:rsid w:val="00F3717C"/>
    <w:rsid w:val="00F372AC"/>
    <w:rsid w:val="00F373BD"/>
    <w:rsid w:val="00F37D0B"/>
    <w:rsid w:val="00F40F7A"/>
    <w:rsid w:val="00F418C8"/>
    <w:rsid w:val="00F4226F"/>
    <w:rsid w:val="00F43A3A"/>
    <w:rsid w:val="00F440E9"/>
    <w:rsid w:val="00F4439F"/>
    <w:rsid w:val="00F46E50"/>
    <w:rsid w:val="00F506DD"/>
    <w:rsid w:val="00F50A67"/>
    <w:rsid w:val="00F50E4A"/>
    <w:rsid w:val="00F510DF"/>
    <w:rsid w:val="00F51A16"/>
    <w:rsid w:val="00F54E54"/>
    <w:rsid w:val="00F55943"/>
    <w:rsid w:val="00F5608E"/>
    <w:rsid w:val="00F5661F"/>
    <w:rsid w:val="00F568C1"/>
    <w:rsid w:val="00F600B6"/>
    <w:rsid w:val="00F60F58"/>
    <w:rsid w:val="00F62F44"/>
    <w:rsid w:val="00F63479"/>
    <w:rsid w:val="00F65FA9"/>
    <w:rsid w:val="00F66764"/>
    <w:rsid w:val="00F671A4"/>
    <w:rsid w:val="00F67611"/>
    <w:rsid w:val="00F70686"/>
    <w:rsid w:val="00F70768"/>
    <w:rsid w:val="00F70DC8"/>
    <w:rsid w:val="00F71162"/>
    <w:rsid w:val="00F72296"/>
    <w:rsid w:val="00F730C9"/>
    <w:rsid w:val="00F73DD7"/>
    <w:rsid w:val="00F75E7D"/>
    <w:rsid w:val="00F7630D"/>
    <w:rsid w:val="00F7659A"/>
    <w:rsid w:val="00F77AAA"/>
    <w:rsid w:val="00F801ED"/>
    <w:rsid w:val="00F8150C"/>
    <w:rsid w:val="00F86BFC"/>
    <w:rsid w:val="00F86E3C"/>
    <w:rsid w:val="00F90431"/>
    <w:rsid w:val="00F908CB"/>
    <w:rsid w:val="00F90ACB"/>
    <w:rsid w:val="00F913ED"/>
    <w:rsid w:val="00F92D70"/>
    <w:rsid w:val="00F933B4"/>
    <w:rsid w:val="00F93A3A"/>
    <w:rsid w:val="00F95FEE"/>
    <w:rsid w:val="00F9751E"/>
    <w:rsid w:val="00FA05F7"/>
    <w:rsid w:val="00FA17D3"/>
    <w:rsid w:val="00FA4247"/>
    <w:rsid w:val="00FA4401"/>
    <w:rsid w:val="00FA6A5A"/>
    <w:rsid w:val="00FA72A5"/>
    <w:rsid w:val="00FA7A9B"/>
    <w:rsid w:val="00FB0D21"/>
    <w:rsid w:val="00FB2EE2"/>
    <w:rsid w:val="00FB35EC"/>
    <w:rsid w:val="00FB4398"/>
    <w:rsid w:val="00FB6B96"/>
    <w:rsid w:val="00FC15CE"/>
    <w:rsid w:val="00FC2323"/>
    <w:rsid w:val="00FC2C55"/>
    <w:rsid w:val="00FC2DE4"/>
    <w:rsid w:val="00FC32D1"/>
    <w:rsid w:val="00FC3B29"/>
    <w:rsid w:val="00FC3D4B"/>
    <w:rsid w:val="00FC50C4"/>
    <w:rsid w:val="00FC66FE"/>
    <w:rsid w:val="00FC72D8"/>
    <w:rsid w:val="00FC7CAD"/>
    <w:rsid w:val="00FC7F55"/>
    <w:rsid w:val="00FD09FE"/>
    <w:rsid w:val="00FD552B"/>
    <w:rsid w:val="00FD62BF"/>
    <w:rsid w:val="00FD781B"/>
    <w:rsid w:val="00FE0E40"/>
    <w:rsid w:val="00FE2C5B"/>
    <w:rsid w:val="00FE3D2A"/>
    <w:rsid w:val="00FE469D"/>
    <w:rsid w:val="00FE58BB"/>
    <w:rsid w:val="00FE600E"/>
    <w:rsid w:val="00FE6712"/>
    <w:rsid w:val="00FE6DC2"/>
    <w:rsid w:val="00FE726A"/>
    <w:rsid w:val="00FE7386"/>
    <w:rsid w:val="00FF0185"/>
    <w:rsid w:val="00FF3709"/>
    <w:rsid w:val="00FF398B"/>
    <w:rsid w:val="00FF3B3B"/>
    <w:rsid w:val="00FF499B"/>
    <w:rsid w:val="00FF5DD8"/>
    <w:rsid w:val="00FF6AF3"/>
    <w:rsid w:val="00FF6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qFormat/>
    <w:pPr>
      <w:keepNext/>
      <w:ind w:firstLine="720"/>
      <w:jc w:val="right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pPr>
      <w:keepNext/>
      <w:ind w:firstLine="720"/>
      <w:jc w:val="center"/>
      <w:outlineLvl w:val="1"/>
    </w:pPr>
    <w:rPr>
      <w:b/>
      <w:bCs/>
      <w:sz w:val="24"/>
      <w:szCs w:val="24"/>
      <w:lang w:val="uk-UA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sz w:val="24"/>
      <w:szCs w:val="24"/>
      <w:lang w:val="en-US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qFormat/>
    <w:pPr>
      <w:keepNext/>
      <w:ind w:firstLine="851"/>
      <w:jc w:val="both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qFormat/>
    <w:pPr>
      <w:keepNext/>
      <w:ind w:firstLine="567"/>
      <w:outlineLvl w:val="5"/>
    </w:pPr>
    <w:rPr>
      <w:sz w:val="28"/>
      <w:szCs w:val="28"/>
      <w:lang w:val="uk-UA"/>
    </w:rPr>
  </w:style>
  <w:style w:type="paragraph" w:styleId="7">
    <w:name w:val="heading 7"/>
    <w:basedOn w:val="a"/>
    <w:next w:val="a"/>
    <w:qFormat/>
    <w:pPr>
      <w:keepNext/>
      <w:autoSpaceDE/>
      <w:autoSpaceDN/>
      <w:jc w:val="center"/>
      <w:outlineLvl w:val="6"/>
    </w:pPr>
    <w:rPr>
      <w:b/>
      <w:sz w:val="40"/>
      <w:lang w:val="uk-UA"/>
    </w:rPr>
  </w:style>
  <w:style w:type="paragraph" w:styleId="8">
    <w:name w:val="heading 8"/>
    <w:basedOn w:val="a"/>
    <w:next w:val="a"/>
    <w:qFormat/>
    <w:pPr>
      <w:keepNext/>
      <w:autoSpaceDE/>
      <w:autoSpaceDN/>
      <w:jc w:val="center"/>
      <w:outlineLvl w:val="7"/>
    </w:pPr>
    <w:rPr>
      <w:b/>
      <w:sz w:val="32"/>
      <w:lang w:val="uk-UA"/>
    </w:rPr>
  </w:style>
  <w:style w:type="paragraph" w:styleId="9">
    <w:name w:val="heading 9"/>
    <w:basedOn w:val="a"/>
    <w:next w:val="a"/>
    <w:qFormat/>
    <w:pPr>
      <w:keepNext/>
      <w:tabs>
        <w:tab w:val="num" w:pos="284"/>
      </w:tabs>
      <w:ind w:firstLine="851"/>
      <w:outlineLvl w:val="8"/>
    </w:pPr>
    <w:rPr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Title"/>
    <w:basedOn w:val="a"/>
    <w:qFormat/>
    <w:pPr>
      <w:ind w:firstLine="720"/>
      <w:jc w:val="center"/>
    </w:pPr>
    <w:rPr>
      <w:sz w:val="24"/>
      <w:szCs w:val="24"/>
      <w:lang w:val="uk-UA"/>
    </w:rPr>
  </w:style>
  <w:style w:type="paragraph" w:styleId="a6">
    <w:name w:val="Body Text Indent"/>
    <w:basedOn w:val="a"/>
    <w:pPr>
      <w:ind w:firstLine="720"/>
      <w:jc w:val="both"/>
    </w:pPr>
    <w:rPr>
      <w:sz w:val="24"/>
      <w:szCs w:val="24"/>
      <w:lang w:val="uk-UA"/>
    </w:rPr>
  </w:style>
  <w:style w:type="paragraph" w:styleId="a7">
    <w:name w:val="Body Text"/>
    <w:basedOn w:val="a"/>
    <w:rPr>
      <w:sz w:val="28"/>
      <w:szCs w:val="28"/>
      <w:lang w:val="uk-UA"/>
    </w:rPr>
  </w:style>
  <w:style w:type="paragraph" w:styleId="30">
    <w:name w:val="Body Text Indent 3"/>
    <w:basedOn w:val="a"/>
    <w:pPr>
      <w:ind w:left="360"/>
    </w:pPr>
    <w:rPr>
      <w:sz w:val="24"/>
      <w:szCs w:val="24"/>
      <w:lang w:val="uk-UA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pPr>
      <w:ind w:left="360" w:firstLine="774"/>
      <w:jc w:val="both"/>
    </w:pPr>
    <w:rPr>
      <w:sz w:val="28"/>
      <w:lang w:val="uk-UA"/>
    </w:rPr>
  </w:style>
  <w:style w:type="paragraph" w:customStyle="1" w:styleId="Normal">
    <w:name w:val="Normal"/>
    <w:pPr>
      <w:spacing w:before="100" w:after="100"/>
    </w:pPr>
    <w:rPr>
      <w:snapToGrid w:val="0"/>
      <w:sz w:val="24"/>
    </w:r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tabs>
        <w:tab w:val="left" w:pos="0"/>
      </w:tabs>
      <w:jc w:val="both"/>
    </w:pPr>
    <w:rPr>
      <w:sz w:val="28"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character" w:styleId="aa">
    <w:name w:val="FollowedHyperlink"/>
    <w:rPr>
      <w:color w:val="800080"/>
      <w:u w:val="single"/>
    </w:rPr>
  </w:style>
  <w:style w:type="paragraph" w:styleId="31">
    <w:name w:val="Body Text 3"/>
    <w:basedOn w:val="a"/>
    <w:link w:val="32"/>
    <w:pPr>
      <w:tabs>
        <w:tab w:val="left" w:pos="1134"/>
      </w:tabs>
      <w:jc w:val="both"/>
    </w:pPr>
    <w:rPr>
      <w:b/>
      <w:bCs/>
      <w:sz w:val="28"/>
      <w:lang w:val="uk-UA"/>
    </w:rPr>
  </w:style>
  <w:style w:type="paragraph" w:styleId="ab">
    <w:name w:val="Balloon Text"/>
    <w:basedOn w:val="a"/>
    <w:semiHidden/>
    <w:rsid w:val="00EC36E8"/>
    <w:rPr>
      <w:rFonts w:ascii="Tahoma" w:hAnsi="Tahoma" w:cs="Tahoma"/>
      <w:sz w:val="16"/>
      <w:szCs w:val="16"/>
    </w:rPr>
  </w:style>
  <w:style w:type="character" w:customStyle="1" w:styleId="32">
    <w:name w:val="Основной текст 3 Знак"/>
    <w:link w:val="31"/>
    <w:rsid w:val="00AC396B"/>
    <w:rPr>
      <w:b/>
      <w:bCs/>
      <w:sz w:val="28"/>
      <w:lang w:val="uk-UA"/>
    </w:rPr>
  </w:style>
  <w:style w:type="character" w:customStyle="1" w:styleId="rvts23">
    <w:name w:val="rvts23"/>
    <w:basedOn w:val="a0"/>
    <w:rsid w:val="005D54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6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14-03-07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14-03-07.DOT</Template>
  <TotalTime>1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shshshshsh</Company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cp:lastModifiedBy>ch50</cp:lastModifiedBy>
  <cp:revision>2</cp:revision>
  <cp:lastPrinted>2015-11-02T05:58:00Z</cp:lastPrinted>
  <dcterms:created xsi:type="dcterms:W3CDTF">2015-11-13T07:37:00Z</dcterms:created>
  <dcterms:modified xsi:type="dcterms:W3CDTF">2015-11-13T07:37:00Z</dcterms:modified>
</cp:coreProperties>
</file>