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C2" w:rsidRDefault="004D48C2" w:rsidP="002B7298">
      <w:pPr>
        <w:rPr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9pt;margin-top:0;width:38pt;height:47pt;z-index:251658240;visibility:visible">
            <v:imagedata r:id="rId5" o:title=""/>
            <w10:wrap type="square" side="right"/>
          </v:shape>
        </w:pict>
      </w:r>
      <w:r>
        <w:rPr>
          <w:b/>
          <w:sz w:val="28"/>
          <w:szCs w:val="28"/>
          <w:lang w:val="uk-UA"/>
        </w:rPr>
        <w:br w:type="textWrapping" w:clear="all"/>
      </w:r>
    </w:p>
    <w:p w:rsidR="004D48C2" w:rsidRDefault="004D48C2" w:rsidP="002B7298">
      <w:pPr>
        <w:pStyle w:val="Heading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У  К  Р  А  Ї  Н  А</w:t>
      </w:r>
    </w:p>
    <w:p w:rsidR="004D48C2" w:rsidRDefault="004D48C2" w:rsidP="002B7298">
      <w:pPr>
        <w:pStyle w:val="Heading5"/>
        <w:rPr>
          <w:szCs w:val="36"/>
        </w:rPr>
      </w:pPr>
      <w:r>
        <w:rPr>
          <w:szCs w:val="36"/>
          <w:lang w:val="uk-UA"/>
        </w:rPr>
        <w:t xml:space="preserve">А р т е м і в </w:t>
      </w:r>
      <w:r>
        <w:rPr>
          <w:szCs w:val="36"/>
        </w:rPr>
        <w:t>с ь к а   м і с ь к а   р а д а</w:t>
      </w:r>
    </w:p>
    <w:p w:rsidR="004D48C2" w:rsidRDefault="004D48C2" w:rsidP="002B7298">
      <w:pPr>
        <w:pStyle w:val="Heading1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</w:rPr>
        <w:t>ВИКОНАВЧИЙ  КОМІТЕТ</w:t>
      </w:r>
    </w:p>
    <w:p w:rsidR="004D48C2" w:rsidRDefault="004D48C2" w:rsidP="002B7298">
      <w:pPr>
        <w:jc w:val="center"/>
        <w:rPr>
          <w:sz w:val="28"/>
          <w:szCs w:val="28"/>
          <w:lang w:val="uk-UA"/>
        </w:rPr>
      </w:pPr>
    </w:p>
    <w:p w:rsidR="004D48C2" w:rsidRDefault="004D48C2" w:rsidP="002B7298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 І Ш Е Н Н Я</w:t>
      </w:r>
    </w:p>
    <w:p w:rsidR="004D48C2" w:rsidRDefault="004D48C2" w:rsidP="002B7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17.03.</w:t>
      </w:r>
      <w:r w:rsidRPr="00220626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 xml:space="preserve">6 </w:t>
      </w:r>
      <w:r w:rsidRPr="00220626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52</w:t>
      </w:r>
    </w:p>
    <w:p w:rsidR="004D48C2" w:rsidRPr="00F86987" w:rsidRDefault="004D48C2" w:rsidP="002B72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м.Артемівськ</w:t>
      </w:r>
    </w:p>
    <w:p w:rsidR="004D48C2" w:rsidRDefault="004D48C2" w:rsidP="002B7298">
      <w:pPr>
        <w:rPr>
          <w:sz w:val="28"/>
          <w:szCs w:val="28"/>
          <w:lang w:val="uk-UA"/>
        </w:rPr>
      </w:pPr>
    </w:p>
    <w:p w:rsidR="004D48C2" w:rsidRPr="009C3153" w:rsidRDefault="004D48C2" w:rsidP="002B7298">
      <w:pPr>
        <w:rPr>
          <w:sz w:val="18"/>
          <w:szCs w:val="18"/>
          <w:lang w:val="uk-UA"/>
        </w:rPr>
      </w:pPr>
    </w:p>
    <w:p w:rsidR="004D48C2" w:rsidRDefault="004D48C2" w:rsidP="002B7298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>підсумки</w:t>
      </w:r>
      <w:r w:rsidRPr="009C3153">
        <w:rPr>
          <w:b/>
          <w:i/>
          <w:sz w:val="28"/>
          <w:szCs w:val="28"/>
          <w:lang w:val="uk-UA"/>
        </w:rPr>
        <w:t xml:space="preserve"> роботи Артемівського </w:t>
      </w:r>
    </w:p>
    <w:p w:rsidR="004D48C2" w:rsidRPr="009C3153" w:rsidRDefault="004D48C2" w:rsidP="002B7298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>міського центру соціальних служб для сім</w:t>
      </w:r>
      <w:r w:rsidRPr="009C3153">
        <w:rPr>
          <w:b/>
          <w:i/>
          <w:sz w:val="28"/>
          <w:szCs w:val="28"/>
        </w:rPr>
        <w:t>’</w:t>
      </w:r>
      <w:r w:rsidRPr="009C3153">
        <w:rPr>
          <w:b/>
          <w:i/>
          <w:sz w:val="28"/>
          <w:szCs w:val="28"/>
          <w:lang w:val="uk-UA"/>
        </w:rPr>
        <w:t xml:space="preserve">ї, </w:t>
      </w:r>
    </w:p>
    <w:p w:rsidR="004D48C2" w:rsidRPr="009C3153" w:rsidRDefault="004D48C2" w:rsidP="002B7298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>дітей та молоді з сім</w:t>
      </w:r>
      <w:r w:rsidRPr="009C3153">
        <w:rPr>
          <w:b/>
          <w:i/>
          <w:sz w:val="28"/>
          <w:szCs w:val="28"/>
        </w:rPr>
        <w:t>’</w:t>
      </w:r>
      <w:r w:rsidRPr="009C3153">
        <w:rPr>
          <w:b/>
          <w:i/>
          <w:sz w:val="28"/>
          <w:szCs w:val="28"/>
          <w:lang w:val="uk-UA"/>
        </w:rPr>
        <w:t xml:space="preserve">ями, </w:t>
      </w:r>
    </w:p>
    <w:p w:rsidR="004D48C2" w:rsidRPr="009C3153" w:rsidRDefault="004D48C2" w:rsidP="002B7298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 xml:space="preserve">дітьми та молоддю </w:t>
      </w:r>
      <w:r>
        <w:rPr>
          <w:b/>
          <w:i/>
          <w:sz w:val="28"/>
          <w:szCs w:val="28"/>
          <w:lang w:val="uk-UA"/>
        </w:rPr>
        <w:t>за</w:t>
      </w:r>
      <w:r w:rsidRPr="009C3153">
        <w:rPr>
          <w:b/>
          <w:i/>
          <w:sz w:val="28"/>
          <w:szCs w:val="28"/>
          <w:lang w:val="uk-UA"/>
        </w:rPr>
        <w:t xml:space="preserve"> 201</w:t>
      </w:r>
      <w:r>
        <w:rPr>
          <w:b/>
          <w:i/>
          <w:sz w:val="28"/>
          <w:szCs w:val="28"/>
          <w:lang w:val="uk-UA"/>
        </w:rPr>
        <w:t>5</w:t>
      </w:r>
      <w:r w:rsidRPr="009C3153">
        <w:rPr>
          <w:b/>
          <w:i/>
          <w:sz w:val="28"/>
          <w:szCs w:val="28"/>
          <w:lang w:val="uk-UA"/>
        </w:rPr>
        <w:t xml:space="preserve"> рі</w:t>
      </w:r>
      <w:r>
        <w:rPr>
          <w:b/>
          <w:i/>
          <w:sz w:val="28"/>
          <w:szCs w:val="28"/>
          <w:lang w:val="uk-UA"/>
        </w:rPr>
        <w:t>к</w:t>
      </w:r>
    </w:p>
    <w:p w:rsidR="004D48C2" w:rsidRPr="009C3153" w:rsidRDefault="004D48C2" w:rsidP="002B7298">
      <w:pPr>
        <w:jc w:val="both"/>
        <w:rPr>
          <w:sz w:val="18"/>
          <w:szCs w:val="18"/>
          <w:lang w:val="uk-UA"/>
        </w:rPr>
      </w:pPr>
    </w:p>
    <w:p w:rsidR="004D48C2" w:rsidRDefault="004D48C2" w:rsidP="002B7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довідку від 11.02.2016 № 01-0536-06 директора Артемівського міського центру соціальних служб для сім’ї, дітей та молоді       Хворастухіної Л.В. про підсумки роботи Артемівського міського центру соціальних служб для сім’ї, дітей та молоді з сім’ями, дітьми та молоддю за 2015 рік, згідно з  планом роботи виконавчих органів  Артемівської міської ради на І квартал 2016 року, затвердженим рішенням виконкому Артемівської міської ради від 16.12.2015 № 271, відповідно до  Закону України «Про сприяння соціальному становленню та розвитку молоді в Україні» в редакції від 23.03.2000 №1613-ІІІ із внесеними до нього змінами, Закону України «Про соціальну роботу з сім’ями, дітьми та молоддю» в редакції від 15.01.2009 №878-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із внесеними до нього змінами, керуючись ст.ст.32,34,52 Закону України від 21.05.97 № 280/97-ВР “Про місцеве самоврядування в Україні ” із внесеними до нього змінами, виконком Артемівської міської ради</w:t>
      </w:r>
    </w:p>
    <w:p w:rsidR="004D48C2" w:rsidRPr="009C3153" w:rsidRDefault="004D48C2" w:rsidP="002B7298">
      <w:pPr>
        <w:jc w:val="both"/>
        <w:rPr>
          <w:sz w:val="18"/>
          <w:szCs w:val="18"/>
          <w:lang w:val="uk-UA"/>
        </w:rPr>
      </w:pPr>
    </w:p>
    <w:p w:rsidR="004D48C2" w:rsidRDefault="004D48C2" w:rsidP="002B7298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В И Р І Ш И В : </w:t>
      </w:r>
    </w:p>
    <w:p w:rsidR="004D48C2" w:rsidRPr="009C3153" w:rsidRDefault="004D48C2" w:rsidP="002B7298">
      <w:pPr>
        <w:tabs>
          <w:tab w:val="left" w:pos="720"/>
        </w:tabs>
        <w:rPr>
          <w:sz w:val="18"/>
          <w:szCs w:val="18"/>
          <w:lang w:val="uk-UA"/>
        </w:rPr>
      </w:pPr>
    </w:p>
    <w:p w:rsidR="004D48C2" w:rsidRDefault="004D48C2" w:rsidP="002B72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Довідку директора Артемівського міського центру соціальних служб для сім’ї, дітей та молоді Хворастухіної Л.В. про підсумки роботи  Артемівського міського центру соціальних служб для сім’ї, дітей та молоді з сім’ями, дітьми та молоддю за 2015 рік прийняти до відома.</w:t>
      </w:r>
    </w:p>
    <w:p w:rsidR="004D48C2" w:rsidRDefault="004D48C2" w:rsidP="002B72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2.   Визнати роботу Артемівського міського центру соціальних служб для сім'ї, дітей та молоді задовільною.</w:t>
      </w:r>
    </w:p>
    <w:p w:rsidR="004D48C2" w:rsidRDefault="004D48C2" w:rsidP="002B7298">
      <w:pPr>
        <w:ind w:firstLine="720"/>
        <w:jc w:val="both"/>
        <w:rPr>
          <w:sz w:val="28"/>
          <w:szCs w:val="28"/>
          <w:lang w:val="uk-UA"/>
        </w:rPr>
      </w:pPr>
    </w:p>
    <w:p w:rsidR="004D48C2" w:rsidRDefault="004D48C2" w:rsidP="002B72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   Артемівському міському центру соціальних служб для сім'ї, дітей та молоді (Хворастухіна):</w:t>
      </w:r>
    </w:p>
    <w:p w:rsidR="004D48C2" w:rsidRDefault="004D48C2" w:rsidP="002B72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Посилити роботу щодо контролю за цільовим використанням допомоги і створенням належних умов для повноцінного утримання та виховання дітей шляхом вибіркового обстеження окремих сімей одиноких матерів.</w:t>
      </w:r>
    </w:p>
    <w:p w:rsidR="004D48C2" w:rsidRDefault="004D48C2" w:rsidP="002B72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Активізувати роботу щодо соціального захисту учасників антитерористичної операції та надання психологічної, соціальної адаптації учасникам антитерористичної операції. </w:t>
      </w:r>
    </w:p>
    <w:p w:rsidR="004D48C2" w:rsidRDefault="004D48C2" w:rsidP="002B72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Продовжити роботу щодо соціальної підтримки </w:t>
      </w:r>
      <w:r w:rsidRPr="00053FB6">
        <w:rPr>
          <w:rStyle w:val="rvts0"/>
          <w:sz w:val="28"/>
          <w:szCs w:val="28"/>
          <w:lang w:val="uk-UA"/>
        </w:rPr>
        <w:t>ос</w:t>
      </w:r>
      <w:r>
        <w:rPr>
          <w:rStyle w:val="rvts0"/>
          <w:sz w:val="28"/>
          <w:szCs w:val="28"/>
          <w:lang w:val="uk-UA"/>
        </w:rPr>
        <w:t>і</w:t>
      </w:r>
      <w:r w:rsidRPr="00053FB6">
        <w:rPr>
          <w:rStyle w:val="rvts0"/>
          <w:sz w:val="28"/>
          <w:szCs w:val="28"/>
          <w:lang w:val="uk-UA"/>
        </w:rPr>
        <w:t>б, як</w:t>
      </w:r>
      <w:r w:rsidRPr="00BC47C5">
        <w:rPr>
          <w:rStyle w:val="rvts0"/>
          <w:sz w:val="28"/>
          <w:szCs w:val="28"/>
          <w:lang w:val="uk-UA"/>
        </w:rPr>
        <w:t>і</w:t>
      </w:r>
      <w:r w:rsidRPr="00053FB6">
        <w:rPr>
          <w:rStyle w:val="rvts0"/>
          <w:sz w:val="28"/>
          <w:szCs w:val="28"/>
          <w:lang w:val="uk-UA"/>
        </w:rPr>
        <w:t xml:space="preserve"> </w:t>
      </w:r>
      <w:r w:rsidRPr="00053FB6">
        <w:rPr>
          <w:bCs/>
          <w:sz w:val="28"/>
          <w:szCs w:val="28"/>
          <w:lang w:val="uk-UA"/>
        </w:rPr>
        <w:t>переміщуються</w:t>
      </w:r>
      <w:r w:rsidRPr="00053FB6">
        <w:rPr>
          <w:rStyle w:val="rvts0"/>
          <w:sz w:val="28"/>
          <w:szCs w:val="28"/>
          <w:lang w:val="uk-UA"/>
        </w:rPr>
        <w:t xml:space="preserve"> з тимчасово окупованої території України або району проведення антитерористичної операції </w:t>
      </w:r>
      <w:r w:rsidRPr="00BC47C5">
        <w:rPr>
          <w:sz w:val="28"/>
          <w:szCs w:val="28"/>
          <w:lang w:val="uk-UA"/>
        </w:rPr>
        <w:t>на тимчасове перебування на територію Артемівської</w:t>
      </w:r>
      <w:r>
        <w:rPr>
          <w:sz w:val="28"/>
          <w:szCs w:val="28"/>
          <w:lang w:val="uk-UA"/>
        </w:rPr>
        <w:t xml:space="preserve"> міської ради.</w:t>
      </w:r>
    </w:p>
    <w:p w:rsidR="004D48C2" w:rsidRPr="008F0456" w:rsidRDefault="004D48C2" w:rsidP="002B72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Вважати таким, що втратило чинність, рішення виконкому Артемівської міської ради від 11.03.2015 № 54 «Про стан роботи Артемівського міського центру соціальних служб для сім’ї, дітей та молоді з сім’ями, дітьми та молоддю в 2014 році».</w:t>
      </w:r>
    </w:p>
    <w:p w:rsidR="004D48C2" w:rsidRDefault="004D48C2" w:rsidP="002B729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5</w:t>
      </w:r>
      <w:r w:rsidRPr="00C15721">
        <w:rPr>
          <w:sz w:val="28"/>
          <w:szCs w:val="28"/>
        </w:rPr>
        <w:t xml:space="preserve">. Організаційне виконання рішення покласти на </w:t>
      </w:r>
      <w:r w:rsidRPr="00C15721">
        <w:rPr>
          <w:sz w:val="28"/>
          <w:szCs w:val="28"/>
          <w:lang w:val="uk-UA"/>
        </w:rPr>
        <w:t>Артемівськ</w:t>
      </w:r>
      <w:r>
        <w:rPr>
          <w:sz w:val="28"/>
          <w:szCs w:val="28"/>
          <w:lang w:val="uk-UA"/>
        </w:rPr>
        <w:t>ий</w:t>
      </w:r>
      <w:r w:rsidRPr="00C15721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ий</w:t>
      </w:r>
      <w:r w:rsidRPr="00C15721">
        <w:rPr>
          <w:sz w:val="28"/>
          <w:szCs w:val="28"/>
          <w:lang w:val="uk-UA"/>
        </w:rPr>
        <w:t xml:space="preserve"> центр соціальних служб для сім'ї, дітей та молоді (Хворастухіна).</w:t>
      </w:r>
    </w:p>
    <w:p w:rsidR="004D48C2" w:rsidRPr="00DC3FEC" w:rsidRDefault="004D48C2" w:rsidP="002B7298">
      <w:pPr>
        <w:ind w:firstLine="720"/>
        <w:jc w:val="both"/>
        <w:rPr>
          <w:sz w:val="28"/>
          <w:szCs w:val="28"/>
          <w:lang w:val="uk-UA"/>
        </w:rPr>
      </w:pPr>
      <w:r w:rsidRPr="00C15721"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  <w:r w:rsidRPr="00C15721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Pr="00DC3FEC">
        <w:rPr>
          <w:sz w:val="28"/>
          <w:szCs w:val="28"/>
          <w:lang w:val="uk-UA"/>
        </w:rPr>
        <w:t>Координаційне забезпечення виконання рішення покласти на заступника міського голови Куліш Т.А..</w:t>
      </w:r>
    </w:p>
    <w:p w:rsidR="004D48C2" w:rsidRPr="00C15721" w:rsidRDefault="004D48C2" w:rsidP="002B7298">
      <w:pPr>
        <w:ind w:firstLine="720"/>
        <w:jc w:val="both"/>
        <w:rPr>
          <w:sz w:val="28"/>
          <w:szCs w:val="28"/>
          <w:lang w:val="uk-UA"/>
        </w:rPr>
      </w:pPr>
      <w:r w:rsidRPr="00C15721">
        <w:rPr>
          <w:sz w:val="28"/>
          <w:szCs w:val="28"/>
          <w:lang w:val="uk-UA"/>
        </w:rPr>
        <w:t xml:space="preserve"> </w:t>
      </w:r>
    </w:p>
    <w:p w:rsidR="004D48C2" w:rsidRDefault="004D48C2" w:rsidP="002B7298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</w:p>
    <w:p w:rsidR="004D48C2" w:rsidRDefault="004D48C2" w:rsidP="002B7298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</w:p>
    <w:p w:rsidR="004D48C2" w:rsidRDefault="004D48C2" w:rsidP="002B7298">
      <w:pPr>
        <w:pStyle w:val="Heading8"/>
        <w:tabs>
          <w:tab w:val="left" w:pos="142"/>
        </w:tabs>
        <w:rPr>
          <w:b/>
          <w:i w:val="0"/>
          <w:sz w:val="28"/>
          <w:szCs w:val="28"/>
          <w:lang w:val="uk-UA"/>
        </w:rPr>
      </w:pPr>
      <w:r>
        <w:rPr>
          <w:b/>
          <w:i w:val="0"/>
          <w:sz w:val="28"/>
          <w:szCs w:val="28"/>
        </w:rPr>
        <w:t xml:space="preserve">  </w:t>
      </w:r>
      <w:r>
        <w:rPr>
          <w:b/>
          <w:i w:val="0"/>
          <w:sz w:val="28"/>
          <w:szCs w:val="28"/>
          <w:lang w:val="uk-UA"/>
        </w:rPr>
        <w:t>Міський голова                                                                                     О.О.Рева</w:t>
      </w: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 w:rsidP="002B7298">
      <w:pPr>
        <w:rPr>
          <w:lang w:val="uk-UA"/>
        </w:rPr>
      </w:pPr>
    </w:p>
    <w:p w:rsidR="004D48C2" w:rsidRDefault="004D48C2"/>
    <w:sectPr w:rsidR="004D48C2" w:rsidSect="00BB3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48C2"/>
    <w:multiLevelType w:val="hybridMultilevel"/>
    <w:tmpl w:val="5CB06414"/>
    <w:lvl w:ilvl="0" w:tplc="05CE1824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5EFE7A25"/>
    <w:multiLevelType w:val="hybridMultilevel"/>
    <w:tmpl w:val="AE86E2D6"/>
    <w:lvl w:ilvl="0" w:tplc="CF02F50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298"/>
    <w:rsid w:val="000000D5"/>
    <w:rsid w:val="0000149D"/>
    <w:rsid w:val="00001C60"/>
    <w:rsid w:val="00001E41"/>
    <w:rsid w:val="00002BD4"/>
    <w:rsid w:val="00003B70"/>
    <w:rsid w:val="00003C5A"/>
    <w:rsid w:val="00004642"/>
    <w:rsid w:val="0000467E"/>
    <w:rsid w:val="00004939"/>
    <w:rsid w:val="00004CAC"/>
    <w:rsid w:val="0000524D"/>
    <w:rsid w:val="00005E51"/>
    <w:rsid w:val="00005FB6"/>
    <w:rsid w:val="000060B1"/>
    <w:rsid w:val="000070A1"/>
    <w:rsid w:val="000075DE"/>
    <w:rsid w:val="00007734"/>
    <w:rsid w:val="00010059"/>
    <w:rsid w:val="00010AB2"/>
    <w:rsid w:val="00011006"/>
    <w:rsid w:val="00011947"/>
    <w:rsid w:val="000128CE"/>
    <w:rsid w:val="00012C4E"/>
    <w:rsid w:val="00012FF5"/>
    <w:rsid w:val="00013139"/>
    <w:rsid w:val="000136CA"/>
    <w:rsid w:val="00013E80"/>
    <w:rsid w:val="0001476E"/>
    <w:rsid w:val="00015D5A"/>
    <w:rsid w:val="000163E7"/>
    <w:rsid w:val="00016A51"/>
    <w:rsid w:val="00016C89"/>
    <w:rsid w:val="00017779"/>
    <w:rsid w:val="00017ACE"/>
    <w:rsid w:val="000208FB"/>
    <w:rsid w:val="00020C72"/>
    <w:rsid w:val="00022585"/>
    <w:rsid w:val="000227B9"/>
    <w:rsid w:val="000236F8"/>
    <w:rsid w:val="0002489F"/>
    <w:rsid w:val="00024C86"/>
    <w:rsid w:val="00024D78"/>
    <w:rsid w:val="0002509F"/>
    <w:rsid w:val="00026218"/>
    <w:rsid w:val="00026AA9"/>
    <w:rsid w:val="00027152"/>
    <w:rsid w:val="00027B9D"/>
    <w:rsid w:val="0003018A"/>
    <w:rsid w:val="00030239"/>
    <w:rsid w:val="00030353"/>
    <w:rsid w:val="000310A3"/>
    <w:rsid w:val="000311AA"/>
    <w:rsid w:val="000315F0"/>
    <w:rsid w:val="00031AF4"/>
    <w:rsid w:val="0003269D"/>
    <w:rsid w:val="000335B5"/>
    <w:rsid w:val="00033D1D"/>
    <w:rsid w:val="0003438D"/>
    <w:rsid w:val="00034676"/>
    <w:rsid w:val="0003471A"/>
    <w:rsid w:val="00034AB7"/>
    <w:rsid w:val="00034BE9"/>
    <w:rsid w:val="000353EA"/>
    <w:rsid w:val="000356D3"/>
    <w:rsid w:val="00035A9E"/>
    <w:rsid w:val="00035DF6"/>
    <w:rsid w:val="00035FAF"/>
    <w:rsid w:val="0004003B"/>
    <w:rsid w:val="00040D87"/>
    <w:rsid w:val="00041D11"/>
    <w:rsid w:val="00041D4D"/>
    <w:rsid w:val="000421F3"/>
    <w:rsid w:val="000424BE"/>
    <w:rsid w:val="000428EA"/>
    <w:rsid w:val="00043071"/>
    <w:rsid w:val="000439C6"/>
    <w:rsid w:val="00043E05"/>
    <w:rsid w:val="000441B3"/>
    <w:rsid w:val="0004476A"/>
    <w:rsid w:val="00044845"/>
    <w:rsid w:val="000476F1"/>
    <w:rsid w:val="00047D20"/>
    <w:rsid w:val="0005042C"/>
    <w:rsid w:val="000504AE"/>
    <w:rsid w:val="00050A59"/>
    <w:rsid w:val="00050DD7"/>
    <w:rsid w:val="00050E06"/>
    <w:rsid w:val="00052B81"/>
    <w:rsid w:val="00053FB6"/>
    <w:rsid w:val="00055299"/>
    <w:rsid w:val="000559A7"/>
    <w:rsid w:val="00055C1D"/>
    <w:rsid w:val="000576E0"/>
    <w:rsid w:val="00060580"/>
    <w:rsid w:val="00061227"/>
    <w:rsid w:val="00061485"/>
    <w:rsid w:val="000615FB"/>
    <w:rsid w:val="0006187F"/>
    <w:rsid w:val="00061DA4"/>
    <w:rsid w:val="00062E71"/>
    <w:rsid w:val="0006339E"/>
    <w:rsid w:val="0006421F"/>
    <w:rsid w:val="0006454E"/>
    <w:rsid w:val="0006544C"/>
    <w:rsid w:val="00065AF4"/>
    <w:rsid w:val="000662A8"/>
    <w:rsid w:val="00066EF3"/>
    <w:rsid w:val="00066F82"/>
    <w:rsid w:val="0006756F"/>
    <w:rsid w:val="000676D9"/>
    <w:rsid w:val="00067861"/>
    <w:rsid w:val="000706F7"/>
    <w:rsid w:val="00070C77"/>
    <w:rsid w:val="00070FBE"/>
    <w:rsid w:val="00071CEB"/>
    <w:rsid w:val="00072026"/>
    <w:rsid w:val="000720E4"/>
    <w:rsid w:val="00072716"/>
    <w:rsid w:val="00073044"/>
    <w:rsid w:val="0007332C"/>
    <w:rsid w:val="00074C10"/>
    <w:rsid w:val="00074DD4"/>
    <w:rsid w:val="0007743A"/>
    <w:rsid w:val="0007754D"/>
    <w:rsid w:val="00077827"/>
    <w:rsid w:val="00077D9F"/>
    <w:rsid w:val="00077DFB"/>
    <w:rsid w:val="00080257"/>
    <w:rsid w:val="000804D0"/>
    <w:rsid w:val="0008050B"/>
    <w:rsid w:val="00081691"/>
    <w:rsid w:val="00082D9C"/>
    <w:rsid w:val="0008365E"/>
    <w:rsid w:val="00083974"/>
    <w:rsid w:val="00083A9C"/>
    <w:rsid w:val="00083E43"/>
    <w:rsid w:val="0008475A"/>
    <w:rsid w:val="00084F61"/>
    <w:rsid w:val="0008535C"/>
    <w:rsid w:val="000855BF"/>
    <w:rsid w:val="00085C79"/>
    <w:rsid w:val="00085FEB"/>
    <w:rsid w:val="00086AAB"/>
    <w:rsid w:val="00086AD8"/>
    <w:rsid w:val="00086E90"/>
    <w:rsid w:val="000873E7"/>
    <w:rsid w:val="00090170"/>
    <w:rsid w:val="00090C54"/>
    <w:rsid w:val="0009104F"/>
    <w:rsid w:val="0009125C"/>
    <w:rsid w:val="00092279"/>
    <w:rsid w:val="00092447"/>
    <w:rsid w:val="00093A11"/>
    <w:rsid w:val="00094D9B"/>
    <w:rsid w:val="00095312"/>
    <w:rsid w:val="000965E8"/>
    <w:rsid w:val="000967D4"/>
    <w:rsid w:val="00096A34"/>
    <w:rsid w:val="00096BFE"/>
    <w:rsid w:val="000A14D5"/>
    <w:rsid w:val="000A1563"/>
    <w:rsid w:val="000A1737"/>
    <w:rsid w:val="000A1DD4"/>
    <w:rsid w:val="000A1F05"/>
    <w:rsid w:val="000A433D"/>
    <w:rsid w:val="000A4840"/>
    <w:rsid w:val="000A4A20"/>
    <w:rsid w:val="000A4F72"/>
    <w:rsid w:val="000A527C"/>
    <w:rsid w:val="000A5B6B"/>
    <w:rsid w:val="000A5C25"/>
    <w:rsid w:val="000A6133"/>
    <w:rsid w:val="000A6405"/>
    <w:rsid w:val="000A655D"/>
    <w:rsid w:val="000A673C"/>
    <w:rsid w:val="000A778C"/>
    <w:rsid w:val="000A7AFD"/>
    <w:rsid w:val="000A7C16"/>
    <w:rsid w:val="000B008A"/>
    <w:rsid w:val="000B0244"/>
    <w:rsid w:val="000B08BC"/>
    <w:rsid w:val="000B1140"/>
    <w:rsid w:val="000B1F5D"/>
    <w:rsid w:val="000B230C"/>
    <w:rsid w:val="000B2FE0"/>
    <w:rsid w:val="000B31E1"/>
    <w:rsid w:val="000B3CDE"/>
    <w:rsid w:val="000B3D28"/>
    <w:rsid w:val="000B3F20"/>
    <w:rsid w:val="000B5966"/>
    <w:rsid w:val="000B5969"/>
    <w:rsid w:val="000B59C4"/>
    <w:rsid w:val="000B6BD9"/>
    <w:rsid w:val="000B782C"/>
    <w:rsid w:val="000B7837"/>
    <w:rsid w:val="000B7FB8"/>
    <w:rsid w:val="000C0DBC"/>
    <w:rsid w:val="000C0E27"/>
    <w:rsid w:val="000C0EB2"/>
    <w:rsid w:val="000C1EBF"/>
    <w:rsid w:val="000C29A7"/>
    <w:rsid w:val="000C2BE4"/>
    <w:rsid w:val="000C5169"/>
    <w:rsid w:val="000C6167"/>
    <w:rsid w:val="000C664A"/>
    <w:rsid w:val="000C6AEE"/>
    <w:rsid w:val="000C6F6C"/>
    <w:rsid w:val="000C7979"/>
    <w:rsid w:val="000C7E61"/>
    <w:rsid w:val="000D0738"/>
    <w:rsid w:val="000D0D9A"/>
    <w:rsid w:val="000D2089"/>
    <w:rsid w:val="000D2358"/>
    <w:rsid w:val="000D2D48"/>
    <w:rsid w:val="000D2E6C"/>
    <w:rsid w:val="000D326C"/>
    <w:rsid w:val="000D32C5"/>
    <w:rsid w:val="000D3638"/>
    <w:rsid w:val="000D4CA8"/>
    <w:rsid w:val="000D5B91"/>
    <w:rsid w:val="000D5DA5"/>
    <w:rsid w:val="000D6245"/>
    <w:rsid w:val="000D68DA"/>
    <w:rsid w:val="000E08D0"/>
    <w:rsid w:val="000E19D1"/>
    <w:rsid w:val="000E1ABA"/>
    <w:rsid w:val="000E1F52"/>
    <w:rsid w:val="000E241A"/>
    <w:rsid w:val="000E24A6"/>
    <w:rsid w:val="000E533A"/>
    <w:rsid w:val="000E536D"/>
    <w:rsid w:val="000E5634"/>
    <w:rsid w:val="000E65F4"/>
    <w:rsid w:val="000E6ADD"/>
    <w:rsid w:val="000E6F69"/>
    <w:rsid w:val="000E6FD9"/>
    <w:rsid w:val="000E7A10"/>
    <w:rsid w:val="000F06AC"/>
    <w:rsid w:val="000F08D9"/>
    <w:rsid w:val="000F1216"/>
    <w:rsid w:val="000F2BF6"/>
    <w:rsid w:val="000F2C8F"/>
    <w:rsid w:val="000F3814"/>
    <w:rsid w:val="000F397D"/>
    <w:rsid w:val="000F41A8"/>
    <w:rsid w:val="000F5FBE"/>
    <w:rsid w:val="000F65AF"/>
    <w:rsid w:val="000F68B2"/>
    <w:rsid w:val="000F6AFA"/>
    <w:rsid w:val="000F6E31"/>
    <w:rsid w:val="000F70D6"/>
    <w:rsid w:val="000F7A6D"/>
    <w:rsid w:val="000F7D78"/>
    <w:rsid w:val="00100066"/>
    <w:rsid w:val="00100338"/>
    <w:rsid w:val="0010037D"/>
    <w:rsid w:val="00100471"/>
    <w:rsid w:val="001007C7"/>
    <w:rsid w:val="001008B4"/>
    <w:rsid w:val="00100A93"/>
    <w:rsid w:val="00100B06"/>
    <w:rsid w:val="00100B68"/>
    <w:rsid w:val="00100B8D"/>
    <w:rsid w:val="00100DA2"/>
    <w:rsid w:val="00102146"/>
    <w:rsid w:val="00102616"/>
    <w:rsid w:val="00102A14"/>
    <w:rsid w:val="0010333A"/>
    <w:rsid w:val="00103625"/>
    <w:rsid w:val="00103B71"/>
    <w:rsid w:val="00104118"/>
    <w:rsid w:val="001047A9"/>
    <w:rsid w:val="001051E8"/>
    <w:rsid w:val="001053EA"/>
    <w:rsid w:val="0010624D"/>
    <w:rsid w:val="00106532"/>
    <w:rsid w:val="00106938"/>
    <w:rsid w:val="00107034"/>
    <w:rsid w:val="001075CC"/>
    <w:rsid w:val="00110F88"/>
    <w:rsid w:val="00111117"/>
    <w:rsid w:val="0011168E"/>
    <w:rsid w:val="00111793"/>
    <w:rsid w:val="00112335"/>
    <w:rsid w:val="001123C3"/>
    <w:rsid w:val="0011420F"/>
    <w:rsid w:val="00114412"/>
    <w:rsid w:val="0011516C"/>
    <w:rsid w:val="001159AD"/>
    <w:rsid w:val="00120676"/>
    <w:rsid w:val="00121340"/>
    <w:rsid w:val="00121944"/>
    <w:rsid w:val="00121DCE"/>
    <w:rsid w:val="00121F22"/>
    <w:rsid w:val="0012219F"/>
    <w:rsid w:val="00122240"/>
    <w:rsid w:val="00122664"/>
    <w:rsid w:val="001229B6"/>
    <w:rsid w:val="00124B5B"/>
    <w:rsid w:val="001250FF"/>
    <w:rsid w:val="00126281"/>
    <w:rsid w:val="001266AA"/>
    <w:rsid w:val="00126CDB"/>
    <w:rsid w:val="00127C33"/>
    <w:rsid w:val="00130D02"/>
    <w:rsid w:val="0013126A"/>
    <w:rsid w:val="001313C8"/>
    <w:rsid w:val="0013140F"/>
    <w:rsid w:val="00132398"/>
    <w:rsid w:val="001336FC"/>
    <w:rsid w:val="00133900"/>
    <w:rsid w:val="00133AC8"/>
    <w:rsid w:val="001349C6"/>
    <w:rsid w:val="001351E5"/>
    <w:rsid w:val="00136E54"/>
    <w:rsid w:val="0013725A"/>
    <w:rsid w:val="00137435"/>
    <w:rsid w:val="00137680"/>
    <w:rsid w:val="00137B86"/>
    <w:rsid w:val="00141CCB"/>
    <w:rsid w:val="001424B4"/>
    <w:rsid w:val="001427EA"/>
    <w:rsid w:val="00143291"/>
    <w:rsid w:val="001438F7"/>
    <w:rsid w:val="00143EA6"/>
    <w:rsid w:val="00144A15"/>
    <w:rsid w:val="00144D63"/>
    <w:rsid w:val="00145474"/>
    <w:rsid w:val="00145620"/>
    <w:rsid w:val="00146438"/>
    <w:rsid w:val="001468CB"/>
    <w:rsid w:val="001471EE"/>
    <w:rsid w:val="00150CDD"/>
    <w:rsid w:val="00150F39"/>
    <w:rsid w:val="00151438"/>
    <w:rsid w:val="00151812"/>
    <w:rsid w:val="00152ADA"/>
    <w:rsid w:val="00153051"/>
    <w:rsid w:val="001530C9"/>
    <w:rsid w:val="00154CAC"/>
    <w:rsid w:val="0015500A"/>
    <w:rsid w:val="00155018"/>
    <w:rsid w:val="0015536E"/>
    <w:rsid w:val="00155F94"/>
    <w:rsid w:val="00156167"/>
    <w:rsid w:val="001561A1"/>
    <w:rsid w:val="0015705D"/>
    <w:rsid w:val="0015745A"/>
    <w:rsid w:val="00157710"/>
    <w:rsid w:val="001578CD"/>
    <w:rsid w:val="00157C3D"/>
    <w:rsid w:val="00160484"/>
    <w:rsid w:val="00160808"/>
    <w:rsid w:val="00160C8E"/>
    <w:rsid w:val="00161700"/>
    <w:rsid w:val="001631BD"/>
    <w:rsid w:val="00163A05"/>
    <w:rsid w:val="00164304"/>
    <w:rsid w:val="001653CB"/>
    <w:rsid w:val="001654E1"/>
    <w:rsid w:val="00165AB8"/>
    <w:rsid w:val="00165DFB"/>
    <w:rsid w:val="0016753E"/>
    <w:rsid w:val="00167D57"/>
    <w:rsid w:val="00167E23"/>
    <w:rsid w:val="001701F0"/>
    <w:rsid w:val="001707D5"/>
    <w:rsid w:val="00170A81"/>
    <w:rsid w:val="00170D64"/>
    <w:rsid w:val="001711D3"/>
    <w:rsid w:val="00171263"/>
    <w:rsid w:val="0017145F"/>
    <w:rsid w:val="00172878"/>
    <w:rsid w:val="001728A3"/>
    <w:rsid w:val="0017495E"/>
    <w:rsid w:val="00175824"/>
    <w:rsid w:val="00175E6A"/>
    <w:rsid w:val="0017692E"/>
    <w:rsid w:val="00176CF8"/>
    <w:rsid w:val="00176FA8"/>
    <w:rsid w:val="00177E9F"/>
    <w:rsid w:val="001800CA"/>
    <w:rsid w:val="00180218"/>
    <w:rsid w:val="0018206B"/>
    <w:rsid w:val="00182B3D"/>
    <w:rsid w:val="001845D7"/>
    <w:rsid w:val="00185EBE"/>
    <w:rsid w:val="0018755A"/>
    <w:rsid w:val="001878EB"/>
    <w:rsid w:val="00187DA8"/>
    <w:rsid w:val="0019042B"/>
    <w:rsid w:val="00190667"/>
    <w:rsid w:val="001916B1"/>
    <w:rsid w:val="00191EB3"/>
    <w:rsid w:val="0019218C"/>
    <w:rsid w:val="00192E7E"/>
    <w:rsid w:val="00192EB7"/>
    <w:rsid w:val="001933D6"/>
    <w:rsid w:val="001949AF"/>
    <w:rsid w:val="00194A80"/>
    <w:rsid w:val="00194D10"/>
    <w:rsid w:val="001956DA"/>
    <w:rsid w:val="00195B32"/>
    <w:rsid w:val="00196166"/>
    <w:rsid w:val="00197649"/>
    <w:rsid w:val="00197714"/>
    <w:rsid w:val="0019785B"/>
    <w:rsid w:val="001979AD"/>
    <w:rsid w:val="00197F18"/>
    <w:rsid w:val="001A06E6"/>
    <w:rsid w:val="001A0C5A"/>
    <w:rsid w:val="001A0DB5"/>
    <w:rsid w:val="001A11A8"/>
    <w:rsid w:val="001A1261"/>
    <w:rsid w:val="001A22C1"/>
    <w:rsid w:val="001A279D"/>
    <w:rsid w:val="001A2ABC"/>
    <w:rsid w:val="001A2AC6"/>
    <w:rsid w:val="001A2BED"/>
    <w:rsid w:val="001A2E6B"/>
    <w:rsid w:val="001A458F"/>
    <w:rsid w:val="001A4A27"/>
    <w:rsid w:val="001A56A8"/>
    <w:rsid w:val="001A5B8C"/>
    <w:rsid w:val="001A5BB2"/>
    <w:rsid w:val="001A601F"/>
    <w:rsid w:val="001A67FC"/>
    <w:rsid w:val="001A6907"/>
    <w:rsid w:val="001A6948"/>
    <w:rsid w:val="001A6CC4"/>
    <w:rsid w:val="001A78F8"/>
    <w:rsid w:val="001B10AD"/>
    <w:rsid w:val="001B1431"/>
    <w:rsid w:val="001B16A8"/>
    <w:rsid w:val="001B1A50"/>
    <w:rsid w:val="001B227F"/>
    <w:rsid w:val="001B2CCC"/>
    <w:rsid w:val="001B2D25"/>
    <w:rsid w:val="001B2D6D"/>
    <w:rsid w:val="001B3253"/>
    <w:rsid w:val="001B335B"/>
    <w:rsid w:val="001B370B"/>
    <w:rsid w:val="001B3B8F"/>
    <w:rsid w:val="001B4D5F"/>
    <w:rsid w:val="001B55E2"/>
    <w:rsid w:val="001B582E"/>
    <w:rsid w:val="001B648A"/>
    <w:rsid w:val="001B67B8"/>
    <w:rsid w:val="001B6DFA"/>
    <w:rsid w:val="001B77B3"/>
    <w:rsid w:val="001B7850"/>
    <w:rsid w:val="001C038F"/>
    <w:rsid w:val="001C0918"/>
    <w:rsid w:val="001C0C34"/>
    <w:rsid w:val="001C0EE6"/>
    <w:rsid w:val="001C1297"/>
    <w:rsid w:val="001C1B49"/>
    <w:rsid w:val="001C1B5D"/>
    <w:rsid w:val="001C22E6"/>
    <w:rsid w:val="001C25AA"/>
    <w:rsid w:val="001C26F7"/>
    <w:rsid w:val="001C36D2"/>
    <w:rsid w:val="001C3AA5"/>
    <w:rsid w:val="001C3F2D"/>
    <w:rsid w:val="001C4CE3"/>
    <w:rsid w:val="001C5704"/>
    <w:rsid w:val="001C594B"/>
    <w:rsid w:val="001C5E1B"/>
    <w:rsid w:val="001C5FF5"/>
    <w:rsid w:val="001C6CFD"/>
    <w:rsid w:val="001C732A"/>
    <w:rsid w:val="001C76B5"/>
    <w:rsid w:val="001C783E"/>
    <w:rsid w:val="001D0ECD"/>
    <w:rsid w:val="001D0FC9"/>
    <w:rsid w:val="001D157D"/>
    <w:rsid w:val="001D1593"/>
    <w:rsid w:val="001D2566"/>
    <w:rsid w:val="001D359A"/>
    <w:rsid w:val="001D4240"/>
    <w:rsid w:val="001D4FB0"/>
    <w:rsid w:val="001D5A7D"/>
    <w:rsid w:val="001D5F1C"/>
    <w:rsid w:val="001D6495"/>
    <w:rsid w:val="001D713A"/>
    <w:rsid w:val="001E0E28"/>
    <w:rsid w:val="001E0F21"/>
    <w:rsid w:val="001E1D9F"/>
    <w:rsid w:val="001E246D"/>
    <w:rsid w:val="001E2A48"/>
    <w:rsid w:val="001E2BA5"/>
    <w:rsid w:val="001E4215"/>
    <w:rsid w:val="001E4EC0"/>
    <w:rsid w:val="001E54FE"/>
    <w:rsid w:val="001E5E8E"/>
    <w:rsid w:val="001E6CF0"/>
    <w:rsid w:val="001E6D12"/>
    <w:rsid w:val="001E75C2"/>
    <w:rsid w:val="001F0874"/>
    <w:rsid w:val="001F1C7D"/>
    <w:rsid w:val="001F1FC3"/>
    <w:rsid w:val="001F2D24"/>
    <w:rsid w:val="001F3CAF"/>
    <w:rsid w:val="001F3D08"/>
    <w:rsid w:val="001F3F3E"/>
    <w:rsid w:val="001F4B00"/>
    <w:rsid w:val="00200610"/>
    <w:rsid w:val="00201ACD"/>
    <w:rsid w:val="0020327B"/>
    <w:rsid w:val="00203A29"/>
    <w:rsid w:val="00204061"/>
    <w:rsid w:val="00204737"/>
    <w:rsid w:val="00204D25"/>
    <w:rsid w:val="002058AD"/>
    <w:rsid w:val="00206350"/>
    <w:rsid w:val="002063D6"/>
    <w:rsid w:val="00206444"/>
    <w:rsid w:val="00206E08"/>
    <w:rsid w:val="002077B3"/>
    <w:rsid w:val="0021033E"/>
    <w:rsid w:val="00210CD9"/>
    <w:rsid w:val="00211A87"/>
    <w:rsid w:val="00212991"/>
    <w:rsid w:val="00212ADB"/>
    <w:rsid w:val="00213281"/>
    <w:rsid w:val="00213637"/>
    <w:rsid w:val="00213698"/>
    <w:rsid w:val="002138CD"/>
    <w:rsid w:val="00213EBC"/>
    <w:rsid w:val="002141B7"/>
    <w:rsid w:val="0021446B"/>
    <w:rsid w:val="00215028"/>
    <w:rsid w:val="002155FE"/>
    <w:rsid w:val="0021581D"/>
    <w:rsid w:val="00216098"/>
    <w:rsid w:val="00216612"/>
    <w:rsid w:val="00216697"/>
    <w:rsid w:val="00216739"/>
    <w:rsid w:val="00217068"/>
    <w:rsid w:val="002176AB"/>
    <w:rsid w:val="00217F16"/>
    <w:rsid w:val="00217F66"/>
    <w:rsid w:val="00220626"/>
    <w:rsid w:val="0022094F"/>
    <w:rsid w:val="00220A5B"/>
    <w:rsid w:val="00221A83"/>
    <w:rsid w:val="00221F8C"/>
    <w:rsid w:val="0022430D"/>
    <w:rsid w:val="0022440A"/>
    <w:rsid w:val="00224B4A"/>
    <w:rsid w:val="00224CF1"/>
    <w:rsid w:val="00225A15"/>
    <w:rsid w:val="00227631"/>
    <w:rsid w:val="002277AB"/>
    <w:rsid w:val="002278CC"/>
    <w:rsid w:val="00230324"/>
    <w:rsid w:val="00230695"/>
    <w:rsid w:val="00230736"/>
    <w:rsid w:val="00230928"/>
    <w:rsid w:val="00230B56"/>
    <w:rsid w:val="00230DA8"/>
    <w:rsid w:val="00231C7A"/>
    <w:rsid w:val="0023236E"/>
    <w:rsid w:val="00233AF5"/>
    <w:rsid w:val="00233CA5"/>
    <w:rsid w:val="00234A54"/>
    <w:rsid w:val="00234D5C"/>
    <w:rsid w:val="002357A0"/>
    <w:rsid w:val="00235C94"/>
    <w:rsid w:val="002362A2"/>
    <w:rsid w:val="002367F0"/>
    <w:rsid w:val="00237C1A"/>
    <w:rsid w:val="00237D28"/>
    <w:rsid w:val="00240031"/>
    <w:rsid w:val="00241072"/>
    <w:rsid w:val="002428D5"/>
    <w:rsid w:val="002436C1"/>
    <w:rsid w:val="002438AB"/>
    <w:rsid w:val="002446E4"/>
    <w:rsid w:val="00244C30"/>
    <w:rsid w:val="00244D0D"/>
    <w:rsid w:val="0024501F"/>
    <w:rsid w:val="00245188"/>
    <w:rsid w:val="0024552D"/>
    <w:rsid w:val="0024564F"/>
    <w:rsid w:val="00245D7B"/>
    <w:rsid w:val="00245E96"/>
    <w:rsid w:val="00246DFE"/>
    <w:rsid w:val="0024701E"/>
    <w:rsid w:val="0024723B"/>
    <w:rsid w:val="0024739E"/>
    <w:rsid w:val="002479B3"/>
    <w:rsid w:val="00250310"/>
    <w:rsid w:val="002505E2"/>
    <w:rsid w:val="00250AF8"/>
    <w:rsid w:val="00250FAD"/>
    <w:rsid w:val="00251A60"/>
    <w:rsid w:val="00251B34"/>
    <w:rsid w:val="002529F2"/>
    <w:rsid w:val="00252DE9"/>
    <w:rsid w:val="00253E0D"/>
    <w:rsid w:val="00255F18"/>
    <w:rsid w:val="002571CF"/>
    <w:rsid w:val="00257CDD"/>
    <w:rsid w:val="002609F6"/>
    <w:rsid w:val="00261252"/>
    <w:rsid w:val="00261B40"/>
    <w:rsid w:val="0026379B"/>
    <w:rsid w:val="00263913"/>
    <w:rsid w:val="00264764"/>
    <w:rsid w:val="00264ECD"/>
    <w:rsid w:val="002652B4"/>
    <w:rsid w:val="002658CE"/>
    <w:rsid w:val="0026650E"/>
    <w:rsid w:val="00266978"/>
    <w:rsid w:val="00266B0A"/>
    <w:rsid w:val="00266D93"/>
    <w:rsid w:val="00267476"/>
    <w:rsid w:val="002679A3"/>
    <w:rsid w:val="002705F1"/>
    <w:rsid w:val="0027079E"/>
    <w:rsid w:val="00270EB5"/>
    <w:rsid w:val="00271266"/>
    <w:rsid w:val="00272352"/>
    <w:rsid w:val="0027246E"/>
    <w:rsid w:val="00272FE5"/>
    <w:rsid w:val="0027374A"/>
    <w:rsid w:val="00274082"/>
    <w:rsid w:val="0027430B"/>
    <w:rsid w:val="00274D83"/>
    <w:rsid w:val="00274D8B"/>
    <w:rsid w:val="00274E8E"/>
    <w:rsid w:val="002759C4"/>
    <w:rsid w:val="0027685E"/>
    <w:rsid w:val="002774BB"/>
    <w:rsid w:val="0028012A"/>
    <w:rsid w:val="00281101"/>
    <w:rsid w:val="00281409"/>
    <w:rsid w:val="00281ACA"/>
    <w:rsid w:val="00281DF7"/>
    <w:rsid w:val="00283DE3"/>
    <w:rsid w:val="00284B61"/>
    <w:rsid w:val="00284DC1"/>
    <w:rsid w:val="00285360"/>
    <w:rsid w:val="002858D0"/>
    <w:rsid w:val="00285D1E"/>
    <w:rsid w:val="002860E6"/>
    <w:rsid w:val="00286728"/>
    <w:rsid w:val="00286AEB"/>
    <w:rsid w:val="002875FB"/>
    <w:rsid w:val="00287C0D"/>
    <w:rsid w:val="002903F8"/>
    <w:rsid w:val="002915DD"/>
    <w:rsid w:val="00291B8C"/>
    <w:rsid w:val="00291F01"/>
    <w:rsid w:val="00292556"/>
    <w:rsid w:val="00292610"/>
    <w:rsid w:val="002926CD"/>
    <w:rsid w:val="00292BB3"/>
    <w:rsid w:val="00292CD5"/>
    <w:rsid w:val="0029319A"/>
    <w:rsid w:val="002931D1"/>
    <w:rsid w:val="0029344E"/>
    <w:rsid w:val="002936DE"/>
    <w:rsid w:val="0029381B"/>
    <w:rsid w:val="00293AA9"/>
    <w:rsid w:val="00293D20"/>
    <w:rsid w:val="00294857"/>
    <w:rsid w:val="00294F5E"/>
    <w:rsid w:val="002955F3"/>
    <w:rsid w:val="00295885"/>
    <w:rsid w:val="00295994"/>
    <w:rsid w:val="00295A9D"/>
    <w:rsid w:val="0029798C"/>
    <w:rsid w:val="00297C83"/>
    <w:rsid w:val="00297D10"/>
    <w:rsid w:val="002A016B"/>
    <w:rsid w:val="002A1388"/>
    <w:rsid w:val="002A32B1"/>
    <w:rsid w:val="002A3B6E"/>
    <w:rsid w:val="002A42A7"/>
    <w:rsid w:val="002A5974"/>
    <w:rsid w:val="002A6FB6"/>
    <w:rsid w:val="002B00A5"/>
    <w:rsid w:val="002B024E"/>
    <w:rsid w:val="002B0477"/>
    <w:rsid w:val="002B08BA"/>
    <w:rsid w:val="002B15EB"/>
    <w:rsid w:val="002B29DB"/>
    <w:rsid w:val="002B2E70"/>
    <w:rsid w:val="002B33EC"/>
    <w:rsid w:val="002B470E"/>
    <w:rsid w:val="002B48EC"/>
    <w:rsid w:val="002B4C0B"/>
    <w:rsid w:val="002B53F5"/>
    <w:rsid w:val="002B660B"/>
    <w:rsid w:val="002B6A51"/>
    <w:rsid w:val="002B7120"/>
    <w:rsid w:val="002B7298"/>
    <w:rsid w:val="002B7647"/>
    <w:rsid w:val="002B793D"/>
    <w:rsid w:val="002C1DFC"/>
    <w:rsid w:val="002C2045"/>
    <w:rsid w:val="002C2D73"/>
    <w:rsid w:val="002C3155"/>
    <w:rsid w:val="002C400E"/>
    <w:rsid w:val="002C410D"/>
    <w:rsid w:val="002C42B3"/>
    <w:rsid w:val="002C43E0"/>
    <w:rsid w:val="002C449C"/>
    <w:rsid w:val="002C48E3"/>
    <w:rsid w:val="002C5059"/>
    <w:rsid w:val="002C5C35"/>
    <w:rsid w:val="002C5FDD"/>
    <w:rsid w:val="002C6321"/>
    <w:rsid w:val="002C6419"/>
    <w:rsid w:val="002C7023"/>
    <w:rsid w:val="002C7C45"/>
    <w:rsid w:val="002D0BB8"/>
    <w:rsid w:val="002D1C2B"/>
    <w:rsid w:val="002D23BE"/>
    <w:rsid w:val="002D27BA"/>
    <w:rsid w:val="002D2835"/>
    <w:rsid w:val="002D2873"/>
    <w:rsid w:val="002D2A99"/>
    <w:rsid w:val="002D2D6A"/>
    <w:rsid w:val="002D2DB1"/>
    <w:rsid w:val="002D2F00"/>
    <w:rsid w:val="002D3067"/>
    <w:rsid w:val="002D3848"/>
    <w:rsid w:val="002D3A83"/>
    <w:rsid w:val="002D56FB"/>
    <w:rsid w:val="002D5A36"/>
    <w:rsid w:val="002D6788"/>
    <w:rsid w:val="002D6DE2"/>
    <w:rsid w:val="002D71DF"/>
    <w:rsid w:val="002D73E7"/>
    <w:rsid w:val="002D7C43"/>
    <w:rsid w:val="002E0229"/>
    <w:rsid w:val="002E184E"/>
    <w:rsid w:val="002E1ED1"/>
    <w:rsid w:val="002E207D"/>
    <w:rsid w:val="002E2204"/>
    <w:rsid w:val="002E3183"/>
    <w:rsid w:val="002E3DA1"/>
    <w:rsid w:val="002E42FC"/>
    <w:rsid w:val="002E4A6B"/>
    <w:rsid w:val="002E4A82"/>
    <w:rsid w:val="002E503D"/>
    <w:rsid w:val="002E53ED"/>
    <w:rsid w:val="002E6B95"/>
    <w:rsid w:val="002E78F6"/>
    <w:rsid w:val="002E7B29"/>
    <w:rsid w:val="002F03AD"/>
    <w:rsid w:val="002F0AC5"/>
    <w:rsid w:val="002F1352"/>
    <w:rsid w:val="002F1457"/>
    <w:rsid w:val="002F1599"/>
    <w:rsid w:val="002F1964"/>
    <w:rsid w:val="002F27BB"/>
    <w:rsid w:val="002F2F25"/>
    <w:rsid w:val="002F3011"/>
    <w:rsid w:val="002F3470"/>
    <w:rsid w:val="002F35DB"/>
    <w:rsid w:val="002F3A43"/>
    <w:rsid w:val="002F5646"/>
    <w:rsid w:val="002F6298"/>
    <w:rsid w:val="002F7753"/>
    <w:rsid w:val="002F7D49"/>
    <w:rsid w:val="00300CE3"/>
    <w:rsid w:val="00300D24"/>
    <w:rsid w:val="00302643"/>
    <w:rsid w:val="00302DCC"/>
    <w:rsid w:val="00302EF0"/>
    <w:rsid w:val="00303AD4"/>
    <w:rsid w:val="003043CE"/>
    <w:rsid w:val="00304870"/>
    <w:rsid w:val="00304B3D"/>
    <w:rsid w:val="003050E7"/>
    <w:rsid w:val="00305E81"/>
    <w:rsid w:val="00305FE2"/>
    <w:rsid w:val="00306331"/>
    <w:rsid w:val="0030666A"/>
    <w:rsid w:val="00306B8E"/>
    <w:rsid w:val="00306CA7"/>
    <w:rsid w:val="00306DBA"/>
    <w:rsid w:val="00306F97"/>
    <w:rsid w:val="0031068A"/>
    <w:rsid w:val="0031097F"/>
    <w:rsid w:val="003116AA"/>
    <w:rsid w:val="00312180"/>
    <w:rsid w:val="0031380D"/>
    <w:rsid w:val="00315478"/>
    <w:rsid w:val="00315512"/>
    <w:rsid w:val="00315DA2"/>
    <w:rsid w:val="00316087"/>
    <w:rsid w:val="0031661A"/>
    <w:rsid w:val="00316626"/>
    <w:rsid w:val="00317ECA"/>
    <w:rsid w:val="00320905"/>
    <w:rsid w:val="00320B03"/>
    <w:rsid w:val="00321765"/>
    <w:rsid w:val="003217E0"/>
    <w:rsid w:val="003218C3"/>
    <w:rsid w:val="003219D3"/>
    <w:rsid w:val="00321EFC"/>
    <w:rsid w:val="00322F5D"/>
    <w:rsid w:val="003242A6"/>
    <w:rsid w:val="00325556"/>
    <w:rsid w:val="00325570"/>
    <w:rsid w:val="0032579D"/>
    <w:rsid w:val="00325A1F"/>
    <w:rsid w:val="00325CE5"/>
    <w:rsid w:val="0032663B"/>
    <w:rsid w:val="00326645"/>
    <w:rsid w:val="00326AB3"/>
    <w:rsid w:val="00327CDE"/>
    <w:rsid w:val="00331205"/>
    <w:rsid w:val="0033165A"/>
    <w:rsid w:val="003327C6"/>
    <w:rsid w:val="00332D01"/>
    <w:rsid w:val="003344A8"/>
    <w:rsid w:val="00334507"/>
    <w:rsid w:val="00334586"/>
    <w:rsid w:val="00334C01"/>
    <w:rsid w:val="003354A4"/>
    <w:rsid w:val="00335B3A"/>
    <w:rsid w:val="00335FC9"/>
    <w:rsid w:val="003366C5"/>
    <w:rsid w:val="0033672E"/>
    <w:rsid w:val="00337F19"/>
    <w:rsid w:val="0034020C"/>
    <w:rsid w:val="00340321"/>
    <w:rsid w:val="00340431"/>
    <w:rsid w:val="003409D9"/>
    <w:rsid w:val="00341FA4"/>
    <w:rsid w:val="003422A8"/>
    <w:rsid w:val="00342989"/>
    <w:rsid w:val="00343C71"/>
    <w:rsid w:val="00343CDB"/>
    <w:rsid w:val="00344F62"/>
    <w:rsid w:val="003456A2"/>
    <w:rsid w:val="00346217"/>
    <w:rsid w:val="00346C4A"/>
    <w:rsid w:val="003471E4"/>
    <w:rsid w:val="0034726B"/>
    <w:rsid w:val="00347573"/>
    <w:rsid w:val="003477CE"/>
    <w:rsid w:val="00350175"/>
    <w:rsid w:val="00350241"/>
    <w:rsid w:val="00350404"/>
    <w:rsid w:val="00350C94"/>
    <w:rsid w:val="00352326"/>
    <w:rsid w:val="00352381"/>
    <w:rsid w:val="00352B8F"/>
    <w:rsid w:val="00353AB7"/>
    <w:rsid w:val="00354993"/>
    <w:rsid w:val="00355700"/>
    <w:rsid w:val="003557BC"/>
    <w:rsid w:val="00355A95"/>
    <w:rsid w:val="00355F16"/>
    <w:rsid w:val="0035661B"/>
    <w:rsid w:val="0035675E"/>
    <w:rsid w:val="00356A37"/>
    <w:rsid w:val="00356B4F"/>
    <w:rsid w:val="00356B7E"/>
    <w:rsid w:val="0035762C"/>
    <w:rsid w:val="00357685"/>
    <w:rsid w:val="00360578"/>
    <w:rsid w:val="00360A91"/>
    <w:rsid w:val="0036137F"/>
    <w:rsid w:val="00361BA1"/>
    <w:rsid w:val="00361F16"/>
    <w:rsid w:val="00362D84"/>
    <w:rsid w:val="00363A31"/>
    <w:rsid w:val="00364716"/>
    <w:rsid w:val="0036479D"/>
    <w:rsid w:val="00364B88"/>
    <w:rsid w:val="00364F36"/>
    <w:rsid w:val="003652FA"/>
    <w:rsid w:val="00365AF7"/>
    <w:rsid w:val="00366291"/>
    <w:rsid w:val="003663B1"/>
    <w:rsid w:val="00370893"/>
    <w:rsid w:val="00371FBC"/>
    <w:rsid w:val="00372CBC"/>
    <w:rsid w:val="00372E2F"/>
    <w:rsid w:val="00372F1C"/>
    <w:rsid w:val="00374107"/>
    <w:rsid w:val="0037468B"/>
    <w:rsid w:val="003750EE"/>
    <w:rsid w:val="0037527E"/>
    <w:rsid w:val="00375394"/>
    <w:rsid w:val="00376030"/>
    <w:rsid w:val="00376E53"/>
    <w:rsid w:val="003770BD"/>
    <w:rsid w:val="003774D8"/>
    <w:rsid w:val="0037765D"/>
    <w:rsid w:val="00380292"/>
    <w:rsid w:val="003812B3"/>
    <w:rsid w:val="00382C5D"/>
    <w:rsid w:val="00383CD3"/>
    <w:rsid w:val="003840F9"/>
    <w:rsid w:val="00384595"/>
    <w:rsid w:val="00385314"/>
    <w:rsid w:val="00385D75"/>
    <w:rsid w:val="00386047"/>
    <w:rsid w:val="003875DA"/>
    <w:rsid w:val="003904D2"/>
    <w:rsid w:val="00392872"/>
    <w:rsid w:val="00392CC0"/>
    <w:rsid w:val="00393023"/>
    <w:rsid w:val="0039323A"/>
    <w:rsid w:val="00393935"/>
    <w:rsid w:val="0039484C"/>
    <w:rsid w:val="00394E2F"/>
    <w:rsid w:val="00395817"/>
    <w:rsid w:val="0039583A"/>
    <w:rsid w:val="00395CDD"/>
    <w:rsid w:val="00395F7F"/>
    <w:rsid w:val="003963F4"/>
    <w:rsid w:val="00397023"/>
    <w:rsid w:val="00397298"/>
    <w:rsid w:val="00397486"/>
    <w:rsid w:val="00397BA9"/>
    <w:rsid w:val="003A0F53"/>
    <w:rsid w:val="003A1254"/>
    <w:rsid w:val="003A12FA"/>
    <w:rsid w:val="003A1820"/>
    <w:rsid w:val="003A2834"/>
    <w:rsid w:val="003A2D20"/>
    <w:rsid w:val="003A3BD7"/>
    <w:rsid w:val="003A44EC"/>
    <w:rsid w:val="003A498C"/>
    <w:rsid w:val="003A4F83"/>
    <w:rsid w:val="003A57CB"/>
    <w:rsid w:val="003A58BC"/>
    <w:rsid w:val="003A5A74"/>
    <w:rsid w:val="003A5ECA"/>
    <w:rsid w:val="003A6535"/>
    <w:rsid w:val="003A6BE7"/>
    <w:rsid w:val="003A6FE3"/>
    <w:rsid w:val="003B0AC4"/>
    <w:rsid w:val="003B0F5E"/>
    <w:rsid w:val="003B15D3"/>
    <w:rsid w:val="003B27E6"/>
    <w:rsid w:val="003B28C7"/>
    <w:rsid w:val="003B311C"/>
    <w:rsid w:val="003B40E6"/>
    <w:rsid w:val="003B43DB"/>
    <w:rsid w:val="003B4526"/>
    <w:rsid w:val="003B4747"/>
    <w:rsid w:val="003B5680"/>
    <w:rsid w:val="003B6911"/>
    <w:rsid w:val="003B6BBA"/>
    <w:rsid w:val="003B7ADA"/>
    <w:rsid w:val="003B7E33"/>
    <w:rsid w:val="003B7E70"/>
    <w:rsid w:val="003C0733"/>
    <w:rsid w:val="003C2535"/>
    <w:rsid w:val="003C2980"/>
    <w:rsid w:val="003C2983"/>
    <w:rsid w:val="003C2B6D"/>
    <w:rsid w:val="003C362E"/>
    <w:rsid w:val="003C371B"/>
    <w:rsid w:val="003C426D"/>
    <w:rsid w:val="003C43FD"/>
    <w:rsid w:val="003C4E3B"/>
    <w:rsid w:val="003C5278"/>
    <w:rsid w:val="003C6612"/>
    <w:rsid w:val="003C6A15"/>
    <w:rsid w:val="003C7349"/>
    <w:rsid w:val="003C7876"/>
    <w:rsid w:val="003C79CA"/>
    <w:rsid w:val="003D01D7"/>
    <w:rsid w:val="003D1F6F"/>
    <w:rsid w:val="003D2726"/>
    <w:rsid w:val="003D2742"/>
    <w:rsid w:val="003D3C3B"/>
    <w:rsid w:val="003D4AF3"/>
    <w:rsid w:val="003D4D3F"/>
    <w:rsid w:val="003D5572"/>
    <w:rsid w:val="003D5E55"/>
    <w:rsid w:val="003D690F"/>
    <w:rsid w:val="003D6929"/>
    <w:rsid w:val="003D693D"/>
    <w:rsid w:val="003D6B13"/>
    <w:rsid w:val="003D74B0"/>
    <w:rsid w:val="003D7778"/>
    <w:rsid w:val="003E0152"/>
    <w:rsid w:val="003E058F"/>
    <w:rsid w:val="003E05C6"/>
    <w:rsid w:val="003E0C57"/>
    <w:rsid w:val="003E1678"/>
    <w:rsid w:val="003E1C33"/>
    <w:rsid w:val="003E224A"/>
    <w:rsid w:val="003E298E"/>
    <w:rsid w:val="003E2E67"/>
    <w:rsid w:val="003E2EE1"/>
    <w:rsid w:val="003E3BB8"/>
    <w:rsid w:val="003E3C68"/>
    <w:rsid w:val="003E77E5"/>
    <w:rsid w:val="003E7D5C"/>
    <w:rsid w:val="003F0B9C"/>
    <w:rsid w:val="003F0B9E"/>
    <w:rsid w:val="003F0D1A"/>
    <w:rsid w:val="003F0E72"/>
    <w:rsid w:val="003F10F2"/>
    <w:rsid w:val="003F140C"/>
    <w:rsid w:val="003F16D4"/>
    <w:rsid w:val="003F215A"/>
    <w:rsid w:val="003F2964"/>
    <w:rsid w:val="003F4762"/>
    <w:rsid w:val="003F4EFE"/>
    <w:rsid w:val="003F52F6"/>
    <w:rsid w:val="003F5E58"/>
    <w:rsid w:val="003F69AC"/>
    <w:rsid w:val="003F6B4C"/>
    <w:rsid w:val="003F7948"/>
    <w:rsid w:val="00400A9A"/>
    <w:rsid w:val="00400CBD"/>
    <w:rsid w:val="00401E3F"/>
    <w:rsid w:val="00403563"/>
    <w:rsid w:val="00403B48"/>
    <w:rsid w:val="00404818"/>
    <w:rsid w:val="00405146"/>
    <w:rsid w:val="004053F6"/>
    <w:rsid w:val="004058B5"/>
    <w:rsid w:val="00405E97"/>
    <w:rsid w:val="00406AE6"/>
    <w:rsid w:val="00407AC8"/>
    <w:rsid w:val="0041077B"/>
    <w:rsid w:val="004107AF"/>
    <w:rsid w:val="00410B4E"/>
    <w:rsid w:val="00410F74"/>
    <w:rsid w:val="00411173"/>
    <w:rsid w:val="004115C7"/>
    <w:rsid w:val="00411683"/>
    <w:rsid w:val="00411C23"/>
    <w:rsid w:val="00411FE4"/>
    <w:rsid w:val="00412B54"/>
    <w:rsid w:val="004145C8"/>
    <w:rsid w:val="0041461D"/>
    <w:rsid w:val="004149BE"/>
    <w:rsid w:val="004149C1"/>
    <w:rsid w:val="00414C3F"/>
    <w:rsid w:val="0041524F"/>
    <w:rsid w:val="004152DD"/>
    <w:rsid w:val="00415513"/>
    <w:rsid w:val="00415886"/>
    <w:rsid w:val="00415A35"/>
    <w:rsid w:val="00416513"/>
    <w:rsid w:val="0041673F"/>
    <w:rsid w:val="00416B63"/>
    <w:rsid w:val="00417525"/>
    <w:rsid w:val="004175F1"/>
    <w:rsid w:val="00417B15"/>
    <w:rsid w:val="00417F9C"/>
    <w:rsid w:val="004201EF"/>
    <w:rsid w:val="00420469"/>
    <w:rsid w:val="00420AA9"/>
    <w:rsid w:val="004214B0"/>
    <w:rsid w:val="00421D73"/>
    <w:rsid w:val="004237B3"/>
    <w:rsid w:val="00423A6B"/>
    <w:rsid w:val="00423D09"/>
    <w:rsid w:val="00423D0E"/>
    <w:rsid w:val="00424D80"/>
    <w:rsid w:val="0042501C"/>
    <w:rsid w:val="004257AB"/>
    <w:rsid w:val="004262AE"/>
    <w:rsid w:val="004269AC"/>
    <w:rsid w:val="004269DA"/>
    <w:rsid w:val="00426EAE"/>
    <w:rsid w:val="00427795"/>
    <w:rsid w:val="00427DC9"/>
    <w:rsid w:val="00430701"/>
    <w:rsid w:val="004309E2"/>
    <w:rsid w:val="00431B88"/>
    <w:rsid w:val="00432210"/>
    <w:rsid w:val="004327C4"/>
    <w:rsid w:val="0043380B"/>
    <w:rsid w:val="004351CF"/>
    <w:rsid w:val="004355AC"/>
    <w:rsid w:val="0043575C"/>
    <w:rsid w:val="00435C90"/>
    <w:rsid w:val="004377D0"/>
    <w:rsid w:val="00437BF2"/>
    <w:rsid w:val="00440110"/>
    <w:rsid w:val="00440B45"/>
    <w:rsid w:val="00440F21"/>
    <w:rsid w:val="00441138"/>
    <w:rsid w:val="00441351"/>
    <w:rsid w:val="0044172C"/>
    <w:rsid w:val="00441754"/>
    <w:rsid w:val="004422F7"/>
    <w:rsid w:val="0044299B"/>
    <w:rsid w:val="00442EF9"/>
    <w:rsid w:val="004431A3"/>
    <w:rsid w:val="004447F2"/>
    <w:rsid w:val="00445CC1"/>
    <w:rsid w:val="00446A76"/>
    <w:rsid w:val="004476C9"/>
    <w:rsid w:val="00447ACC"/>
    <w:rsid w:val="0045184D"/>
    <w:rsid w:val="00452030"/>
    <w:rsid w:val="004526E9"/>
    <w:rsid w:val="004536ED"/>
    <w:rsid w:val="00454B7D"/>
    <w:rsid w:val="00455A7C"/>
    <w:rsid w:val="00456161"/>
    <w:rsid w:val="004565D2"/>
    <w:rsid w:val="00457ED2"/>
    <w:rsid w:val="004601B3"/>
    <w:rsid w:val="004607C9"/>
    <w:rsid w:val="00460887"/>
    <w:rsid w:val="00460E74"/>
    <w:rsid w:val="0046121A"/>
    <w:rsid w:val="004635F9"/>
    <w:rsid w:val="0046411B"/>
    <w:rsid w:val="004649C9"/>
    <w:rsid w:val="00464A0C"/>
    <w:rsid w:val="0046514C"/>
    <w:rsid w:val="00465234"/>
    <w:rsid w:val="004654CC"/>
    <w:rsid w:val="004656D0"/>
    <w:rsid w:val="004657FC"/>
    <w:rsid w:val="00465E70"/>
    <w:rsid w:val="00466B8D"/>
    <w:rsid w:val="004672DB"/>
    <w:rsid w:val="00471054"/>
    <w:rsid w:val="00471143"/>
    <w:rsid w:val="004722CB"/>
    <w:rsid w:val="004728F3"/>
    <w:rsid w:val="00473245"/>
    <w:rsid w:val="00473766"/>
    <w:rsid w:val="004739B0"/>
    <w:rsid w:val="00473D8F"/>
    <w:rsid w:val="004747AF"/>
    <w:rsid w:val="00474AC5"/>
    <w:rsid w:val="00475411"/>
    <w:rsid w:val="0047607D"/>
    <w:rsid w:val="0047657C"/>
    <w:rsid w:val="00477EB2"/>
    <w:rsid w:val="004802F2"/>
    <w:rsid w:val="004803BD"/>
    <w:rsid w:val="00481939"/>
    <w:rsid w:val="00481AA2"/>
    <w:rsid w:val="00481E4D"/>
    <w:rsid w:val="004834B4"/>
    <w:rsid w:val="0048375E"/>
    <w:rsid w:val="00483C15"/>
    <w:rsid w:val="00484C2F"/>
    <w:rsid w:val="00484F20"/>
    <w:rsid w:val="004852DF"/>
    <w:rsid w:val="0048568B"/>
    <w:rsid w:val="004869A8"/>
    <w:rsid w:val="00486A58"/>
    <w:rsid w:val="00486A5E"/>
    <w:rsid w:val="00491B3F"/>
    <w:rsid w:val="00492721"/>
    <w:rsid w:val="00492DBB"/>
    <w:rsid w:val="00493055"/>
    <w:rsid w:val="00493E02"/>
    <w:rsid w:val="004948D3"/>
    <w:rsid w:val="00494B1E"/>
    <w:rsid w:val="00494BF9"/>
    <w:rsid w:val="00494CC9"/>
    <w:rsid w:val="00495F60"/>
    <w:rsid w:val="00496020"/>
    <w:rsid w:val="0049665E"/>
    <w:rsid w:val="004972E3"/>
    <w:rsid w:val="004975EF"/>
    <w:rsid w:val="00497B0E"/>
    <w:rsid w:val="004A0243"/>
    <w:rsid w:val="004A071F"/>
    <w:rsid w:val="004A0A08"/>
    <w:rsid w:val="004A0D0E"/>
    <w:rsid w:val="004A0E4B"/>
    <w:rsid w:val="004A17D1"/>
    <w:rsid w:val="004A19E7"/>
    <w:rsid w:val="004A2BDB"/>
    <w:rsid w:val="004A4E9D"/>
    <w:rsid w:val="004A5180"/>
    <w:rsid w:val="004A51A0"/>
    <w:rsid w:val="004A5366"/>
    <w:rsid w:val="004A5856"/>
    <w:rsid w:val="004A5B29"/>
    <w:rsid w:val="004A69D1"/>
    <w:rsid w:val="004A73EA"/>
    <w:rsid w:val="004A78FE"/>
    <w:rsid w:val="004B043B"/>
    <w:rsid w:val="004B0661"/>
    <w:rsid w:val="004B0680"/>
    <w:rsid w:val="004B1110"/>
    <w:rsid w:val="004B1195"/>
    <w:rsid w:val="004B1FCD"/>
    <w:rsid w:val="004B21D8"/>
    <w:rsid w:val="004B2AAE"/>
    <w:rsid w:val="004B2CF6"/>
    <w:rsid w:val="004B3440"/>
    <w:rsid w:val="004B3563"/>
    <w:rsid w:val="004B3B8E"/>
    <w:rsid w:val="004B3DD6"/>
    <w:rsid w:val="004B4250"/>
    <w:rsid w:val="004B47C1"/>
    <w:rsid w:val="004B4D89"/>
    <w:rsid w:val="004B4E93"/>
    <w:rsid w:val="004B4FCB"/>
    <w:rsid w:val="004B635B"/>
    <w:rsid w:val="004B7419"/>
    <w:rsid w:val="004C098C"/>
    <w:rsid w:val="004C0CEB"/>
    <w:rsid w:val="004C1694"/>
    <w:rsid w:val="004C19F1"/>
    <w:rsid w:val="004C1A09"/>
    <w:rsid w:val="004C2B30"/>
    <w:rsid w:val="004C2D61"/>
    <w:rsid w:val="004C30F7"/>
    <w:rsid w:val="004C3720"/>
    <w:rsid w:val="004C3B1A"/>
    <w:rsid w:val="004C43FA"/>
    <w:rsid w:val="004C611E"/>
    <w:rsid w:val="004C63E2"/>
    <w:rsid w:val="004C6921"/>
    <w:rsid w:val="004C7BEC"/>
    <w:rsid w:val="004D009F"/>
    <w:rsid w:val="004D24FF"/>
    <w:rsid w:val="004D265B"/>
    <w:rsid w:val="004D2C4C"/>
    <w:rsid w:val="004D2C59"/>
    <w:rsid w:val="004D45AB"/>
    <w:rsid w:val="004D4624"/>
    <w:rsid w:val="004D477B"/>
    <w:rsid w:val="004D48C2"/>
    <w:rsid w:val="004D608A"/>
    <w:rsid w:val="004D6BA8"/>
    <w:rsid w:val="004D7DD4"/>
    <w:rsid w:val="004E0314"/>
    <w:rsid w:val="004E08E1"/>
    <w:rsid w:val="004E1077"/>
    <w:rsid w:val="004E141C"/>
    <w:rsid w:val="004E14E0"/>
    <w:rsid w:val="004E1894"/>
    <w:rsid w:val="004E2C30"/>
    <w:rsid w:val="004E2CE6"/>
    <w:rsid w:val="004E2E00"/>
    <w:rsid w:val="004E3050"/>
    <w:rsid w:val="004E35AE"/>
    <w:rsid w:val="004E39CA"/>
    <w:rsid w:val="004E3F00"/>
    <w:rsid w:val="004E42C3"/>
    <w:rsid w:val="004E42C6"/>
    <w:rsid w:val="004E43AC"/>
    <w:rsid w:val="004E498E"/>
    <w:rsid w:val="004E4CA3"/>
    <w:rsid w:val="004E4E00"/>
    <w:rsid w:val="004E4FA2"/>
    <w:rsid w:val="004E5542"/>
    <w:rsid w:val="004E6758"/>
    <w:rsid w:val="004E7B8C"/>
    <w:rsid w:val="004E7C06"/>
    <w:rsid w:val="004F1584"/>
    <w:rsid w:val="004F173D"/>
    <w:rsid w:val="004F2CE3"/>
    <w:rsid w:val="004F37CC"/>
    <w:rsid w:val="004F484B"/>
    <w:rsid w:val="004F628E"/>
    <w:rsid w:val="004F6C0A"/>
    <w:rsid w:val="004F7407"/>
    <w:rsid w:val="0050018E"/>
    <w:rsid w:val="00500581"/>
    <w:rsid w:val="005005F8"/>
    <w:rsid w:val="005006C2"/>
    <w:rsid w:val="00500805"/>
    <w:rsid w:val="00501910"/>
    <w:rsid w:val="00502710"/>
    <w:rsid w:val="005028CE"/>
    <w:rsid w:val="00502A07"/>
    <w:rsid w:val="00502B81"/>
    <w:rsid w:val="00502C2A"/>
    <w:rsid w:val="00502EDA"/>
    <w:rsid w:val="00503FA2"/>
    <w:rsid w:val="0050416E"/>
    <w:rsid w:val="0050468A"/>
    <w:rsid w:val="00504706"/>
    <w:rsid w:val="00507279"/>
    <w:rsid w:val="00507ABD"/>
    <w:rsid w:val="00510283"/>
    <w:rsid w:val="005102A4"/>
    <w:rsid w:val="005103EA"/>
    <w:rsid w:val="00510B74"/>
    <w:rsid w:val="00510DD8"/>
    <w:rsid w:val="00511158"/>
    <w:rsid w:val="005125C9"/>
    <w:rsid w:val="005126B1"/>
    <w:rsid w:val="0051295E"/>
    <w:rsid w:val="00513685"/>
    <w:rsid w:val="00514120"/>
    <w:rsid w:val="00514132"/>
    <w:rsid w:val="0051516B"/>
    <w:rsid w:val="0051527E"/>
    <w:rsid w:val="00516554"/>
    <w:rsid w:val="00516F76"/>
    <w:rsid w:val="005178DA"/>
    <w:rsid w:val="00517B7E"/>
    <w:rsid w:val="00517BD2"/>
    <w:rsid w:val="00520546"/>
    <w:rsid w:val="0052097A"/>
    <w:rsid w:val="00521958"/>
    <w:rsid w:val="00521DFE"/>
    <w:rsid w:val="005220BC"/>
    <w:rsid w:val="00522B80"/>
    <w:rsid w:val="00523087"/>
    <w:rsid w:val="00524D4B"/>
    <w:rsid w:val="005252E2"/>
    <w:rsid w:val="00525C26"/>
    <w:rsid w:val="0052638E"/>
    <w:rsid w:val="005267B5"/>
    <w:rsid w:val="00527728"/>
    <w:rsid w:val="00527A7B"/>
    <w:rsid w:val="0053036A"/>
    <w:rsid w:val="00530904"/>
    <w:rsid w:val="0053093B"/>
    <w:rsid w:val="005311D5"/>
    <w:rsid w:val="00531308"/>
    <w:rsid w:val="00531518"/>
    <w:rsid w:val="00531A6E"/>
    <w:rsid w:val="00533060"/>
    <w:rsid w:val="00534144"/>
    <w:rsid w:val="0053478B"/>
    <w:rsid w:val="0053493C"/>
    <w:rsid w:val="00535578"/>
    <w:rsid w:val="00535683"/>
    <w:rsid w:val="005357B8"/>
    <w:rsid w:val="0053593B"/>
    <w:rsid w:val="00535BC4"/>
    <w:rsid w:val="00535E84"/>
    <w:rsid w:val="00536176"/>
    <w:rsid w:val="00536769"/>
    <w:rsid w:val="00536BE4"/>
    <w:rsid w:val="00537D4C"/>
    <w:rsid w:val="00537F03"/>
    <w:rsid w:val="005403E2"/>
    <w:rsid w:val="00540878"/>
    <w:rsid w:val="005413BD"/>
    <w:rsid w:val="00541727"/>
    <w:rsid w:val="00542332"/>
    <w:rsid w:val="005425EB"/>
    <w:rsid w:val="00542633"/>
    <w:rsid w:val="00542A20"/>
    <w:rsid w:val="00542D28"/>
    <w:rsid w:val="00543025"/>
    <w:rsid w:val="005437A7"/>
    <w:rsid w:val="0054471B"/>
    <w:rsid w:val="005448E7"/>
    <w:rsid w:val="00544A3A"/>
    <w:rsid w:val="0054619B"/>
    <w:rsid w:val="0054642E"/>
    <w:rsid w:val="005466A3"/>
    <w:rsid w:val="005467A6"/>
    <w:rsid w:val="005469A2"/>
    <w:rsid w:val="005470E6"/>
    <w:rsid w:val="005506B9"/>
    <w:rsid w:val="00551291"/>
    <w:rsid w:val="00551E42"/>
    <w:rsid w:val="005527E3"/>
    <w:rsid w:val="0055304B"/>
    <w:rsid w:val="00553E35"/>
    <w:rsid w:val="00553E79"/>
    <w:rsid w:val="00554D4B"/>
    <w:rsid w:val="00554FB7"/>
    <w:rsid w:val="00556061"/>
    <w:rsid w:val="0055676E"/>
    <w:rsid w:val="00557115"/>
    <w:rsid w:val="0055755F"/>
    <w:rsid w:val="005609F0"/>
    <w:rsid w:val="00561D2F"/>
    <w:rsid w:val="00564584"/>
    <w:rsid w:val="00564592"/>
    <w:rsid w:val="0056469F"/>
    <w:rsid w:val="0056562A"/>
    <w:rsid w:val="0056675C"/>
    <w:rsid w:val="00566C79"/>
    <w:rsid w:val="005675B5"/>
    <w:rsid w:val="00567BB3"/>
    <w:rsid w:val="005703A9"/>
    <w:rsid w:val="00570D9A"/>
    <w:rsid w:val="00571754"/>
    <w:rsid w:val="00571DF6"/>
    <w:rsid w:val="00573031"/>
    <w:rsid w:val="00575123"/>
    <w:rsid w:val="00575154"/>
    <w:rsid w:val="00575501"/>
    <w:rsid w:val="00576EA6"/>
    <w:rsid w:val="005770DF"/>
    <w:rsid w:val="00577F01"/>
    <w:rsid w:val="00577F5C"/>
    <w:rsid w:val="00580216"/>
    <w:rsid w:val="005802AF"/>
    <w:rsid w:val="005810E7"/>
    <w:rsid w:val="005818AE"/>
    <w:rsid w:val="005824EE"/>
    <w:rsid w:val="00582C2A"/>
    <w:rsid w:val="00582CB6"/>
    <w:rsid w:val="0058378F"/>
    <w:rsid w:val="005838D6"/>
    <w:rsid w:val="005839DB"/>
    <w:rsid w:val="00584355"/>
    <w:rsid w:val="00584D41"/>
    <w:rsid w:val="0058502E"/>
    <w:rsid w:val="00585EE5"/>
    <w:rsid w:val="0058696A"/>
    <w:rsid w:val="00586D35"/>
    <w:rsid w:val="00587840"/>
    <w:rsid w:val="00590434"/>
    <w:rsid w:val="00590C8D"/>
    <w:rsid w:val="00590DC0"/>
    <w:rsid w:val="00590E3B"/>
    <w:rsid w:val="0059133B"/>
    <w:rsid w:val="00592498"/>
    <w:rsid w:val="005925C9"/>
    <w:rsid w:val="00592AA3"/>
    <w:rsid w:val="00592B62"/>
    <w:rsid w:val="00593CB3"/>
    <w:rsid w:val="00594373"/>
    <w:rsid w:val="00594F9F"/>
    <w:rsid w:val="00595588"/>
    <w:rsid w:val="0059558A"/>
    <w:rsid w:val="00595E63"/>
    <w:rsid w:val="0059603F"/>
    <w:rsid w:val="00597304"/>
    <w:rsid w:val="005973FD"/>
    <w:rsid w:val="0059772B"/>
    <w:rsid w:val="005A0503"/>
    <w:rsid w:val="005A07BE"/>
    <w:rsid w:val="005A085D"/>
    <w:rsid w:val="005A0DEC"/>
    <w:rsid w:val="005A136B"/>
    <w:rsid w:val="005A1370"/>
    <w:rsid w:val="005A1C85"/>
    <w:rsid w:val="005A1EB2"/>
    <w:rsid w:val="005A233B"/>
    <w:rsid w:val="005A27E7"/>
    <w:rsid w:val="005A2915"/>
    <w:rsid w:val="005A3929"/>
    <w:rsid w:val="005A3991"/>
    <w:rsid w:val="005A3FE5"/>
    <w:rsid w:val="005A4EE5"/>
    <w:rsid w:val="005A54B0"/>
    <w:rsid w:val="005A5ACD"/>
    <w:rsid w:val="005A5C1E"/>
    <w:rsid w:val="005A5F79"/>
    <w:rsid w:val="005A64B9"/>
    <w:rsid w:val="005A6D51"/>
    <w:rsid w:val="005A74A2"/>
    <w:rsid w:val="005A76C2"/>
    <w:rsid w:val="005A7DF1"/>
    <w:rsid w:val="005B0219"/>
    <w:rsid w:val="005B04EE"/>
    <w:rsid w:val="005B069A"/>
    <w:rsid w:val="005B0A92"/>
    <w:rsid w:val="005B185D"/>
    <w:rsid w:val="005B2F6A"/>
    <w:rsid w:val="005B333F"/>
    <w:rsid w:val="005B511D"/>
    <w:rsid w:val="005B5980"/>
    <w:rsid w:val="005B5F15"/>
    <w:rsid w:val="005B6001"/>
    <w:rsid w:val="005B6079"/>
    <w:rsid w:val="005B6F7A"/>
    <w:rsid w:val="005B7D26"/>
    <w:rsid w:val="005C1BF5"/>
    <w:rsid w:val="005C32A8"/>
    <w:rsid w:val="005C3B96"/>
    <w:rsid w:val="005C3C88"/>
    <w:rsid w:val="005C4525"/>
    <w:rsid w:val="005C4AD8"/>
    <w:rsid w:val="005C4DB5"/>
    <w:rsid w:val="005C5107"/>
    <w:rsid w:val="005C55DD"/>
    <w:rsid w:val="005C59CE"/>
    <w:rsid w:val="005C5AD7"/>
    <w:rsid w:val="005C5BFE"/>
    <w:rsid w:val="005C637D"/>
    <w:rsid w:val="005C706A"/>
    <w:rsid w:val="005C7107"/>
    <w:rsid w:val="005C73AA"/>
    <w:rsid w:val="005C74B7"/>
    <w:rsid w:val="005C7EBD"/>
    <w:rsid w:val="005D0AFC"/>
    <w:rsid w:val="005D0BC9"/>
    <w:rsid w:val="005D0E0C"/>
    <w:rsid w:val="005D120D"/>
    <w:rsid w:val="005D1380"/>
    <w:rsid w:val="005D16AB"/>
    <w:rsid w:val="005D1BEB"/>
    <w:rsid w:val="005D2091"/>
    <w:rsid w:val="005D308F"/>
    <w:rsid w:val="005D3852"/>
    <w:rsid w:val="005D477E"/>
    <w:rsid w:val="005D4920"/>
    <w:rsid w:val="005D6A63"/>
    <w:rsid w:val="005D7D12"/>
    <w:rsid w:val="005E0036"/>
    <w:rsid w:val="005E0174"/>
    <w:rsid w:val="005E193A"/>
    <w:rsid w:val="005E1C37"/>
    <w:rsid w:val="005E1DE5"/>
    <w:rsid w:val="005E2740"/>
    <w:rsid w:val="005E28BB"/>
    <w:rsid w:val="005E2B32"/>
    <w:rsid w:val="005E306A"/>
    <w:rsid w:val="005E3734"/>
    <w:rsid w:val="005E4104"/>
    <w:rsid w:val="005E4122"/>
    <w:rsid w:val="005E43A1"/>
    <w:rsid w:val="005E4808"/>
    <w:rsid w:val="005E4DE6"/>
    <w:rsid w:val="005E56C0"/>
    <w:rsid w:val="005E5A35"/>
    <w:rsid w:val="005E5A88"/>
    <w:rsid w:val="005E6329"/>
    <w:rsid w:val="005E7C6F"/>
    <w:rsid w:val="005F0B22"/>
    <w:rsid w:val="005F0E04"/>
    <w:rsid w:val="005F20DA"/>
    <w:rsid w:val="005F2A96"/>
    <w:rsid w:val="005F2D1C"/>
    <w:rsid w:val="005F43F9"/>
    <w:rsid w:val="005F44A9"/>
    <w:rsid w:val="005F5FF4"/>
    <w:rsid w:val="005F68F6"/>
    <w:rsid w:val="005F6A01"/>
    <w:rsid w:val="005F738F"/>
    <w:rsid w:val="005F7638"/>
    <w:rsid w:val="005F7F0E"/>
    <w:rsid w:val="0060020C"/>
    <w:rsid w:val="00600B96"/>
    <w:rsid w:val="006011A5"/>
    <w:rsid w:val="006037E5"/>
    <w:rsid w:val="00603DE7"/>
    <w:rsid w:val="00603F5C"/>
    <w:rsid w:val="00604832"/>
    <w:rsid w:val="00605419"/>
    <w:rsid w:val="00606B33"/>
    <w:rsid w:val="006074C9"/>
    <w:rsid w:val="00610B0E"/>
    <w:rsid w:val="00611776"/>
    <w:rsid w:val="00611874"/>
    <w:rsid w:val="00611936"/>
    <w:rsid w:val="00611DDC"/>
    <w:rsid w:val="00612417"/>
    <w:rsid w:val="00612CE0"/>
    <w:rsid w:val="00612D81"/>
    <w:rsid w:val="0061347F"/>
    <w:rsid w:val="00614569"/>
    <w:rsid w:val="00614C49"/>
    <w:rsid w:val="00617EB6"/>
    <w:rsid w:val="006205E8"/>
    <w:rsid w:val="006206ED"/>
    <w:rsid w:val="0062176C"/>
    <w:rsid w:val="00622336"/>
    <w:rsid w:val="0062340F"/>
    <w:rsid w:val="00623C8E"/>
    <w:rsid w:val="00623DEC"/>
    <w:rsid w:val="00624A53"/>
    <w:rsid w:val="00624BB1"/>
    <w:rsid w:val="00624FF0"/>
    <w:rsid w:val="00625598"/>
    <w:rsid w:val="006255A8"/>
    <w:rsid w:val="00625706"/>
    <w:rsid w:val="006260BF"/>
    <w:rsid w:val="00626195"/>
    <w:rsid w:val="006261C0"/>
    <w:rsid w:val="006261CE"/>
    <w:rsid w:val="00626280"/>
    <w:rsid w:val="00626364"/>
    <w:rsid w:val="0062720F"/>
    <w:rsid w:val="006276CD"/>
    <w:rsid w:val="006304C8"/>
    <w:rsid w:val="00630A00"/>
    <w:rsid w:val="00632602"/>
    <w:rsid w:val="006337E8"/>
    <w:rsid w:val="00633803"/>
    <w:rsid w:val="00633992"/>
    <w:rsid w:val="006344F0"/>
    <w:rsid w:val="0063453C"/>
    <w:rsid w:val="006347EF"/>
    <w:rsid w:val="006347F0"/>
    <w:rsid w:val="0063583A"/>
    <w:rsid w:val="00635FD5"/>
    <w:rsid w:val="0063625F"/>
    <w:rsid w:val="0063792C"/>
    <w:rsid w:val="006379BF"/>
    <w:rsid w:val="00637D9B"/>
    <w:rsid w:val="00640B8E"/>
    <w:rsid w:val="00640D72"/>
    <w:rsid w:val="00640D80"/>
    <w:rsid w:val="00641467"/>
    <w:rsid w:val="006416FD"/>
    <w:rsid w:val="00642218"/>
    <w:rsid w:val="0064360D"/>
    <w:rsid w:val="00643C56"/>
    <w:rsid w:val="00645ED0"/>
    <w:rsid w:val="00645F65"/>
    <w:rsid w:val="0064770B"/>
    <w:rsid w:val="00647788"/>
    <w:rsid w:val="0065081E"/>
    <w:rsid w:val="00650B54"/>
    <w:rsid w:val="00651067"/>
    <w:rsid w:val="00651CD1"/>
    <w:rsid w:val="00651DFE"/>
    <w:rsid w:val="0065235C"/>
    <w:rsid w:val="00652855"/>
    <w:rsid w:val="00652C38"/>
    <w:rsid w:val="00652F78"/>
    <w:rsid w:val="00652FDD"/>
    <w:rsid w:val="00653C6B"/>
    <w:rsid w:val="00653CC6"/>
    <w:rsid w:val="00653D0C"/>
    <w:rsid w:val="0065404E"/>
    <w:rsid w:val="006549DA"/>
    <w:rsid w:val="00655040"/>
    <w:rsid w:val="0065550B"/>
    <w:rsid w:val="0065577D"/>
    <w:rsid w:val="0065691C"/>
    <w:rsid w:val="00656AB1"/>
    <w:rsid w:val="006574DE"/>
    <w:rsid w:val="0065779F"/>
    <w:rsid w:val="00657F07"/>
    <w:rsid w:val="006607D0"/>
    <w:rsid w:val="006610DB"/>
    <w:rsid w:val="006613AA"/>
    <w:rsid w:val="00662741"/>
    <w:rsid w:val="00662BE6"/>
    <w:rsid w:val="00663031"/>
    <w:rsid w:val="006637C7"/>
    <w:rsid w:val="00663C51"/>
    <w:rsid w:val="006640A7"/>
    <w:rsid w:val="006641E4"/>
    <w:rsid w:val="00664540"/>
    <w:rsid w:val="00665315"/>
    <w:rsid w:val="006659F1"/>
    <w:rsid w:val="00665B20"/>
    <w:rsid w:val="00665F6A"/>
    <w:rsid w:val="00665FB6"/>
    <w:rsid w:val="00666164"/>
    <w:rsid w:val="006662B4"/>
    <w:rsid w:val="00667767"/>
    <w:rsid w:val="006700A9"/>
    <w:rsid w:val="0067097F"/>
    <w:rsid w:val="00670FB1"/>
    <w:rsid w:val="006711DD"/>
    <w:rsid w:val="00671659"/>
    <w:rsid w:val="00671D26"/>
    <w:rsid w:val="00672689"/>
    <w:rsid w:val="00673192"/>
    <w:rsid w:val="0067581C"/>
    <w:rsid w:val="00675D24"/>
    <w:rsid w:val="0067640B"/>
    <w:rsid w:val="0067642F"/>
    <w:rsid w:val="006770E0"/>
    <w:rsid w:val="00677F47"/>
    <w:rsid w:val="00677FD0"/>
    <w:rsid w:val="00680080"/>
    <w:rsid w:val="00680862"/>
    <w:rsid w:val="00680913"/>
    <w:rsid w:val="00683E35"/>
    <w:rsid w:val="00684AA1"/>
    <w:rsid w:val="00685A5A"/>
    <w:rsid w:val="00685B62"/>
    <w:rsid w:val="00686EA2"/>
    <w:rsid w:val="0069086C"/>
    <w:rsid w:val="00690A12"/>
    <w:rsid w:val="00691261"/>
    <w:rsid w:val="0069131A"/>
    <w:rsid w:val="006914F7"/>
    <w:rsid w:val="006918D2"/>
    <w:rsid w:val="00691CF5"/>
    <w:rsid w:val="00691D36"/>
    <w:rsid w:val="00691EE2"/>
    <w:rsid w:val="0069260B"/>
    <w:rsid w:val="00693AF7"/>
    <w:rsid w:val="00693C74"/>
    <w:rsid w:val="00693F65"/>
    <w:rsid w:val="006943AD"/>
    <w:rsid w:val="006947EF"/>
    <w:rsid w:val="0069598F"/>
    <w:rsid w:val="006A00FF"/>
    <w:rsid w:val="006A014F"/>
    <w:rsid w:val="006A28A6"/>
    <w:rsid w:val="006A2A2F"/>
    <w:rsid w:val="006A3411"/>
    <w:rsid w:val="006A3509"/>
    <w:rsid w:val="006A369A"/>
    <w:rsid w:val="006A3D74"/>
    <w:rsid w:val="006A4023"/>
    <w:rsid w:val="006A412C"/>
    <w:rsid w:val="006A4502"/>
    <w:rsid w:val="006A4759"/>
    <w:rsid w:val="006A4F92"/>
    <w:rsid w:val="006A544A"/>
    <w:rsid w:val="006A6A53"/>
    <w:rsid w:val="006A7541"/>
    <w:rsid w:val="006A7D18"/>
    <w:rsid w:val="006A7D97"/>
    <w:rsid w:val="006B0594"/>
    <w:rsid w:val="006B0E1B"/>
    <w:rsid w:val="006B1177"/>
    <w:rsid w:val="006B19E8"/>
    <w:rsid w:val="006B2246"/>
    <w:rsid w:val="006B3A7D"/>
    <w:rsid w:val="006B3A8E"/>
    <w:rsid w:val="006B3B88"/>
    <w:rsid w:val="006B3C70"/>
    <w:rsid w:val="006B5048"/>
    <w:rsid w:val="006B55FC"/>
    <w:rsid w:val="006B5E91"/>
    <w:rsid w:val="006B6710"/>
    <w:rsid w:val="006B6D7D"/>
    <w:rsid w:val="006B6EC5"/>
    <w:rsid w:val="006B70C3"/>
    <w:rsid w:val="006B74CE"/>
    <w:rsid w:val="006B783C"/>
    <w:rsid w:val="006C0B87"/>
    <w:rsid w:val="006C1671"/>
    <w:rsid w:val="006C19BE"/>
    <w:rsid w:val="006C19BF"/>
    <w:rsid w:val="006C1BFC"/>
    <w:rsid w:val="006C25CC"/>
    <w:rsid w:val="006C3793"/>
    <w:rsid w:val="006C3CAA"/>
    <w:rsid w:val="006C4249"/>
    <w:rsid w:val="006C53D4"/>
    <w:rsid w:val="006C5C47"/>
    <w:rsid w:val="006C60E6"/>
    <w:rsid w:val="006C63A5"/>
    <w:rsid w:val="006C66C5"/>
    <w:rsid w:val="006C6C8C"/>
    <w:rsid w:val="006C77A2"/>
    <w:rsid w:val="006C7BAB"/>
    <w:rsid w:val="006D005C"/>
    <w:rsid w:val="006D0984"/>
    <w:rsid w:val="006D09BF"/>
    <w:rsid w:val="006D17E7"/>
    <w:rsid w:val="006D283A"/>
    <w:rsid w:val="006D377E"/>
    <w:rsid w:val="006D3F6A"/>
    <w:rsid w:val="006D3F9C"/>
    <w:rsid w:val="006D40F4"/>
    <w:rsid w:val="006D4982"/>
    <w:rsid w:val="006D5C49"/>
    <w:rsid w:val="006D6224"/>
    <w:rsid w:val="006D6AA1"/>
    <w:rsid w:val="006D7156"/>
    <w:rsid w:val="006E06CC"/>
    <w:rsid w:val="006E0DB4"/>
    <w:rsid w:val="006E18DE"/>
    <w:rsid w:val="006E265A"/>
    <w:rsid w:val="006E2663"/>
    <w:rsid w:val="006E27F5"/>
    <w:rsid w:val="006E2B38"/>
    <w:rsid w:val="006E3B09"/>
    <w:rsid w:val="006E3E6E"/>
    <w:rsid w:val="006E52DE"/>
    <w:rsid w:val="006E654B"/>
    <w:rsid w:val="006E6A76"/>
    <w:rsid w:val="006E723D"/>
    <w:rsid w:val="006E72E9"/>
    <w:rsid w:val="006E771A"/>
    <w:rsid w:val="006E78B6"/>
    <w:rsid w:val="006E78EE"/>
    <w:rsid w:val="006E7AF6"/>
    <w:rsid w:val="006F0D1B"/>
    <w:rsid w:val="006F105B"/>
    <w:rsid w:val="006F10DA"/>
    <w:rsid w:val="006F1114"/>
    <w:rsid w:val="006F1C4A"/>
    <w:rsid w:val="006F2D86"/>
    <w:rsid w:val="006F2E23"/>
    <w:rsid w:val="006F4026"/>
    <w:rsid w:val="006F49D2"/>
    <w:rsid w:val="006F5038"/>
    <w:rsid w:val="006F55AE"/>
    <w:rsid w:val="006F5980"/>
    <w:rsid w:val="006F5DE2"/>
    <w:rsid w:val="006F78B1"/>
    <w:rsid w:val="00700288"/>
    <w:rsid w:val="007002DD"/>
    <w:rsid w:val="007008EE"/>
    <w:rsid w:val="00700A7B"/>
    <w:rsid w:val="007013F9"/>
    <w:rsid w:val="00701F96"/>
    <w:rsid w:val="00702761"/>
    <w:rsid w:val="00702E58"/>
    <w:rsid w:val="00703C0B"/>
    <w:rsid w:val="00703FB2"/>
    <w:rsid w:val="0070491F"/>
    <w:rsid w:val="00705243"/>
    <w:rsid w:val="00707508"/>
    <w:rsid w:val="00711940"/>
    <w:rsid w:val="00711BF2"/>
    <w:rsid w:val="0071218C"/>
    <w:rsid w:val="00712C60"/>
    <w:rsid w:val="00713181"/>
    <w:rsid w:val="007132BC"/>
    <w:rsid w:val="0071363D"/>
    <w:rsid w:val="00713A52"/>
    <w:rsid w:val="00713CF9"/>
    <w:rsid w:val="00713E93"/>
    <w:rsid w:val="00714360"/>
    <w:rsid w:val="007146B7"/>
    <w:rsid w:val="007147E7"/>
    <w:rsid w:val="00714837"/>
    <w:rsid w:val="007148B4"/>
    <w:rsid w:val="00714F2E"/>
    <w:rsid w:val="007153F5"/>
    <w:rsid w:val="007159D5"/>
    <w:rsid w:val="00715FED"/>
    <w:rsid w:val="00717007"/>
    <w:rsid w:val="0071785A"/>
    <w:rsid w:val="00717A85"/>
    <w:rsid w:val="00717A95"/>
    <w:rsid w:val="00717B55"/>
    <w:rsid w:val="007213F4"/>
    <w:rsid w:val="0072170D"/>
    <w:rsid w:val="00721AFA"/>
    <w:rsid w:val="00721B28"/>
    <w:rsid w:val="007227A4"/>
    <w:rsid w:val="007229DA"/>
    <w:rsid w:val="00722D72"/>
    <w:rsid w:val="00723D2B"/>
    <w:rsid w:val="007244AC"/>
    <w:rsid w:val="00724E25"/>
    <w:rsid w:val="00725B90"/>
    <w:rsid w:val="007264B3"/>
    <w:rsid w:val="00726902"/>
    <w:rsid w:val="00726BC3"/>
    <w:rsid w:val="00726C91"/>
    <w:rsid w:val="00726F1B"/>
    <w:rsid w:val="0072749F"/>
    <w:rsid w:val="00727E1F"/>
    <w:rsid w:val="007312FC"/>
    <w:rsid w:val="00731BB1"/>
    <w:rsid w:val="0073330A"/>
    <w:rsid w:val="00733539"/>
    <w:rsid w:val="00735456"/>
    <w:rsid w:val="00735B6E"/>
    <w:rsid w:val="0073605B"/>
    <w:rsid w:val="0073637E"/>
    <w:rsid w:val="00736773"/>
    <w:rsid w:val="007368B9"/>
    <w:rsid w:val="00737312"/>
    <w:rsid w:val="00737761"/>
    <w:rsid w:val="00737B2B"/>
    <w:rsid w:val="00741029"/>
    <w:rsid w:val="00742A02"/>
    <w:rsid w:val="00743746"/>
    <w:rsid w:val="00743AB1"/>
    <w:rsid w:val="00744A35"/>
    <w:rsid w:val="0074500C"/>
    <w:rsid w:val="007450F4"/>
    <w:rsid w:val="007454BB"/>
    <w:rsid w:val="007456C8"/>
    <w:rsid w:val="00745DB3"/>
    <w:rsid w:val="00745FB7"/>
    <w:rsid w:val="00746319"/>
    <w:rsid w:val="0074680F"/>
    <w:rsid w:val="00746B32"/>
    <w:rsid w:val="00747BF9"/>
    <w:rsid w:val="00747D5F"/>
    <w:rsid w:val="007509B5"/>
    <w:rsid w:val="00750BC6"/>
    <w:rsid w:val="00750CB2"/>
    <w:rsid w:val="007514B4"/>
    <w:rsid w:val="007515C3"/>
    <w:rsid w:val="0075269F"/>
    <w:rsid w:val="00752972"/>
    <w:rsid w:val="00752DBE"/>
    <w:rsid w:val="0075314B"/>
    <w:rsid w:val="00753379"/>
    <w:rsid w:val="0075361A"/>
    <w:rsid w:val="007546C6"/>
    <w:rsid w:val="00754F32"/>
    <w:rsid w:val="0075564A"/>
    <w:rsid w:val="0075623E"/>
    <w:rsid w:val="00756652"/>
    <w:rsid w:val="00756BA2"/>
    <w:rsid w:val="0075724B"/>
    <w:rsid w:val="0075769E"/>
    <w:rsid w:val="00757949"/>
    <w:rsid w:val="0076017E"/>
    <w:rsid w:val="007601FF"/>
    <w:rsid w:val="00761ADF"/>
    <w:rsid w:val="007620EB"/>
    <w:rsid w:val="00762704"/>
    <w:rsid w:val="0076273D"/>
    <w:rsid w:val="00762D9B"/>
    <w:rsid w:val="00762F47"/>
    <w:rsid w:val="00764955"/>
    <w:rsid w:val="007649DE"/>
    <w:rsid w:val="0076536D"/>
    <w:rsid w:val="007662C2"/>
    <w:rsid w:val="00766C16"/>
    <w:rsid w:val="007676AA"/>
    <w:rsid w:val="00767E2A"/>
    <w:rsid w:val="0077040E"/>
    <w:rsid w:val="0077088F"/>
    <w:rsid w:val="007709D3"/>
    <w:rsid w:val="00770C99"/>
    <w:rsid w:val="00772087"/>
    <w:rsid w:val="007733BE"/>
    <w:rsid w:val="00773720"/>
    <w:rsid w:val="00773D2A"/>
    <w:rsid w:val="00774608"/>
    <w:rsid w:val="00775AAE"/>
    <w:rsid w:val="0077655F"/>
    <w:rsid w:val="00776B75"/>
    <w:rsid w:val="0077700B"/>
    <w:rsid w:val="0077712C"/>
    <w:rsid w:val="00777704"/>
    <w:rsid w:val="007777D7"/>
    <w:rsid w:val="0078024A"/>
    <w:rsid w:val="007802BB"/>
    <w:rsid w:val="007808FD"/>
    <w:rsid w:val="0078117C"/>
    <w:rsid w:val="00781BC2"/>
    <w:rsid w:val="00782401"/>
    <w:rsid w:val="007829BF"/>
    <w:rsid w:val="00783A1D"/>
    <w:rsid w:val="00783F20"/>
    <w:rsid w:val="00783F47"/>
    <w:rsid w:val="00784E8C"/>
    <w:rsid w:val="0078517E"/>
    <w:rsid w:val="0078529E"/>
    <w:rsid w:val="0078543B"/>
    <w:rsid w:val="00785ACD"/>
    <w:rsid w:val="00785AD7"/>
    <w:rsid w:val="0078691B"/>
    <w:rsid w:val="00786AE5"/>
    <w:rsid w:val="007870A6"/>
    <w:rsid w:val="00787B35"/>
    <w:rsid w:val="00787E62"/>
    <w:rsid w:val="007911EA"/>
    <w:rsid w:val="00791753"/>
    <w:rsid w:val="00791BB3"/>
    <w:rsid w:val="00792D33"/>
    <w:rsid w:val="00792EF3"/>
    <w:rsid w:val="0079319C"/>
    <w:rsid w:val="00793BA4"/>
    <w:rsid w:val="007942F8"/>
    <w:rsid w:val="00794B49"/>
    <w:rsid w:val="00794B90"/>
    <w:rsid w:val="00794FF4"/>
    <w:rsid w:val="007950BC"/>
    <w:rsid w:val="0079697C"/>
    <w:rsid w:val="00796D8E"/>
    <w:rsid w:val="0079735C"/>
    <w:rsid w:val="007A012F"/>
    <w:rsid w:val="007A013F"/>
    <w:rsid w:val="007A13B6"/>
    <w:rsid w:val="007A1413"/>
    <w:rsid w:val="007A1646"/>
    <w:rsid w:val="007A1B50"/>
    <w:rsid w:val="007A21D3"/>
    <w:rsid w:val="007A2AE0"/>
    <w:rsid w:val="007A341B"/>
    <w:rsid w:val="007A3513"/>
    <w:rsid w:val="007A3D8B"/>
    <w:rsid w:val="007A546A"/>
    <w:rsid w:val="007A5AA4"/>
    <w:rsid w:val="007A6AD0"/>
    <w:rsid w:val="007A6F83"/>
    <w:rsid w:val="007A7F2E"/>
    <w:rsid w:val="007B0248"/>
    <w:rsid w:val="007B05E4"/>
    <w:rsid w:val="007B081C"/>
    <w:rsid w:val="007B0FCC"/>
    <w:rsid w:val="007B13E2"/>
    <w:rsid w:val="007B1AA7"/>
    <w:rsid w:val="007B2601"/>
    <w:rsid w:val="007B2C00"/>
    <w:rsid w:val="007B32EA"/>
    <w:rsid w:val="007B3734"/>
    <w:rsid w:val="007B3C14"/>
    <w:rsid w:val="007B40FD"/>
    <w:rsid w:val="007B5446"/>
    <w:rsid w:val="007B55FA"/>
    <w:rsid w:val="007B594E"/>
    <w:rsid w:val="007B5AA0"/>
    <w:rsid w:val="007B69FF"/>
    <w:rsid w:val="007B70C4"/>
    <w:rsid w:val="007B718D"/>
    <w:rsid w:val="007B7691"/>
    <w:rsid w:val="007C0046"/>
    <w:rsid w:val="007C2CAD"/>
    <w:rsid w:val="007C31A3"/>
    <w:rsid w:val="007C490A"/>
    <w:rsid w:val="007C5D6E"/>
    <w:rsid w:val="007C6C30"/>
    <w:rsid w:val="007D036E"/>
    <w:rsid w:val="007D05F5"/>
    <w:rsid w:val="007D1486"/>
    <w:rsid w:val="007D183A"/>
    <w:rsid w:val="007D1A21"/>
    <w:rsid w:val="007D22E4"/>
    <w:rsid w:val="007D363C"/>
    <w:rsid w:val="007D36F0"/>
    <w:rsid w:val="007D4B6D"/>
    <w:rsid w:val="007D5BE6"/>
    <w:rsid w:val="007D5DBA"/>
    <w:rsid w:val="007E0275"/>
    <w:rsid w:val="007E0BB0"/>
    <w:rsid w:val="007E0D60"/>
    <w:rsid w:val="007E132F"/>
    <w:rsid w:val="007E1370"/>
    <w:rsid w:val="007E1993"/>
    <w:rsid w:val="007E1AC5"/>
    <w:rsid w:val="007E2461"/>
    <w:rsid w:val="007E2978"/>
    <w:rsid w:val="007E3A49"/>
    <w:rsid w:val="007E3B45"/>
    <w:rsid w:val="007E3CF8"/>
    <w:rsid w:val="007E44BF"/>
    <w:rsid w:val="007E4705"/>
    <w:rsid w:val="007E560E"/>
    <w:rsid w:val="007E5A0D"/>
    <w:rsid w:val="007E5F79"/>
    <w:rsid w:val="007E64FD"/>
    <w:rsid w:val="007E6CD0"/>
    <w:rsid w:val="007F0846"/>
    <w:rsid w:val="007F0DF7"/>
    <w:rsid w:val="007F0E3D"/>
    <w:rsid w:val="007F17DF"/>
    <w:rsid w:val="007F1B51"/>
    <w:rsid w:val="007F1DEA"/>
    <w:rsid w:val="007F2284"/>
    <w:rsid w:val="007F2467"/>
    <w:rsid w:val="007F27DC"/>
    <w:rsid w:val="007F2EA7"/>
    <w:rsid w:val="007F3665"/>
    <w:rsid w:val="007F46DE"/>
    <w:rsid w:val="007F4C81"/>
    <w:rsid w:val="007F59AD"/>
    <w:rsid w:val="007F5DAD"/>
    <w:rsid w:val="007F61B8"/>
    <w:rsid w:val="007F6C38"/>
    <w:rsid w:val="007F6D00"/>
    <w:rsid w:val="0080080E"/>
    <w:rsid w:val="0080098E"/>
    <w:rsid w:val="0080155D"/>
    <w:rsid w:val="008020F8"/>
    <w:rsid w:val="008032F2"/>
    <w:rsid w:val="0080360B"/>
    <w:rsid w:val="00803F73"/>
    <w:rsid w:val="00804635"/>
    <w:rsid w:val="008056F6"/>
    <w:rsid w:val="008058BB"/>
    <w:rsid w:val="008058EA"/>
    <w:rsid w:val="008103CE"/>
    <w:rsid w:val="00811DEE"/>
    <w:rsid w:val="00812078"/>
    <w:rsid w:val="008128CC"/>
    <w:rsid w:val="00812A5D"/>
    <w:rsid w:val="00812CEA"/>
    <w:rsid w:val="008135FF"/>
    <w:rsid w:val="00813644"/>
    <w:rsid w:val="00814291"/>
    <w:rsid w:val="008143CD"/>
    <w:rsid w:val="00814748"/>
    <w:rsid w:val="00814CA4"/>
    <w:rsid w:val="00814D78"/>
    <w:rsid w:val="00815F47"/>
    <w:rsid w:val="00815F54"/>
    <w:rsid w:val="00817AC7"/>
    <w:rsid w:val="00820B88"/>
    <w:rsid w:val="00821AEC"/>
    <w:rsid w:val="00821BF4"/>
    <w:rsid w:val="008220E9"/>
    <w:rsid w:val="008230F7"/>
    <w:rsid w:val="0082359F"/>
    <w:rsid w:val="00823CE8"/>
    <w:rsid w:val="00824A97"/>
    <w:rsid w:val="00824C89"/>
    <w:rsid w:val="00824DB2"/>
    <w:rsid w:val="008259C7"/>
    <w:rsid w:val="008261C4"/>
    <w:rsid w:val="008262C6"/>
    <w:rsid w:val="00826BC3"/>
    <w:rsid w:val="00826BE5"/>
    <w:rsid w:val="00827631"/>
    <w:rsid w:val="00827962"/>
    <w:rsid w:val="00827982"/>
    <w:rsid w:val="00827CE3"/>
    <w:rsid w:val="00827F39"/>
    <w:rsid w:val="00830073"/>
    <w:rsid w:val="0083040D"/>
    <w:rsid w:val="008308F9"/>
    <w:rsid w:val="00830E5F"/>
    <w:rsid w:val="00831042"/>
    <w:rsid w:val="008328D5"/>
    <w:rsid w:val="008332FF"/>
    <w:rsid w:val="00833C4D"/>
    <w:rsid w:val="00833D86"/>
    <w:rsid w:val="0083430E"/>
    <w:rsid w:val="00834534"/>
    <w:rsid w:val="0083500E"/>
    <w:rsid w:val="00836293"/>
    <w:rsid w:val="0083655D"/>
    <w:rsid w:val="008365F4"/>
    <w:rsid w:val="00836908"/>
    <w:rsid w:val="008379DA"/>
    <w:rsid w:val="00837A10"/>
    <w:rsid w:val="00840E3D"/>
    <w:rsid w:val="00841072"/>
    <w:rsid w:val="00841E93"/>
    <w:rsid w:val="008422F3"/>
    <w:rsid w:val="00842615"/>
    <w:rsid w:val="008438FA"/>
    <w:rsid w:val="00843FFA"/>
    <w:rsid w:val="0084458A"/>
    <w:rsid w:val="0084465A"/>
    <w:rsid w:val="008448B7"/>
    <w:rsid w:val="00844D19"/>
    <w:rsid w:val="008451ED"/>
    <w:rsid w:val="00845AB9"/>
    <w:rsid w:val="00845AFF"/>
    <w:rsid w:val="00846802"/>
    <w:rsid w:val="008472FE"/>
    <w:rsid w:val="00847383"/>
    <w:rsid w:val="00847767"/>
    <w:rsid w:val="00847985"/>
    <w:rsid w:val="00847BE3"/>
    <w:rsid w:val="0085100D"/>
    <w:rsid w:val="008513A7"/>
    <w:rsid w:val="008515EE"/>
    <w:rsid w:val="00851799"/>
    <w:rsid w:val="00851A1E"/>
    <w:rsid w:val="008522C3"/>
    <w:rsid w:val="0085260A"/>
    <w:rsid w:val="008534B1"/>
    <w:rsid w:val="0085411D"/>
    <w:rsid w:val="0085452D"/>
    <w:rsid w:val="008545A5"/>
    <w:rsid w:val="008546DA"/>
    <w:rsid w:val="008552AE"/>
    <w:rsid w:val="00855F39"/>
    <w:rsid w:val="00856179"/>
    <w:rsid w:val="008567BC"/>
    <w:rsid w:val="00857268"/>
    <w:rsid w:val="008572FD"/>
    <w:rsid w:val="00857956"/>
    <w:rsid w:val="00857CC9"/>
    <w:rsid w:val="00861BC0"/>
    <w:rsid w:val="008627DE"/>
    <w:rsid w:val="00862925"/>
    <w:rsid w:val="00863379"/>
    <w:rsid w:val="0086464B"/>
    <w:rsid w:val="00865B16"/>
    <w:rsid w:val="00866346"/>
    <w:rsid w:val="00866A19"/>
    <w:rsid w:val="008679BE"/>
    <w:rsid w:val="00867B83"/>
    <w:rsid w:val="008702B3"/>
    <w:rsid w:val="00870EE1"/>
    <w:rsid w:val="0087103F"/>
    <w:rsid w:val="00872708"/>
    <w:rsid w:val="00872FE6"/>
    <w:rsid w:val="00873C20"/>
    <w:rsid w:val="00873C53"/>
    <w:rsid w:val="00874E7D"/>
    <w:rsid w:val="008754A7"/>
    <w:rsid w:val="008759FF"/>
    <w:rsid w:val="00875DE2"/>
    <w:rsid w:val="00877707"/>
    <w:rsid w:val="008779DF"/>
    <w:rsid w:val="0088045E"/>
    <w:rsid w:val="008805E6"/>
    <w:rsid w:val="00881449"/>
    <w:rsid w:val="00882569"/>
    <w:rsid w:val="00882FA8"/>
    <w:rsid w:val="008831F3"/>
    <w:rsid w:val="00883414"/>
    <w:rsid w:val="008837A7"/>
    <w:rsid w:val="008844CC"/>
    <w:rsid w:val="00884517"/>
    <w:rsid w:val="00885169"/>
    <w:rsid w:val="00885D40"/>
    <w:rsid w:val="008860C4"/>
    <w:rsid w:val="00886400"/>
    <w:rsid w:val="00887C6D"/>
    <w:rsid w:val="00887E49"/>
    <w:rsid w:val="00890959"/>
    <w:rsid w:val="008914B8"/>
    <w:rsid w:val="00891565"/>
    <w:rsid w:val="00891E4A"/>
    <w:rsid w:val="00892B32"/>
    <w:rsid w:val="008935E2"/>
    <w:rsid w:val="00895339"/>
    <w:rsid w:val="00895A6E"/>
    <w:rsid w:val="00895BCE"/>
    <w:rsid w:val="00895E93"/>
    <w:rsid w:val="00895F75"/>
    <w:rsid w:val="008962E7"/>
    <w:rsid w:val="00897574"/>
    <w:rsid w:val="0089783A"/>
    <w:rsid w:val="00897B95"/>
    <w:rsid w:val="008A07EB"/>
    <w:rsid w:val="008A3640"/>
    <w:rsid w:val="008A3B25"/>
    <w:rsid w:val="008A4369"/>
    <w:rsid w:val="008A4E4C"/>
    <w:rsid w:val="008A6016"/>
    <w:rsid w:val="008A631B"/>
    <w:rsid w:val="008A6DE3"/>
    <w:rsid w:val="008A7292"/>
    <w:rsid w:val="008A7DBC"/>
    <w:rsid w:val="008B16FC"/>
    <w:rsid w:val="008B29CB"/>
    <w:rsid w:val="008B2A9C"/>
    <w:rsid w:val="008B2E29"/>
    <w:rsid w:val="008B308D"/>
    <w:rsid w:val="008B38D2"/>
    <w:rsid w:val="008B3991"/>
    <w:rsid w:val="008B3C3E"/>
    <w:rsid w:val="008B58D8"/>
    <w:rsid w:val="008B5BB0"/>
    <w:rsid w:val="008B654A"/>
    <w:rsid w:val="008B7182"/>
    <w:rsid w:val="008B756C"/>
    <w:rsid w:val="008B7A35"/>
    <w:rsid w:val="008B7FFA"/>
    <w:rsid w:val="008C0910"/>
    <w:rsid w:val="008C0F72"/>
    <w:rsid w:val="008C1D93"/>
    <w:rsid w:val="008C2C0D"/>
    <w:rsid w:val="008C2E7D"/>
    <w:rsid w:val="008C3340"/>
    <w:rsid w:val="008C3953"/>
    <w:rsid w:val="008C3D9C"/>
    <w:rsid w:val="008C414C"/>
    <w:rsid w:val="008C418C"/>
    <w:rsid w:val="008C483B"/>
    <w:rsid w:val="008C4F76"/>
    <w:rsid w:val="008C6E87"/>
    <w:rsid w:val="008C78D6"/>
    <w:rsid w:val="008C7ECC"/>
    <w:rsid w:val="008D0129"/>
    <w:rsid w:val="008D023C"/>
    <w:rsid w:val="008D049A"/>
    <w:rsid w:val="008D1283"/>
    <w:rsid w:val="008D136F"/>
    <w:rsid w:val="008D1411"/>
    <w:rsid w:val="008D1899"/>
    <w:rsid w:val="008D194E"/>
    <w:rsid w:val="008D1EEF"/>
    <w:rsid w:val="008D334A"/>
    <w:rsid w:val="008D4147"/>
    <w:rsid w:val="008D4178"/>
    <w:rsid w:val="008D4726"/>
    <w:rsid w:val="008D4A69"/>
    <w:rsid w:val="008D568F"/>
    <w:rsid w:val="008D6029"/>
    <w:rsid w:val="008D6699"/>
    <w:rsid w:val="008D77A5"/>
    <w:rsid w:val="008D7B73"/>
    <w:rsid w:val="008E19AC"/>
    <w:rsid w:val="008E2580"/>
    <w:rsid w:val="008E2E56"/>
    <w:rsid w:val="008E4396"/>
    <w:rsid w:val="008E440F"/>
    <w:rsid w:val="008E4B3D"/>
    <w:rsid w:val="008E4F93"/>
    <w:rsid w:val="008E501F"/>
    <w:rsid w:val="008E64B5"/>
    <w:rsid w:val="008E6983"/>
    <w:rsid w:val="008E6B11"/>
    <w:rsid w:val="008E72AF"/>
    <w:rsid w:val="008E7CF0"/>
    <w:rsid w:val="008E7DCC"/>
    <w:rsid w:val="008F01E7"/>
    <w:rsid w:val="008F0456"/>
    <w:rsid w:val="008F04B2"/>
    <w:rsid w:val="008F07DA"/>
    <w:rsid w:val="008F097F"/>
    <w:rsid w:val="008F0CB0"/>
    <w:rsid w:val="008F16D8"/>
    <w:rsid w:val="008F199F"/>
    <w:rsid w:val="008F312E"/>
    <w:rsid w:val="008F3622"/>
    <w:rsid w:val="008F3765"/>
    <w:rsid w:val="008F4282"/>
    <w:rsid w:val="008F4356"/>
    <w:rsid w:val="008F43F2"/>
    <w:rsid w:val="008F4501"/>
    <w:rsid w:val="008F4C10"/>
    <w:rsid w:val="008F583B"/>
    <w:rsid w:val="008F58A9"/>
    <w:rsid w:val="008F6445"/>
    <w:rsid w:val="008F7526"/>
    <w:rsid w:val="008F7DC2"/>
    <w:rsid w:val="008F7DFB"/>
    <w:rsid w:val="0090086A"/>
    <w:rsid w:val="00900974"/>
    <w:rsid w:val="009015AA"/>
    <w:rsid w:val="00902498"/>
    <w:rsid w:val="0090262C"/>
    <w:rsid w:val="00902656"/>
    <w:rsid w:val="00903C8D"/>
    <w:rsid w:val="00904025"/>
    <w:rsid w:val="00904448"/>
    <w:rsid w:val="00904571"/>
    <w:rsid w:val="00905B06"/>
    <w:rsid w:val="00905D43"/>
    <w:rsid w:val="00906461"/>
    <w:rsid w:val="00907297"/>
    <w:rsid w:val="0090733E"/>
    <w:rsid w:val="00910693"/>
    <w:rsid w:val="00910DCC"/>
    <w:rsid w:val="0091130A"/>
    <w:rsid w:val="009114D7"/>
    <w:rsid w:val="00911663"/>
    <w:rsid w:val="00912285"/>
    <w:rsid w:val="00912936"/>
    <w:rsid w:val="00913CD8"/>
    <w:rsid w:val="0091500F"/>
    <w:rsid w:val="009158F5"/>
    <w:rsid w:val="00915B32"/>
    <w:rsid w:val="0091744A"/>
    <w:rsid w:val="0091774F"/>
    <w:rsid w:val="0091782A"/>
    <w:rsid w:val="00917A55"/>
    <w:rsid w:val="00920526"/>
    <w:rsid w:val="009217BD"/>
    <w:rsid w:val="00922527"/>
    <w:rsid w:val="00922852"/>
    <w:rsid w:val="00922F1D"/>
    <w:rsid w:val="0092313F"/>
    <w:rsid w:val="0092449A"/>
    <w:rsid w:val="00924772"/>
    <w:rsid w:val="009252F8"/>
    <w:rsid w:val="00926171"/>
    <w:rsid w:val="009302B7"/>
    <w:rsid w:val="00930370"/>
    <w:rsid w:val="009309B7"/>
    <w:rsid w:val="00932835"/>
    <w:rsid w:val="00932949"/>
    <w:rsid w:val="00933179"/>
    <w:rsid w:val="0093353F"/>
    <w:rsid w:val="009335A2"/>
    <w:rsid w:val="009338B0"/>
    <w:rsid w:val="0093398B"/>
    <w:rsid w:val="00933A56"/>
    <w:rsid w:val="009349EE"/>
    <w:rsid w:val="00934C6E"/>
    <w:rsid w:val="00935549"/>
    <w:rsid w:val="00935916"/>
    <w:rsid w:val="0093627B"/>
    <w:rsid w:val="009369AA"/>
    <w:rsid w:val="00937A66"/>
    <w:rsid w:val="00940621"/>
    <w:rsid w:val="00940F8D"/>
    <w:rsid w:val="009413EF"/>
    <w:rsid w:val="00941AF4"/>
    <w:rsid w:val="009422D8"/>
    <w:rsid w:val="009424D8"/>
    <w:rsid w:val="00942951"/>
    <w:rsid w:val="009445E4"/>
    <w:rsid w:val="00944E0B"/>
    <w:rsid w:val="00945BEC"/>
    <w:rsid w:val="00945F7C"/>
    <w:rsid w:val="00946274"/>
    <w:rsid w:val="00946510"/>
    <w:rsid w:val="00947B47"/>
    <w:rsid w:val="009503C6"/>
    <w:rsid w:val="00950A7D"/>
    <w:rsid w:val="00951411"/>
    <w:rsid w:val="00951847"/>
    <w:rsid w:val="009529E0"/>
    <w:rsid w:val="00952D12"/>
    <w:rsid w:val="00952D86"/>
    <w:rsid w:val="00952DFD"/>
    <w:rsid w:val="00952EDD"/>
    <w:rsid w:val="0095374A"/>
    <w:rsid w:val="009537B1"/>
    <w:rsid w:val="00953977"/>
    <w:rsid w:val="00953DE5"/>
    <w:rsid w:val="00954506"/>
    <w:rsid w:val="00954528"/>
    <w:rsid w:val="00954C15"/>
    <w:rsid w:val="0095556C"/>
    <w:rsid w:val="00955B65"/>
    <w:rsid w:val="00955DE6"/>
    <w:rsid w:val="00956247"/>
    <w:rsid w:val="00956B9F"/>
    <w:rsid w:val="00956EB9"/>
    <w:rsid w:val="0095723B"/>
    <w:rsid w:val="00960168"/>
    <w:rsid w:val="009612D8"/>
    <w:rsid w:val="0096178B"/>
    <w:rsid w:val="009618D7"/>
    <w:rsid w:val="00962366"/>
    <w:rsid w:val="0096338B"/>
    <w:rsid w:val="009633DE"/>
    <w:rsid w:val="009635F0"/>
    <w:rsid w:val="00963966"/>
    <w:rsid w:val="00963A06"/>
    <w:rsid w:val="00963F58"/>
    <w:rsid w:val="00963FA4"/>
    <w:rsid w:val="00965376"/>
    <w:rsid w:val="00965FD4"/>
    <w:rsid w:val="00967A6E"/>
    <w:rsid w:val="00967B19"/>
    <w:rsid w:val="00967EAA"/>
    <w:rsid w:val="00967F72"/>
    <w:rsid w:val="00971A2C"/>
    <w:rsid w:val="00972273"/>
    <w:rsid w:val="00972395"/>
    <w:rsid w:val="00973B6F"/>
    <w:rsid w:val="00973FDB"/>
    <w:rsid w:val="0097446C"/>
    <w:rsid w:val="0097465F"/>
    <w:rsid w:val="009758CF"/>
    <w:rsid w:val="00975DE5"/>
    <w:rsid w:val="00976DAF"/>
    <w:rsid w:val="00976EB8"/>
    <w:rsid w:val="009773EC"/>
    <w:rsid w:val="009777A7"/>
    <w:rsid w:val="009777EC"/>
    <w:rsid w:val="009800B6"/>
    <w:rsid w:val="00980B7E"/>
    <w:rsid w:val="00980D0E"/>
    <w:rsid w:val="00980D7F"/>
    <w:rsid w:val="00980EAE"/>
    <w:rsid w:val="0098112D"/>
    <w:rsid w:val="00981329"/>
    <w:rsid w:val="009813BB"/>
    <w:rsid w:val="00981992"/>
    <w:rsid w:val="00981EA1"/>
    <w:rsid w:val="0098259F"/>
    <w:rsid w:val="00982790"/>
    <w:rsid w:val="009828E5"/>
    <w:rsid w:val="00983616"/>
    <w:rsid w:val="009836B3"/>
    <w:rsid w:val="00984427"/>
    <w:rsid w:val="00984862"/>
    <w:rsid w:val="00984E2A"/>
    <w:rsid w:val="00984E84"/>
    <w:rsid w:val="00985D2E"/>
    <w:rsid w:val="009871C9"/>
    <w:rsid w:val="00987E99"/>
    <w:rsid w:val="00990105"/>
    <w:rsid w:val="009905FA"/>
    <w:rsid w:val="009908E5"/>
    <w:rsid w:val="009913C9"/>
    <w:rsid w:val="0099168E"/>
    <w:rsid w:val="009916F1"/>
    <w:rsid w:val="00991E83"/>
    <w:rsid w:val="00993366"/>
    <w:rsid w:val="00993820"/>
    <w:rsid w:val="0099553F"/>
    <w:rsid w:val="00996367"/>
    <w:rsid w:val="00996664"/>
    <w:rsid w:val="009967AA"/>
    <w:rsid w:val="009A0352"/>
    <w:rsid w:val="009A056C"/>
    <w:rsid w:val="009A1C0F"/>
    <w:rsid w:val="009A2B79"/>
    <w:rsid w:val="009A3247"/>
    <w:rsid w:val="009A3254"/>
    <w:rsid w:val="009A3B15"/>
    <w:rsid w:val="009A488B"/>
    <w:rsid w:val="009A4FD1"/>
    <w:rsid w:val="009A5C7D"/>
    <w:rsid w:val="009A6F72"/>
    <w:rsid w:val="009A76B6"/>
    <w:rsid w:val="009B0538"/>
    <w:rsid w:val="009B0924"/>
    <w:rsid w:val="009B1195"/>
    <w:rsid w:val="009B14A2"/>
    <w:rsid w:val="009B161E"/>
    <w:rsid w:val="009B2736"/>
    <w:rsid w:val="009B2E42"/>
    <w:rsid w:val="009B316A"/>
    <w:rsid w:val="009B354E"/>
    <w:rsid w:val="009B3FCC"/>
    <w:rsid w:val="009B55F4"/>
    <w:rsid w:val="009B68EC"/>
    <w:rsid w:val="009B6AEB"/>
    <w:rsid w:val="009B6F6B"/>
    <w:rsid w:val="009B73DF"/>
    <w:rsid w:val="009B75FC"/>
    <w:rsid w:val="009B7A4E"/>
    <w:rsid w:val="009C017A"/>
    <w:rsid w:val="009C02CE"/>
    <w:rsid w:val="009C04A5"/>
    <w:rsid w:val="009C103F"/>
    <w:rsid w:val="009C1734"/>
    <w:rsid w:val="009C2A02"/>
    <w:rsid w:val="009C2AE4"/>
    <w:rsid w:val="009C3153"/>
    <w:rsid w:val="009C3281"/>
    <w:rsid w:val="009C362B"/>
    <w:rsid w:val="009C39B7"/>
    <w:rsid w:val="009C3A12"/>
    <w:rsid w:val="009C48A2"/>
    <w:rsid w:val="009C586E"/>
    <w:rsid w:val="009C5DCD"/>
    <w:rsid w:val="009C61F9"/>
    <w:rsid w:val="009C637E"/>
    <w:rsid w:val="009C69B2"/>
    <w:rsid w:val="009C6A7C"/>
    <w:rsid w:val="009C74B4"/>
    <w:rsid w:val="009D0060"/>
    <w:rsid w:val="009D033D"/>
    <w:rsid w:val="009D04D4"/>
    <w:rsid w:val="009D23EA"/>
    <w:rsid w:val="009D271D"/>
    <w:rsid w:val="009D2C28"/>
    <w:rsid w:val="009D2C34"/>
    <w:rsid w:val="009D3951"/>
    <w:rsid w:val="009D398E"/>
    <w:rsid w:val="009D3E43"/>
    <w:rsid w:val="009D43A7"/>
    <w:rsid w:val="009D5227"/>
    <w:rsid w:val="009D56AD"/>
    <w:rsid w:val="009D5B69"/>
    <w:rsid w:val="009D5C48"/>
    <w:rsid w:val="009D6181"/>
    <w:rsid w:val="009D6220"/>
    <w:rsid w:val="009D631D"/>
    <w:rsid w:val="009D68FE"/>
    <w:rsid w:val="009D6D61"/>
    <w:rsid w:val="009D6F7F"/>
    <w:rsid w:val="009E0066"/>
    <w:rsid w:val="009E0DC0"/>
    <w:rsid w:val="009E1B2A"/>
    <w:rsid w:val="009E2C40"/>
    <w:rsid w:val="009E3119"/>
    <w:rsid w:val="009E3849"/>
    <w:rsid w:val="009E3B60"/>
    <w:rsid w:val="009E4489"/>
    <w:rsid w:val="009E4789"/>
    <w:rsid w:val="009E4A0F"/>
    <w:rsid w:val="009E558C"/>
    <w:rsid w:val="009E6AB8"/>
    <w:rsid w:val="009F006A"/>
    <w:rsid w:val="009F1A69"/>
    <w:rsid w:val="009F26C0"/>
    <w:rsid w:val="009F27A7"/>
    <w:rsid w:val="009F2972"/>
    <w:rsid w:val="009F4CFA"/>
    <w:rsid w:val="009F536E"/>
    <w:rsid w:val="009F6EEF"/>
    <w:rsid w:val="009F71FD"/>
    <w:rsid w:val="009F7EAC"/>
    <w:rsid w:val="00A005A9"/>
    <w:rsid w:val="00A00812"/>
    <w:rsid w:val="00A00F0A"/>
    <w:rsid w:val="00A01244"/>
    <w:rsid w:val="00A02897"/>
    <w:rsid w:val="00A029B2"/>
    <w:rsid w:val="00A03F76"/>
    <w:rsid w:val="00A04FAB"/>
    <w:rsid w:val="00A05935"/>
    <w:rsid w:val="00A05E70"/>
    <w:rsid w:val="00A06BA4"/>
    <w:rsid w:val="00A06DB9"/>
    <w:rsid w:val="00A07E25"/>
    <w:rsid w:val="00A1030A"/>
    <w:rsid w:val="00A11541"/>
    <w:rsid w:val="00A119AF"/>
    <w:rsid w:val="00A12DD1"/>
    <w:rsid w:val="00A12FD1"/>
    <w:rsid w:val="00A133C4"/>
    <w:rsid w:val="00A140EF"/>
    <w:rsid w:val="00A14127"/>
    <w:rsid w:val="00A141B1"/>
    <w:rsid w:val="00A146E1"/>
    <w:rsid w:val="00A15084"/>
    <w:rsid w:val="00A15310"/>
    <w:rsid w:val="00A15487"/>
    <w:rsid w:val="00A1573C"/>
    <w:rsid w:val="00A15A1F"/>
    <w:rsid w:val="00A15E5F"/>
    <w:rsid w:val="00A16D61"/>
    <w:rsid w:val="00A16F40"/>
    <w:rsid w:val="00A17525"/>
    <w:rsid w:val="00A17A27"/>
    <w:rsid w:val="00A17ED9"/>
    <w:rsid w:val="00A20A90"/>
    <w:rsid w:val="00A20C75"/>
    <w:rsid w:val="00A2150F"/>
    <w:rsid w:val="00A22454"/>
    <w:rsid w:val="00A22A0F"/>
    <w:rsid w:val="00A22B64"/>
    <w:rsid w:val="00A237B6"/>
    <w:rsid w:val="00A23EFC"/>
    <w:rsid w:val="00A248D9"/>
    <w:rsid w:val="00A2550B"/>
    <w:rsid w:val="00A25AD5"/>
    <w:rsid w:val="00A25AE5"/>
    <w:rsid w:val="00A2636A"/>
    <w:rsid w:val="00A2667D"/>
    <w:rsid w:val="00A26DB1"/>
    <w:rsid w:val="00A27021"/>
    <w:rsid w:val="00A27090"/>
    <w:rsid w:val="00A277F5"/>
    <w:rsid w:val="00A2787F"/>
    <w:rsid w:val="00A27EB3"/>
    <w:rsid w:val="00A302F9"/>
    <w:rsid w:val="00A303B8"/>
    <w:rsid w:val="00A3052C"/>
    <w:rsid w:val="00A30D8A"/>
    <w:rsid w:val="00A315C6"/>
    <w:rsid w:val="00A3188A"/>
    <w:rsid w:val="00A324FD"/>
    <w:rsid w:val="00A32900"/>
    <w:rsid w:val="00A32B18"/>
    <w:rsid w:val="00A33075"/>
    <w:rsid w:val="00A33753"/>
    <w:rsid w:val="00A3423E"/>
    <w:rsid w:val="00A35A4A"/>
    <w:rsid w:val="00A35B28"/>
    <w:rsid w:val="00A36B85"/>
    <w:rsid w:val="00A371E2"/>
    <w:rsid w:val="00A373FB"/>
    <w:rsid w:val="00A37D95"/>
    <w:rsid w:val="00A40437"/>
    <w:rsid w:val="00A4167B"/>
    <w:rsid w:val="00A44298"/>
    <w:rsid w:val="00A457C5"/>
    <w:rsid w:val="00A46116"/>
    <w:rsid w:val="00A4645B"/>
    <w:rsid w:val="00A46AAC"/>
    <w:rsid w:val="00A47337"/>
    <w:rsid w:val="00A476B3"/>
    <w:rsid w:val="00A47FB7"/>
    <w:rsid w:val="00A50AEE"/>
    <w:rsid w:val="00A50C59"/>
    <w:rsid w:val="00A5112D"/>
    <w:rsid w:val="00A5144F"/>
    <w:rsid w:val="00A518FD"/>
    <w:rsid w:val="00A52EEB"/>
    <w:rsid w:val="00A52F59"/>
    <w:rsid w:val="00A535DD"/>
    <w:rsid w:val="00A53681"/>
    <w:rsid w:val="00A5442D"/>
    <w:rsid w:val="00A54E82"/>
    <w:rsid w:val="00A55372"/>
    <w:rsid w:val="00A55B5C"/>
    <w:rsid w:val="00A5625C"/>
    <w:rsid w:val="00A57B35"/>
    <w:rsid w:val="00A57B91"/>
    <w:rsid w:val="00A6039B"/>
    <w:rsid w:val="00A604D8"/>
    <w:rsid w:val="00A61500"/>
    <w:rsid w:val="00A61BC3"/>
    <w:rsid w:val="00A62A52"/>
    <w:rsid w:val="00A63499"/>
    <w:rsid w:val="00A63623"/>
    <w:rsid w:val="00A6380A"/>
    <w:rsid w:val="00A63949"/>
    <w:rsid w:val="00A63B5F"/>
    <w:rsid w:val="00A650A4"/>
    <w:rsid w:val="00A65DC1"/>
    <w:rsid w:val="00A660A9"/>
    <w:rsid w:val="00A668D1"/>
    <w:rsid w:val="00A66BE3"/>
    <w:rsid w:val="00A67BB5"/>
    <w:rsid w:val="00A67F0C"/>
    <w:rsid w:val="00A7170F"/>
    <w:rsid w:val="00A7175A"/>
    <w:rsid w:val="00A71FA4"/>
    <w:rsid w:val="00A721E6"/>
    <w:rsid w:val="00A72F0D"/>
    <w:rsid w:val="00A73097"/>
    <w:rsid w:val="00A73C8D"/>
    <w:rsid w:val="00A74732"/>
    <w:rsid w:val="00A749DB"/>
    <w:rsid w:val="00A74A77"/>
    <w:rsid w:val="00A755B4"/>
    <w:rsid w:val="00A75DC9"/>
    <w:rsid w:val="00A767A8"/>
    <w:rsid w:val="00A7689B"/>
    <w:rsid w:val="00A77406"/>
    <w:rsid w:val="00A7769D"/>
    <w:rsid w:val="00A779D6"/>
    <w:rsid w:val="00A77BF6"/>
    <w:rsid w:val="00A8058A"/>
    <w:rsid w:val="00A80A7D"/>
    <w:rsid w:val="00A8135B"/>
    <w:rsid w:val="00A822BA"/>
    <w:rsid w:val="00A82A3B"/>
    <w:rsid w:val="00A82A71"/>
    <w:rsid w:val="00A831B7"/>
    <w:rsid w:val="00A83297"/>
    <w:rsid w:val="00A83405"/>
    <w:rsid w:val="00A83E0A"/>
    <w:rsid w:val="00A842F3"/>
    <w:rsid w:val="00A84BE4"/>
    <w:rsid w:val="00A84C31"/>
    <w:rsid w:val="00A85A04"/>
    <w:rsid w:val="00A85C90"/>
    <w:rsid w:val="00A86430"/>
    <w:rsid w:val="00A8658F"/>
    <w:rsid w:val="00A87041"/>
    <w:rsid w:val="00A877C6"/>
    <w:rsid w:val="00A90603"/>
    <w:rsid w:val="00A92F24"/>
    <w:rsid w:val="00A9341F"/>
    <w:rsid w:val="00A942DE"/>
    <w:rsid w:val="00A944AE"/>
    <w:rsid w:val="00A945E4"/>
    <w:rsid w:val="00A950F3"/>
    <w:rsid w:val="00A955D1"/>
    <w:rsid w:val="00A955DF"/>
    <w:rsid w:val="00A95ED7"/>
    <w:rsid w:val="00A95F6E"/>
    <w:rsid w:val="00A9615D"/>
    <w:rsid w:val="00AA089A"/>
    <w:rsid w:val="00AA16C6"/>
    <w:rsid w:val="00AA2C5A"/>
    <w:rsid w:val="00AA2D8D"/>
    <w:rsid w:val="00AA2DAF"/>
    <w:rsid w:val="00AA3056"/>
    <w:rsid w:val="00AA4A99"/>
    <w:rsid w:val="00AA4EB2"/>
    <w:rsid w:val="00AA5B39"/>
    <w:rsid w:val="00AA5E53"/>
    <w:rsid w:val="00AA6224"/>
    <w:rsid w:val="00AA67B4"/>
    <w:rsid w:val="00AA724D"/>
    <w:rsid w:val="00AA74D9"/>
    <w:rsid w:val="00AA7775"/>
    <w:rsid w:val="00AA7ED2"/>
    <w:rsid w:val="00AB0402"/>
    <w:rsid w:val="00AB061C"/>
    <w:rsid w:val="00AB0D16"/>
    <w:rsid w:val="00AB0D68"/>
    <w:rsid w:val="00AB0E27"/>
    <w:rsid w:val="00AB1010"/>
    <w:rsid w:val="00AB164A"/>
    <w:rsid w:val="00AB1B14"/>
    <w:rsid w:val="00AB256F"/>
    <w:rsid w:val="00AB3692"/>
    <w:rsid w:val="00AB3A5E"/>
    <w:rsid w:val="00AB3C09"/>
    <w:rsid w:val="00AB3D0F"/>
    <w:rsid w:val="00AB4325"/>
    <w:rsid w:val="00AB44F5"/>
    <w:rsid w:val="00AB454B"/>
    <w:rsid w:val="00AB4CFC"/>
    <w:rsid w:val="00AB59A1"/>
    <w:rsid w:val="00AB650F"/>
    <w:rsid w:val="00AB6541"/>
    <w:rsid w:val="00AB6BB3"/>
    <w:rsid w:val="00AB736F"/>
    <w:rsid w:val="00AC073E"/>
    <w:rsid w:val="00AC0B0D"/>
    <w:rsid w:val="00AC0F8A"/>
    <w:rsid w:val="00AC19A5"/>
    <w:rsid w:val="00AC3B22"/>
    <w:rsid w:val="00AC4883"/>
    <w:rsid w:val="00AC5612"/>
    <w:rsid w:val="00AC64F9"/>
    <w:rsid w:val="00AC662A"/>
    <w:rsid w:val="00AC677B"/>
    <w:rsid w:val="00AC6824"/>
    <w:rsid w:val="00AC6C8E"/>
    <w:rsid w:val="00AC76A2"/>
    <w:rsid w:val="00AC7768"/>
    <w:rsid w:val="00AC78FE"/>
    <w:rsid w:val="00AD0914"/>
    <w:rsid w:val="00AD0EB5"/>
    <w:rsid w:val="00AD15C1"/>
    <w:rsid w:val="00AD1809"/>
    <w:rsid w:val="00AD180F"/>
    <w:rsid w:val="00AD1CF9"/>
    <w:rsid w:val="00AD304D"/>
    <w:rsid w:val="00AD3F5D"/>
    <w:rsid w:val="00AD4253"/>
    <w:rsid w:val="00AD434F"/>
    <w:rsid w:val="00AD4EF9"/>
    <w:rsid w:val="00AD60A5"/>
    <w:rsid w:val="00AD66B3"/>
    <w:rsid w:val="00AD6A22"/>
    <w:rsid w:val="00AD6AD2"/>
    <w:rsid w:val="00AD6CCA"/>
    <w:rsid w:val="00AD6EA1"/>
    <w:rsid w:val="00AD6FC6"/>
    <w:rsid w:val="00AD7758"/>
    <w:rsid w:val="00AD7868"/>
    <w:rsid w:val="00AD7875"/>
    <w:rsid w:val="00AE03F5"/>
    <w:rsid w:val="00AE0498"/>
    <w:rsid w:val="00AE0A20"/>
    <w:rsid w:val="00AE16C2"/>
    <w:rsid w:val="00AE4B49"/>
    <w:rsid w:val="00AE52EF"/>
    <w:rsid w:val="00AE5C42"/>
    <w:rsid w:val="00AE5D5B"/>
    <w:rsid w:val="00AE5DD7"/>
    <w:rsid w:val="00AE5EC9"/>
    <w:rsid w:val="00AE628E"/>
    <w:rsid w:val="00AE7152"/>
    <w:rsid w:val="00AE7831"/>
    <w:rsid w:val="00AF005C"/>
    <w:rsid w:val="00AF08DA"/>
    <w:rsid w:val="00AF136D"/>
    <w:rsid w:val="00AF1B9C"/>
    <w:rsid w:val="00AF1EF9"/>
    <w:rsid w:val="00AF20ED"/>
    <w:rsid w:val="00AF2540"/>
    <w:rsid w:val="00AF2640"/>
    <w:rsid w:val="00AF329E"/>
    <w:rsid w:val="00AF35BF"/>
    <w:rsid w:val="00AF4B04"/>
    <w:rsid w:val="00AF4EEA"/>
    <w:rsid w:val="00AF5190"/>
    <w:rsid w:val="00AF5249"/>
    <w:rsid w:val="00AF66F3"/>
    <w:rsid w:val="00AF6A9D"/>
    <w:rsid w:val="00AF6C0B"/>
    <w:rsid w:val="00AF741B"/>
    <w:rsid w:val="00AF793B"/>
    <w:rsid w:val="00B007FE"/>
    <w:rsid w:val="00B00A3C"/>
    <w:rsid w:val="00B00EFD"/>
    <w:rsid w:val="00B00F0B"/>
    <w:rsid w:val="00B01895"/>
    <w:rsid w:val="00B01F20"/>
    <w:rsid w:val="00B02E2A"/>
    <w:rsid w:val="00B03CC9"/>
    <w:rsid w:val="00B041BB"/>
    <w:rsid w:val="00B05183"/>
    <w:rsid w:val="00B057B1"/>
    <w:rsid w:val="00B05A7A"/>
    <w:rsid w:val="00B06C2A"/>
    <w:rsid w:val="00B06FDA"/>
    <w:rsid w:val="00B06FF6"/>
    <w:rsid w:val="00B11D8F"/>
    <w:rsid w:val="00B11DA3"/>
    <w:rsid w:val="00B12289"/>
    <w:rsid w:val="00B123D9"/>
    <w:rsid w:val="00B1250F"/>
    <w:rsid w:val="00B127CD"/>
    <w:rsid w:val="00B1295A"/>
    <w:rsid w:val="00B12E15"/>
    <w:rsid w:val="00B1344C"/>
    <w:rsid w:val="00B13A2E"/>
    <w:rsid w:val="00B14AEC"/>
    <w:rsid w:val="00B1555E"/>
    <w:rsid w:val="00B15C4C"/>
    <w:rsid w:val="00B16A25"/>
    <w:rsid w:val="00B17D8F"/>
    <w:rsid w:val="00B17F83"/>
    <w:rsid w:val="00B2136C"/>
    <w:rsid w:val="00B22126"/>
    <w:rsid w:val="00B22AAC"/>
    <w:rsid w:val="00B22C70"/>
    <w:rsid w:val="00B22E09"/>
    <w:rsid w:val="00B23186"/>
    <w:rsid w:val="00B235AC"/>
    <w:rsid w:val="00B2476D"/>
    <w:rsid w:val="00B25174"/>
    <w:rsid w:val="00B25193"/>
    <w:rsid w:val="00B2544E"/>
    <w:rsid w:val="00B25CFD"/>
    <w:rsid w:val="00B2708B"/>
    <w:rsid w:val="00B27237"/>
    <w:rsid w:val="00B2735E"/>
    <w:rsid w:val="00B308C1"/>
    <w:rsid w:val="00B30C60"/>
    <w:rsid w:val="00B315C7"/>
    <w:rsid w:val="00B31CC9"/>
    <w:rsid w:val="00B32C25"/>
    <w:rsid w:val="00B33985"/>
    <w:rsid w:val="00B34596"/>
    <w:rsid w:val="00B34916"/>
    <w:rsid w:val="00B34ED1"/>
    <w:rsid w:val="00B3569B"/>
    <w:rsid w:val="00B3593B"/>
    <w:rsid w:val="00B3777B"/>
    <w:rsid w:val="00B37993"/>
    <w:rsid w:val="00B41D99"/>
    <w:rsid w:val="00B43078"/>
    <w:rsid w:val="00B431F0"/>
    <w:rsid w:val="00B43886"/>
    <w:rsid w:val="00B44264"/>
    <w:rsid w:val="00B45BE4"/>
    <w:rsid w:val="00B462F6"/>
    <w:rsid w:val="00B47D6D"/>
    <w:rsid w:val="00B47E20"/>
    <w:rsid w:val="00B5043A"/>
    <w:rsid w:val="00B5045D"/>
    <w:rsid w:val="00B508FB"/>
    <w:rsid w:val="00B51A9D"/>
    <w:rsid w:val="00B51BE8"/>
    <w:rsid w:val="00B5206D"/>
    <w:rsid w:val="00B52260"/>
    <w:rsid w:val="00B53095"/>
    <w:rsid w:val="00B53C50"/>
    <w:rsid w:val="00B53C74"/>
    <w:rsid w:val="00B53E04"/>
    <w:rsid w:val="00B54D92"/>
    <w:rsid w:val="00B54DB7"/>
    <w:rsid w:val="00B551D1"/>
    <w:rsid w:val="00B55721"/>
    <w:rsid w:val="00B55931"/>
    <w:rsid w:val="00B55BC0"/>
    <w:rsid w:val="00B55C50"/>
    <w:rsid w:val="00B56264"/>
    <w:rsid w:val="00B567C6"/>
    <w:rsid w:val="00B5791F"/>
    <w:rsid w:val="00B57A67"/>
    <w:rsid w:val="00B60314"/>
    <w:rsid w:val="00B6106E"/>
    <w:rsid w:val="00B61839"/>
    <w:rsid w:val="00B618FF"/>
    <w:rsid w:val="00B6213B"/>
    <w:rsid w:val="00B630D9"/>
    <w:rsid w:val="00B6396A"/>
    <w:rsid w:val="00B64898"/>
    <w:rsid w:val="00B65151"/>
    <w:rsid w:val="00B651F5"/>
    <w:rsid w:val="00B65388"/>
    <w:rsid w:val="00B658FE"/>
    <w:rsid w:val="00B65A4E"/>
    <w:rsid w:val="00B66536"/>
    <w:rsid w:val="00B66C83"/>
    <w:rsid w:val="00B6751D"/>
    <w:rsid w:val="00B7010D"/>
    <w:rsid w:val="00B709A4"/>
    <w:rsid w:val="00B709CD"/>
    <w:rsid w:val="00B70CB4"/>
    <w:rsid w:val="00B71D59"/>
    <w:rsid w:val="00B724BB"/>
    <w:rsid w:val="00B72B0F"/>
    <w:rsid w:val="00B72F93"/>
    <w:rsid w:val="00B749E2"/>
    <w:rsid w:val="00B75124"/>
    <w:rsid w:val="00B76357"/>
    <w:rsid w:val="00B77401"/>
    <w:rsid w:val="00B80782"/>
    <w:rsid w:val="00B81326"/>
    <w:rsid w:val="00B81502"/>
    <w:rsid w:val="00B82115"/>
    <w:rsid w:val="00B8324A"/>
    <w:rsid w:val="00B8345B"/>
    <w:rsid w:val="00B83B98"/>
    <w:rsid w:val="00B848C8"/>
    <w:rsid w:val="00B85D44"/>
    <w:rsid w:val="00B86155"/>
    <w:rsid w:val="00B8634C"/>
    <w:rsid w:val="00B8735A"/>
    <w:rsid w:val="00B87729"/>
    <w:rsid w:val="00B9109F"/>
    <w:rsid w:val="00B91531"/>
    <w:rsid w:val="00B925F8"/>
    <w:rsid w:val="00B93F13"/>
    <w:rsid w:val="00B9458E"/>
    <w:rsid w:val="00B95139"/>
    <w:rsid w:val="00B96FB0"/>
    <w:rsid w:val="00BA0315"/>
    <w:rsid w:val="00BA038F"/>
    <w:rsid w:val="00BA057B"/>
    <w:rsid w:val="00BA0742"/>
    <w:rsid w:val="00BA0792"/>
    <w:rsid w:val="00BA07F4"/>
    <w:rsid w:val="00BA07F5"/>
    <w:rsid w:val="00BA085E"/>
    <w:rsid w:val="00BA0DC5"/>
    <w:rsid w:val="00BA0E59"/>
    <w:rsid w:val="00BA187B"/>
    <w:rsid w:val="00BA18B1"/>
    <w:rsid w:val="00BA231D"/>
    <w:rsid w:val="00BA2561"/>
    <w:rsid w:val="00BA2E13"/>
    <w:rsid w:val="00BA56D5"/>
    <w:rsid w:val="00BA5B54"/>
    <w:rsid w:val="00BA5EA5"/>
    <w:rsid w:val="00BA60D5"/>
    <w:rsid w:val="00BA6CB6"/>
    <w:rsid w:val="00BA7AE0"/>
    <w:rsid w:val="00BB123C"/>
    <w:rsid w:val="00BB147E"/>
    <w:rsid w:val="00BB2E41"/>
    <w:rsid w:val="00BB3972"/>
    <w:rsid w:val="00BB398F"/>
    <w:rsid w:val="00BB3F52"/>
    <w:rsid w:val="00BB423E"/>
    <w:rsid w:val="00BB4A70"/>
    <w:rsid w:val="00BB525C"/>
    <w:rsid w:val="00BB558B"/>
    <w:rsid w:val="00BB5886"/>
    <w:rsid w:val="00BB5A57"/>
    <w:rsid w:val="00BB6AF7"/>
    <w:rsid w:val="00BB7698"/>
    <w:rsid w:val="00BB780F"/>
    <w:rsid w:val="00BB7FB0"/>
    <w:rsid w:val="00BC0490"/>
    <w:rsid w:val="00BC0D29"/>
    <w:rsid w:val="00BC0FC8"/>
    <w:rsid w:val="00BC2672"/>
    <w:rsid w:val="00BC2798"/>
    <w:rsid w:val="00BC2995"/>
    <w:rsid w:val="00BC2B71"/>
    <w:rsid w:val="00BC47C5"/>
    <w:rsid w:val="00BC4999"/>
    <w:rsid w:val="00BC49EF"/>
    <w:rsid w:val="00BC65B6"/>
    <w:rsid w:val="00BC69BE"/>
    <w:rsid w:val="00BC6ACB"/>
    <w:rsid w:val="00BC7355"/>
    <w:rsid w:val="00BC7A47"/>
    <w:rsid w:val="00BD004C"/>
    <w:rsid w:val="00BD1F22"/>
    <w:rsid w:val="00BD24B7"/>
    <w:rsid w:val="00BD2D84"/>
    <w:rsid w:val="00BD3A9A"/>
    <w:rsid w:val="00BD411A"/>
    <w:rsid w:val="00BD59F5"/>
    <w:rsid w:val="00BD63B3"/>
    <w:rsid w:val="00BD7003"/>
    <w:rsid w:val="00BE0976"/>
    <w:rsid w:val="00BE118B"/>
    <w:rsid w:val="00BE17F9"/>
    <w:rsid w:val="00BE18C1"/>
    <w:rsid w:val="00BE2475"/>
    <w:rsid w:val="00BE3090"/>
    <w:rsid w:val="00BE343B"/>
    <w:rsid w:val="00BE3513"/>
    <w:rsid w:val="00BE389E"/>
    <w:rsid w:val="00BE4730"/>
    <w:rsid w:val="00BE4E94"/>
    <w:rsid w:val="00BE535E"/>
    <w:rsid w:val="00BE58BF"/>
    <w:rsid w:val="00BE71AF"/>
    <w:rsid w:val="00BE76FB"/>
    <w:rsid w:val="00BF0C35"/>
    <w:rsid w:val="00BF149E"/>
    <w:rsid w:val="00BF182E"/>
    <w:rsid w:val="00BF186E"/>
    <w:rsid w:val="00BF2721"/>
    <w:rsid w:val="00BF2F23"/>
    <w:rsid w:val="00BF370E"/>
    <w:rsid w:val="00BF37EA"/>
    <w:rsid w:val="00BF46B6"/>
    <w:rsid w:val="00BF494B"/>
    <w:rsid w:val="00BF4A0A"/>
    <w:rsid w:val="00BF4CBE"/>
    <w:rsid w:val="00BF4E29"/>
    <w:rsid w:val="00BF56F0"/>
    <w:rsid w:val="00BF5A4D"/>
    <w:rsid w:val="00BF5E9F"/>
    <w:rsid w:val="00BF5F63"/>
    <w:rsid w:val="00BF6B0E"/>
    <w:rsid w:val="00BF6EB6"/>
    <w:rsid w:val="00C00CBF"/>
    <w:rsid w:val="00C00FC2"/>
    <w:rsid w:val="00C0182C"/>
    <w:rsid w:val="00C01FBC"/>
    <w:rsid w:val="00C02273"/>
    <w:rsid w:val="00C03709"/>
    <w:rsid w:val="00C03887"/>
    <w:rsid w:val="00C04972"/>
    <w:rsid w:val="00C05332"/>
    <w:rsid w:val="00C05614"/>
    <w:rsid w:val="00C0596E"/>
    <w:rsid w:val="00C066D1"/>
    <w:rsid w:val="00C066EE"/>
    <w:rsid w:val="00C06C2B"/>
    <w:rsid w:val="00C07790"/>
    <w:rsid w:val="00C07810"/>
    <w:rsid w:val="00C07EAF"/>
    <w:rsid w:val="00C1038D"/>
    <w:rsid w:val="00C10CB8"/>
    <w:rsid w:val="00C11AA2"/>
    <w:rsid w:val="00C11C61"/>
    <w:rsid w:val="00C12338"/>
    <w:rsid w:val="00C138A4"/>
    <w:rsid w:val="00C1402A"/>
    <w:rsid w:val="00C144B8"/>
    <w:rsid w:val="00C14661"/>
    <w:rsid w:val="00C148F7"/>
    <w:rsid w:val="00C1525F"/>
    <w:rsid w:val="00C156AD"/>
    <w:rsid w:val="00C15721"/>
    <w:rsid w:val="00C1600E"/>
    <w:rsid w:val="00C16585"/>
    <w:rsid w:val="00C1678E"/>
    <w:rsid w:val="00C16900"/>
    <w:rsid w:val="00C1691A"/>
    <w:rsid w:val="00C169E0"/>
    <w:rsid w:val="00C16DAA"/>
    <w:rsid w:val="00C17460"/>
    <w:rsid w:val="00C17F3C"/>
    <w:rsid w:val="00C213E5"/>
    <w:rsid w:val="00C2248E"/>
    <w:rsid w:val="00C2287A"/>
    <w:rsid w:val="00C22A56"/>
    <w:rsid w:val="00C23332"/>
    <w:rsid w:val="00C23429"/>
    <w:rsid w:val="00C247C5"/>
    <w:rsid w:val="00C2482B"/>
    <w:rsid w:val="00C24845"/>
    <w:rsid w:val="00C24D3E"/>
    <w:rsid w:val="00C25D8B"/>
    <w:rsid w:val="00C26B5C"/>
    <w:rsid w:val="00C274D1"/>
    <w:rsid w:val="00C27706"/>
    <w:rsid w:val="00C3082C"/>
    <w:rsid w:val="00C30C15"/>
    <w:rsid w:val="00C319EE"/>
    <w:rsid w:val="00C32C01"/>
    <w:rsid w:val="00C33B35"/>
    <w:rsid w:val="00C34302"/>
    <w:rsid w:val="00C34581"/>
    <w:rsid w:val="00C36CC5"/>
    <w:rsid w:val="00C36D20"/>
    <w:rsid w:val="00C37690"/>
    <w:rsid w:val="00C378DD"/>
    <w:rsid w:val="00C37AA0"/>
    <w:rsid w:val="00C404E3"/>
    <w:rsid w:val="00C40979"/>
    <w:rsid w:val="00C41883"/>
    <w:rsid w:val="00C427E5"/>
    <w:rsid w:val="00C42D02"/>
    <w:rsid w:val="00C43481"/>
    <w:rsid w:val="00C437FF"/>
    <w:rsid w:val="00C43C0E"/>
    <w:rsid w:val="00C44711"/>
    <w:rsid w:val="00C44CB4"/>
    <w:rsid w:val="00C44F43"/>
    <w:rsid w:val="00C45AA8"/>
    <w:rsid w:val="00C45DB6"/>
    <w:rsid w:val="00C45F8A"/>
    <w:rsid w:val="00C472A8"/>
    <w:rsid w:val="00C4754F"/>
    <w:rsid w:val="00C4790D"/>
    <w:rsid w:val="00C514F0"/>
    <w:rsid w:val="00C51F5F"/>
    <w:rsid w:val="00C52719"/>
    <w:rsid w:val="00C52A07"/>
    <w:rsid w:val="00C52FE9"/>
    <w:rsid w:val="00C53419"/>
    <w:rsid w:val="00C53B6C"/>
    <w:rsid w:val="00C54D9E"/>
    <w:rsid w:val="00C54EE7"/>
    <w:rsid w:val="00C559F0"/>
    <w:rsid w:val="00C56F88"/>
    <w:rsid w:val="00C57EF0"/>
    <w:rsid w:val="00C57F38"/>
    <w:rsid w:val="00C6011C"/>
    <w:rsid w:val="00C6030D"/>
    <w:rsid w:val="00C6159B"/>
    <w:rsid w:val="00C618F9"/>
    <w:rsid w:val="00C61ABE"/>
    <w:rsid w:val="00C61AE8"/>
    <w:rsid w:val="00C62C46"/>
    <w:rsid w:val="00C631B1"/>
    <w:rsid w:val="00C632E7"/>
    <w:rsid w:val="00C6371E"/>
    <w:rsid w:val="00C6516E"/>
    <w:rsid w:val="00C660C1"/>
    <w:rsid w:val="00C660CA"/>
    <w:rsid w:val="00C6640C"/>
    <w:rsid w:val="00C66A6C"/>
    <w:rsid w:val="00C66A94"/>
    <w:rsid w:val="00C66FA3"/>
    <w:rsid w:val="00C672A3"/>
    <w:rsid w:val="00C70A9F"/>
    <w:rsid w:val="00C71835"/>
    <w:rsid w:val="00C723EC"/>
    <w:rsid w:val="00C7267A"/>
    <w:rsid w:val="00C72E9E"/>
    <w:rsid w:val="00C73072"/>
    <w:rsid w:val="00C74230"/>
    <w:rsid w:val="00C742CE"/>
    <w:rsid w:val="00C7488A"/>
    <w:rsid w:val="00C74E13"/>
    <w:rsid w:val="00C7615B"/>
    <w:rsid w:val="00C76B3B"/>
    <w:rsid w:val="00C777DC"/>
    <w:rsid w:val="00C81186"/>
    <w:rsid w:val="00C81302"/>
    <w:rsid w:val="00C81472"/>
    <w:rsid w:val="00C8171C"/>
    <w:rsid w:val="00C81D0F"/>
    <w:rsid w:val="00C826A4"/>
    <w:rsid w:val="00C82DB4"/>
    <w:rsid w:val="00C839B0"/>
    <w:rsid w:val="00C84EBC"/>
    <w:rsid w:val="00C8501F"/>
    <w:rsid w:val="00C85A2B"/>
    <w:rsid w:val="00C85ED3"/>
    <w:rsid w:val="00C863AF"/>
    <w:rsid w:val="00C867C4"/>
    <w:rsid w:val="00C86CEE"/>
    <w:rsid w:val="00C86E4A"/>
    <w:rsid w:val="00C86E8D"/>
    <w:rsid w:val="00C86EEA"/>
    <w:rsid w:val="00C8726E"/>
    <w:rsid w:val="00C90932"/>
    <w:rsid w:val="00C91432"/>
    <w:rsid w:val="00C915A5"/>
    <w:rsid w:val="00C91758"/>
    <w:rsid w:val="00C91F07"/>
    <w:rsid w:val="00C92B49"/>
    <w:rsid w:val="00C93A11"/>
    <w:rsid w:val="00C943F2"/>
    <w:rsid w:val="00C9474C"/>
    <w:rsid w:val="00C9524D"/>
    <w:rsid w:val="00C95DCA"/>
    <w:rsid w:val="00C963D2"/>
    <w:rsid w:val="00C96FD6"/>
    <w:rsid w:val="00CA022D"/>
    <w:rsid w:val="00CA0343"/>
    <w:rsid w:val="00CA04B2"/>
    <w:rsid w:val="00CA15A1"/>
    <w:rsid w:val="00CA1CBA"/>
    <w:rsid w:val="00CA2404"/>
    <w:rsid w:val="00CA2780"/>
    <w:rsid w:val="00CA28F0"/>
    <w:rsid w:val="00CA2C8F"/>
    <w:rsid w:val="00CA2E40"/>
    <w:rsid w:val="00CA36CB"/>
    <w:rsid w:val="00CA5FBF"/>
    <w:rsid w:val="00CA63C5"/>
    <w:rsid w:val="00CA666D"/>
    <w:rsid w:val="00CA6F36"/>
    <w:rsid w:val="00CA71B7"/>
    <w:rsid w:val="00CA726F"/>
    <w:rsid w:val="00CA7962"/>
    <w:rsid w:val="00CA79EB"/>
    <w:rsid w:val="00CA7A54"/>
    <w:rsid w:val="00CA7D7E"/>
    <w:rsid w:val="00CB03BD"/>
    <w:rsid w:val="00CB0478"/>
    <w:rsid w:val="00CB04AB"/>
    <w:rsid w:val="00CB0DFF"/>
    <w:rsid w:val="00CB20E8"/>
    <w:rsid w:val="00CB2D7A"/>
    <w:rsid w:val="00CB3E36"/>
    <w:rsid w:val="00CB434E"/>
    <w:rsid w:val="00CB5270"/>
    <w:rsid w:val="00CB6BA4"/>
    <w:rsid w:val="00CB7C7B"/>
    <w:rsid w:val="00CB7FC4"/>
    <w:rsid w:val="00CC143B"/>
    <w:rsid w:val="00CC1686"/>
    <w:rsid w:val="00CC1C22"/>
    <w:rsid w:val="00CC3314"/>
    <w:rsid w:val="00CC3A3A"/>
    <w:rsid w:val="00CC559D"/>
    <w:rsid w:val="00CC625B"/>
    <w:rsid w:val="00CC6B21"/>
    <w:rsid w:val="00CC7341"/>
    <w:rsid w:val="00CC7407"/>
    <w:rsid w:val="00CC776C"/>
    <w:rsid w:val="00CC7A00"/>
    <w:rsid w:val="00CD0236"/>
    <w:rsid w:val="00CD06E3"/>
    <w:rsid w:val="00CD0771"/>
    <w:rsid w:val="00CD2130"/>
    <w:rsid w:val="00CD216A"/>
    <w:rsid w:val="00CD2746"/>
    <w:rsid w:val="00CD30FF"/>
    <w:rsid w:val="00CD3C56"/>
    <w:rsid w:val="00CD3F4D"/>
    <w:rsid w:val="00CD5550"/>
    <w:rsid w:val="00CD662F"/>
    <w:rsid w:val="00CD717C"/>
    <w:rsid w:val="00CE0A16"/>
    <w:rsid w:val="00CE0AB9"/>
    <w:rsid w:val="00CE0E95"/>
    <w:rsid w:val="00CE17D6"/>
    <w:rsid w:val="00CE1951"/>
    <w:rsid w:val="00CE1D4D"/>
    <w:rsid w:val="00CE29F3"/>
    <w:rsid w:val="00CE2F5E"/>
    <w:rsid w:val="00CE4631"/>
    <w:rsid w:val="00CE466E"/>
    <w:rsid w:val="00CE58ED"/>
    <w:rsid w:val="00CE5965"/>
    <w:rsid w:val="00CE5D63"/>
    <w:rsid w:val="00CE5DED"/>
    <w:rsid w:val="00CE621C"/>
    <w:rsid w:val="00CE68F4"/>
    <w:rsid w:val="00CE7415"/>
    <w:rsid w:val="00CE750C"/>
    <w:rsid w:val="00CE786E"/>
    <w:rsid w:val="00CF0A62"/>
    <w:rsid w:val="00CF0CC1"/>
    <w:rsid w:val="00CF14F7"/>
    <w:rsid w:val="00CF1833"/>
    <w:rsid w:val="00CF1AB4"/>
    <w:rsid w:val="00CF21F1"/>
    <w:rsid w:val="00CF389B"/>
    <w:rsid w:val="00CF46AC"/>
    <w:rsid w:val="00CF46EF"/>
    <w:rsid w:val="00CF57A4"/>
    <w:rsid w:val="00CF5914"/>
    <w:rsid w:val="00CF5B44"/>
    <w:rsid w:val="00D0011A"/>
    <w:rsid w:val="00D0043B"/>
    <w:rsid w:val="00D01BAD"/>
    <w:rsid w:val="00D0205E"/>
    <w:rsid w:val="00D02F47"/>
    <w:rsid w:val="00D03025"/>
    <w:rsid w:val="00D033FD"/>
    <w:rsid w:val="00D03D0A"/>
    <w:rsid w:val="00D03FC2"/>
    <w:rsid w:val="00D041DF"/>
    <w:rsid w:val="00D0474D"/>
    <w:rsid w:val="00D04A09"/>
    <w:rsid w:val="00D04E0F"/>
    <w:rsid w:val="00D04FDD"/>
    <w:rsid w:val="00D0525E"/>
    <w:rsid w:val="00D0537C"/>
    <w:rsid w:val="00D05D61"/>
    <w:rsid w:val="00D06061"/>
    <w:rsid w:val="00D0624D"/>
    <w:rsid w:val="00D06853"/>
    <w:rsid w:val="00D1101E"/>
    <w:rsid w:val="00D11F91"/>
    <w:rsid w:val="00D122F1"/>
    <w:rsid w:val="00D1495E"/>
    <w:rsid w:val="00D15333"/>
    <w:rsid w:val="00D1573F"/>
    <w:rsid w:val="00D15827"/>
    <w:rsid w:val="00D162AF"/>
    <w:rsid w:val="00D16680"/>
    <w:rsid w:val="00D1690E"/>
    <w:rsid w:val="00D17830"/>
    <w:rsid w:val="00D17A2B"/>
    <w:rsid w:val="00D17C82"/>
    <w:rsid w:val="00D17D4D"/>
    <w:rsid w:val="00D20184"/>
    <w:rsid w:val="00D20F4B"/>
    <w:rsid w:val="00D23A1E"/>
    <w:rsid w:val="00D248F2"/>
    <w:rsid w:val="00D24FCD"/>
    <w:rsid w:val="00D2622C"/>
    <w:rsid w:val="00D26631"/>
    <w:rsid w:val="00D2686D"/>
    <w:rsid w:val="00D27FD2"/>
    <w:rsid w:val="00D30277"/>
    <w:rsid w:val="00D3054A"/>
    <w:rsid w:val="00D30742"/>
    <w:rsid w:val="00D30925"/>
    <w:rsid w:val="00D30DC4"/>
    <w:rsid w:val="00D31209"/>
    <w:rsid w:val="00D315A4"/>
    <w:rsid w:val="00D32EC5"/>
    <w:rsid w:val="00D32EFB"/>
    <w:rsid w:val="00D343AA"/>
    <w:rsid w:val="00D3603B"/>
    <w:rsid w:val="00D36B6D"/>
    <w:rsid w:val="00D36B92"/>
    <w:rsid w:val="00D36EAE"/>
    <w:rsid w:val="00D37028"/>
    <w:rsid w:val="00D4019B"/>
    <w:rsid w:val="00D403A1"/>
    <w:rsid w:val="00D40941"/>
    <w:rsid w:val="00D40C93"/>
    <w:rsid w:val="00D419D3"/>
    <w:rsid w:val="00D425CF"/>
    <w:rsid w:val="00D43BC0"/>
    <w:rsid w:val="00D43DDB"/>
    <w:rsid w:val="00D44E42"/>
    <w:rsid w:val="00D4506D"/>
    <w:rsid w:val="00D45835"/>
    <w:rsid w:val="00D4594D"/>
    <w:rsid w:val="00D45E58"/>
    <w:rsid w:val="00D46034"/>
    <w:rsid w:val="00D46AF4"/>
    <w:rsid w:val="00D479EB"/>
    <w:rsid w:val="00D50034"/>
    <w:rsid w:val="00D50897"/>
    <w:rsid w:val="00D508AD"/>
    <w:rsid w:val="00D51771"/>
    <w:rsid w:val="00D52F27"/>
    <w:rsid w:val="00D532E4"/>
    <w:rsid w:val="00D53B4A"/>
    <w:rsid w:val="00D53C31"/>
    <w:rsid w:val="00D54031"/>
    <w:rsid w:val="00D545B6"/>
    <w:rsid w:val="00D5497F"/>
    <w:rsid w:val="00D549E3"/>
    <w:rsid w:val="00D55365"/>
    <w:rsid w:val="00D56A91"/>
    <w:rsid w:val="00D57438"/>
    <w:rsid w:val="00D578BF"/>
    <w:rsid w:val="00D604A4"/>
    <w:rsid w:val="00D62564"/>
    <w:rsid w:val="00D63DD7"/>
    <w:rsid w:val="00D64844"/>
    <w:rsid w:val="00D64BF8"/>
    <w:rsid w:val="00D64E89"/>
    <w:rsid w:val="00D6520C"/>
    <w:rsid w:val="00D6524E"/>
    <w:rsid w:val="00D65DFE"/>
    <w:rsid w:val="00D65FFE"/>
    <w:rsid w:val="00D67192"/>
    <w:rsid w:val="00D67343"/>
    <w:rsid w:val="00D67D9F"/>
    <w:rsid w:val="00D67F10"/>
    <w:rsid w:val="00D702E6"/>
    <w:rsid w:val="00D7090D"/>
    <w:rsid w:val="00D7117D"/>
    <w:rsid w:val="00D715BF"/>
    <w:rsid w:val="00D71F7B"/>
    <w:rsid w:val="00D72797"/>
    <w:rsid w:val="00D72990"/>
    <w:rsid w:val="00D72CFC"/>
    <w:rsid w:val="00D731EC"/>
    <w:rsid w:val="00D739B5"/>
    <w:rsid w:val="00D7456F"/>
    <w:rsid w:val="00D754A9"/>
    <w:rsid w:val="00D7554E"/>
    <w:rsid w:val="00D755D5"/>
    <w:rsid w:val="00D7585F"/>
    <w:rsid w:val="00D76105"/>
    <w:rsid w:val="00D7645C"/>
    <w:rsid w:val="00D7671D"/>
    <w:rsid w:val="00D76DC5"/>
    <w:rsid w:val="00D77393"/>
    <w:rsid w:val="00D77EA3"/>
    <w:rsid w:val="00D801B3"/>
    <w:rsid w:val="00D802A2"/>
    <w:rsid w:val="00D831EB"/>
    <w:rsid w:val="00D832C5"/>
    <w:rsid w:val="00D836E0"/>
    <w:rsid w:val="00D84B00"/>
    <w:rsid w:val="00D84EF4"/>
    <w:rsid w:val="00D86213"/>
    <w:rsid w:val="00D86280"/>
    <w:rsid w:val="00D86916"/>
    <w:rsid w:val="00D872B2"/>
    <w:rsid w:val="00D9030F"/>
    <w:rsid w:val="00D90EC7"/>
    <w:rsid w:val="00D9159D"/>
    <w:rsid w:val="00D92FE2"/>
    <w:rsid w:val="00D93287"/>
    <w:rsid w:val="00D93385"/>
    <w:rsid w:val="00D93456"/>
    <w:rsid w:val="00D9389E"/>
    <w:rsid w:val="00D9399E"/>
    <w:rsid w:val="00D94350"/>
    <w:rsid w:val="00D95124"/>
    <w:rsid w:val="00D9567A"/>
    <w:rsid w:val="00D95770"/>
    <w:rsid w:val="00D95B42"/>
    <w:rsid w:val="00D9660D"/>
    <w:rsid w:val="00D967A7"/>
    <w:rsid w:val="00D96B46"/>
    <w:rsid w:val="00D96C6E"/>
    <w:rsid w:val="00D96D4D"/>
    <w:rsid w:val="00D97C09"/>
    <w:rsid w:val="00D97DAD"/>
    <w:rsid w:val="00DA0598"/>
    <w:rsid w:val="00DA11A0"/>
    <w:rsid w:val="00DA180D"/>
    <w:rsid w:val="00DA20CD"/>
    <w:rsid w:val="00DA23F5"/>
    <w:rsid w:val="00DA2537"/>
    <w:rsid w:val="00DA280C"/>
    <w:rsid w:val="00DA29CC"/>
    <w:rsid w:val="00DA2E7A"/>
    <w:rsid w:val="00DA30EB"/>
    <w:rsid w:val="00DA384E"/>
    <w:rsid w:val="00DA425B"/>
    <w:rsid w:val="00DA4A20"/>
    <w:rsid w:val="00DA4CA0"/>
    <w:rsid w:val="00DA51B2"/>
    <w:rsid w:val="00DA55DD"/>
    <w:rsid w:val="00DA5778"/>
    <w:rsid w:val="00DA5DD0"/>
    <w:rsid w:val="00DA689B"/>
    <w:rsid w:val="00DA7A91"/>
    <w:rsid w:val="00DA7B23"/>
    <w:rsid w:val="00DA7D0D"/>
    <w:rsid w:val="00DA7D14"/>
    <w:rsid w:val="00DB10F8"/>
    <w:rsid w:val="00DB11EB"/>
    <w:rsid w:val="00DB13EB"/>
    <w:rsid w:val="00DB211B"/>
    <w:rsid w:val="00DB2257"/>
    <w:rsid w:val="00DB2300"/>
    <w:rsid w:val="00DB2346"/>
    <w:rsid w:val="00DB244D"/>
    <w:rsid w:val="00DB28BA"/>
    <w:rsid w:val="00DB29B6"/>
    <w:rsid w:val="00DB3709"/>
    <w:rsid w:val="00DB4377"/>
    <w:rsid w:val="00DB496B"/>
    <w:rsid w:val="00DB49E1"/>
    <w:rsid w:val="00DB49E5"/>
    <w:rsid w:val="00DB4A75"/>
    <w:rsid w:val="00DB524E"/>
    <w:rsid w:val="00DB757F"/>
    <w:rsid w:val="00DB7B21"/>
    <w:rsid w:val="00DC0205"/>
    <w:rsid w:val="00DC026C"/>
    <w:rsid w:val="00DC0314"/>
    <w:rsid w:val="00DC0DCF"/>
    <w:rsid w:val="00DC20EA"/>
    <w:rsid w:val="00DC2AA6"/>
    <w:rsid w:val="00DC3303"/>
    <w:rsid w:val="00DC377D"/>
    <w:rsid w:val="00DC3FEC"/>
    <w:rsid w:val="00DC5A36"/>
    <w:rsid w:val="00DC6634"/>
    <w:rsid w:val="00DC6D45"/>
    <w:rsid w:val="00DC74DB"/>
    <w:rsid w:val="00DD007C"/>
    <w:rsid w:val="00DD0197"/>
    <w:rsid w:val="00DD0532"/>
    <w:rsid w:val="00DD1537"/>
    <w:rsid w:val="00DD16BF"/>
    <w:rsid w:val="00DD30A9"/>
    <w:rsid w:val="00DD33BA"/>
    <w:rsid w:val="00DD33C5"/>
    <w:rsid w:val="00DD4E8A"/>
    <w:rsid w:val="00DD5267"/>
    <w:rsid w:val="00DD5BEF"/>
    <w:rsid w:val="00DD6ADC"/>
    <w:rsid w:val="00DD6AE7"/>
    <w:rsid w:val="00DD7D53"/>
    <w:rsid w:val="00DE0885"/>
    <w:rsid w:val="00DE09D2"/>
    <w:rsid w:val="00DE0D41"/>
    <w:rsid w:val="00DE1B37"/>
    <w:rsid w:val="00DE2030"/>
    <w:rsid w:val="00DE2137"/>
    <w:rsid w:val="00DE22A5"/>
    <w:rsid w:val="00DE335C"/>
    <w:rsid w:val="00DE378C"/>
    <w:rsid w:val="00DE4738"/>
    <w:rsid w:val="00DE5B9C"/>
    <w:rsid w:val="00DE715D"/>
    <w:rsid w:val="00DE75FD"/>
    <w:rsid w:val="00DE7D72"/>
    <w:rsid w:val="00DF0135"/>
    <w:rsid w:val="00DF067C"/>
    <w:rsid w:val="00DF0727"/>
    <w:rsid w:val="00DF0B0A"/>
    <w:rsid w:val="00DF163C"/>
    <w:rsid w:val="00DF1DBC"/>
    <w:rsid w:val="00DF2DDF"/>
    <w:rsid w:val="00DF3236"/>
    <w:rsid w:val="00DF3CB4"/>
    <w:rsid w:val="00DF3D57"/>
    <w:rsid w:val="00DF4242"/>
    <w:rsid w:val="00DF4BB8"/>
    <w:rsid w:val="00DF5E0E"/>
    <w:rsid w:val="00DF5E37"/>
    <w:rsid w:val="00DF75E9"/>
    <w:rsid w:val="00DF7E51"/>
    <w:rsid w:val="00E00F10"/>
    <w:rsid w:val="00E00F63"/>
    <w:rsid w:val="00E01082"/>
    <w:rsid w:val="00E01657"/>
    <w:rsid w:val="00E01860"/>
    <w:rsid w:val="00E01B22"/>
    <w:rsid w:val="00E02567"/>
    <w:rsid w:val="00E0288C"/>
    <w:rsid w:val="00E02CDB"/>
    <w:rsid w:val="00E02FE4"/>
    <w:rsid w:val="00E03091"/>
    <w:rsid w:val="00E032E5"/>
    <w:rsid w:val="00E038FB"/>
    <w:rsid w:val="00E0426C"/>
    <w:rsid w:val="00E04AF6"/>
    <w:rsid w:val="00E04F37"/>
    <w:rsid w:val="00E05145"/>
    <w:rsid w:val="00E051F9"/>
    <w:rsid w:val="00E07112"/>
    <w:rsid w:val="00E07229"/>
    <w:rsid w:val="00E07E47"/>
    <w:rsid w:val="00E10562"/>
    <w:rsid w:val="00E1094B"/>
    <w:rsid w:val="00E109E3"/>
    <w:rsid w:val="00E12201"/>
    <w:rsid w:val="00E132C4"/>
    <w:rsid w:val="00E14537"/>
    <w:rsid w:val="00E148C5"/>
    <w:rsid w:val="00E14958"/>
    <w:rsid w:val="00E150B7"/>
    <w:rsid w:val="00E15F44"/>
    <w:rsid w:val="00E16075"/>
    <w:rsid w:val="00E173C6"/>
    <w:rsid w:val="00E205F8"/>
    <w:rsid w:val="00E20616"/>
    <w:rsid w:val="00E2091C"/>
    <w:rsid w:val="00E21743"/>
    <w:rsid w:val="00E2189D"/>
    <w:rsid w:val="00E2256B"/>
    <w:rsid w:val="00E2269B"/>
    <w:rsid w:val="00E226E1"/>
    <w:rsid w:val="00E229D2"/>
    <w:rsid w:val="00E22BA3"/>
    <w:rsid w:val="00E23235"/>
    <w:rsid w:val="00E24467"/>
    <w:rsid w:val="00E24A7E"/>
    <w:rsid w:val="00E24B7E"/>
    <w:rsid w:val="00E25D50"/>
    <w:rsid w:val="00E26485"/>
    <w:rsid w:val="00E27EC1"/>
    <w:rsid w:val="00E27F1F"/>
    <w:rsid w:val="00E3098F"/>
    <w:rsid w:val="00E31252"/>
    <w:rsid w:val="00E33887"/>
    <w:rsid w:val="00E33CD5"/>
    <w:rsid w:val="00E33E5C"/>
    <w:rsid w:val="00E34250"/>
    <w:rsid w:val="00E343A0"/>
    <w:rsid w:val="00E34626"/>
    <w:rsid w:val="00E3543B"/>
    <w:rsid w:val="00E35FA6"/>
    <w:rsid w:val="00E36118"/>
    <w:rsid w:val="00E36172"/>
    <w:rsid w:val="00E373FD"/>
    <w:rsid w:val="00E404A3"/>
    <w:rsid w:val="00E405F0"/>
    <w:rsid w:val="00E42790"/>
    <w:rsid w:val="00E43B3F"/>
    <w:rsid w:val="00E43CAA"/>
    <w:rsid w:val="00E43D53"/>
    <w:rsid w:val="00E450BA"/>
    <w:rsid w:val="00E4571A"/>
    <w:rsid w:val="00E46A61"/>
    <w:rsid w:val="00E46ADA"/>
    <w:rsid w:val="00E500E4"/>
    <w:rsid w:val="00E5028A"/>
    <w:rsid w:val="00E503DE"/>
    <w:rsid w:val="00E509ED"/>
    <w:rsid w:val="00E509F1"/>
    <w:rsid w:val="00E518C3"/>
    <w:rsid w:val="00E519B7"/>
    <w:rsid w:val="00E51EA6"/>
    <w:rsid w:val="00E52A7B"/>
    <w:rsid w:val="00E53682"/>
    <w:rsid w:val="00E53EAA"/>
    <w:rsid w:val="00E54127"/>
    <w:rsid w:val="00E54387"/>
    <w:rsid w:val="00E54F16"/>
    <w:rsid w:val="00E55412"/>
    <w:rsid w:val="00E55591"/>
    <w:rsid w:val="00E5559E"/>
    <w:rsid w:val="00E5640B"/>
    <w:rsid w:val="00E56591"/>
    <w:rsid w:val="00E56DC6"/>
    <w:rsid w:val="00E577A9"/>
    <w:rsid w:val="00E57ABB"/>
    <w:rsid w:val="00E57BE0"/>
    <w:rsid w:val="00E57C52"/>
    <w:rsid w:val="00E57DF7"/>
    <w:rsid w:val="00E57F51"/>
    <w:rsid w:val="00E6011B"/>
    <w:rsid w:val="00E60CCB"/>
    <w:rsid w:val="00E61C7D"/>
    <w:rsid w:val="00E61E27"/>
    <w:rsid w:val="00E635CF"/>
    <w:rsid w:val="00E63D58"/>
    <w:rsid w:val="00E64AB4"/>
    <w:rsid w:val="00E64D53"/>
    <w:rsid w:val="00E64E06"/>
    <w:rsid w:val="00E64F2E"/>
    <w:rsid w:val="00E6501F"/>
    <w:rsid w:val="00E654A2"/>
    <w:rsid w:val="00E662A8"/>
    <w:rsid w:val="00E662E1"/>
    <w:rsid w:val="00E66343"/>
    <w:rsid w:val="00E66594"/>
    <w:rsid w:val="00E66E94"/>
    <w:rsid w:val="00E6796D"/>
    <w:rsid w:val="00E67B40"/>
    <w:rsid w:val="00E67F61"/>
    <w:rsid w:val="00E70D5E"/>
    <w:rsid w:val="00E7145A"/>
    <w:rsid w:val="00E7198F"/>
    <w:rsid w:val="00E71D09"/>
    <w:rsid w:val="00E721CD"/>
    <w:rsid w:val="00E7229E"/>
    <w:rsid w:val="00E725CA"/>
    <w:rsid w:val="00E72CCD"/>
    <w:rsid w:val="00E72D2E"/>
    <w:rsid w:val="00E737EA"/>
    <w:rsid w:val="00E73EEF"/>
    <w:rsid w:val="00E74C6D"/>
    <w:rsid w:val="00E7546E"/>
    <w:rsid w:val="00E76181"/>
    <w:rsid w:val="00E76F51"/>
    <w:rsid w:val="00E77072"/>
    <w:rsid w:val="00E77192"/>
    <w:rsid w:val="00E77642"/>
    <w:rsid w:val="00E807D8"/>
    <w:rsid w:val="00E80E5D"/>
    <w:rsid w:val="00E814E7"/>
    <w:rsid w:val="00E8161E"/>
    <w:rsid w:val="00E8204D"/>
    <w:rsid w:val="00E823FE"/>
    <w:rsid w:val="00E8354D"/>
    <w:rsid w:val="00E838CD"/>
    <w:rsid w:val="00E83D5D"/>
    <w:rsid w:val="00E851AD"/>
    <w:rsid w:val="00E8571D"/>
    <w:rsid w:val="00E85828"/>
    <w:rsid w:val="00E85ACC"/>
    <w:rsid w:val="00E85AE8"/>
    <w:rsid w:val="00E85B76"/>
    <w:rsid w:val="00E86043"/>
    <w:rsid w:val="00E86109"/>
    <w:rsid w:val="00E864B7"/>
    <w:rsid w:val="00E87D51"/>
    <w:rsid w:val="00E9085B"/>
    <w:rsid w:val="00E918FB"/>
    <w:rsid w:val="00E91CA7"/>
    <w:rsid w:val="00E92836"/>
    <w:rsid w:val="00E932F0"/>
    <w:rsid w:val="00E9337E"/>
    <w:rsid w:val="00E95267"/>
    <w:rsid w:val="00E95CB5"/>
    <w:rsid w:val="00E95DC1"/>
    <w:rsid w:val="00E9606C"/>
    <w:rsid w:val="00E96831"/>
    <w:rsid w:val="00E9706F"/>
    <w:rsid w:val="00E97127"/>
    <w:rsid w:val="00E97180"/>
    <w:rsid w:val="00EA09F3"/>
    <w:rsid w:val="00EA0D85"/>
    <w:rsid w:val="00EA0E6C"/>
    <w:rsid w:val="00EA2106"/>
    <w:rsid w:val="00EA246E"/>
    <w:rsid w:val="00EA30BA"/>
    <w:rsid w:val="00EA3EC9"/>
    <w:rsid w:val="00EA418E"/>
    <w:rsid w:val="00EA4303"/>
    <w:rsid w:val="00EA4A39"/>
    <w:rsid w:val="00EA57D7"/>
    <w:rsid w:val="00EA66FB"/>
    <w:rsid w:val="00EA7466"/>
    <w:rsid w:val="00EA74B9"/>
    <w:rsid w:val="00EA7DD8"/>
    <w:rsid w:val="00EB09E0"/>
    <w:rsid w:val="00EB121F"/>
    <w:rsid w:val="00EB184F"/>
    <w:rsid w:val="00EB2235"/>
    <w:rsid w:val="00EB23CB"/>
    <w:rsid w:val="00EB3005"/>
    <w:rsid w:val="00EB3065"/>
    <w:rsid w:val="00EB3C32"/>
    <w:rsid w:val="00EB400E"/>
    <w:rsid w:val="00EB4378"/>
    <w:rsid w:val="00EB4825"/>
    <w:rsid w:val="00EB4B57"/>
    <w:rsid w:val="00EB4B68"/>
    <w:rsid w:val="00EB5690"/>
    <w:rsid w:val="00EB584C"/>
    <w:rsid w:val="00EB5A71"/>
    <w:rsid w:val="00EB5E09"/>
    <w:rsid w:val="00EB6640"/>
    <w:rsid w:val="00EB7A51"/>
    <w:rsid w:val="00EC012D"/>
    <w:rsid w:val="00EC0188"/>
    <w:rsid w:val="00EC087B"/>
    <w:rsid w:val="00EC0D7A"/>
    <w:rsid w:val="00EC0E90"/>
    <w:rsid w:val="00EC1D33"/>
    <w:rsid w:val="00EC1E7C"/>
    <w:rsid w:val="00EC2606"/>
    <w:rsid w:val="00EC2748"/>
    <w:rsid w:val="00EC318A"/>
    <w:rsid w:val="00EC3318"/>
    <w:rsid w:val="00EC3918"/>
    <w:rsid w:val="00EC4D8E"/>
    <w:rsid w:val="00EC5435"/>
    <w:rsid w:val="00EC5845"/>
    <w:rsid w:val="00EC6083"/>
    <w:rsid w:val="00EC71B6"/>
    <w:rsid w:val="00EC74DE"/>
    <w:rsid w:val="00EC7523"/>
    <w:rsid w:val="00EC790A"/>
    <w:rsid w:val="00EC7925"/>
    <w:rsid w:val="00EC7DE2"/>
    <w:rsid w:val="00ED0AF9"/>
    <w:rsid w:val="00ED138E"/>
    <w:rsid w:val="00ED146E"/>
    <w:rsid w:val="00ED211C"/>
    <w:rsid w:val="00ED231C"/>
    <w:rsid w:val="00ED25C1"/>
    <w:rsid w:val="00ED2E9D"/>
    <w:rsid w:val="00ED3AD5"/>
    <w:rsid w:val="00ED3EDF"/>
    <w:rsid w:val="00ED4314"/>
    <w:rsid w:val="00ED4476"/>
    <w:rsid w:val="00ED56C4"/>
    <w:rsid w:val="00ED5AC6"/>
    <w:rsid w:val="00ED69DB"/>
    <w:rsid w:val="00ED6C14"/>
    <w:rsid w:val="00ED6F90"/>
    <w:rsid w:val="00ED7516"/>
    <w:rsid w:val="00ED77D3"/>
    <w:rsid w:val="00ED7DE0"/>
    <w:rsid w:val="00EE0006"/>
    <w:rsid w:val="00EE1BA8"/>
    <w:rsid w:val="00EE1F65"/>
    <w:rsid w:val="00EE240B"/>
    <w:rsid w:val="00EE28C8"/>
    <w:rsid w:val="00EE2EAD"/>
    <w:rsid w:val="00EE3EA0"/>
    <w:rsid w:val="00EE41FF"/>
    <w:rsid w:val="00EE4E0E"/>
    <w:rsid w:val="00EE6130"/>
    <w:rsid w:val="00EE7013"/>
    <w:rsid w:val="00EE7B87"/>
    <w:rsid w:val="00EF00B6"/>
    <w:rsid w:val="00EF020F"/>
    <w:rsid w:val="00EF074C"/>
    <w:rsid w:val="00EF0BBE"/>
    <w:rsid w:val="00EF198F"/>
    <w:rsid w:val="00EF1AE1"/>
    <w:rsid w:val="00EF38B4"/>
    <w:rsid w:val="00EF39B8"/>
    <w:rsid w:val="00EF4334"/>
    <w:rsid w:val="00EF45ED"/>
    <w:rsid w:val="00EF4C1C"/>
    <w:rsid w:val="00EF5D45"/>
    <w:rsid w:val="00EF6884"/>
    <w:rsid w:val="00EF6B70"/>
    <w:rsid w:val="00EF6DE4"/>
    <w:rsid w:val="00EF72B9"/>
    <w:rsid w:val="00EF740B"/>
    <w:rsid w:val="00EF7B85"/>
    <w:rsid w:val="00F0065D"/>
    <w:rsid w:val="00F00A30"/>
    <w:rsid w:val="00F00DC2"/>
    <w:rsid w:val="00F00DF3"/>
    <w:rsid w:val="00F01294"/>
    <w:rsid w:val="00F0140B"/>
    <w:rsid w:val="00F0184F"/>
    <w:rsid w:val="00F019E5"/>
    <w:rsid w:val="00F01E70"/>
    <w:rsid w:val="00F02566"/>
    <w:rsid w:val="00F025FE"/>
    <w:rsid w:val="00F02E8D"/>
    <w:rsid w:val="00F0356C"/>
    <w:rsid w:val="00F03E45"/>
    <w:rsid w:val="00F04139"/>
    <w:rsid w:val="00F041C3"/>
    <w:rsid w:val="00F05357"/>
    <w:rsid w:val="00F0665F"/>
    <w:rsid w:val="00F07055"/>
    <w:rsid w:val="00F0711D"/>
    <w:rsid w:val="00F0744A"/>
    <w:rsid w:val="00F10FA2"/>
    <w:rsid w:val="00F10FBA"/>
    <w:rsid w:val="00F12685"/>
    <w:rsid w:val="00F126D5"/>
    <w:rsid w:val="00F12793"/>
    <w:rsid w:val="00F12E17"/>
    <w:rsid w:val="00F136AD"/>
    <w:rsid w:val="00F143F4"/>
    <w:rsid w:val="00F1499F"/>
    <w:rsid w:val="00F14C88"/>
    <w:rsid w:val="00F14D49"/>
    <w:rsid w:val="00F1543C"/>
    <w:rsid w:val="00F15A50"/>
    <w:rsid w:val="00F166CE"/>
    <w:rsid w:val="00F16CE4"/>
    <w:rsid w:val="00F17BDF"/>
    <w:rsid w:val="00F17D51"/>
    <w:rsid w:val="00F2097D"/>
    <w:rsid w:val="00F21144"/>
    <w:rsid w:val="00F21516"/>
    <w:rsid w:val="00F22563"/>
    <w:rsid w:val="00F22EBF"/>
    <w:rsid w:val="00F2355E"/>
    <w:rsid w:val="00F24257"/>
    <w:rsid w:val="00F24322"/>
    <w:rsid w:val="00F24549"/>
    <w:rsid w:val="00F24925"/>
    <w:rsid w:val="00F25269"/>
    <w:rsid w:val="00F2560E"/>
    <w:rsid w:val="00F2566C"/>
    <w:rsid w:val="00F26C46"/>
    <w:rsid w:val="00F27035"/>
    <w:rsid w:val="00F27418"/>
    <w:rsid w:val="00F27674"/>
    <w:rsid w:val="00F27A7B"/>
    <w:rsid w:val="00F30ADC"/>
    <w:rsid w:val="00F30C45"/>
    <w:rsid w:val="00F31196"/>
    <w:rsid w:val="00F3189A"/>
    <w:rsid w:val="00F31A09"/>
    <w:rsid w:val="00F31F2C"/>
    <w:rsid w:val="00F3209C"/>
    <w:rsid w:val="00F32B59"/>
    <w:rsid w:val="00F333A7"/>
    <w:rsid w:val="00F33C80"/>
    <w:rsid w:val="00F34F55"/>
    <w:rsid w:val="00F350EA"/>
    <w:rsid w:val="00F35562"/>
    <w:rsid w:val="00F3583C"/>
    <w:rsid w:val="00F35BE0"/>
    <w:rsid w:val="00F35D9C"/>
    <w:rsid w:val="00F371D5"/>
    <w:rsid w:val="00F3729E"/>
    <w:rsid w:val="00F37638"/>
    <w:rsid w:val="00F37BAF"/>
    <w:rsid w:val="00F40C80"/>
    <w:rsid w:val="00F4182D"/>
    <w:rsid w:val="00F418C9"/>
    <w:rsid w:val="00F41DA8"/>
    <w:rsid w:val="00F427BA"/>
    <w:rsid w:val="00F43E1A"/>
    <w:rsid w:val="00F43E5A"/>
    <w:rsid w:val="00F442E2"/>
    <w:rsid w:val="00F446BF"/>
    <w:rsid w:val="00F455FC"/>
    <w:rsid w:val="00F45818"/>
    <w:rsid w:val="00F45F05"/>
    <w:rsid w:val="00F460DA"/>
    <w:rsid w:val="00F4669A"/>
    <w:rsid w:val="00F46D08"/>
    <w:rsid w:val="00F50656"/>
    <w:rsid w:val="00F50E44"/>
    <w:rsid w:val="00F51BF1"/>
    <w:rsid w:val="00F520AD"/>
    <w:rsid w:val="00F52CAE"/>
    <w:rsid w:val="00F52EE3"/>
    <w:rsid w:val="00F53466"/>
    <w:rsid w:val="00F536D8"/>
    <w:rsid w:val="00F538E8"/>
    <w:rsid w:val="00F53A1A"/>
    <w:rsid w:val="00F53BC8"/>
    <w:rsid w:val="00F54B4B"/>
    <w:rsid w:val="00F54BA6"/>
    <w:rsid w:val="00F55516"/>
    <w:rsid w:val="00F5552E"/>
    <w:rsid w:val="00F55FB5"/>
    <w:rsid w:val="00F5640B"/>
    <w:rsid w:val="00F56552"/>
    <w:rsid w:val="00F565AE"/>
    <w:rsid w:val="00F57F0F"/>
    <w:rsid w:val="00F6001C"/>
    <w:rsid w:val="00F60524"/>
    <w:rsid w:val="00F606D3"/>
    <w:rsid w:val="00F6093C"/>
    <w:rsid w:val="00F60A03"/>
    <w:rsid w:val="00F60B3E"/>
    <w:rsid w:val="00F61086"/>
    <w:rsid w:val="00F61353"/>
    <w:rsid w:val="00F62062"/>
    <w:rsid w:val="00F62A01"/>
    <w:rsid w:val="00F634BD"/>
    <w:rsid w:val="00F63A8C"/>
    <w:rsid w:val="00F64E4F"/>
    <w:rsid w:val="00F657F6"/>
    <w:rsid w:val="00F65B06"/>
    <w:rsid w:val="00F65CAC"/>
    <w:rsid w:val="00F65DFB"/>
    <w:rsid w:val="00F70951"/>
    <w:rsid w:val="00F71192"/>
    <w:rsid w:val="00F713AE"/>
    <w:rsid w:val="00F715FD"/>
    <w:rsid w:val="00F71B21"/>
    <w:rsid w:val="00F71F9A"/>
    <w:rsid w:val="00F721BE"/>
    <w:rsid w:val="00F72494"/>
    <w:rsid w:val="00F7254B"/>
    <w:rsid w:val="00F727C5"/>
    <w:rsid w:val="00F72C09"/>
    <w:rsid w:val="00F733D3"/>
    <w:rsid w:val="00F7346D"/>
    <w:rsid w:val="00F734FA"/>
    <w:rsid w:val="00F7379E"/>
    <w:rsid w:val="00F73C45"/>
    <w:rsid w:val="00F73D92"/>
    <w:rsid w:val="00F74DE0"/>
    <w:rsid w:val="00F75061"/>
    <w:rsid w:val="00F756C5"/>
    <w:rsid w:val="00F75A75"/>
    <w:rsid w:val="00F75E1C"/>
    <w:rsid w:val="00F761C2"/>
    <w:rsid w:val="00F7726B"/>
    <w:rsid w:val="00F77732"/>
    <w:rsid w:val="00F77CDD"/>
    <w:rsid w:val="00F77CF6"/>
    <w:rsid w:val="00F77FF4"/>
    <w:rsid w:val="00F80B4A"/>
    <w:rsid w:val="00F8158B"/>
    <w:rsid w:val="00F81ADF"/>
    <w:rsid w:val="00F81DCF"/>
    <w:rsid w:val="00F8299B"/>
    <w:rsid w:val="00F829C8"/>
    <w:rsid w:val="00F82E59"/>
    <w:rsid w:val="00F83313"/>
    <w:rsid w:val="00F8392E"/>
    <w:rsid w:val="00F8395F"/>
    <w:rsid w:val="00F84B47"/>
    <w:rsid w:val="00F85174"/>
    <w:rsid w:val="00F85DE6"/>
    <w:rsid w:val="00F8641D"/>
    <w:rsid w:val="00F8681B"/>
    <w:rsid w:val="00F86987"/>
    <w:rsid w:val="00F86C33"/>
    <w:rsid w:val="00F86CAE"/>
    <w:rsid w:val="00F874CB"/>
    <w:rsid w:val="00F879CE"/>
    <w:rsid w:val="00F87A1B"/>
    <w:rsid w:val="00F90440"/>
    <w:rsid w:val="00F904BF"/>
    <w:rsid w:val="00F908BF"/>
    <w:rsid w:val="00F909CA"/>
    <w:rsid w:val="00F90EFC"/>
    <w:rsid w:val="00F91743"/>
    <w:rsid w:val="00F92262"/>
    <w:rsid w:val="00F92880"/>
    <w:rsid w:val="00F9365D"/>
    <w:rsid w:val="00F93F6B"/>
    <w:rsid w:val="00F94101"/>
    <w:rsid w:val="00F94270"/>
    <w:rsid w:val="00F944A5"/>
    <w:rsid w:val="00F945F6"/>
    <w:rsid w:val="00F9484E"/>
    <w:rsid w:val="00F94998"/>
    <w:rsid w:val="00F94D33"/>
    <w:rsid w:val="00F94D94"/>
    <w:rsid w:val="00F96531"/>
    <w:rsid w:val="00F97860"/>
    <w:rsid w:val="00F97CFD"/>
    <w:rsid w:val="00FA0039"/>
    <w:rsid w:val="00FA04DD"/>
    <w:rsid w:val="00FA0C68"/>
    <w:rsid w:val="00FA1B48"/>
    <w:rsid w:val="00FA2240"/>
    <w:rsid w:val="00FA22F9"/>
    <w:rsid w:val="00FA2778"/>
    <w:rsid w:val="00FA2A41"/>
    <w:rsid w:val="00FA3A7E"/>
    <w:rsid w:val="00FA41E4"/>
    <w:rsid w:val="00FA4BCF"/>
    <w:rsid w:val="00FA5721"/>
    <w:rsid w:val="00FA5815"/>
    <w:rsid w:val="00FA5C2F"/>
    <w:rsid w:val="00FA5C9E"/>
    <w:rsid w:val="00FA75D0"/>
    <w:rsid w:val="00FA780F"/>
    <w:rsid w:val="00FA7E26"/>
    <w:rsid w:val="00FB0B75"/>
    <w:rsid w:val="00FB0C04"/>
    <w:rsid w:val="00FB1348"/>
    <w:rsid w:val="00FB1E14"/>
    <w:rsid w:val="00FB24FD"/>
    <w:rsid w:val="00FB2CD4"/>
    <w:rsid w:val="00FB2FC8"/>
    <w:rsid w:val="00FB3DEF"/>
    <w:rsid w:val="00FB4133"/>
    <w:rsid w:val="00FB45FC"/>
    <w:rsid w:val="00FB4777"/>
    <w:rsid w:val="00FB4FA4"/>
    <w:rsid w:val="00FB5F91"/>
    <w:rsid w:val="00FB6A22"/>
    <w:rsid w:val="00FB7062"/>
    <w:rsid w:val="00FC1386"/>
    <w:rsid w:val="00FC15E6"/>
    <w:rsid w:val="00FC1EAA"/>
    <w:rsid w:val="00FC340B"/>
    <w:rsid w:val="00FC36DF"/>
    <w:rsid w:val="00FC50CD"/>
    <w:rsid w:val="00FC511E"/>
    <w:rsid w:val="00FC516A"/>
    <w:rsid w:val="00FC573F"/>
    <w:rsid w:val="00FC615C"/>
    <w:rsid w:val="00FC6174"/>
    <w:rsid w:val="00FC66E3"/>
    <w:rsid w:val="00FC67F0"/>
    <w:rsid w:val="00FC74CA"/>
    <w:rsid w:val="00FD0133"/>
    <w:rsid w:val="00FD0296"/>
    <w:rsid w:val="00FD0AA7"/>
    <w:rsid w:val="00FD0D2C"/>
    <w:rsid w:val="00FD1C99"/>
    <w:rsid w:val="00FD2609"/>
    <w:rsid w:val="00FD3506"/>
    <w:rsid w:val="00FD3510"/>
    <w:rsid w:val="00FD354F"/>
    <w:rsid w:val="00FD402E"/>
    <w:rsid w:val="00FD4656"/>
    <w:rsid w:val="00FD5B60"/>
    <w:rsid w:val="00FD5F2D"/>
    <w:rsid w:val="00FD626D"/>
    <w:rsid w:val="00FD629C"/>
    <w:rsid w:val="00FD7518"/>
    <w:rsid w:val="00FD7DB6"/>
    <w:rsid w:val="00FE02ED"/>
    <w:rsid w:val="00FE0355"/>
    <w:rsid w:val="00FE0FAA"/>
    <w:rsid w:val="00FE15F2"/>
    <w:rsid w:val="00FE1D68"/>
    <w:rsid w:val="00FE2173"/>
    <w:rsid w:val="00FE2337"/>
    <w:rsid w:val="00FE238F"/>
    <w:rsid w:val="00FE2E0D"/>
    <w:rsid w:val="00FE4158"/>
    <w:rsid w:val="00FE444C"/>
    <w:rsid w:val="00FE4487"/>
    <w:rsid w:val="00FE47AC"/>
    <w:rsid w:val="00FE4C5B"/>
    <w:rsid w:val="00FE5AB9"/>
    <w:rsid w:val="00FE62E0"/>
    <w:rsid w:val="00FE674E"/>
    <w:rsid w:val="00FE6C63"/>
    <w:rsid w:val="00FE6C72"/>
    <w:rsid w:val="00FE6D23"/>
    <w:rsid w:val="00FE6F93"/>
    <w:rsid w:val="00FF02BC"/>
    <w:rsid w:val="00FF03FC"/>
    <w:rsid w:val="00FF0856"/>
    <w:rsid w:val="00FF0F8D"/>
    <w:rsid w:val="00FF1064"/>
    <w:rsid w:val="00FF1348"/>
    <w:rsid w:val="00FF1B19"/>
    <w:rsid w:val="00FF1D8E"/>
    <w:rsid w:val="00FF1E8F"/>
    <w:rsid w:val="00FF371E"/>
    <w:rsid w:val="00FF387B"/>
    <w:rsid w:val="00FF44DF"/>
    <w:rsid w:val="00FF4D74"/>
    <w:rsid w:val="00FF54FB"/>
    <w:rsid w:val="00FF60C1"/>
    <w:rsid w:val="00FF6FED"/>
    <w:rsid w:val="00FF7116"/>
    <w:rsid w:val="00FF7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29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72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B72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B7298"/>
    <w:pPr>
      <w:keepNext/>
      <w:jc w:val="center"/>
      <w:outlineLvl w:val="4"/>
    </w:pPr>
    <w:rPr>
      <w:b/>
      <w:sz w:val="36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B7298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729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B729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2B729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2B7298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rvts0">
    <w:name w:val="rvts0"/>
    <w:basedOn w:val="DefaultParagraphFont"/>
    <w:uiPriority w:val="99"/>
    <w:rsid w:val="002B7298"/>
    <w:rPr>
      <w:rFonts w:cs="Times New Roman"/>
    </w:rPr>
  </w:style>
  <w:style w:type="character" w:customStyle="1" w:styleId="hps">
    <w:name w:val="hps"/>
    <w:basedOn w:val="DefaultParagraphFont"/>
    <w:uiPriority w:val="99"/>
    <w:rsid w:val="002B7298"/>
    <w:rPr>
      <w:rFonts w:cs="Times New Roman"/>
    </w:rPr>
  </w:style>
  <w:style w:type="paragraph" w:styleId="ListParagraph">
    <w:name w:val="List Paragraph"/>
    <w:basedOn w:val="Normal"/>
    <w:uiPriority w:val="99"/>
    <w:qFormat/>
    <w:rsid w:val="002B72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2B7298"/>
    <w:rPr>
      <w:b/>
      <w:bCs/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B7298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2B7298"/>
    <w:pPr>
      <w:spacing w:after="120" w:line="480" w:lineRule="auto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2B7298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B72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B729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440</Words>
  <Characters>2510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ch09</cp:lastModifiedBy>
  <cp:revision>2</cp:revision>
  <dcterms:created xsi:type="dcterms:W3CDTF">2016-03-16T10:03:00Z</dcterms:created>
  <dcterms:modified xsi:type="dcterms:W3CDTF">2016-03-18T05:07:00Z</dcterms:modified>
</cp:coreProperties>
</file>