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001" w:rsidRPr="00FA2255" w:rsidRDefault="00143001" w:rsidP="00AA1ADD">
      <w:pPr>
        <w:jc w:val="center"/>
        <w:rPr>
          <w:rFonts w:ascii="Times New Roman" w:hAnsi="Times New Roman"/>
          <w:lang w:val="en-US"/>
        </w:rPr>
      </w:pPr>
      <w:r w:rsidRPr="00FA2255">
        <w:rPr>
          <w:rFonts w:ascii="Times New Roman" w:hAnsi="Times New Roman"/>
          <w:sz w:val="20"/>
          <w:szCs w:val="24"/>
          <w:lang w:val="uk-UA"/>
        </w:rPr>
        <w:object w:dxaOrig="741" w:dyaOrig="9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" o:ole="" fillcolor="window">
            <v:imagedata r:id="rId4" o:title=""/>
          </v:shape>
          <o:OLEObject Type="Embed" ProgID="Word.Picture.8" ShapeID="_x0000_i1025" DrawAspect="Content" ObjectID="_1534575181" r:id="rId5"/>
        </w:object>
      </w:r>
    </w:p>
    <w:p w:rsidR="00143001" w:rsidRPr="00FA2255" w:rsidRDefault="00143001" w:rsidP="00AA1ADD">
      <w:pPr>
        <w:ind w:firstLine="2410"/>
        <w:jc w:val="both"/>
        <w:rPr>
          <w:rFonts w:ascii="Times New Roman" w:hAnsi="Times New Roman"/>
          <w:sz w:val="32"/>
          <w:lang w:val="uk-UA"/>
        </w:rPr>
      </w:pPr>
      <w:r w:rsidRPr="00FA2255">
        <w:rPr>
          <w:rFonts w:ascii="Times New Roman" w:hAnsi="Times New Roman"/>
          <w:sz w:val="28"/>
        </w:rPr>
        <w:tab/>
      </w:r>
      <w:r w:rsidRPr="00FA2255">
        <w:rPr>
          <w:rFonts w:ascii="Times New Roman" w:hAnsi="Times New Roman"/>
          <w:sz w:val="28"/>
        </w:rPr>
        <w:tab/>
      </w:r>
    </w:p>
    <w:p w:rsidR="00143001" w:rsidRPr="00FA2255" w:rsidRDefault="00143001" w:rsidP="00AA1ADD">
      <w:pPr>
        <w:pStyle w:val="Heading2"/>
        <w:ind w:firstLine="0"/>
      </w:pPr>
      <w:r w:rsidRPr="00FA2255">
        <w:t>У К Р А Ї Н А</w:t>
      </w:r>
    </w:p>
    <w:p w:rsidR="00143001" w:rsidRPr="00FA2255" w:rsidRDefault="00143001" w:rsidP="00AA1ADD">
      <w:pPr>
        <w:tabs>
          <w:tab w:val="left" w:pos="170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43001" w:rsidRPr="00FA2255" w:rsidRDefault="00143001" w:rsidP="00001791">
      <w:pPr>
        <w:pStyle w:val="Heading3"/>
        <w:ind w:firstLine="0"/>
      </w:pPr>
      <w:r>
        <w:rPr>
          <w:lang w:val="ru-RU"/>
        </w:rPr>
        <w:t>Б а х м у т с ь к а</w:t>
      </w:r>
      <w:r w:rsidRPr="00FA2255">
        <w:t xml:space="preserve">  м і с ь к а  р а д а</w:t>
      </w:r>
    </w:p>
    <w:p w:rsidR="00143001" w:rsidRPr="00FA2255" w:rsidRDefault="00143001" w:rsidP="00AA1ADD">
      <w:pPr>
        <w:tabs>
          <w:tab w:val="left" w:pos="170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43001" w:rsidRPr="00FA2255" w:rsidRDefault="00143001" w:rsidP="00AA1ADD">
      <w:pPr>
        <w:pStyle w:val="Heading4"/>
        <w:ind w:firstLine="0"/>
      </w:pPr>
      <w:r w:rsidRPr="00FA2255">
        <w:t>ВИКОНАВЧИЙ  КОМІТЕТ</w:t>
      </w:r>
    </w:p>
    <w:p w:rsidR="00143001" w:rsidRPr="00FA2255" w:rsidRDefault="00143001" w:rsidP="00AA1ADD">
      <w:pPr>
        <w:tabs>
          <w:tab w:val="left" w:pos="1701"/>
        </w:tabs>
        <w:jc w:val="center"/>
        <w:rPr>
          <w:rFonts w:ascii="Times New Roman" w:hAnsi="Times New Roman"/>
          <w:b/>
          <w:sz w:val="20"/>
        </w:rPr>
      </w:pPr>
      <w:r w:rsidRPr="00FA2255">
        <w:rPr>
          <w:rFonts w:ascii="Times New Roman" w:hAnsi="Times New Roman"/>
          <w:b/>
          <w:sz w:val="20"/>
        </w:rPr>
        <w:t xml:space="preserve"> </w:t>
      </w:r>
    </w:p>
    <w:p w:rsidR="00143001" w:rsidRPr="00FA2255" w:rsidRDefault="00143001" w:rsidP="00AA1ADD">
      <w:pPr>
        <w:pStyle w:val="Heading5"/>
        <w:ind w:firstLine="0"/>
      </w:pPr>
      <w:r w:rsidRPr="00FA2255">
        <w:t>Р І Ш Е Н Н Я</w:t>
      </w:r>
    </w:p>
    <w:p w:rsidR="00143001" w:rsidRPr="00FA2255" w:rsidRDefault="00143001" w:rsidP="00AA1ADD">
      <w:pPr>
        <w:tabs>
          <w:tab w:val="left" w:pos="1701"/>
        </w:tabs>
        <w:jc w:val="center"/>
        <w:rPr>
          <w:rFonts w:ascii="Times New Roman" w:hAnsi="Times New Roman"/>
          <w:b/>
          <w:sz w:val="28"/>
        </w:rPr>
      </w:pPr>
    </w:p>
    <w:p w:rsidR="00143001" w:rsidRPr="00F1171C" w:rsidRDefault="00143001" w:rsidP="00AA1ADD">
      <w:pPr>
        <w:tabs>
          <w:tab w:val="left" w:pos="1701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>_23.08.</w:t>
      </w:r>
      <w:r w:rsidRPr="00F1171C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F1171C">
        <w:rPr>
          <w:rFonts w:ascii="Times New Roman" w:hAnsi="Times New Roman"/>
          <w:sz w:val="24"/>
          <w:szCs w:val="24"/>
          <w:u w:val="single"/>
        </w:rPr>
        <w:t>2016</w:t>
      </w:r>
      <w:r>
        <w:rPr>
          <w:rFonts w:ascii="Times New Roman" w:hAnsi="Times New Roman"/>
          <w:sz w:val="24"/>
          <w:szCs w:val="24"/>
        </w:rPr>
        <w:t>_№_</w:t>
      </w:r>
      <w:r>
        <w:rPr>
          <w:rFonts w:ascii="Times New Roman" w:hAnsi="Times New Roman"/>
          <w:sz w:val="24"/>
          <w:szCs w:val="24"/>
          <w:lang w:val="uk-UA"/>
        </w:rPr>
        <w:t>190</w:t>
      </w:r>
      <w:r w:rsidRPr="00F1171C">
        <w:rPr>
          <w:rFonts w:ascii="Times New Roman" w:hAnsi="Times New Roman"/>
          <w:sz w:val="24"/>
          <w:szCs w:val="24"/>
        </w:rPr>
        <w:t>_</w:t>
      </w:r>
    </w:p>
    <w:p w:rsidR="00143001" w:rsidRPr="00F1171C" w:rsidRDefault="00143001" w:rsidP="00AA1ADD">
      <w:pPr>
        <w:tabs>
          <w:tab w:val="left" w:pos="1701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F1171C">
        <w:rPr>
          <w:rFonts w:ascii="Times New Roman" w:hAnsi="Times New Roman"/>
          <w:sz w:val="24"/>
          <w:szCs w:val="24"/>
        </w:rPr>
        <w:t xml:space="preserve">м. </w:t>
      </w:r>
      <w:r w:rsidRPr="00F1171C">
        <w:rPr>
          <w:rFonts w:ascii="Times New Roman" w:hAnsi="Times New Roman"/>
          <w:sz w:val="24"/>
          <w:szCs w:val="24"/>
          <w:lang w:val="uk-UA"/>
        </w:rPr>
        <w:t>Бахмут</w:t>
      </w:r>
    </w:p>
    <w:p w:rsidR="00143001" w:rsidRPr="0035148D" w:rsidRDefault="00143001" w:rsidP="0035148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148D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до </w:t>
      </w:r>
      <w:r w:rsidRPr="0035148D">
        <w:rPr>
          <w:rFonts w:ascii="Times New Roman" w:hAnsi="Times New Roman"/>
          <w:b/>
          <w:sz w:val="28"/>
          <w:szCs w:val="28"/>
          <w:lang w:val="uk-UA"/>
        </w:rPr>
        <w:t>складу  комісії  з питань   призначення</w:t>
      </w:r>
      <w:r w:rsidRPr="0035148D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</w:t>
      </w:r>
      <w:r w:rsidRPr="0035148D">
        <w:rPr>
          <w:rFonts w:ascii="Times New Roman" w:hAnsi="Times New Roman"/>
          <w:b/>
          <w:sz w:val="28"/>
          <w:szCs w:val="28"/>
          <w:lang w:val="uk-UA"/>
        </w:rPr>
        <w:t>(відновлення) соціальних виплат внутрішньо переміщеним особам, які мешкають  на  території Бахмутської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35148D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затвердження  </w:t>
      </w:r>
      <w:r w:rsidRPr="0035148D">
        <w:rPr>
          <w:rFonts w:ascii="Times New Roman" w:hAnsi="Times New Roman"/>
          <w:b/>
          <w:sz w:val="28"/>
          <w:szCs w:val="28"/>
          <w:lang w:val="uk-UA"/>
        </w:rPr>
        <w:t xml:space="preserve">Положення про неї   </w:t>
      </w:r>
      <w:r>
        <w:rPr>
          <w:rFonts w:ascii="Times New Roman" w:hAnsi="Times New Roman"/>
          <w:b/>
          <w:sz w:val="28"/>
          <w:szCs w:val="28"/>
          <w:lang w:val="uk-UA"/>
        </w:rPr>
        <w:t>у новій редакції</w:t>
      </w:r>
    </w:p>
    <w:p w:rsidR="00143001" w:rsidRDefault="00143001" w:rsidP="00534729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</w:t>
      </w:r>
    </w:p>
    <w:p w:rsidR="00143001" w:rsidRPr="00534729" w:rsidRDefault="00143001" w:rsidP="00D47338">
      <w:pPr>
        <w:ind w:firstLine="709"/>
        <w:jc w:val="both"/>
        <w:rPr>
          <w:rFonts w:ascii="Times New Roman" w:hAnsi="Times New Roman"/>
          <w:sz w:val="28"/>
          <w:szCs w:val="16"/>
          <w:lang w:val="uk-UA"/>
        </w:rPr>
      </w:pPr>
      <w:r w:rsidRPr="003A4081">
        <w:rPr>
          <w:rFonts w:ascii="Times New Roman" w:hAnsi="Times New Roman"/>
          <w:sz w:val="28"/>
          <w:lang w:val="uk-UA"/>
        </w:rPr>
        <w:t xml:space="preserve">Розглянувши службову записку від </w:t>
      </w:r>
      <w:r>
        <w:rPr>
          <w:rFonts w:ascii="Times New Roman" w:hAnsi="Times New Roman"/>
          <w:sz w:val="28"/>
          <w:lang w:val="uk-UA"/>
        </w:rPr>
        <w:t xml:space="preserve">16.08.2016 </w:t>
      </w:r>
      <w:r w:rsidRPr="003A4081">
        <w:rPr>
          <w:rFonts w:ascii="Times New Roman" w:hAnsi="Times New Roman"/>
          <w:sz w:val="28"/>
          <w:lang w:val="uk-UA"/>
        </w:rPr>
        <w:t>№</w:t>
      </w:r>
      <w:r>
        <w:rPr>
          <w:rFonts w:ascii="Times New Roman" w:hAnsi="Times New Roman"/>
          <w:sz w:val="28"/>
          <w:lang w:val="uk-UA"/>
        </w:rPr>
        <w:t xml:space="preserve"> 01-3691-06</w:t>
      </w:r>
      <w:r w:rsidRPr="003A4081">
        <w:rPr>
          <w:rFonts w:ascii="Times New Roman" w:hAnsi="Times New Roman"/>
          <w:sz w:val="28"/>
          <w:lang w:val="uk-UA"/>
        </w:rPr>
        <w:t xml:space="preserve"> н</w:t>
      </w:r>
      <w:r w:rsidRPr="003A4081">
        <w:rPr>
          <w:rFonts w:ascii="Times New Roman" w:hAnsi="Times New Roman"/>
          <w:sz w:val="28"/>
          <w:szCs w:val="28"/>
          <w:lang w:val="uk-UA"/>
        </w:rPr>
        <w:t>ачальника управління праці та соціального захисту населення Бахмутської міської ради Сподін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3A4081">
        <w:rPr>
          <w:rFonts w:ascii="Times New Roman" w:hAnsi="Times New Roman"/>
          <w:sz w:val="28"/>
          <w:szCs w:val="28"/>
          <w:lang w:val="uk-UA"/>
        </w:rPr>
        <w:t xml:space="preserve"> І.В. 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73033">
        <w:rPr>
          <w:rFonts w:ascii="Times New Roman" w:hAnsi="Times New Roman"/>
          <w:sz w:val="28"/>
          <w:lang w:val="uk-UA"/>
        </w:rPr>
        <w:t>Про внесення змін до складу  комісії  з питань   призначення  (відновлення) соціальних виплат внутрішньо переміщеним особам, які мешкають  на  території Бахмутської міської ради, та затвердження  Положення про неї   у новій редакції</w:t>
      </w:r>
      <w:r>
        <w:rPr>
          <w:rFonts w:ascii="Times New Roman" w:hAnsi="Times New Roman"/>
          <w:sz w:val="28"/>
          <w:lang w:val="uk-UA"/>
        </w:rPr>
        <w:t>»</w:t>
      </w:r>
      <w:r w:rsidRPr="003A4081">
        <w:rPr>
          <w:rFonts w:ascii="Times New Roman" w:hAnsi="Times New Roman"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lang w:val="uk-UA"/>
        </w:rPr>
        <w:t xml:space="preserve">враховуючи заяву від 18.08.2016р. депутата Бахмутської міської ради Слєсарєва В.В., </w:t>
      </w:r>
      <w:r w:rsidRPr="00534729">
        <w:rPr>
          <w:rFonts w:ascii="Times New Roman" w:hAnsi="Times New Roman"/>
          <w:sz w:val="28"/>
          <w:lang w:val="uk-UA"/>
        </w:rPr>
        <w:t>відповідно до Закону України від 20.10.2014 № 1706-VІI «Про забезпечення прав і свобод внутрішньо переміщених осіб» із внесеними до нього змінами,  постанов Кабінету Міністрів України: від 01.10.2014  № 509 «Про облік внутрішньо переміщених осіб» із внесеними до неї змінами, від 08.06.2016 № 365 «Деякі питання здійснення соціальних виплат внутрішньо переміщеним особам», керуючись ст.ст. 34,52 Закону України від 21.05.97 № 280/97-ВР «Про місцеве самоврядування в Україні» із внесеними до нього змінами, виконком Бахмутської міської ради</w:t>
      </w:r>
    </w:p>
    <w:p w:rsidR="00143001" w:rsidRPr="00FD3CAC" w:rsidRDefault="00143001" w:rsidP="00AA1ADD">
      <w:pPr>
        <w:tabs>
          <w:tab w:val="left" w:pos="-1080"/>
          <w:tab w:val="righ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A2255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FD3CAC">
        <w:rPr>
          <w:rFonts w:ascii="Times New Roman" w:hAnsi="Times New Roman"/>
          <w:b/>
          <w:sz w:val="28"/>
          <w:szCs w:val="28"/>
          <w:lang w:val="uk-UA"/>
        </w:rPr>
        <w:t xml:space="preserve">В И Р І Ш И В: </w:t>
      </w:r>
    </w:p>
    <w:p w:rsidR="00143001" w:rsidRDefault="00143001" w:rsidP="00AA1ADD">
      <w:pPr>
        <w:spacing w:after="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3001" w:rsidRPr="00E81ED8" w:rsidRDefault="00143001" w:rsidP="00D85AE3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1171C">
        <w:rPr>
          <w:rFonts w:ascii="Times New Roman" w:hAnsi="Times New Roman"/>
          <w:sz w:val="28"/>
          <w:szCs w:val="28"/>
          <w:lang w:val="uk-UA"/>
        </w:rPr>
        <w:t xml:space="preserve">1. Внести </w:t>
      </w:r>
      <w:r>
        <w:rPr>
          <w:rFonts w:ascii="Times New Roman" w:hAnsi="Times New Roman"/>
          <w:sz w:val="28"/>
          <w:szCs w:val="28"/>
          <w:lang w:val="uk-UA"/>
        </w:rPr>
        <w:t xml:space="preserve">та затвердити наступні зміни до </w:t>
      </w:r>
      <w:r w:rsidRPr="00F1171C">
        <w:rPr>
          <w:rFonts w:ascii="Times New Roman" w:hAnsi="Times New Roman"/>
          <w:sz w:val="28"/>
          <w:szCs w:val="28"/>
          <w:lang w:val="uk-UA"/>
        </w:rPr>
        <w:t>складу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1ED8">
        <w:rPr>
          <w:rFonts w:ascii="Times New Roman" w:hAnsi="Times New Roman"/>
          <w:sz w:val="28"/>
          <w:szCs w:val="28"/>
          <w:lang w:val="uk-UA"/>
        </w:rPr>
        <w:t>з питань   призначення</w:t>
      </w:r>
      <w:r w:rsidRPr="00E81ED8">
        <w:rPr>
          <w:rFonts w:ascii="Times New Roman" w:hAnsi="Times New Roman"/>
          <w:color w:val="FF0000"/>
          <w:sz w:val="28"/>
          <w:szCs w:val="28"/>
          <w:lang w:val="uk-UA"/>
        </w:rPr>
        <w:t xml:space="preserve">  </w:t>
      </w:r>
      <w:r w:rsidRPr="00E81ED8">
        <w:rPr>
          <w:rFonts w:ascii="Times New Roman" w:hAnsi="Times New Roman"/>
          <w:sz w:val="28"/>
          <w:szCs w:val="28"/>
          <w:lang w:val="uk-UA"/>
        </w:rPr>
        <w:t xml:space="preserve">(відновлення) соціальних виплат внутрішньо переміщеним особам, які мешкають  на  території Бахмутської міської ради, </w:t>
      </w:r>
      <w:r>
        <w:rPr>
          <w:rFonts w:ascii="Times New Roman" w:hAnsi="Times New Roman"/>
          <w:sz w:val="28"/>
          <w:szCs w:val="28"/>
          <w:lang w:val="uk-UA"/>
        </w:rPr>
        <w:t>затвердженого рішенням виконкому Бахмутської міської ради від 22.06.2016 № 148  (далі - комісія):</w:t>
      </w:r>
      <w:r w:rsidRPr="00E81ED8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43001" w:rsidRDefault="00143001" w:rsidP="00F729D7">
      <w:pPr>
        <w:tabs>
          <w:tab w:val="left" w:pos="1701"/>
          <w:tab w:val="right" w:pos="6804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1.1.</w:t>
      </w:r>
      <w:r w:rsidRPr="00FA2255">
        <w:rPr>
          <w:rFonts w:ascii="Times New Roman" w:hAnsi="Times New Roman"/>
          <w:sz w:val="28"/>
          <w:szCs w:val="28"/>
        </w:rPr>
        <w:t xml:space="preserve"> Вивести зі складу комісії:</w:t>
      </w:r>
    </w:p>
    <w:p w:rsidR="00143001" w:rsidRDefault="00143001" w:rsidP="00B73033">
      <w:pPr>
        <w:spacing w:after="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- Гудзенко Наталію Геннадіївну;</w:t>
      </w:r>
    </w:p>
    <w:p w:rsidR="00143001" w:rsidRDefault="00143001" w:rsidP="00F729D7">
      <w:pPr>
        <w:spacing w:after="80"/>
        <w:jc w:val="both"/>
        <w:rPr>
          <w:rFonts w:ascii="Times New Roman" w:hAnsi="Times New Roman"/>
          <w:sz w:val="28"/>
          <w:szCs w:val="28"/>
          <w:lang w:val="uk-UA"/>
        </w:rPr>
      </w:pPr>
      <w:r w:rsidRPr="00FA2255">
        <w:rPr>
          <w:rFonts w:ascii="Times New Roman" w:hAnsi="Times New Roman"/>
          <w:sz w:val="28"/>
          <w:szCs w:val="28"/>
        </w:rPr>
        <w:tab/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Куліш Тетяну Анатоліївну;</w:t>
      </w:r>
    </w:p>
    <w:p w:rsidR="00143001" w:rsidRDefault="00143001" w:rsidP="00F729D7">
      <w:pPr>
        <w:spacing w:after="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- Слєсарєва Валерія Валерійовича.</w:t>
      </w:r>
    </w:p>
    <w:p w:rsidR="00143001" w:rsidRDefault="00143001" w:rsidP="00F729D7">
      <w:pPr>
        <w:spacing w:after="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  <w:t>1.</w:t>
      </w:r>
      <w:r>
        <w:rPr>
          <w:rFonts w:ascii="Times New Roman" w:hAnsi="Times New Roman"/>
          <w:sz w:val="28"/>
          <w:szCs w:val="28"/>
          <w:lang w:val="uk-UA"/>
        </w:rPr>
        <w:t>2.</w:t>
      </w:r>
      <w:r w:rsidRPr="00FA2255">
        <w:rPr>
          <w:rFonts w:ascii="Times New Roman" w:hAnsi="Times New Roman"/>
          <w:sz w:val="28"/>
          <w:szCs w:val="28"/>
        </w:rPr>
        <w:t xml:space="preserve"> Ввести до складу комісії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43001" w:rsidRDefault="00143001" w:rsidP="00F729D7">
      <w:pPr>
        <w:spacing w:after="8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1.2.1. Головою комісії - Точену Вікторію Володимирівну – заступника міського голови;</w:t>
      </w:r>
    </w:p>
    <w:p w:rsidR="00143001" w:rsidRDefault="00143001" w:rsidP="00F729D7">
      <w:pPr>
        <w:spacing w:after="8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1.2.2. Секретарем комісії – Тарасенко Лілію Олексіївну – спеціаліста І категорії відділу персоніфікованого обліку отримувачів пільг за їх видами Управління праці та соціального захисту населення Бахмутської міської ради;</w:t>
      </w:r>
    </w:p>
    <w:p w:rsidR="00143001" w:rsidRDefault="00143001" w:rsidP="00F729D7">
      <w:pPr>
        <w:spacing w:after="8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1.2.3. Членом комісії – Одоладова Дмитра Олександровича – депутата Бахмутської міської ради.</w:t>
      </w:r>
    </w:p>
    <w:p w:rsidR="00143001" w:rsidRDefault="00143001" w:rsidP="00F729D7">
      <w:pPr>
        <w:spacing w:after="8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 Внести зміни до назв посад членів комісії виклавши їх у наступній редакції:</w:t>
      </w:r>
    </w:p>
    <w:p w:rsidR="00143001" w:rsidRDefault="00143001" w:rsidP="00F729D7">
      <w:pPr>
        <w:spacing w:after="8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Доленко Ірина Іванівна – директор Бахмутської міської виконавчої дирекції Донецького обласного відділення Фонду соціального страхування з тимчасової втрати працездатності ;</w:t>
      </w:r>
    </w:p>
    <w:p w:rsidR="00143001" w:rsidRDefault="00143001" w:rsidP="006E5132">
      <w:pPr>
        <w:spacing w:after="8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Чумаченко Тетяна Василівна - начальник відділення виконавчої дирекції Фонду соціального страхування від нещасних випадків на виробництві та професійних захворювань України у м. Артемівську.</w:t>
      </w:r>
    </w:p>
    <w:p w:rsidR="00143001" w:rsidRDefault="00143001" w:rsidP="00534729">
      <w:pPr>
        <w:spacing w:after="8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81ED8">
        <w:rPr>
          <w:rFonts w:ascii="Times New Roman" w:hAnsi="Times New Roman"/>
          <w:sz w:val="28"/>
          <w:szCs w:val="28"/>
          <w:lang w:val="uk-UA"/>
        </w:rPr>
        <w:t xml:space="preserve">2. 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Pr="00E81ED8">
        <w:rPr>
          <w:rFonts w:ascii="Times New Roman" w:hAnsi="Times New Roman"/>
          <w:sz w:val="28"/>
          <w:szCs w:val="28"/>
          <w:lang w:val="uk-UA"/>
        </w:rPr>
        <w:t>Положення про комісію з питань   призначення</w:t>
      </w:r>
      <w:r w:rsidRPr="00E81ED8">
        <w:rPr>
          <w:rFonts w:ascii="Times New Roman" w:hAnsi="Times New Roman"/>
          <w:color w:val="FF0000"/>
          <w:sz w:val="28"/>
          <w:szCs w:val="28"/>
          <w:lang w:val="uk-UA"/>
        </w:rPr>
        <w:t xml:space="preserve">  </w:t>
      </w:r>
      <w:r w:rsidRPr="00E81ED8">
        <w:rPr>
          <w:rFonts w:ascii="Times New Roman" w:hAnsi="Times New Roman"/>
          <w:sz w:val="28"/>
          <w:szCs w:val="28"/>
          <w:lang w:val="uk-UA"/>
        </w:rPr>
        <w:t>(відновлення) соціальних виплат внутрішньо переміщеним особам, які мешкають  на  території Бахмутської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у новій редакції (додається).</w:t>
      </w:r>
    </w:p>
    <w:p w:rsidR="00143001" w:rsidRDefault="00143001" w:rsidP="00F729D7">
      <w:pPr>
        <w:spacing w:after="8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 Визнати такими, що втратили чинність, п.п. 1.2. п. 1 рішення виконкому Бахмутської міської ради від </w:t>
      </w:r>
      <w:r w:rsidRPr="00534729">
        <w:rPr>
          <w:rFonts w:ascii="Times New Roman" w:hAnsi="Times New Roman"/>
          <w:sz w:val="28"/>
          <w:szCs w:val="28"/>
          <w:lang w:val="uk-UA"/>
        </w:rPr>
        <w:t>22.06.2016  № 148</w:t>
      </w:r>
      <w:r w:rsidRPr="00534729">
        <w:rPr>
          <w:lang w:val="uk-UA"/>
        </w:rPr>
        <w:t xml:space="preserve"> </w:t>
      </w:r>
      <w:r>
        <w:rPr>
          <w:lang w:val="uk-UA"/>
        </w:rPr>
        <w:t>«</w:t>
      </w:r>
      <w:r w:rsidRPr="00534729">
        <w:rPr>
          <w:rFonts w:ascii="Times New Roman" w:hAnsi="Times New Roman"/>
          <w:sz w:val="28"/>
          <w:szCs w:val="28"/>
          <w:lang w:val="uk-UA"/>
        </w:rPr>
        <w:t>Про затвердження складу  комісії  з питань   призначення  (відновлення) соціальних виплат внутрішньо переміщеним особам, які мешкають  на  території Бахмутської міської ради, та Положення про не</w:t>
      </w:r>
      <w:r>
        <w:rPr>
          <w:rFonts w:ascii="Times New Roman" w:hAnsi="Times New Roman"/>
          <w:sz w:val="28"/>
          <w:szCs w:val="28"/>
          <w:lang w:val="uk-UA"/>
        </w:rPr>
        <w:t>ї» та додаток до нього, що стосується Положення про комісію.</w:t>
      </w:r>
    </w:p>
    <w:p w:rsidR="00143001" w:rsidRDefault="00143001" w:rsidP="00F729D7">
      <w:pPr>
        <w:spacing w:after="8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FD3CAC">
        <w:rPr>
          <w:rFonts w:ascii="Times New Roman" w:hAnsi="Times New Roman"/>
          <w:sz w:val="28"/>
          <w:szCs w:val="28"/>
          <w:lang w:val="uk-UA"/>
        </w:rPr>
        <w:t xml:space="preserve">Організаційне виконання рішення покласти на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D3CAC">
        <w:rPr>
          <w:rFonts w:ascii="Times New Roman" w:hAnsi="Times New Roman"/>
          <w:sz w:val="28"/>
          <w:szCs w:val="28"/>
          <w:lang w:val="uk-UA"/>
        </w:rPr>
        <w:t xml:space="preserve">правління праці та соціального захисту населення </w:t>
      </w:r>
      <w:r>
        <w:rPr>
          <w:rFonts w:ascii="Times New Roman" w:hAnsi="Times New Roman"/>
          <w:sz w:val="28"/>
          <w:szCs w:val="28"/>
          <w:lang w:val="uk-UA"/>
        </w:rPr>
        <w:t>Бахмутської</w:t>
      </w:r>
      <w:r w:rsidRPr="00FD3CAC">
        <w:rPr>
          <w:rFonts w:ascii="Times New Roman" w:hAnsi="Times New Roman"/>
          <w:sz w:val="28"/>
          <w:szCs w:val="28"/>
          <w:lang w:val="uk-UA"/>
        </w:rPr>
        <w:t xml:space="preserve"> міської ради (Спод</w:t>
      </w:r>
      <w:r w:rsidRPr="00FA2255">
        <w:rPr>
          <w:rFonts w:ascii="Times New Roman" w:hAnsi="Times New Roman"/>
          <w:sz w:val="28"/>
          <w:szCs w:val="28"/>
        </w:rPr>
        <w:t>іна).</w:t>
      </w:r>
    </w:p>
    <w:p w:rsidR="00143001" w:rsidRDefault="00143001" w:rsidP="00534729">
      <w:pPr>
        <w:spacing w:after="8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534729">
        <w:rPr>
          <w:rFonts w:ascii="Times New Roman" w:hAnsi="Times New Roman"/>
          <w:sz w:val="28"/>
          <w:szCs w:val="28"/>
          <w:lang w:val="uk-UA"/>
        </w:rPr>
        <w:t xml:space="preserve">Координаційне забезпечення виконання рішення покласти на  заступника міського голови </w:t>
      </w:r>
      <w:r>
        <w:rPr>
          <w:rFonts w:ascii="Times New Roman" w:hAnsi="Times New Roman"/>
          <w:sz w:val="28"/>
          <w:szCs w:val="28"/>
          <w:lang w:val="uk-UA"/>
        </w:rPr>
        <w:t>Точену В.В.</w:t>
      </w:r>
      <w:r w:rsidRPr="00534729">
        <w:rPr>
          <w:rFonts w:ascii="Times New Roman" w:hAnsi="Times New Roman"/>
          <w:sz w:val="28"/>
          <w:szCs w:val="28"/>
          <w:lang w:val="uk-UA"/>
        </w:rPr>
        <w:t>, першого заступника міського голови Савченко Т.М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43001" w:rsidRDefault="00143001" w:rsidP="00534729">
      <w:pPr>
        <w:spacing w:after="8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3001" w:rsidRDefault="00143001" w:rsidP="00534729">
      <w:pPr>
        <w:pStyle w:val="BodyText"/>
        <w:ind w:left="708"/>
        <w:rPr>
          <w:b/>
          <w:sz w:val="28"/>
          <w:szCs w:val="28"/>
          <w:lang w:val="uk-UA"/>
        </w:rPr>
      </w:pPr>
      <w:r w:rsidRPr="00534729">
        <w:rPr>
          <w:b/>
          <w:bCs/>
          <w:sz w:val="28"/>
          <w:szCs w:val="28"/>
          <w:lang w:val="uk-UA"/>
        </w:rPr>
        <w:t xml:space="preserve">Міський голова                    </w:t>
      </w:r>
      <w:r w:rsidRPr="00534729">
        <w:rPr>
          <w:b/>
          <w:sz w:val="28"/>
          <w:szCs w:val="28"/>
          <w:lang w:val="uk-UA"/>
        </w:rPr>
        <w:t xml:space="preserve">                                       О.О. РЕВА</w:t>
      </w: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 xml:space="preserve">                                                              </w:t>
      </w: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</w:p>
    <w:p w:rsidR="00143001" w:rsidRPr="00105D59" w:rsidRDefault="00143001" w:rsidP="00105D59">
      <w:pPr>
        <w:pStyle w:val="BodyText"/>
        <w:ind w:left="4500"/>
        <w:jc w:val="both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 xml:space="preserve">ЗАТВЕРДЖЕНО </w:t>
      </w:r>
    </w:p>
    <w:p w:rsidR="00143001" w:rsidRPr="00105D59" w:rsidRDefault="00143001" w:rsidP="00105D59">
      <w:pPr>
        <w:pStyle w:val="BodyText"/>
        <w:ind w:left="450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>Рішення  виконавчого комітету</w:t>
      </w:r>
    </w:p>
    <w:p w:rsidR="00143001" w:rsidRPr="00105D59" w:rsidRDefault="00143001" w:rsidP="00105D59">
      <w:pPr>
        <w:pStyle w:val="BodyText"/>
        <w:ind w:left="450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 xml:space="preserve">Бахмутської міської ради  </w:t>
      </w:r>
    </w:p>
    <w:p w:rsidR="00143001" w:rsidRPr="00105D59" w:rsidRDefault="00143001" w:rsidP="00105D59">
      <w:pPr>
        <w:pStyle w:val="BodyText"/>
        <w:ind w:left="45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__23.08.2016_  № _190</w:t>
      </w:r>
      <w:r w:rsidRPr="00105D59">
        <w:rPr>
          <w:sz w:val="28"/>
          <w:szCs w:val="28"/>
          <w:lang w:val="uk-UA"/>
        </w:rPr>
        <w:t>_</w:t>
      </w:r>
    </w:p>
    <w:p w:rsidR="00143001" w:rsidRPr="00105D59" w:rsidRDefault="00143001" w:rsidP="00105D59">
      <w:pPr>
        <w:pStyle w:val="BodyText"/>
        <w:ind w:left="708"/>
        <w:jc w:val="both"/>
        <w:rPr>
          <w:b/>
          <w:sz w:val="28"/>
          <w:szCs w:val="28"/>
          <w:lang w:val="uk-UA"/>
        </w:rPr>
      </w:pPr>
    </w:p>
    <w:p w:rsidR="00143001" w:rsidRPr="00105D59" w:rsidRDefault="00143001" w:rsidP="00105D59">
      <w:pPr>
        <w:pStyle w:val="BodyText"/>
        <w:ind w:left="708"/>
        <w:jc w:val="center"/>
        <w:rPr>
          <w:b/>
          <w:sz w:val="28"/>
          <w:szCs w:val="28"/>
          <w:lang w:val="uk-UA"/>
        </w:rPr>
      </w:pPr>
    </w:p>
    <w:p w:rsidR="00143001" w:rsidRPr="00105D59" w:rsidRDefault="00143001" w:rsidP="00105D59">
      <w:pPr>
        <w:pStyle w:val="BodyText"/>
        <w:ind w:left="708"/>
        <w:jc w:val="center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>П О Л О Ж Е Н Н Я</w:t>
      </w:r>
    </w:p>
    <w:p w:rsidR="00143001" w:rsidRPr="00105D59" w:rsidRDefault="00143001" w:rsidP="00105D59">
      <w:pPr>
        <w:pStyle w:val="BodyText"/>
        <w:ind w:left="708"/>
        <w:jc w:val="center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>про  комісію  з питань  призначення  (відновлення) соціальних виплат внутрішньо переміщеним особам, які мешкають</w:t>
      </w:r>
    </w:p>
    <w:p w:rsidR="00143001" w:rsidRDefault="00143001" w:rsidP="00105D59">
      <w:pPr>
        <w:pStyle w:val="BodyText"/>
        <w:ind w:left="708"/>
        <w:jc w:val="center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>на території Бахмутської міської ради</w:t>
      </w:r>
    </w:p>
    <w:p w:rsidR="00143001" w:rsidRPr="00105D59" w:rsidRDefault="00143001" w:rsidP="00105D59">
      <w:pPr>
        <w:pStyle w:val="BodyText"/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(нова редакція)</w:t>
      </w:r>
    </w:p>
    <w:p w:rsidR="00143001" w:rsidRPr="00105D59" w:rsidRDefault="00143001" w:rsidP="00105D59">
      <w:pPr>
        <w:pStyle w:val="BodyText"/>
        <w:ind w:left="708"/>
        <w:jc w:val="both"/>
        <w:rPr>
          <w:b/>
          <w:sz w:val="28"/>
          <w:szCs w:val="28"/>
          <w:lang w:val="uk-UA"/>
        </w:rPr>
      </w:pPr>
    </w:p>
    <w:p w:rsidR="00143001" w:rsidRPr="00105D59" w:rsidRDefault="00143001" w:rsidP="00105D59">
      <w:pPr>
        <w:pStyle w:val="BodyText"/>
        <w:ind w:left="708"/>
        <w:jc w:val="center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>І. Загальні положення</w:t>
      </w:r>
    </w:p>
    <w:p w:rsidR="00143001" w:rsidRPr="00105D59" w:rsidRDefault="00143001" w:rsidP="00105D59">
      <w:pPr>
        <w:pStyle w:val="BodyText"/>
        <w:ind w:firstLine="72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>1. Це Положення визначає порядок утворення та роботи комісії з питань  призначення  (відновлення) соціальних виплат внутрішньо переміщеним особам, які мешкають на території Бахмутської міської ради (далі – комісія), та є  дорадчим органом при виконкомі Бахмутської міської ради по вирішенню питань призначення (відновлення) соціальних виплат внутрішньо переміщеним особам, які мешкають на території Бахмутської міської ради.</w:t>
      </w:r>
    </w:p>
    <w:p w:rsidR="00143001" w:rsidRPr="00105D59" w:rsidRDefault="00143001" w:rsidP="00105D59">
      <w:pPr>
        <w:pStyle w:val="BodyText"/>
        <w:ind w:firstLine="72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>2. Комісія в своїй діяльності керується Конституцією України, Законами України, актами Президента України, Верховної Ради України та Кабінету Міністрів України, органів виконавчої влади, розпорядженнями голови Донецької обласної державної адміністрації, керівника Донецької обласної військово – цивільної адміністрації, рішеннями Бахмутської міської ради, її виконавчого комітету, розпорядженнями міського голови, цим Положенням та іншими нормативно-правовими актами.</w:t>
      </w:r>
    </w:p>
    <w:p w:rsidR="00143001" w:rsidRPr="00105D59" w:rsidRDefault="00143001" w:rsidP="00105D59">
      <w:pPr>
        <w:pStyle w:val="BodyText"/>
        <w:ind w:left="708"/>
        <w:jc w:val="both"/>
        <w:rPr>
          <w:b/>
          <w:sz w:val="28"/>
          <w:szCs w:val="28"/>
          <w:lang w:val="uk-UA"/>
        </w:rPr>
      </w:pPr>
    </w:p>
    <w:p w:rsidR="00143001" w:rsidRPr="00105D59" w:rsidRDefault="00143001" w:rsidP="00105D59">
      <w:pPr>
        <w:pStyle w:val="BodyText"/>
        <w:ind w:left="708"/>
        <w:jc w:val="center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>ІІ. Основні функції комісії</w:t>
      </w:r>
    </w:p>
    <w:p w:rsidR="00143001" w:rsidRPr="00105D59" w:rsidRDefault="00143001" w:rsidP="00105D59">
      <w:pPr>
        <w:pStyle w:val="BodyText"/>
        <w:ind w:firstLine="72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>1. Основними функціями комісії є:</w:t>
      </w:r>
    </w:p>
    <w:p w:rsidR="00143001" w:rsidRPr="00105D59" w:rsidRDefault="00143001" w:rsidP="00105D59">
      <w:pPr>
        <w:pStyle w:val="BodyText"/>
        <w:ind w:firstLine="72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 xml:space="preserve">          - розгляд подань про призначення (відновлення) або про відмову у призначенні (відновленні), а також про припинення або поновлення відповідних соціальних виплат, які вносяться  Управлінням праці та соціального захисту населення Бахмутської міської ради (далі – Управління); </w:t>
      </w:r>
    </w:p>
    <w:p w:rsidR="00143001" w:rsidRPr="00105D59" w:rsidRDefault="00143001" w:rsidP="00105D59">
      <w:pPr>
        <w:pStyle w:val="BodyText"/>
        <w:ind w:firstLine="72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 xml:space="preserve">          - прийняття рішення про призначення (відновлення) або відмову у призначенні (відновленні), про припинення або поновлення відповідних соціальних виплат  за результатами розгляду подань з урахуванням актів обстеження матеріально-побутових умов сім’ї внутрішньо переміщених осіб, складених представниками Управління;</w:t>
      </w:r>
    </w:p>
    <w:p w:rsidR="00143001" w:rsidRPr="00105D59" w:rsidRDefault="00143001" w:rsidP="00105D59">
      <w:pPr>
        <w:pStyle w:val="BodyText"/>
        <w:ind w:firstLine="72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 xml:space="preserve">         - надсилання копії прийнятого рішення органові, що здійснює соціальні виплати, та Управлінню не пізніше наступного робочого дня з дати прийняття рішення про призначення (відновлення) або відмову у призначенні (відновленні) відповідних соціальних виплат.</w:t>
      </w:r>
    </w:p>
    <w:p w:rsidR="00143001" w:rsidRPr="00105D59" w:rsidRDefault="00143001" w:rsidP="00105D59">
      <w:pPr>
        <w:pStyle w:val="BodyText"/>
        <w:ind w:firstLine="72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 xml:space="preserve"> 2. Комісія, крім підстав відмови у призначенні (відновленні) соціальних виплат, може  відмовляти заявникам у призначенні (відновленні) таких соціальних виплат в разі їх відсутності за фактичним місцем  проживання / перебування, зазначеним у заяві про призначення (відновлення ) соціальної виплати.</w:t>
      </w:r>
    </w:p>
    <w:p w:rsidR="00143001" w:rsidRPr="00105D59" w:rsidRDefault="00143001" w:rsidP="00105D59">
      <w:pPr>
        <w:pStyle w:val="BodyText"/>
        <w:ind w:left="708"/>
        <w:jc w:val="both"/>
        <w:rPr>
          <w:b/>
          <w:sz w:val="28"/>
          <w:szCs w:val="28"/>
          <w:lang w:val="uk-UA"/>
        </w:rPr>
      </w:pPr>
    </w:p>
    <w:p w:rsidR="00143001" w:rsidRPr="00105D59" w:rsidRDefault="00143001" w:rsidP="00105D59">
      <w:pPr>
        <w:pStyle w:val="BodyText"/>
        <w:ind w:left="708"/>
        <w:jc w:val="center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>ІІІ. Організація роботи комісії</w:t>
      </w:r>
    </w:p>
    <w:p w:rsidR="00143001" w:rsidRPr="00105D59" w:rsidRDefault="00143001" w:rsidP="00105D59">
      <w:pPr>
        <w:pStyle w:val="BodyText"/>
        <w:ind w:firstLine="90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>1.  Комісія вчиняє свою діяльність на громадських засадах.</w:t>
      </w:r>
    </w:p>
    <w:p w:rsidR="00143001" w:rsidRPr="00105D59" w:rsidRDefault="00143001" w:rsidP="00105D59">
      <w:pPr>
        <w:pStyle w:val="BodyText"/>
        <w:ind w:firstLine="90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>2. Персональний склад комісії та зміни до нього затверджуються рішенням виконкому Бахмутської міської ради.</w:t>
      </w:r>
    </w:p>
    <w:p w:rsidR="00143001" w:rsidRPr="00105D59" w:rsidRDefault="00143001" w:rsidP="00105D59">
      <w:pPr>
        <w:pStyle w:val="BodyText"/>
        <w:ind w:firstLine="90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 xml:space="preserve">3. Формою роботи комісії є засідання, </w:t>
      </w:r>
      <w:r>
        <w:rPr>
          <w:sz w:val="28"/>
          <w:szCs w:val="28"/>
          <w:lang w:val="uk-UA"/>
        </w:rPr>
        <w:t>що</w:t>
      </w:r>
      <w:r w:rsidRPr="00105D59">
        <w:rPr>
          <w:sz w:val="28"/>
          <w:szCs w:val="28"/>
          <w:lang w:val="uk-UA"/>
        </w:rPr>
        <w:t xml:space="preserve"> є правомочним у разі присутності на ньому більше половини від загального складу комісії.</w:t>
      </w:r>
    </w:p>
    <w:p w:rsidR="00143001" w:rsidRPr="00105D59" w:rsidRDefault="00143001" w:rsidP="00105D59">
      <w:pPr>
        <w:pStyle w:val="BodyText"/>
        <w:ind w:firstLine="90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>4. Засідання комісії веде голова, а у разі його відсутності – один із заступників голови комісії.</w:t>
      </w:r>
    </w:p>
    <w:p w:rsidR="00143001" w:rsidRPr="00105D59" w:rsidRDefault="00143001" w:rsidP="00105D59">
      <w:pPr>
        <w:pStyle w:val="BodyTex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105D59">
        <w:rPr>
          <w:sz w:val="28"/>
          <w:szCs w:val="28"/>
          <w:lang w:val="uk-UA"/>
        </w:rPr>
        <w:t xml:space="preserve"> 5. Засідання комісії проводяться щонеділі, як правило у вівторок.  </w:t>
      </w:r>
    </w:p>
    <w:p w:rsidR="00143001" w:rsidRPr="00105D59" w:rsidRDefault="00143001" w:rsidP="00105D59">
      <w:pPr>
        <w:pStyle w:val="BodyText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05D59">
        <w:rPr>
          <w:sz w:val="28"/>
          <w:szCs w:val="28"/>
          <w:lang w:val="uk-UA"/>
        </w:rPr>
        <w:t>6. До участі в засіданнях комісії на громадських засадах в установленому порядку без права голосу можуть бути залучені інші фахівці органів, що здійснюють соціальні виплати.</w:t>
      </w:r>
    </w:p>
    <w:p w:rsidR="00143001" w:rsidRPr="00105D59" w:rsidRDefault="00143001" w:rsidP="00105D59">
      <w:pPr>
        <w:pStyle w:val="BodyText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05D59">
        <w:rPr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>На засіданні комісії приймаються рішення з питань, що належать до її компетенції.</w:t>
      </w:r>
    </w:p>
    <w:p w:rsidR="00143001" w:rsidRPr="00105D59" w:rsidRDefault="00143001" w:rsidP="00105D59">
      <w:pPr>
        <w:pStyle w:val="BodyText"/>
        <w:ind w:firstLine="900"/>
        <w:jc w:val="both"/>
        <w:rPr>
          <w:sz w:val="28"/>
          <w:szCs w:val="28"/>
          <w:lang w:val="uk-UA"/>
        </w:rPr>
      </w:pPr>
      <w:r w:rsidRPr="00105D59">
        <w:rPr>
          <w:sz w:val="28"/>
          <w:szCs w:val="28"/>
          <w:lang w:val="uk-UA"/>
        </w:rPr>
        <w:t xml:space="preserve">  8. По наданим документам комісія приймає рішення по кожній внутрішньо переміщеній особі окремо шляхом голосування. Рішення комісії вважається прийнятим, якщо за нього проголосувала більшість від присутніх на засіданні членів комісії. У разі набрання однакової кількості голосів за і проти запропонованого рішення,  голос головуючого на засіданні  комісії є вирішальним.</w:t>
      </w:r>
    </w:p>
    <w:p w:rsidR="00143001" w:rsidRDefault="00143001" w:rsidP="00105D59">
      <w:pPr>
        <w:pStyle w:val="BodyText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05D59">
        <w:rPr>
          <w:sz w:val="28"/>
          <w:szCs w:val="28"/>
          <w:lang w:val="uk-UA"/>
        </w:rPr>
        <w:t>9. Організаційне забезпечення роботи комісії  покладається на Управління.</w:t>
      </w:r>
    </w:p>
    <w:p w:rsidR="00143001" w:rsidRPr="00105D59" w:rsidRDefault="00143001" w:rsidP="00105D59">
      <w:pPr>
        <w:pStyle w:val="BodyText"/>
        <w:ind w:firstLine="900"/>
        <w:jc w:val="both"/>
        <w:rPr>
          <w:sz w:val="28"/>
          <w:szCs w:val="28"/>
          <w:lang w:val="uk-UA"/>
        </w:rPr>
      </w:pPr>
    </w:p>
    <w:p w:rsidR="00143001" w:rsidRPr="00E81E8F" w:rsidRDefault="00143001" w:rsidP="00E81E8F">
      <w:pPr>
        <w:pStyle w:val="BodyText"/>
        <w:ind w:firstLine="720"/>
        <w:jc w:val="both"/>
        <w:rPr>
          <w:i/>
          <w:sz w:val="24"/>
          <w:szCs w:val="24"/>
          <w:lang w:val="uk-UA"/>
        </w:rPr>
      </w:pPr>
      <w:r w:rsidRPr="00E81E8F">
        <w:rPr>
          <w:i/>
          <w:sz w:val="24"/>
          <w:szCs w:val="24"/>
          <w:lang w:val="uk-UA"/>
        </w:rPr>
        <w:t xml:space="preserve">Положення про  комісію з питань  призначення  (відновлення) соціальних виплат внутрішньо переміщеним особам, які мешкають на території Бахмутської міської ради, розроблено Управлінням праці та соціального захисту населення Бахмутської міської ради.                                </w:t>
      </w:r>
    </w:p>
    <w:p w:rsidR="00143001" w:rsidRPr="00105D59" w:rsidRDefault="00143001" w:rsidP="00105D59">
      <w:pPr>
        <w:pStyle w:val="BodyText"/>
        <w:ind w:left="708"/>
        <w:jc w:val="both"/>
        <w:rPr>
          <w:b/>
          <w:sz w:val="28"/>
          <w:szCs w:val="28"/>
          <w:lang w:val="uk-UA"/>
        </w:rPr>
      </w:pPr>
    </w:p>
    <w:p w:rsidR="00143001" w:rsidRPr="00105D59" w:rsidRDefault="00143001" w:rsidP="00105D59">
      <w:pPr>
        <w:pStyle w:val="BodyText"/>
        <w:ind w:left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105D59">
        <w:rPr>
          <w:b/>
          <w:sz w:val="28"/>
          <w:szCs w:val="28"/>
          <w:lang w:val="uk-UA"/>
        </w:rPr>
        <w:t>ачальник управління праці та</w:t>
      </w:r>
    </w:p>
    <w:p w:rsidR="00143001" w:rsidRPr="00105D59" w:rsidRDefault="00143001" w:rsidP="00105D59">
      <w:pPr>
        <w:pStyle w:val="BodyText"/>
        <w:ind w:left="708"/>
        <w:jc w:val="both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>соціального захисту населення</w:t>
      </w:r>
    </w:p>
    <w:p w:rsidR="00143001" w:rsidRPr="00105D59" w:rsidRDefault="00143001" w:rsidP="00105D59">
      <w:pPr>
        <w:pStyle w:val="BodyText"/>
        <w:ind w:left="708"/>
        <w:jc w:val="both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 xml:space="preserve">Бахмутської міської ради            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105D59">
        <w:rPr>
          <w:b/>
          <w:sz w:val="28"/>
          <w:szCs w:val="28"/>
          <w:lang w:val="uk-UA"/>
        </w:rPr>
        <w:t>І.В.Сподіна</w:t>
      </w:r>
    </w:p>
    <w:p w:rsidR="00143001" w:rsidRPr="00105D59" w:rsidRDefault="00143001" w:rsidP="00105D59">
      <w:pPr>
        <w:pStyle w:val="BodyText"/>
        <w:ind w:left="708"/>
        <w:jc w:val="both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 xml:space="preserve">          </w:t>
      </w:r>
    </w:p>
    <w:p w:rsidR="00143001" w:rsidRDefault="00143001" w:rsidP="00105D59">
      <w:pPr>
        <w:pStyle w:val="BodyText"/>
        <w:ind w:left="708"/>
        <w:jc w:val="both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>Керуючий справами виконкому</w:t>
      </w:r>
    </w:p>
    <w:p w:rsidR="00143001" w:rsidRPr="00105D59" w:rsidRDefault="00143001" w:rsidP="00105D59">
      <w:pPr>
        <w:pStyle w:val="BodyText"/>
        <w:ind w:left="708"/>
        <w:jc w:val="both"/>
        <w:rPr>
          <w:b/>
          <w:sz w:val="28"/>
          <w:szCs w:val="28"/>
          <w:lang w:val="uk-UA"/>
        </w:rPr>
      </w:pPr>
      <w:r w:rsidRPr="00105D59">
        <w:rPr>
          <w:b/>
          <w:sz w:val="28"/>
          <w:szCs w:val="28"/>
          <w:lang w:val="uk-UA"/>
        </w:rPr>
        <w:t xml:space="preserve">Бахмутської міської  ради                                     Т.І.Недашковська              </w:t>
      </w:r>
    </w:p>
    <w:sectPr w:rsidR="00143001" w:rsidRPr="00105D59" w:rsidSect="00415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1ADD"/>
    <w:rsid w:val="00001791"/>
    <w:rsid w:val="00063B2C"/>
    <w:rsid w:val="000B5E66"/>
    <w:rsid w:val="000C1157"/>
    <w:rsid w:val="000F0A1B"/>
    <w:rsid w:val="00105D59"/>
    <w:rsid w:val="00133249"/>
    <w:rsid w:val="00143001"/>
    <w:rsid w:val="001467DA"/>
    <w:rsid w:val="00150FAC"/>
    <w:rsid w:val="001553F9"/>
    <w:rsid w:val="001C7FF7"/>
    <w:rsid w:val="00225DA4"/>
    <w:rsid w:val="00232EA4"/>
    <w:rsid w:val="0026215D"/>
    <w:rsid w:val="00320C4C"/>
    <w:rsid w:val="00344692"/>
    <w:rsid w:val="0035148D"/>
    <w:rsid w:val="00352C40"/>
    <w:rsid w:val="0038234E"/>
    <w:rsid w:val="003A4081"/>
    <w:rsid w:val="00401476"/>
    <w:rsid w:val="0041559B"/>
    <w:rsid w:val="00416AE4"/>
    <w:rsid w:val="00425879"/>
    <w:rsid w:val="004669B9"/>
    <w:rsid w:val="004719F6"/>
    <w:rsid w:val="0048662B"/>
    <w:rsid w:val="004A3A98"/>
    <w:rsid w:val="00534729"/>
    <w:rsid w:val="0059292C"/>
    <w:rsid w:val="005C19F8"/>
    <w:rsid w:val="005F0B80"/>
    <w:rsid w:val="00600D7E"/>
    <w:rsid w:val="00653604"/>
    <w:rsid w:val="00685BA5"/>
    <w:rsid w:val="00693A28"/>
    <w:rsid w:val="006A59AB"/>
    <w:rsid w:val="006B076A"/>
    <w:rsid w:val="006E5132"/>
    <w:rsid w:val="00785111"/>
    <w:rsid w:val="0087531D"/>
    <w:rsid w:val="00881293"/>
    <w:rsid w:val="008B00B2"/>
    <w:rsid w:val="008B165C"/>
    <w:rsid w:val="008C5F7F"/>
    <w:rsid w:val="008F7034"/>
    <w:rsid w:val="00930DE2"/>
    <w:rsid w:val="009A6770"/>
    <w:rsid w:val="00A03A6E"/>
    <w:rsid w:val="00A03D3C"/>
    <w:rsid w:val="00A37D48"/>
    <w:rsid w:val="00A73552"/>
    <w:rsid w:val="00AA1ADD"/>
    <w:rsid w:val="00AC1480"/>
    <w:rsid w:val="00AF057D"/>
    <w:rsid w:val="00B21653"/>
    <w:rsid w:val="00B73033"/>
    <w:rsid w:val="00BA2BB0"/>
    <w:rsid w:val="00BA772C"/>
    <w:rsid w:val="00BB1506"/>
    <w:rsid w:val="00BB2EBD"/>
    <w:rsid w:val="00BB7A06"/>
    <w:rsid w:val="00C06531"/>
    <w:rsid w:val="00CC3839"/>
    <w:rsid w:val="00CE3C4D"/>
    <w:rsid w:val="00D47338"/>
    <w:rsid w:val="00D73A5D"/>
    <w:rsid w:val="00D85AE3"/>
    <w:rsid w:val="00DD0477"/>
    <w:rsid w:val="00DD7F22"/>
    <w:rsid w:val="00DE5ED5"/>
    <w:rsid w:val="00E23402"/>
    <w:rsid w:val="00E52254"/>
    <w:rsid w:val="00E7618C"/>
    <w:rsid w:val="00E81E8F"/>
    <w:rsid w:val="00E81ED8"/>
    <w:rsid w:val="00E8494E"/>
    <w:rsid w:val="00E91250"/>
    <w:rsid w:val="00EA125D"/>
    <w:rsid w:val="00EC7379"/>
    <w:rsid w:val="00F03974"/>
    <w:rsid w:val="00F1171C"/>
    <w:rsid w:val="00F1389B"/>
    <w:rsid w:val="00F41B65"/>
    <w:rsid w:val="00F65B72"/>
    <w:rsid w:val="00F725FA"/>
    <w:rsid w:val="00F729D7"/>
    <w:rsid w:val="00F745D0"/>
    <w:rsid w:val="00F97CDD"/>
    <w:rsid w:val="00FA2255"/>
    <w:rsid w:val="00FA74DA"/>
    <w:rsid w:val="00FA75D0"/>
    <w:rsid w:val="00FB3A14"/>
    <w:rsid w:val="00FD3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59B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AA1ADD"/>
    <w:pPr>
      <w:keepNext/>
      <w:tabs>
        <w:tab w:val="left" w:pos="1701"/>
      </w:tabs>
      <w:spacing w:after="0" w:line="240" w:lineRule="auto"/>
      <w:ind w:firstLine="1701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A1ADD"/>
    <w:pPr>
      <w:keepNext/>
      <w:tabs>
        <w:tab w:val="left" w:pos="1701"/>
      </w:tabs>
      <w:spacing w:after="0" w:line="240" w:lineRule="auto"/>
      <w:ind w:firstLine="1701"/>
      <w:jc w:val="center"/>
      <w:outlineLvl w:val="2"/>
    </w:pPr>
    <w:rPr>
      <w:rFonts w:ascii="Times New Roman" w:hAnsi="Times New Roman"/>
      <w:b/>
      <w:sz w:val="36"/>
      <w:szCs w:val="20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A1ADD"/>
    <w:pPr>
      <w:keepNext/>
      <w:tabs>
        <w:tab w:val="left" w:pos="1701"/>
      </w:tabs>
      <w:spacing w:after="0" w:line="240" w:lineRule="auto"/>
      <w:ind w:firstLine="1701"/>
      <w:jc w:val="center"/>
      <w:outlineLvl w:val="3"/>
    </w:pPr>
    <w:rPr>
      <w:rFonts w:ascii="Times New Roman" w:hAnsi="Times New Roman"/>
      <w:b/>
      <w:sz w:val="40"/>
      <w:szCs w:val="20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1ADD"/>
    <w:pPr>
      <w:keepNext/>
      <w:tabs>
        <w:tab w:val="left" w:pos="1701"/>
      </w:tabs>
      <w:spacing w:after="0" w:line="240" w:lineRule="auto"/>
      <w:ind w:firstLine="1701"/>
      <w:jc w:val="center"/>
      <w:outlineLvl w:val="4"/>
    </w:pPr>
    <w:rPr>
      <w:rFonts w:ascii="Times New Roman" w:hAnsi="Times New Roman"/>
      <w:b/>
      <w:sz w:val="4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A1ADD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1ADD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A1ADD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A1ADD"/>
    <w:rPr>
      <w:rFonts w:ascii="Times New Roman" w:hAnsi="Times New Roman" w:cs="Times New Roman"/>
      <w:b/>
      <w:sz w:val="20"/>
      <w:szCs w:val="20"/>
      <w:lang w:val="uk-UA"/>
    </w:rPr>
  </w:style>
  <w:style w:type="paragraph" w:styleId="BodyText">
    <w:name w:val="Body Text"/>
    <w:basedOn w:val="Normal"/>
    <w:link w:val="BodyTextChar"/>
    <w:uiPriority w:val="99"/>
    <w:semiHidden/>
    <w:rsid w:val="00AA1ADD"/>
    <w:pPr>
      <w:spacing w:after="0" w:line="240" w:lineRule="auto"/>
    </w:pPr>
    <w:rPr>
      <w:rFonts w:ascii="Times New Roman" w:hAnsi="Times New Roman"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A1AD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01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5</Pages>
  <Words>1193</Words>
  <Characters>6802</Characters>
  <Application>Microsoft Office Outlook</Application>
  <DocSecurity>0</DocSecurity>
  <Lines>0</Lines>
  <Paragraphs>0</Paragraphs>
  <ScaleCrop>false</ScaleCrop>
  <Company>utszn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ch09</cp:lastModifiedBy>
  <cp:revision>6</cp:revision>
  <cp:lastPrinted>2016-09-05T05:14:00Z</cp:lastPrinted>
  <dcterms:created xsi:type="dcterms:W3CDTF">2016-08-29T06:43:00Z</dcterms:created>
  <dcterms:modified xsi:type="dcterms:W3CDTF">2016-09-05T06:07:00Z</dcterms:modified>
</cp:coreProperties>
</file>