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18" w:rsidRDefault="00694018" w:rsidP="0058633F">
      <w:pPr>
        <w:ind w:left="-40" w:right="-40"/>
        <w:rPr>
          <w:sz w:val="24"/>
          <w:lang w:val="uk-UA"/>
        </w:rPr>
      </w:pPr>
    </w:p>
    <w:p w:rsidR="00694018" w:rsidRDefault="00694018" w:rsidP="0058633F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5" o:title=""/>
          </v:shape>
        </w:pict>
      </w:r>
    </w:p>
    <w:p w:rsidR="00694018" w:rsidRPr="00D5070C" w:rsidRDefault="00694018" w:rsidP="0058633F">
      <w:pPr>
        <w:jc w:val="center"/>
        <w:rPr>
          <w:sz w:val="28"/>
          <w:lang w:val="uk-UA"/>
        </w:rPr>
      </w:pPr>
    </w:p>
    <w:p w:rsidR="00694018" w:rsidRDefault="00694018" w:rsidP="0058633F">
      <w:pPr>
        <w:pStyle w:val="Heading1"/>
        <w:ind w:left="0"/>
        <w:rPr>
          <w:sz w:val="36"/>
        </w:rPr>
      </w:pPr>
      <w:r>
        <w:rPr>
          <w:sz w:val="36"/>
        </w:rPr>
        <w:t xml:space="preserve">                                      У К Р А Ї Н А</w:t>
      </w:r>
    </w:p>
    <w:p w:rsidR="00694018" w:rsidRDefault="00694018" w:rsidP="0058633F">
      <w:pPr>
        <w:jc w:val="center"/>
        <w:rPr>
          <w:sz w:val="28"/>
        </w:rPr>
      </w:pPr>
    </w:p>
    <w:p w:rsidR="00694018" w:rsidRDefault="00694018" w:rsidP="0058633F">
      <w:pPr>
        <w:pStyle w:val="Heading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і с ь к а      р а д а</w:t>
      </w:r>
    </w:p>
    <w:p w:rsidR="00694018" w:rsidRDefault="00694018" w:rsidP="0058633F">
      <w:pPr>
        <w:jc w:val="center"/>
        <w:rPr>
          <w:sz w:val="28"/>
        </w:rPr>
      </w:pPr>
    </w:p>
    <w:p w:rsidR="00694018" w:rsidRDefault="00694018" w:rsidP="0058633F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694018" w:rsidRDefault="00694018" w:rsidP="0058633F">
      <w:pPr>
        <w:jc w:val="center"/>
        <w:rPr>
          <w:b/>
          <w:sz w:val="28"/>
        </w:rPr>
      </w:pPr>
    </w:p>
    <w:p w:rsidR="00694018" w:rsidRDefault="00694018" w:rsidP="0058633F">
      <w:pPr>
        <w:jc w:val="center"/>
        <w:rPr>
          <w:b/>
          <w:sz w:val="48"/>
        </w:rPr>
      </w:pPr>
      <w:r>
        <w:rPr>
          <w:b/>
          <w:sz w:val="48"/>
        </w:rPr>
        <w:t>Р І Ш Е Н Н Я</w:t>
      </w:r>
    </w:p>
    <w:p w:rsidR="00694018" w:rsidRPr="000238D7" w:rsidRDefault="00694018" w:rsidP="0058633F">
      <w:pPr>
        <w:jc w:val="center"/>
        <w:rPr>
          <w:b/>
          <w:sz w:val="28"/>
          <w:szCs w:val="28"/>
        </w:rPr>
      </w:pPr>
    </w:p>
    <w:p w:rsidR="00694018" w:rsidRPr="000238D7" w:rsidRDefault="00694018" w:rsidP="0058633F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08.02.201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  <w:lang w:val="uk-UA"/>
        </w:rPr>
        <w:t xml:space="preserve">  №  23</w:t>
      </w:r>
      <w:r w:rsidRPr="000238D7">
        <w:rPr>
          <w:sz w:val="28"/>
          <w:szCs w:val="28"/>
          <w:lang w:val="uk-UA"/>
        </w:rPr>
        <w:t xml:space="preserve"> </w:t>
      </w:r>
    </w:p>
    <w:p w:rsidR="00694018" w:rsidRPr="000238D7" w:rsidRDefault="00694018" w:rsidP="0058633F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694018" w:rsidRDefault="00694018" w:rsidP="0058633F">
      <w:pPr>
        <w:pStyle w:val="Heading8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>Про стан виконання рішень</w:t>
      </w:r>
      <w:r>
        <w:rPr>
          <w:b/>
          <w:sz w:val="28"/>
          <w:szCs w:val="28"/>
          <w:lang w:val="uk-UA"/>
        </w:rPr>
        <w:t xml:space="preserve"> Донецької обласної ради, розпоряджень голови Донецької облдержадміністрації, керівника обласної військово-цивільної адміністрації, власних рішень Бахмутської  міської ради, її виконкому, розпоряджень міського голови  у 2016 році у виконавчих органах Бахмутської міської ради</w:t>
      </w:r>
    </w:p>
    <w:p w:rsidR="00694018" w:rsidRDefault="00694018" w:rsidP="0058633F">
      <w:pPr>
        <w:rPr>
          <w:lang w:val="uk-UA"/>
        </w:rPr>
      </w:pPr>
    </w:p>
    <w:p w:rsidR="00694018" w:rsidRDefault="00694018" w:rsidP="0058633F">
      <w:pPr>
        <w:rPr>
          <w:lang w:val="uk-UA"/>
        </w:rPr>
      </w:pPr>
    </w:p>
    <w:p w:rsidR="00694018" w:rsidRPr="00433F12" w:rsidRDefault="00694018" w:rsidP="0058633F">
      <w:pPr>
        <w:rPr>
          <w:lang w:val="uk-UA"/>
        </w:rPr>
      </w:pPr>
    </w:p>
    <w:p w:rsidR="00694018" w:rsidRPr="000238D7" w:rsidRDefault="00694018" w:rsidP="0058633F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Розглянувши довідку</w:t>
      </w:r>
      <w:r w:rsidRPr="00AF423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11.01.2017 №01-0111</w:t>
      </w:r>
      <w:r w:rsidRPr="009C5AED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 </w:t>
      </w:r>
      <w:r w:rsidRPr="00AF423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  відділу контролю Бахмутської</w:t>
      </w:r>
      <w:r w:rsidRPr="00AF4236">
        <w:rPr>
          <w:sz w:val="28"/>
          <w:szCs w:val="28"/>
          <w:lang w:val="uk-UA"/>
        </w:rPr>
        <w:t xml:space="preserve"> міської ради Давиденко Н.І</w:t>
      </w:r>
      <w:r>
        <w:rPr>
          <w:sz w:val="28"/>
          <w:szCs w:val="28"/>
          <w:lang w:val="uk-UA"/>
        </w:rPr>
        <w:t>.</w:t>
      </w:r>
      <w:r w:rsidRPr="00AF4236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рішень Бахмутської міської ради, її виконкому, р</w:t>
      </w:r>
      <w:r>
        <w:rPr>
          <w:sz w:val="28"/>
          <w:szCs w:val="28"/>
          <w:lang w:val="uk-UA"/>
        </w:rPr>
        <w:t>озпоряджень міського голови  у   2016 році</w:t>
      </w:r>
      <w:r w:rsidRPr="00AF4236">
        <w:rPr>
          <w:sz w:val="28"/>
          <w:szCs w:val="28"/>
          <w:lang w:val="uk-UA"/>
        </w:rPr>
        <w:t xml:space="preserve"> у виконавчих органах Бахмутської міської ради, згідно з планом роботи  виконавчих орган</w:t>
      </w:r>
      <w:r>
        <w:rPr>
          <w:sz w:val="28"/>
          <w:szCs w:val="28"/>
          <w:lang w:val="uk-UA"/>
        </w:rPr>
        <w:t xml:space="preserve">ів Бахмутської міської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2017</w:t>
      </w:r>
      <w:r w:rsidRPr="00AF4236">
        <w:rPr>
          <w:sz w:val="28"/>
          <w:szCs w:val="28"/>
          <w:lang w:val="uk-UA"/>
        </w:rPr>
        <w:t xml:space="preserve"> року, затвердженим рішенням виконкому  Бахмутської міської ради від  </w:t>
      </w:r>
      <w:r>
        <w:rPr>
          <w:sz w:val="28"/>
          <w:lang w:val="uk-UA"/>
        </w:rPr>
        <w:t xml:space="preserve">14.12.2016 №281, </w:t>
      </w:r>
      <w:r w:rsidRPr="00AF4236">
        <w:rPr>
          <w:sz w:val="28"/>
          <w:lang w:val="uk-UA"/>
        </w:rPr>
        <w:t>керуючись ст. ст.27-34, 38, 40, 52,59, 60 Закону України від 21.05.97 № 280/97 – ВР „Про місцеве самоврядування в Україні” із внесеними до нього змінами,</w:t>
      </w:r>
      <w:r w:rsidRPr="00AF4236">
        <w:rPr>
          <w:sz w:val="28"/>
          <w:szCs w:val="28"/>
          <w:lang w:val="uk-UA"/>
        </w:rPr>
        <w:t xml:space="preserve">  виконком Бахмутської  міської ради</w:t>
      </w:r>
    </w:p>
    <w:p w:rsidR="00694018" w:rsidRPr="000238D7" w:rsidRDefault="00694018" w:rsidP="0058633F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:rsidR="00694018" w:rsidRPr="000238D7" w:rsidRDefault="00694018" w:rsidP="0058633F">
      <w:pPr>
        <w:ind w:firstLine="70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  В И Р І Ш И В :</w:t>
      </w:r>
    </w:p>
    <w:p w:rsidR="00694018" w:rsidRPr="000238D7" w:rsidRDefault="00694018" w:rsidP="0058633F">
      <w:pPr>
        <w:jc w:val="both"/>
        <w:rPr>
          <w:b/>
          <w:sz w:val="28"/>
          <w:szCs w:val="28"/>
          <w:lang w:val="uk-UA"/>
        </w:rPr>
      </w:pPr>
    </w:p>
    <w:p w:rsidR="00694018" w:rsidRPr="000238D7" w:rsidRDefault="00694018" w:rsidP="0058633F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Довідку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>льника  відділу контролю Бахмутської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керівника обласної військово-цивільної адміністрації, власних рішень Бахмутської</w:t>
      </w:r>
      <w:r w:rsidRPr="000238D7">
        <w:rPr>
          <w:sz w:val="28"/>
          <w:szCs w:val="28"/>
          <w:lang w:val="uk-UA"/>
        </w:rPr>
        <w:t xml:space="preserve"> міської ради, її виконкому, розпоряджен</w:t>
      </w:r>
      <w:r>
        <w:rPr>
          <w:sz w:val="28"/>
          <w:szCs w:val="28"/>
          <w:lang w:val="uk-UA"/>
        </w:rPr>
        <w:t>ь міського голови у  2016 році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Бахмутської</w:t>
      </w:r>
      <w:r w:rsidRPr="000238D7">
        <w:rPr>
          <w:sz w:val="28"/>
          <w:szCs w:val="28"/>
          <w:lang w:val="uk-UA"/>
        </w:rPr>
        <w:t xml:space="preserve"> міської ради, прийняти до відома.  </w:t>
      </w:r>
    </w:p>
    <w:p w:rsidR="00694018" w:rsidRPr="00AA25ED" w:rsidRDefault="00694018" w:rsidP="0058633F">
      <w:pPr>
        <w:shd w:val="clear" w:color="auto" w:fill="FFFFFF"/>
        <w:tabs>
          <w:tab w:val="left" w:pos="1445"/>
        </w:tabs>
        <w:spacing w:before="322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             2</w:t>
      </w:r>
      <w:r w:rsidRPr="00AA25ED">
        <w:rPr>
          <w:spacing w:val="-12"/>
          <w:sz w:val="28"/>
          <w:szCs w:val="28"/>
        </w:rPr>
        <w:t>.</w:t>
      </w:r>
      <w:r w:rsidRPr="00AA25ED">
        <w:rPr>
          <w:sz w:val="28"/>
          <w:szCs w:val="28"/>
          <w:lang w:val="uk-UA"/>
        </w:rPr>
        <w:t xml:space="preserve">  Керівникам виконавчих органів </w:t>
      </w:r>
      <w:r>
        <w:rPr>
          <w:sz w:val="28"/>
          <w:szCs w:val="28"/>
          <w:lang w:val="uk-UA"/>
        </w:rPr>
        <w:t xml:space="preserve">Бахмутської </w:t>
      </w:r>
      <w:r w:rsidRPr="00AA25ED">
        <w:rPr>
          <w:sz w:val="28"/>
          <w:szCs w:val="28"/>
          <w:lang w:val="uk-UA"/>
        </w:rPr>
        <w:t>міської ради:</w:t>
      </w:r>
    </w:p>
    <w:p w:rsidR="00694018" w:rsidRPr="00AA25ED" w:rsidRDefault="00694018" w:rsidP="0058633F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2.1.</w:t>
      </w:r>
      <w:r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694018" w:rsidRPr="00EE6131" w:rsidRDefault="00694018" w:rsidP="0058633F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2.2.</w:t>
      </w:r>
      <w:r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>
        <w:rPr>
          <w:sz w:val="28"/>
          <w:szCs w:val="28"/>
          <w:lang w:val="uk-UA"/>
        </w:rPr>
        <w:t xml:space="preserve">із працівниками </w:t>
      </w:r>
      <w:r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:rsidR="00694018" w:rsidRDefault="00694018" w:rsidP="0058633F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E6131">
        <w:rPr>
          <w:sz w:val="28"/>
          <w:szCs w:val="28"/>
          <w:lang w:val="uk-UA"/>
        </w:rPr>
        <w:t>2.3. Звернути особливу увагу на дотримання термінів виконання рішень, завдань, доручень ор</w:t>
      </w:r>
      <w:r>
        <w:rPr>
          <w:sz w:val="28"/>
          <w:szCs w:val="28"/>
          <w:lang w:val="uk-UA"/>
        </w:rPr>
        <w:t xml:space="preserve">ганів вищого рівня, Бахмутської </w:t>
      </w:r>
      <w:r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>
        <w:rPr>
          <w:sz w:val="28"/>
          <w:szCs w:val="28"/>
          <w:lang w:val="uk-UA"/>
        </w:rPr>
        <w:t xml:space="preserve"> </w:t>
      </w:r>
    </w:p>
    <w:p w:rsidR="00694018" w:rsidRDefault="00694018" w:rsidP="0058633F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:rsidR="00694018" w:rsidRDefault="00694018" w:rsidP="0009120A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</w:t>
      </w:r>
      <w:r w:rsidRPr="0029329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керуючого справами виконкому Бахмутської міської ради Недашковську Т.І., заступників міського голови : Точену В.В., Федорова Ф.К., п0ершого заступника міського голови Савченко Т.М. </w:t>
      </w:r>
    </w:p>
    <w:p w:rsidR="00694018" w:rsidRDefault="00694018" w:rsidP="0009120A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:rsidR="00694018" w:rsidRDefault="00694018" w:rsidP="0009120A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:rsidR="00694018" w:rsidRDefault="00694018" w:rsidP="003A4691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94018" w:rsidRDefault="00694018" w:rsidP="003A4691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jc w:val="both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Перший заступник міського голови</w:t>
      </w:r>
      <w:r>
        <w:rPr>
          <w:b/>
          <w:spacing w:val="-1"/>
          <w:sz w:val="28"/>
          <w:szCs w:val="28"/>
          <w:lang w:val="uk-UA"/>
        </w:rPr>
        <w:tab/>
      </w:r>
      <w:r>
        <w:rPr>
          <w:b/>
          <w:spacing w:val="-1"/>
          <w:sz w:val="28"/>
          <w:szCs w:val="28"/>
          <w:lang w:val="uk-UA"/>
        </w:rPr>
        <w:tab/>
        <w:t xml:space="preserve"> </w:t>
      </w:r>
      <w:r>
        <w:rPr>
          <w:b/>
          <w:spacing w:val="-1"/>
          <w:sz w:val="28"/>
          <w:szCs w:val="28"/>
          <w:lang w:val="uk-UA"/>
        </w:rPr>
        <w:tab/>
        <w:t>Т.М.Савченко</w:t>
      </w:r>
      <w:r>
        <w:rPr>
          <w:b/>
          <w:spacing w:val="-1"/>
          <w:sz w:val="28"/>
          <w:szCs w:val="28"/>
          <w:lang w:val="uk-UA"/>
        </w:rPr>
        <w:tab/>
      </w:r>
    </w:p>
    <w:p w:rsidR="00694018" w:rsidRDefault="00694018" w:rsidP="0058633F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</w:p>
    <w:p w:rsidR="00694018" w:rsidRPr="00B52187" w:rsidRDefault="00694018" w:rsidP="0058633F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</w:t>
      </w:r>
      <w:r>
        <w:rPr>
          <w:b/>
          <w:spacing w:val="-1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Pr="008D5B3B" w:rsidRDefault="00694018" w:rsidP="0058633F">
      <w:pPr>
        <w:jc w:val="both"/>
        <w:rPr>
          <w:sz w:val="28"/>
          <w:szCs w:val="28"/>
        </w:rPr>
      </w:pPr>
    </w:p>
    <w:p w:rsidR="00694018" w:rsidRPr="008D5B3B" w:rsidRDefault="00694018" w:rsidP="0058633F">
      <w:pPr>
        <w:jc w:val="both"/>
        <w:rPr>
          <w:sz w:val="28"/>
          <w:szCs w:val="28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p w:rsidR="00694018" w:rsidRDefault="00694018" w:rsidP="0058633F">
      <w:pPr>
        <w:jc w:val="both"/>
        <w:rPr>
          <w:sz w:val="28"/>
          <w:szCs w:val="28"/>
          <w:lang w:val="uk-UA"/>
        </w:rPr>
      </w:pPr>
    </w:p>
    <w:sectPr w:rsidR="00694018" w:rsidSect="007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09F4"/>
    <w:multiLevelType w:val="hybridMultilevel"/>
    <w:tmpl w:val="0C64B5F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33F"/>
    <w:rsid w:val="000014B7"/>
    <w:rsid w:val="000238D7"/>
    <w:rsid w:val="00031BCF"/>
    <w:rsid w:val="00034836"/>
    <w:rsid w:val="0004102A"/>
    <w:rsid w:val="000444F0"/>
    <w:rsid w:val="0005275B"/>
    <w:rsid w:val="00072B76"/>
    <w:rsid w:val="0009120A"/>
    <w:rsid w:val="00091A1B"/>
    <w:rsid w:val="0009691D"/>
    <w:rsid w:val="000B051E"/>
    <w:rsid w:val="000D0D6D"/>
    <w:rsid w:val="0011219A"/>
    <w:rsid w:val="001161CF"/>
    <w:rsid w:val="00122810"/>
    <w:rsid w:val="00127184"/>
    <w:rsid w:val="00156A29"/>
    <w:rsid w:val="00157EE8"/>
    <w:rsid w:val="00166807"/>
    <w:rsid w:val="00166A9D"/>
    <w:rsid w:val="001715E6"/>
    <w:rsid w:val="00175040"/>
    <w:rsid w:val="001848D8"/>
    <w:rsid w:val="001B0419"/>
    <w:rsid w:val="001E747E"/>
    <w:rsid w:val="001F0A7B"/>
    <w:rsid w:val="001F12F4"/>
    <w:rsid w:val="00203D62"/>
    <w:rsid w:val="002157EE"/>
    <w:rsid w:val="00231457"/>
    <w:rsid w:val="00231EE0"/>
    <w:rsid w:val="00242769"/>
    <w:rsid w:val="00245D1B"/>
    <w:rsid w:val="002549F9"/>
    <w:rsid w:val="002643C9"/>
    <w:rsid w:val="002713F1"/>
    <w:rsid w:val="0029133C"/>
    <w:rsid w:val="00292BC8"/>
    <w:rsid w:val="00293293"/>
    <w:rsid w:val="002B4CC4"/>
    <w:rsid w:val="002C19FF"/>
    <w:rsid w:val="002C368E"/>
    <w:rsid w:val="002C3DBC"/>
    <w:rsid w:val="002C7D17"/>
    <w:rsid w:val="0032690A"/>
    <w:rsid w:val="0033374A"/>
    <w:rsid w:val="003432FA"/>
    <w:rsid w:val="00361067"/>
    <w:rsid w:val="00363E17"/>
    <w:rsid w:val="0038103B"/>
    <w:rsid w:val="00384252"/>
    <w:rsid w:val="00391F73"/>
    <w:rsid w:val="00396A5D"/>
    <w:rsid w:val="003A4691"/>
    <w:rsid w:val="003C1457"/>
    <w:rsid w:val="003E5454"/>
    <w:rsid w:val="003F2B0E"/>
    <w:rsid w:val="003F2ED7"/>
    <w:rsid w:val="00420352"/>
    <w:rsid w:val="00433F12"/>
    <w:rsid w:val="00434A92"/>
    <w:rsid w:val="00441F46"/>
    <w:rsid w:val="00456B12"/>
    <w:rsid w:val="00460443"/>
    <w:rsid w:val="004A503F"/>
    <w:rsid w:val="004A6E36"/>
    <w:rsid w:val="004B7A34"/>
    <w:rsid w:val="004C305D"/>
    <w:rsid w:val="004D1BC8"/>
    <w:rsid w:val="004E56D4"/>
    <w:rsid w:val="004F3062"/>
    <w:rsid w:val="004F532C"/>
    <w:rsid w:val="00507750"/>
    <w:rsid w:val="00521D68"/>
    <w:rsid w:val="005422FE"/>
    <w:rsid w:val="00577622"/>
    <w:rsid w:val="0058633F"/>
    <w:rsid w:val="005B080E"/>
    <w:rsid w:val="005B365B"/>
    <w:rsid w:val="005B3AF0"/>
    <w:rsid w:val="005C578D"/>
    <w:rsid w:val="005D0F38"/>
    <w:rsid w:val="005D78CB"/>
    <w:rsid w:val="005E2FF6"/>
    <w:rsid w:val="005F5472"/>
    <w:rsid w:val="005F55C3"/>
    <w:rsid w:val="005F7524"/>
    <w:rsid w:val="006037A8"/>
    <w:rsid w:val="00612637"/>
    <w:rsid w:val="00624376"/>
    <w:rsid w:val="006369E9"/>
    <w:rsid w:val="0064348B"/>
    <w:rsid w:val="0065744E"/>
    <w:rsid w:val="0067192E"/>
    <w:rsid w:val="006768ED"/>
    <w:rsid w:val="00681C4B"/>
    <w:rsid w:val="00694018"/>
    <w:rsid w:val="00694D15"/>
    <w:rsid w:val="00695505"/>
    <w:rsid w:val="006A0906"/>
    <w:rsid w:val="006A715A"/>
    <w:rsid w:val="006F55C1"/>
    <w:rsid w:val="006F7DA7"/>
    <w:rsid w:val="00704ABD"/>
    <w:rsid w:val="007056FE"/>
    <w:rsid w:val="00715124"/>
    <w:rsid w:val="00717E4D"/>
    <w:rsid w:val="00720130"/>
    <w:rsid w:val="0073142F"/>
    <w:rsid w:val="00734668"/>
    <w:rsid w:val="007432F2"/>
    <w:rsid w:val="00747F3E"/>
    <w:rsid w:val="007519C3"/>
    <w:rsid w:val="00757238"/>
    <w:rsid w:val="00762D60"/>
    <w:rsid w:val="0078356A"/>
    <w:rsid w:val="007917D1"/>
    <w:rsid w:val="007924EC"/>
    <w:rsid w:val="00794FD3"/>
    <w:rsid w:val="007B3F3C"/>
    <w:rsid w:val="007C0E0A"/>
    <w:rsid w:val="007C59C0"/>
    <w:rsid w:val="007C6659"/>
    <w:rsid w:val="007C725C"/>
    <w:rsid w:val="00834F96"/>
    <w:rsid w:val="008410EB"/>
    <w:rsid w:val="00841510"/>
    <w:rsid w:val="00844C4D"/>
    <w:rsid w:val="00851AC2"/>
    <w:rsid w:val="00862C2C"/>
    <w:rsid w:val="00866C7A"/>
    <w:rsid w:val="00867EDF"/>
    <w:rsid w:val="008807AB"/>
    <w:rsid w:val="008824F7"/>
    <w:rsid w:val="00891EAC"/>
    <w:rsid w:val="008A2353"/>
    <w:rsid w:val="008A29BA"/>
    <w:rsid w:val="008B08A1"/>
    <w:rsid w:val="008B2992"/>
    <w:rsid w:val="008D5B3B"/>
    <w:rsid w:val="008F76F6"/>
    <w:rsid w:val="009019BD"/>
    <w:rsid w:val="00924B34"/>
    <w:rsid w:val="00932BC3"/>
    <w:rsid w:val="00935060"/>
    <w:rsid w:val="009372AE"/>
    <w:rsid w:val="00940BBD"/>
    <w:rsid w:val="00943A84"/>
    <w:rsid w:val="00944E20"/>
    <w:rsid w:val="009502E8"/>
    <w:rsid w:val="00951212"/>
    <w:rsid w:val="00954B91"/>
    <w:rsid w:val="009605F7"/>
    <w:rsid w:val="00977A86"/>
    <w:rsid w:val="00990B8F"/>
    <w:rsid w:val="00990F3A"/>
    <w:rsid w:val="00991B1D"/>
    <w:rsid w:val="009C5844"/>
    <w:rsid w:val="009C5AED"/>
    <w:rsid w:val="009C65AE"/>
    <w:rsid w:val="009F67AD"/>
    <w:rsid w:val="00A02F38"/>
    <w:rsid w:val="00A21ADA"/>
    <w:rsid w:val="00A53489"/>
    <w:rsid w:val="00A87D17"/>
    <w:rsid w:val="00A91586"/>
    <w:rsid w:val="00AA1933"/>
    <w:rsid w:val="00AA25ED"/>
    <w:rsid w:val="00AC6792"/>
    <w:rsid w:val="00AD6F62"/>
    <w:rsid w:val="00AD7601"/>
    <w:rsid w:val="00AF4236"/>
    <w:rsid w:val="00B064F3"/>
    <w:rsid w:val="00B30859"/>
    <w:rsid w:val="00B35D13"/>
    <w:rsid w:val="00B41B29"/>
    <w:rsid w:val="00B52187"/>
    <w:rsid w:val="00B7518A"/>
    <w:rsid w:val="00B84955"/>
    <w:rsid w:val="00B92F63"/>
    <w:rsid w:val="00B95948"/>
    <w:rsid w:val="00BA28CB"/>
    <w:rsid w:val="00BB1DF5"/>
    <w:rsid w:val="00BB3492"/>
    <w:rsid w:val="00BB4A4E"/>
    <w:rsid w:val="00BC65D8"/>
    <w:rsid w:val="00BC7242"/>
    <w:rsid w:val="00BC7B28"/>
    <w:rsid w:val="00BD41CC"/>
    <w:rsid w:val="00BE61E6"/>
    <w:rsid w:val="00C00DE5"/>
    <w:rsid w:val="00C2276E"/>
    <w:rsid w:val="00C36732"/>
    <w:rsid w:val="00C41D63"/>
    <w:rsid w:val="00C45A67"/>
    <w:rsid w:val="00C470AE"/>
    <w:rsid w:val="00C47AA3"/>
    <w:rsid w:val="00C82DC4"/>
    <w:rsid w:val="00C842CF"/>
    <w:rsid w:val="00C84DD4"/>
    <w:rsid w:val="00C92D16"/>
    <w:rsid w:val="00C95E8B"/>
    <w:rsid w:val="00CA20AE"/>
    <w:rsid w:val="00CB2A80"/>
    <w:rsid w:val="00CC7F3B"/>
    <w:rsid w:val="00CD2635"/>
    <w:rsid w:val="00CF4E7E"/>
    <w:rsid w:val="00D37117"/>
    <w:rsid w:val="00D5070C"/>
    <w:rsid w:val="00D528A0"/>
    <w:rsid w:val="00D66415"/>
    <w:rsid w:val="00D72AF6"/>
    <w:rsid w:val="00D85BC3"/>
    <w:rsid w:val="00D90037"/>
    <w:rsid w:val="00DC2A6A"/>
    <w:rsid w:val="00DE1009"/>
    <w:rsid w:val="00DE2737"/>
    <w:rsid w:val="00DF24D7"/>
    <w:rsid w:val="00E37DF3"/>
    <w:rsid w:val="00E406FE"/>
    <w:rsid w:val="00E4612D"/>
    <w:rsid w:val="00E46ED1"/>
    <w:rsid w:val="00E521EB"/>
    <w:rsid w:val="00E61C41"/>
    <w:rsid w:val="00E63836"/>
    <w:rsid w:val="00E8551D"/>
    <w:rsid w:val="00EA23D9"/>
    <w:rsid w:val="00EA69A2"/>
    <w:rsid w:val="00EA6F76"/>
    <w:rsid w:val="00EA7716"/>
    <w:rsid w:val="00EB2ADB"/>
    <w:rsid w:val="00EB548A"/>
    <w:rsid w:val="00ED7A58"/>
    <w:rsid w:val="00EE07BF"/>
    <w:rsid w:val="00EE6131"/>
    <w:rsid w:val="00EF4A0F"/>
    <w:rsid w:val="00F11162"/>
    <w:rsid w:val="00F2104F"/>
    <w:rsid w:val="00F233AB"/>
    <w:rsid w:val="00F3037D"/>
    <w:rsid w:val="00F41481"/>
    <w:rsid w:val="00F44DC8"/>
    <w:rsid w:val="00F53BA0"/>
    <w:rsid w:val="00F55DAD"/>
    <w:rsid w:val="00F648F2"/>
    <w:rsid w:val="00F85293"/>
    <w:rsid w:val="00FA30A7"/>
    <w:rsid w:val="00FA3334"/>
    <w:rsid w:val="00FB2BE8"/>
    <w:rsid w:val="00FC3C66"/>
    <w:rsid w:val="00FD385B"/>
    <w:rsid w:val="00FE2368"/>
    <w:rsid w:val="00FE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3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633F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633F"/>
    <w:pPr>
      <w:keepNext/>
      <w:outlineLvl w:val="1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63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63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633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633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63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8633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8633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8633F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8633F"/>
    <w:rPr>
      <w:rFonts w:ascii="Times New Roman" w:hAnsi="Times New Roman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8633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8633F"/>
    <w:pPr>
      <w:jc w:val="both"/>
    </w:pPr>
    <w:rPr>
      <w:rFonts w:ascii="Arial" w:hAnsi="Arial" w:cs="Arial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633F"/>
    <w:rPr>
      <w:rFonts w:ascii="Arial" w:hAnsi="Arial" w:cs="Arial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863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63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2</Pages>
  <Words>391</Words>
  <Characters>2234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ch09</cp:lastModifiedBy>
  <cp:revision>5</cp:revision>
  <cp:lastPrinted>2017-01-12T09:48:00Z</cp:lastPrinted>
  <dcterms:created xsi:type="dcterms:W3CDTF">2017-01-12T09:05:00Z</dcterms:created>
  <dcterms:modified xsi:type="dcterms:W3CDTF">2017-02-09T11:54:00Z</dcterms:modified>
</cp:coreProperties>
</file>