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02" w:rsidRPr="005D10E5" w:rsidRDefault="00AC5402" w:rsidP="004408AA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AC5402" w:rsidRPr="005D10E5" w:rsidRDefault="00AC5402" w:rsidP="004408AA">
      <w:pPr>
        <w:tabs>
          <w:tab w:val="left" w:pos="3270"/>
        </w:tabs>
        <w:rPr>
          <w:b/>
          <w:sz w:val="22"/>
          <w:lang w:val="uk-UA"/>
        </w:rPr>
      </w:pPr>
      <w:r w:rsidRPr="005D10E5">
        <w:rPr>
          <w:b/>
          <w:sz w:val="22"/>
          <w:lang w:val="uk-UA"/>
        </w:rPr>
        <w:tab/>
      </w:r>
    </w:p>
    <w:p w:rsidR="00AC5402" w:rsidRPr="005D10E5" w:rsidRDefault="00AC5402" w:rsidP="004408AA">
      <w:pPr>
        <w:pStyle w:val="Heading6"/>
      </w:pPr>
      <w:r w:rsidRPr="005D10E5">
        <w:t>У  К  Р  А  Ї  Н  А</w:t>
      </w:r>
    </w:p>
    <w:p w:rsidR="00AC5402" w:rsidRPr="00A21D35" w:rsidRDefault="00AC5402" w:rsidP="004408AA">
      <w:pPr>
        <w:pStyle w:val="Heading8"/>
      </w:pPr>
      <w:r w:rsidRPr="00A21D35">
        <w:t xml:space="preserve">Бахмутська   м і с ь к а   р а д а </w:t>
      </w:r>
    </w:p>
    <w:p w:rsidR="00AC5402" w:rsidRPr="00A21D35" w:rsidRDefault="00AC5402" w:rsidP="004408AA">
      <w:pPr>
        <w:jc w:val="center"/>
        <w:rPr>
          <w:b/>
          <w:lang w:val="uk-UA"/>
        </w:rPr>
      </w:pPr>
    </w:p>
    <w:p w:rsidR="00AC5402" w:rsidRPr="00A21D35" w:rsidRDefault="00AC5402" w:rsidP="004408AA">
      <w:pPr>
        <w:pStyle w:val="Heading9"/>
      </w:pPr>
      <w:r w:rsidRPr="00A21D35">
        <w:t>ВИКОНАВЧИЙ  КОМІТЕТ</w:t>
      </w:r>
    </w:p>
    <w:p w:rsidR="00AC5402" w:rsidRPr="00A21D35" w:rsidRDefault="00AC5402" w:rsidP="004408AA">
      <w:pPr>
        <w:jc w:val="center"/>
        <w:rPr>
          <w:b/>
          <w:lang w:val="uk-UA"/>
        </w:rPr>
      </w:pPr>
    </w:p>
    <w:p w:rsidR="00AC5402" w:rsidRPr="00A21D35" w:rsidRDefault="00AC5402" w:rsidP="004408AA">
      <w:pPr>
        <w:jc w:val="center"/>
        <w:rPr>
          <w:b/>
          <w:sz w:val="36"/>
          <w:lang w:val="uk-UA"/>
        </w:rPr>
      </w:pPr>
      <w:r w:rsidRPr="00A21D35">
        <w:rPr>
          <w:b/>
          <w:sz w:val="48"/>
          <w:lang w:val="uk-UA"/>
        </w:rPr>
        <w:t>Р I Ш Е Н Н Я</w:t>
      </w:r>
    </w:p>
    <w:p w:rsidR="00AC5402" w:rsidRPr="00A21D35" w:rsidRDefault="00AC5402" w:rsidP="004408AA">
      <w:pPr>
        <w:jc w:val="center"/>
        <w:rPr>
          <w:b/>
          <w:sz w:val="36"/>
          <w:lang w:val="uk-UA"/>
        </w:rPr>
      </w:pPr>
    </w:p>
    <w:p w:rsidR="00AC5402" w:rsidRPr="00A21D35" w:rsidRDefault="00AC5402" w:rsidP="004408AA">
      <w:pPr>
        <w:rPr>
          <w:sz w:val="24"/>
          <w:lang w:val="uk-UA"/>
        </w:rPr>
      </w:pPr>
      <w:r>
        <w:rPr>
          <w:sz w:val="24"/>
          <w:lang w:val="uk-UA"/>
        </w:rPr>
        <w:t>17.05.2017   № 105</w:t>
      </w:r>
    </w:p>
    <w:p w:rsidR="00AC5402" w:rsidRPr="00A21D35" w:rsidRDefault="00AC5402" w:rsidP="004408AA">
      <w:pPr>
        <w:rPr>
          <w:sz w:val="24"/>
          <w:lang w:val="uk-UA"/>
        </w:rPr>
      </w:pPr>
      <w:r w:rsidRPr="00A21D35">
        <w:rPr>
          <w:sz w:val="24"/>
          <w:lang w:val="uk-UA"/>
        </w:rPr>
        <w:t xml:space="preserve">м. </w:t>
      </w:r>
      <w:r>
        <w:rPr>
          <w:sz w:val="24"/>
          <w:lang w:val="uk-UA"/>
        </w:rPr>
        <w:t>Бахмут</w:t>
      </w:r>
    </w:p>
    <w:p w:rsidR="00AC5402" w:rsidRPr="00A21D35" w:rsidRDefault="00AC5402" w:rsidP="004408AA">
      <w:pPr>
        <w:rPr>
          <w:lang w:val="uk-UA"/>
        </w:rPr>
      </w:pPr>
    </w:p>
    <w:p w:rsidR="00AC5402" w:rsidRPr="00A21D35" w:rsidRDefault="00AC5402" w:rsidP="004408AA">
      <w:pPr>
        <w:ind w:right="4495"/>
        <w:rPr>
          <w:b/>
          <w:i/>
          <w:szCs w:val="28"/>
          <w:lang w:val="uk-UA"/>
        </w:rPr>
      </w:pPr>
      <w:r w:rsidRPr="00A21D35">
        <w:rPr>
          <w:b/>
          <w:i/>
          <w:szCs w:val="28"/>
          <w:lang w:val="uk-UA"/>
        </w:rPr>
        <w:t>Про організацію вл</w:t>
      </w:r>
      <w:r>
        <w:rPr>
          <w:b/>
          <w:i/>
          <w:szCs w:val="28"/>
          <w:lang w:val="uk-UA"/>
        </w:rPr>
        <w:t>ітку 2017</w:t>
      </w:r>
      <w:r w:rsidRPr="00A21D35">
        <w:rPr>
          <w:b/>
          <w:i/>
          <w:szCs w:val="28"/>
          <w:lang w:val="uk-UA"/>
        </w:rPr>
        <w:t xml:space="preserve">  року оздоровлення та відпочинку дітей, </w:t>
      </w:r>
    </w:p>
    <w:p w:rsidR="00AC5402" w:rsidRPr="00D906A1" w:rsidRDefault="00AC5402" w:rsidP="004408AA">
      <w:pPr>
        <w:ind w:right="4495"/>
        <w:rPr>
          <w:b/>
          <w:i/>
          <w:szCs w:val="28"/>
          <w:lang w:val="uk-UA"/>
        </w:rPr>
      </w:pPr>
      <w:r w:rsidRPr="00A21D35">
        <w:rPr>
          <w:b/>
          <w:i/>
          <w:szCs w:val="28"/>
          <w:lang w:val="uk-UA"/>
        </w:rPr>
        <w:t xml:space="preserve">що мешкають на території </w:t>
      </w:r>
      <w:r>
        <w:rPr>
          <w:b/>
          <w:i/>
          <w:szCs w:val="28"/>
          <w:lang w:val="uk-UA"/>
        </w:rPr>
        <w:t>м. Бахмут</w:t>
      </w:r>
    </w:p>
    <w:p w:rsidR="00AC5402" w:rsidRPr="005D10E5" w:rsidRDefault="00AC5402" w:rsidP="004408AA">
      <w:pPr>
        <w:ind w:right="5953"/>
        <w:rPr>
          <w:b/>
          <w:i/>
          <w:lang w:val="uk-UA"/>
        </w:rPr>
      </w:pPr>
    </w:p>
    <w:p w:rsidR="00AC5402" w:rsidRPr="00A21D35" w:rsidRDefault="00AC5402" w:rsidP="004408AA">
      <w:pPr>
        <w:pStyle w:val="BodyText2"/>
        <w:ind w:right="-5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ab/>
        <w:t xml:space="preserve">Заслухавши інформацію </w:t>
      </w:r>
      <w:r w:rsidRPr="00427645">
        <w:rPr>
          <w:b w:val="0"/>
          <w:i w:val="0"/>
          <w:sz w:val="28"/>
          <w:szCs w:val="28"/>
        </w:rPr>
        <w:t xml:space="preserve">від </w:t>
      </w:r>
      <w:r w:rsidRPr="00092E6E">
        <w:rPr>
          <w:b w:val="0"/>
          <w:i w:val="0"/>
          <w:sz w:val="28"/>
          <w:szCs w:val="28"/>
        </w:rPr>
        <w:t xml:space="preserve">28.03.2017№ 01-1514-06 </w:t>
      </w:r>
      <w:r>
        <w:rPr>
          <w:b w:val="0"/>
          <w:i w:val="0"/>
          <w:sz w:val="28"/>
        </w:rPr>
        <w:t>Уп</w:t>
      </w:r>
      <w:r w:rsidRPr="005D10E5">
        <w:rPr>
          <w:b w:val="0"/>
          <w:i w:val="0"/>
          <w:sz w:val="28"/>
        </w:rPr>
        <w:t xml:space="preserve">равління молодіжної політики та у справах дітей </w:t>
      </w:r>
      <w:r w:rsidRPr="00A21D35">
        <w:rPr>
          <w:b w:val="0"/>
          <w:i w:val="0"/>
          <w:sz w:val="28"/>
        </w:rPr>
        <w:t>Бахмутської</w:t>
      </w:r>
      <w:r>
        <w:rPr>
          <w:b w:val="0"/>
          <w:i w:val="0"/>
          <w:sz w:val="28"/>
        </w:rPr>
        <w:t xml:space="preserve"> міської ради щодо</w:t>
      </w:r>
      <w:r>
        <w:rPr>
          <w:rFonts w:eastAsia="MS Mincho"/>
          <w:b w:val="0"/>
          <w:i w:val="0"/>
          <w:sz w:val="28"/>
          <w:szCs w:val="28"/>
        </w:rPr>
        <w:t xml:space="preserve"> організації</w:t>
      </w:r>
      <w:r w:rsidRPr="00A21D35">
        <w:rPr>
          <w:rFonts w:eastAsia="MS Mincho"/>
          <w:b w:val="0"/>
          <w:i w:val="0"/>
          <w:sz w:val="28"/>
          <w:szCs w:val="28"/>
        </w:rPr>
        <w:t xml:space="preserve"> влі</w:t>
      </w:r>
      <w:r>
        <w:rPr>
          <w:rFonts w:eastAsia="MS Mincho"/>
          <w:b w:val="0"/>
          <w:i w:val="0"/>
          <w:sz w:val="28"/>
          <w:szCs w:val="28"/>
        </w:rPr>
        <w:t>тку 2017</w:t>
      </w:r>
      <w:r w:rsidRPr="00A21D35">
        <w:rPr>
          <w:rFonts w:eastAsia="MS Mincho"/>
          <w:b w:val="0"/>
          <w:i w:val="0"/>
          <w:sz w:val="28"/>
          <w:szCs w:val="28"/>
        </w:rPr>
        <w:t xml:space="preserve"> року оздоровлення та відпочинку </w:t>
      </w:r>
      <w:r>
        <w:rPr>
          <w:rFonts w:eastAsia="MS Mincho"/>
          <w:b w:val="0"/>
          <w:i w:val="0"/>
          <w:sz w:val="28"/>
          <w:szCs w:val="28"/>
        </w:rPr>
        <w:t>дітей, що мешкають на території м. Бахмут</w:t>
      </w:r>
      <w:r w:rsidRPr="00A21D35">
        <w:rPr>
          <w:b w:val="0"/>
          <w:i w:val="0"/>
          <w:sz w:val="28"/>
        </w:rPr>
        <w:t>, з метою  створення у</w:t>
      </w:r>
      <w:r>
        <w:rPr>
          <w:b w:val="0"/>
          <w:i w:val="0"/>
          <w:sz w:val="28"/>
        </w:rPr>
        <w:t xml:space="preserve"> літній період 2017</w:t>
      </w:r>
      <w:r w:rsidRPr="00A21D35">
        <w:rPr>
          <w:b w:val="0"/>
          <w:i w:val="0"/>
          <w:sz w:val="28"/>
        </w:rPr>
        <w:t xml:space="preserve"> року умов для повноцінного відпочинку, покращення стану здоров`я дітей, що мешкають на території </w:t>
      </w:r>
      <w:r>
        <w:rPr>
          <w:b w:val="0"/>
          <w:i w:val="0"/>
          <w:sz w:val="28"/>
        </w:rPr>
        <w:t>міста</w:t>
      </w:r>
      <w:r w:rsidRPr="00A21D35">
        <w:rPr>
          <w:b w:val="0"/>
          <w:i w:val="0"/>
          <w:sz w:val="28"/>
        </w:rPr>
        <w:t>, згідно з  планом роботи виконавчих органів Бахмутської міської ради на ІІ квартал 201</w:t>
      </w:r>
      <w:r>
        <w:rPr>
          <w:b w:val="0"/>
          <w:i w:val="0"/>
          <w:sz w:val="28"/>
        </w:rPr>
        <w:t>7</w:t>
      </w:r>
      <w:r w:rsidRPr="00A21D35">
        <w:rPr>
          <w:b w:val="0"/>
          <w:i w:val="0"/>
          <w:sz w:val="28"/>
        </w:rPr>
        <w:t xml:space="preserve"> року, затвердженим рішенням виконкому Бахмутськоїміської ради від </w:t>
      </w:r>
      <w:r w:rsidRPr="00405916">
        <w:rPr>
          <w:b w:val="0"/>
          <w:i w:val="0"/>
          <w:sz w:val="28"/>
        </w:rPr>
        <w:t xml:space="preserve">15.03.2017№ </w:t>
      </w:r>
      <w:r>
        <w:rPr>
          <w:b w:val="0"/>
          <w:i w:val="0"/>
          <w:sz w:val="28"/>
        </w:rPr>
        <w:t>53</w:t>
      </w:r>
      <w:r w:rsidRPr="005E6464">
        <w:rPr>
          <w:b w:val="0"/>
          <w:i w:val="0"/>
          <w:sz w:val="28"/>
        </w:rPr>
        <w:t>,</w:t>
      </w:r>
      <w:r w:rsidRPr="005D10E5">
        <w:rPr>
          <w:b w:val="0"/>
          <w:i w:val="0"/>
          <w:sz w:val="28"/>
        </w:rPr>
        <w:t xml:space="preserve"> відповідно до Закону України від 26.04.2001 № 2</w:t>
      </w:r>
      <w:r>
        <w:rPr>
          <w:b w:val="0"/>
          <w:i w:val="0"/>
          <w:sz w:val="28"/>
        </w:rPr>
        <w:t>402-ІІІ «Про охорону дитинства»</w:t>
      </w:r>
      <w:r w:rsidRPr="005D10E5">
        <w:rPr>
          <w:b w:val="0"/>
          <w:i w:val="0"/>
          <w:sz w:val="28"/>
        </w:rPr>
        <w:t xml:space="preserve"> із внесеними до нього змінами, керуючись Законом України від 04.09.2008  № 375-VI «Про оз</w:t>
      </w:r>
      <w:r>
        <w:rPr>
          <w:b w:val="0"/>
          <w:i w:val="0"/>
          <w:sz w:val="28"/>
        </w:rPr>
        <w:t>доровлення та відпочинок дітей»</w:t>
      </w:r>
      <w:r w:rsidRPr="005D10E5">
        <w:rPr>
          <w:b w:val="0"/>
          <w:i w:val="0"/>
          <w:sz w:val="28"/>
        </w:rPr>
        <w:t xml:space="preserve"> із внесеними до нього змінами,</w:t>
      </w:r>
      <w:r>
        <w:rPr>
          <w:b w:val="0"/>
          <w:i w:val="0"/>
          <w:sz w:val="28"/>
        </w:rPr>
        <w:t xml:space="preserve"> ст. ст. 32,</w:t>
      </w:r>
      <w:r w:rsidRPr="005D10E5">
        <w:rPr>
          <w:b w:val="0"/>
          <w:i w:val="0"/>
          <w:sz w:val="28"/>
        </w:rPr>
        <w:t xml:space="preserve"> 52 Закону України від 21.05.97  №280/97-ВР "Про міс</w:t>
      </w:r>
      <w:r>
        <w:rPr>
          <w:b w:val="0"/>
          <w:i w:val="0"/>
          <w:sz w:val="28"/>
        </w:rPr>
        <w:t>цеве самоврядування в Україні"</w:t>
      </w:r>
      <w:r w:rsidRPr="005D10E5">
        <w:rPr>
          <w:b w:val="0"/>
          <w:i w:val="0"/>
          <w:sz w:val="28"/>
        </w:rPr>
        <w:t xml:space="preserve"> із внесеними до нього змінами, виконком </w:t>
      </w:r>
      <w:r w:rsidRPr="00A21D35">
        <w:rPr>
          <w:b w:val="0"/>
          <w:i w:val="0"/>
          <w:sz w:val="28"/>
        </w:rPr>
        <w:t xml:space="preserve">Бахмутської міської ради </w:t>
      </w:r>
    </w:p>
    <w:p w:rsidR="00AC5402" w:rsidRPr="005D10E5" w:rsidRDefault="00AC5402" w:rsidP="004408AA">
      <w:pPr>
        <w:pStyle w:val="BodyText2"/>
        <w:ind w:right="-5"/>
        <w:jc w:val="both"/>
        <w:rPr>
          <w:b w:val="0"/>
          <w:i w:val="0"/>
          <w:sz w:val="28"/>
        </w:rPr>
      </w:pPr>
    </w:p>
    <w:p w:rsidR="00AC5402" w:rsidRPr="005D10E5" w:rsidRDefault="00AC5402" w:rsidP="004408AA">
      <w:pPr>
        <w:ind w:firstLine="851"/>
        <w:jc w:val="both"/>
        <w:rPr>
          <w:b/>
          <w:lang w:val="uk-UA"/>
        </w:rPr>
      </w:pPr>
      <w:r w:rsidRPr="005D10E5">
        <w:rPr>
          <w:b/>
          <w:lang w:val="uk-UA"/>
        </w:rPr>
        <w:t>В И Р І Ш И В :</w:t>
      </w:r>
    </w:p>
    <w:p w:rsidR="00AC5402" w:rsidRPr="005D10E5" w:rsidRDefault="00AC5402" w:rsidP="004408AA">
      <w:pPr>
        <w:ind w:firstLine="851"/>
        <w:jc w:val="both"/>
        <w:rPr>
          <w:lang w:val="uk-UA"/>
        </w:rPr>
      </w:pPr>
    </w:p>
    <w:p w:rsidR="00AC5402" w:rsidRPr="00A21D35" w:rsidRDefault="00AC5402" w:rsidP="004408AA">
      <w:pPr>
        <w:ind w:firstLine="900"/>
        <w:jc w:val="both"/>
        <w:rPr>
          <w:lang w:val="uk-UA"/>
        </w:rPr>
      </w:pPr>
      <w:r>
        <w:rPr>
          <w:lang w:val="uk-UA"/>
        </w:rPr>
        <w:t>1. Інформацію У</w:t>
      </w:r>
      <w:r w:rsidRPr="00A21D35">
        <w:rPr>
          <w:lang w:val="uk-UA"/>
        </w:rPr>
        <w:t>правління молодіжної політики та у справах дітей Бахмутської</w:t>
      </w:r>
      <w:r>
        <w:rPr>
          <w:lang w:val="uk-UA"/>
        </w:rPr>
        <w:t xml:space="preserve"> міської ради щодо</w:t>
      </w:r>
      <w:r>
        <w:rPr>
          <w:rFonts w:eastAsia="MS Mincho"/>
          <w:szCs w:val="28"/>
          <w:lang w:val="uk-UA"/>
        </w:rPr>
        <w:t xml:space="preserve"> організації влітку 2017</w:t>
      </w:r>
      <w:r w:rsidRPr="00A21D35">
        <w:rPr>
          <w:rFonts w:eastAsia="MS Mincho"/>
          <w:szCs w:val="28"/>
          <w:lang w:val="uk-UA"/>
        </w:rPr>
        <w:t xml:space="preserve"> року оздоровлення та відпочинку дітей, що мешкають на території </w:t>
      </w:r>
      <w:r>
        <w:rPr>
          <w:rFonts w:eastAsia="MS Mincho"/>
          <w:szCs w:val="28"/>
          <w:lang w:val="uk-UA"/>
        </w:rPr>
        <w:t>м. Бахмут,</w:t>
      </w:r>
      <w:r w:rsidRPr="00A21D35">
        <w:rPr>
          <w:lang w:val="uk-UA"/>
        </w:rPr>
        <w:t xml:space="preserve"> прийняти до відома.</w:t>
      </w:r>
    </w:p>
    <w:p w:rsidR="00AC5402" w:rsidRPr="005D10E5" w:rsidRDefault="00AC5402" w:rsidP="004408AA">
      <w:pPr>
        <w:jc w:val="both"/>
        <w:rPr>
          <w:lang w:val="uk-UA"/>
        </w:rPr>
      </w:pPr>
    </w:p>
    <w:p w:rsidR="00AC5402" w:rsidRPr="005D10E5" w:rsidRDefault="00AC5402" w:rsidP="004408AA">
      <w:pPr>
        <w:pStyle w:val="BodyTextIndent"/>
        <w:ind w:left="0" w:firstLine="900"/>
        <w:rPr>
          <w:sz w:val="28"/>
        </w:rPr>
      </w:pPr>
      <w:r w:rsidRPr="005D10E5">
        <w:rPr>
          <w:sz w:val="28"/>
        </w:rPr>
        <w:t>2. Затвердити:</w:t>
      </w:r>
    </w:p>
    <w:p w:rsidR="00AC5402" w:rsidRPr="00A21D35" w:rsidRDefault="00AC5402" w:rsidP="004408AA">
      <w:pPr>
        <w:pStyle w:val="BodyTextIndent"/>
        <w:ind w:left="0" w:firstLine="900"/>
        <w:rPr>
          <w:sz w:val="28"/>
        </w:rPr>
      </w:pPr>
      <w:r w:rsidRPr="005D10E5">
        <w:rPr>
          <w:sz w:val="28"/>
        </w:rPr>
        <w:t xml:space="preserve">2.1. План заходів щодо організації </w:t>
      </w:r>
      <w:r>
        <w:rPr>
          <w:sz w:val="28"/>
        </w:rPr>
        <w:t>влітку 2017</w:t>
      </w:r>
      <w:r w:rsidRPr="005D10E5">
        <w:rPr>
          <w:sz w:val="28"/>
        </w:rPr>
        <w:t xml:space="preserve"> року оздоровлення та відпочинку дітей, що мешкають на території </w:t>
      </w:r>
      <w:r>
        <w:rPr>
          <w:sz w:val="28"/>
        </w:rPr>
        <w:t>м. Бахмут</w:t>
      </w:r>
      <w:r w:rsidRPr="00A21D35">
        <w:rPr>
          <w:sz w:val="28"/>
        </w:rPr>
        <w:t xml:space="preserve"> (додається).</w:t>
      </w:r>
    </w:p>
    <w:p w:rsidR="00AC5402" w:rsidRPr="005D10E5" w:rsidRDefault="00AC5402" w:rsidP="004408AA">
      <w:pPr>
        <w:pStyle w:val="BodyTextIndent"/>
        <w:ind w:left="0" w:firstLine="900"/>
        <w:rPr>
          <w:sz w:val="28"/>
        </w:rPr>
      </w:pPr>
    </w:p>
    <w:p w:rsidR="00AC5402" w:rsidRPr="00A21D35" w:rsidRDefault="00AC5402" w:rsidP="004408AA">
      <w:pPr>
        <w:jc w:val="both"/>
        <w:rPr>
          <w:lang w:val="uk-UA"/>
        </w:rPr>
      </w:pPr>
      <w:r w:rsidRPr="005D10E5">
        <w:rPr>
          <w:lang w:val="uk-UA"/>
        </w:rPr>
        <w:t xml:space="preserve">            2.2. Склад  міської міжвідомчої комісії </w:t>
      </w:r>
      <w:r>
        <w:rPr>
          <w:lang w:val="uk-UA"/>
        </w:rPr>
        <w:t>з</w:t>
      </w:r>
      <w:r w:rsidRPr="005D10E5">
        <w:rPr>
          <w:lang w:val="uk-UA"/>
        </w:rPr>
        <w:t xml:space="preserve"> організації </w:t>
      </w:r>
      <w:r>
        <w:rPr>
          <w:lang w:val="uk-UA"/>
        </w:rPr>
        <w:t xml:space="preserve">влітку 2017 року </w:t>
      </w:r>
      <w:r w:rsidRPr="005D10E5">
        <w:rPr>
          <w:lang w:val="uk-UA"/>
        </w:rPr>
        <w:t xml:space="preserve">оздоровлення та відпочинку дітей, що мешкають на </w:t>
      </w:r>
      <w:r w:rsidRPr="00A21D35">
        <w:rPr>
          <w:lang w:val="uk-UA"/>
        </w:rPr>
        <w:t xml:space="preserve">території </w:t>
      </w:r>
      <w:r>
        <w:rPr>
          <w:lang w:val="uk-UA"/>
        </w:rPr>
        <w:t>м. Бахмут</w:t>
      </w:r>
      <w:r w:rsidRPr="00A21D35">
        <w:rPr>
          <w:lang w:val="uk-UA"/>
        </w:rPr>
        <w:t xml:space="preserve"> (додається).</w:t>
      </w:r>
    </w:p>
    <w:p w:rsidR="00AC5402" w:rsidRPr="005D10E5" w:rsidRDefault="00AC5402" w:rsidP="004408AA">
      <w:pPr>
        <w:ind w:firstLine="900"/>
        <w:jc w:val="both"/>
        <w:rPr>
          <w:lang w:val="uk-UA"/>
        </w:rPr>
      </w:pPr>
    </w:p>
    <w:p w:rsidR="00AC5402" w:rsidRPr="005D10E5" w:rsidRDefault="00AC5402" w:rsidP="004408AA">
      <w:pPr>
        <w:jc w:val="both"/>
        <w:rPr>
          <w:lang w:val="uk-UA"/>
        </w:rPr>
      </w:pPr>
      <w:r w:rsidRPr="005D10E5">
        <w:rPr>
          <w:lang w:val="uk-UA"/>
        </w:rPr>
        <w:t xml:space="preserve">            2.3. Склад комісії </w:t>
      </w:r>
      <w:r>
        <w:rPr>
          <w:lang w:val="uk-UA"/>
        </w:rPr>
        <w:t xml:space="preserve">із </w:t>
      </w:r>
      <w:r w:rsidRPr="005D10E5">
        <w:rPr>
          <w:lang w:val="uk-UA"/>
        </w:rPr>
        <w:t xml:space="preserve">розподілу  путівок для оздоровлення  </w:t>
      </w:r>
      <w:r>
        <w:rPr>
          <w:lang w:val="uk-UA"/>
        </w:rPr>
        <w:t>у літній період 2017</w:t>
      </w:r>
      <w:r w:rsidRPr="005D10E5">
        <w:rPr>
          <w:lang w:val="uk-UA"/>
        </w:rPr>
        <w:t xml:space="preserve"> року дітей, які потребують</w:t>
      </w:r>
      <w:r>
        <w:rPr>
          <w:lang w:val="uk-UA"/>
        </w:rPr>
        <w:t xml:space="preserve"> соціальної уваги та підтримки</w:t>
      </w:r>
      <w:r w:rsidRPr="005D10E5">
        <w:rPr>
          <w:lang w:val="uk-UA"/>
        </w:rPr>
        <w:t xml:space="preserve"> (додається).</w:t>
      </w:r>
    </w:p>
    <w:p w:rsidR="00AC5402" w:rsidRPr="005D10E5" w:rsidRDefault="00AC5402" w:rsidP="004408AA">
      <w:pPr>
        <w:jc w:val="both"/>
        <w:rPr>
          <w:lang w:val="uk-UA"/>
        </w:rPr>
      </w:pPr>
    </w:p>
    <w:p w:rsidR="00AC5402" w:rsidRPr="00591C21" w:rsidRDefault="00AC5402" w:rsidP="004408AA">
      <w:pPr>
        <w:jc w:val="both"/>
        <w:rPr>
          <w:lang w:val="uk-UA"/>
        </w:rPr>
      </w:pPr>
      <w:r w:rsidRPr="005D10E5">
        <w:rPr>
          <w:lang w:val="uk-UA"/>
        </w:rPr>
        <w:t xml:space="preserve">            2.4</w:t>
      </w:r>
      <w:r w:rsidRPr="00591C21">
        <w:rPr>
          <w:lang w:val="uk-UA"/>
        </w:rPr>
        <w:t>.  Кошторисну вартість путівки до Бахмутського дитячого заміського закладу оздоровлення та відпочинку “Вогник” на 2017 рік – 2500,00  грн. (перебування у таборі 21 день) для однієї дитини (додається).</w:t>
      </w:r>
    </w:p>
    <w:p w:rsidR="00AC5402" w:rsidRPr="005D10E5" w:rsidRDefault="00AC5402" w:rsidP="004408AA">
      <w:pPr>
        <w:ind w:firstLine="900"/>
        <w:jc w:val="both"/>
        <w:rPr>
          <w:lang w:val="uk-UA"/>
        </w:rPr>
      </w:pPr>
    </w:p>
    <w:p w:rsidR="00AC5402" w:rsidRPr="006974CF" w:rsidRDefault="00AC5402" w:rsidP="004408AA">
      <w:pPr>
        <w:numPr>
          <w:ilvl w:val="0"/>
          <w:numId w:val="3"/>
        </w:numPr>
        <w:tabs>
          <w:tab w:val="clear" w:pos="360"/>
          <w:tab w:val="num" w:pos="0"/>
        </w:tabs>
        <w:ind w:left="0" w:firstLine="900"/>
        <w:jc w:val="both"/>
        <w:rPr>
          <w:lang w:val="uk-UA"/>
        </w:rPr>
      </w:pPr>
      <w:r>
        <w:rPr>
          <w:lang w:val="uk-UA"/>
        </w:rPr>
        <w:t>Управлінню</w:t>
      </w:r>
      <w:r w:rsidRPr="006974CF">
        <w:rPr>
          <w:lang w:val="uk-UA"/>
        </w:rPr>
        <w:t xml:space="preserve"> освіти </w:t>
      </w:r>
      <w:r>
        <w:rPr>
          <w:lang w:val="uk-UA"/>
        </w:rPr>
        <w:t>Бахмутськ</w:t>
      </w:r>
      <w:r w:rsidRPr="006974CF">
        <w:rPr>
          <w:lang w:val="uk-UA"/>
        </w:rPr>
        <w:t xml:space="preserve">ої міської ради (Рубцова) забезпечити  своєчасне відкриття </w:t>
      </w:r>
      <w:r>
        <w:rPr>
          <w:lang w:val="uk-UA"/>
        </w:rPr>
        <w:t xml:space="preserve">пришкільних </w:t>
      </w:r>
      <w:r w:rsidRPr="006974CF">
        <w:rPr>
          <w:lang w:val="uk-UA"/>
        </w:rPr>
        <w:t>дитячих оздоровчих таборів</w:t>
      </w:r>
      <w:r>
        <w:rPr>
          <w:lang w:val="uk-UA"/>
        </w:rPr>
        <w:t xml:space="preserve"> та </w:t>
      </w:r>
      <w:r w:rsidRPr="00591C21">
        <w:rPr>
          <w:lang w:val="uk-UA"/>
        </w:rPr>
        <w:t>Бахмутського дитячого заміського закладу оздоровлення та відпочинку “Вогник”</w:t>
      </w:r>
      <w:r w:rsidRPr="006974CF">
        <w:rPr>
          <w:lang w:val="uk-UA"/>
        </w:rPr>
        <w:t xml:space="preserve">. </w:t>
      </w:r>
    </w:p>
    <w:p w:rsidR="00AC5402" w:rsidRPr="002B49BD" w:rsidRDefault="00AC5402" w:rsidP="004408AA">
      <w:pPr>
        <w:jc w:val="both"/>
        <w:rPr>
          <w:color w:val="FF0000"/>
          <w:lang w:val="uk-UA"/>
        </w:rPr>
      </w:pPr>
    </w:p>
    <w:p w:rsidR="00AC5402" w:rsidRPr="00A21D35" w:rsidRDefault="00AC5402" w:rsidP="004408AA">
      <w:pPr>
        <w:jc w:val="both"/>
        <w:rPr>
          <w:lang w:val="uk-UA"/>
        </w:rPr>
      </w:pPr>
      <w:r w:rsidRPr="005D10E5">
        <w:rPr>
          <w:lang w:val="uk-UA"/>
        </w:rPr>
        <w:t xml:space="preserve">            4</w:t>
      </w:r>
      <w:r>
        <w:rPr>
          <w:lang w:val="uk-UA"/>
        </w:rPr>
        <w:t>. Фінансовому у</w:t>
      </w:r>
      <w:r w:rsidRPr="00A21D35">
        <w:rPr>
          <w:lang w:val="uk-UA"/>
        </w:rPr>
        <w:t xml:space="preserve">правлінню Бахмутської міської ради (Ткаченко) спільно з </w:t>
      </w:r>
      <w:r>
        <w:rPr>
          <w:lang w:val="uk-UA"/>
        </w:rPr>
        <w:t>Управлінням</w:t>
      </w:r>
      <w:r w:rsidRPr="00A21D35">
        <w:rPr>
          <w:lang w:val="uk-UA"/>
        </w:rPr>
        <w:t xml:space="preserve"> освіти Бахмутської міської ради (Рубцова) вирішити питання фінансування витрат </w:t>
      </w:r>
      <w:r>
        <w:rPr>
          <w:lang w:val="uk-UA"/>
        </w:rPr>
        <w:t>Управління</w:t>
      </w:r>
      <w:r w:rsidRPr="00A21D35">
        <w:rPr>
          <w:lang w:val="uk-UA"/>
        </w:rPr>
        <w:t xml:space="preserve"> освіти Бахмутської міської ради на оздоровлення  в дитячих оздоровчих таборах </w:t>
      </w:r>
      <w:r>
        <w:rPr>
          <w:lang w:val="uk-UA"/>
        </w:rPr>
        <w:t>у 2017</w:t>
      </w:r>
      <w:r w:rsidRPr="00A21D35">
        <w:rPr>
          <w:lang w:val="uk-UA"/>
        </w:rPr>
        <w:t xml:space="preserve"> році дітей,  які потребують соціальної уваги та підтримки, згідно кошторису витрат (додається).</w:t>
      </w:r>
    </w:p>
    <w:p w:rsidR="00AC5402" w:rsidRPr="005D10E5" w:rsidRDefault="00AC5402" w:rsidP="004408AA">
      <w:pPr>
        <w:ind w:firstLine="900"/>
        <w:jc w:val="both"/>
        <w:rPr>
          <w:lang w:val="uk-UA"/>
        </w:rPr>
      </w:pPr>
    </w:p>
    <w:p w:rsidR="00AC5402" w:rsidRPr="00A21D35" w:rsidRDefault="00AC5402" w:rsidP="004408AA">
      <w:pPr>
        <w:jc w:val="both"/>
        <w:rPr>
          <w:lang w:val="uk-UA"/>
        </w:rPr>
      </w:pPr>
      <w:r w:rsidRPr="005D10E5">
        <w:rPr>
          <w:lang w:val="uk-UA"/>
        </w:rPr>
        <w:t xml:space="preserve">            5. </w:t>
      </w:r>
      <w:r w:rsidRPr="00A21D35">
        <w:rPr>
          <w:lang w:val="uk-UA"/>
        </w:rPr>
        <w:t>Організаційне</w:t>
      </w:r>
      <w:r>
        <w:rPr>
          <w:lang w:val="uk-UA"/>
        </w:rPr>
        <w:t xml:space="preserve"> виконання рішення покласти на Уп</w:t>
      </w:r>
      <w:r w:rsidRPr="00A21D35">
        <w:rPr>
          <w:lang w:val="uk-UA"/>
        </w:rPr>
        <w:t xml:space="preserve">равління молодіжної політики та у справах дітей Бахмутськоїміської ради (Махничева), </w:t>
      </w:r>
      <w:r>
        <w:rPr>
          <w:lang w:val="uk-UA"/>
        </w:rPr>
        <w:t>Управління</w:t>
      </w:r>
      <w:r w:rsidRPr="00A21D35">
        <w:rPr>
          <w:lang w:val="uk-UA"/>
        </w:rPr>
        <w:t xml:space="preserve"> освіти Бахмутської міс</w:t>
      </w:r>
      <w:r>
        <w:rPr>
          <w:lang w:val="uk-UA"/>
        </w:rPr>
        <w:t>ької ради (Рубцова), Фінансове у</w:t>
      </w:r>
      <w:r w:rsidRPr="00A21D35">
        <w:rPr>
          <w:lang w:val="uk-UA"/>
        </w:rPr>
        <w:t>правління Бахмутської міської ради (Ткаченко).</w:t>
      </w:r>
    </w:p>
    <w:p w:rsidR="00AC5402" w:rsidRPr="00A21D35" w:rsidRDefault="00AC5402" w:rsidP="004408AA">
      <w:pPr>
        <w:ind w:firstLine="900"/>
        <w:jc w:val="both"/>
        <w:rPr>
          <w:lang w:val="uk-UA"/>
        </w:rPr>
      </w:pPr>
    </w:p>
    <w:p w:rsidR="00AC5402" w:rsidRPr="005D10E5" w:rsidRDefault="00AC5402" w:rsidP="004408AA">
      <w:pPr>
        <w:ind w:firstLine="900"/>
        <w:jc w:val="both"/>
        <w:rPr>
          <w:lang w:val="uk-UA"/>
        </w:rPr>
      </w:pPr>
      <w:r w:rsidRPr="005D10E5">
        <w:rPr>
          <w:lang w:val="uk-UA"/>
        </w:rPr>
        <w:t xml:space="preserve">6. Контроль за виконанням рішення покласти на заступника міського </w:t>
      </w:r>
      <w:r w:rsidRPr="00D149A4">
        <w:rPr>
          <w:lang w:val="uk-UA"/>
        </w:rPr>
        <w:t xml:space="preserve">голови </w:t>
      </w:r>
      <w:r>
        <w:rPr>
          <w:lang w:val="uk-UA"/>
        </w:rPr>
        <w:t>Точену В.В.</w:t>
      </w:r>
      <w:r w:rsidRPr="00D149A4">
        <w:rPr>
          <w:lang w:val="uk-UA"/>
        </w:rPr>
        <w:t>, першого заступника</w:t>
      </w:r>
      <w:r w:rsidRPr="005D10E5">
        <w:rPr>
          <w:lang w:val="uk-UA"/>
        </w:rPr>
        <w:t xml:space="preserve"> міського голови  Савченко Т.М. </w:t>
      </w:r>
    </w:p>
    <w:p w:rsidR="00AC5402" w:rsidRPr="005D10E5" w:rsidRDefault="00AC5402" w:rsidP="004408AA">
      <w:pPr>
        <w:jc w:val="both"/>
        <w:rPr>
          <w:lang w:val="uk-UA"/>
        </w:rPr>
      </w:pPr>
    </w:p>
    <w:p w:rsidR="00AC5402" w:rsidRPr="005D10E5" w:rsidRDefault="00AC5402" w:rsidP="004408AA">
      <w:pPr>
        <w:jc w:val="both"/>
        <w:rPr>
          <w:lang w:val="uk-UA"/>
        </w:rPr>
      </w:pPr>
    </w:p>
    <w:p w:rsidR="00AC5402" w:rsidRDefault="00AC5402" w:rsidP="004408AA">
      <w:pPr>
        <w:ind w:left="142"/>
        <w:rPr>
          <w:b/>
          <w:lang w:val="uk-UA"/>
        </w:rPr>
      </w:pPr>
    </w:p>
    <w:p w:rsidR="00AC5402" w:rsidRPr="005D10E5" w:rsidRDefault="00AC5402" w:rsidP="004408AA">
      <w:pPr>
        <w:ind w:left="142"/>
        <w:rPr>
          <w:b/>
          <w:lang w:val="uk-UA"/>
        </w:rPr>
      </w:pPr>
      <w:r>
        <w:rPr>
          <w:b/>
          <w:lang w:val="uk-UA"/>
        </w:rPr>
        <w:t>Перший заступник міського голови                             Т.М. Савченко</w:t>
      </w:r>
    </w:p>
    <w:p w:rsidR="00AC5402" w:rsidRPr="005D10E5" w:rsidRDefault="00AC5402" w:rsidP="004408AA">
      <w:pPr>
        <w:ind w:left="1211"/>
        <w:jc w:val="both"/>
        <w:rPr>
          <w:sz w:val="27"/>
          <w:lang w:val="uk-UA"/>
        </w:rPr>
      </w:pPr>
    </w:p>
    <w:p w:rsidR="00AC5402" w:rsidRPr="005D10E5" w:rsidRDefault="00AC5402" w:rsidP="004408AA">
      <w:pPr>
        <w:ind w:left="1211"/>
        <w:jc w:val="both"/>
        <w:rPr>
          <w:sz w:val="27"/>
          <w:lang w:val="uk-UA"/>
        </w:rPr>
      </w:pPr>
    </w:p>
    <w:p w:rsidR="00AC5402" w:rsidRPr="005D10E5" w:rsidRDefault="00AC5402" w:rsidP="004408AA">
      <w:pPr>
        <w:ind w:left="1211"/>
        <w:jc w:val="both"/>
        <w:rPr>
          <w:sz w:val="27"/>
          <w:lang w:val="uk-UA"/>
        </w:rPr>
      </w:pPr>
    </w:p>
    <w:p w:rsidR="00AC5402" w:rsidRPr="005D10E5" w:rsidRDefault="00AC5402" w:rsidP="004408AA">
      <w:pPr>
        <w:ind w:left="1211"/>
        <w:jc w:val="both"/>
        <w:rPr>
          <w:sz w:val="27"/>
          <w:lang w:val="uk-UA"/>
        </w:rPr>
      </w:pPr>
    </w:p>
    <w:p w:rsidR="00AC5402" w:rsidRPr="005D10E5" w:rsidRDefault="00AC5402" w:rsidP="004408AA">
      <w:pPr>
        <w:ind w:left="1211"/>
        <w:jc w:val="both"/>
        <w:rPr>
          <w:sz w:val="27"/>
          <w:lang w:val="uk-UA"/>
        </w:rPr>
      </w:pPr>
    </w:p>
    <w:p w:rsidR="00AC5402" w:rsidRPr="005D10E5" w:rsidRDefault="00AC5402" w:rsidP="004408AA">
      <w:pPr>
        <w:ind w:left="1211"/>
        <w:jc w:val="both"/>
        <w:rPr>
          <w:sz w:val="27"/>
          <w:lang w:val="uk-UA"/>
        </w:rPr>
      </w:pPr>
    </w:p>
    <w:p w:rsidR="00AC5402" w:rsidRPr="005D10E5" w:rsidRDefault="00AC5402" w:rsidP="004408AA">
      <w:pPr>
        <w:ind w:left="1211"/>
        <w:jc w:val="both"/>
        <w:rPr>
          <w:sz w:val="27"/>
          <w:lang w:val="uk-UA"/>
        </w:rPr>
      </w:pPr>
    </w:p>
    <w:p w:rsidR="00AC5402" w:rsidRPr="005D10E5" w:rsidRDefault="00AC5402" w:rsidP="004408AA">
      <w:pPr>
        <w:ind w:left="1211"/>
        <w:jc w:val="both"/>
        <w:rPr>
          <w:sz w:val="27"/>
          <w:lang w:val="uk-UA"/>
        </w:rPr>
      </w:pPr>
    </w:p>
    <w:p w:rsidR="00AC5402" w:rsidRPr="005D10E5" w:rsidRDefault="00AC5402" w:rsidP="004408AA">
      <w:pPr>
        <w:ind w:left="1211"/>
        <w:jc w:val="both"/>
        <w:rPr>
          <w:sz w:val="27"/>
          <w:lang w:val="uk-UA"/>
        </w:rPr>
      </w:pPr>
    </w:p>
    <w:p w:rsidR="00AC5402" w:rsidRDefault="00AC5402" w:rsidP="004408AA">
      <w:pPr>
        <w:pStyle w:val="Heading6"/>
        <w:jc w:val="left"/>
        <w:rPr>
          <w:b w:val="0"/>
          <w:sz w:val="28"/>
        </w:rPr>
      </w:pPr>
    </w:p>
    <w:p w:rsidR="00AC5402" w:rsidRDefault="00AC5402" w:rsidP="004408AA">
      <w:pPr>
        <w:pStyle w:val="Heading6"/>
        <w:jc w:val="left"/>
        <w:rPr>
          <w:b w:val="0"/>
          <w:sz w:val="28"/>
        </w:rPr>
      </w:pPr>
    </w:p>
    <w:p w:rsidR="00AC5402" w:rsidRDefault="00AC5402" w:rsidP="00333916">
      <w:pPr>
        <w:pStyle w:val="Heading6"/>
        <w:rPr>
          <w:b w:val="0"/>
          <w:sz w:val="28"/>
        </w:rPr>
      </w:pPr>
    </w:p>
    <w:p w:rsidR="00AC5402" w:rsidRDefault="00AC5402" w:rsidP="00333916">
      <w:pPr>
        <w:pStyle w:val="Heading6"/>
        <w:rPr>
          <w:b w:val="0"/>
          <w:sz w:val="28"/>
        </w:rPr>
      </w:pPr>
    </w:p>
    <w:p w:rsidR="00AC5402" w:rsidRDefault="00AC5402" w:rsidP="00333916">
      <w:pPr>
        <w:pStyle w:val="Heading6"/>
        <w:rPr>
          <w:b w:val="0"/>
          <w:sz w:val="28"/>
        </w:rPr>
      </w:pPr>
    </w:p>
    <w:p w:rsidR="00AC5402" w:rsidRDefault="00AC5402" w:rsidP="00333916">
      <w:pPr>
        <w:pStyle w:val="Heading6"/>
        <w:rPr>
          <w:b w:val="0"/>
          <w:sz w:val="28"/>
        </w:rPr>
      </w:pPr>
    </w:p>
    <w:p w:rsidR="00AC5402" w:rsidRPr="00BE52B4" w:rsidRDefault="00AC5402" w:rsidP="00BE52B4">
      <w:pPr>
        <w:rPr>
          <w:lang w:val="uk-UA"/>
        </w:rPr>
      </w:pPr>
    </w:p>
    <w:p w:rsidR="00AC5402" w:rsidRDefault="00AC5402" w:rsidP="00333916">
      <w:pPr>
        <w:pStyle w:val="Heading6"/>
      </w:pPr>
    </w:p>
    <w:p w:rsidR="00AC5402" w:rsidRPr="00A21D35" w:rsidRDefault="00AC5402" w:rsidP="004408AA">
      <w:pPr>
        <w:rPr>
          <w:i/>
          <w:lang w:val="uk-UA"/>
        </w:rPr>
      </w:pPr>
    </w:p>
    <w:p w:rsidR="00AC5402" w:rsidRPr="00A21D35" w:rsidRDefault="00AC5402" w:rsidP="00F51112">
      <w:pPr>
        <w:pStyle w:val="Heading3"/>
        <w:ind w:firstLine="540"/>
        <w:jc w:val="center"/>
        <w:rPr>
          <w:rFonts w:ascii="Times New Roman" w:hAnsi="Times New Roman" w:cs="Times New Roman"/>
          <w:b w:val="0"/>
          <w:sz w:val="28"/>
          <w:lang w:val="uk-UA"/>
        </w:rPr>
      </w:pPr>
      <w:r>
        <w:rPr>
          <w:rFonts w:ascii="Times New Roman" w:hAnsi="Times New Roman" w:cs="Times New Roman"/>
          <w:b w:val="0"/>
          <w:sz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lang w:val="uk-UA"/>
        </w:rPr>
        <w:tab/>
      </w:r>
      <w:r>
        <w:rPr>
          <w:rFonts w:ascii="Times New Roman" w:hAnsi="Times New Roman" w:cs="Times New Roman"/>
          <w:b w:val="0"/>
          <w:sz w:val="28"/>
          <w:lang w:val="uk-UA"/>
        </w:rPr>
        <w:tab/>
      </w:r>
      <w:r w:rsidRPr="00A21D35">
        <w:rPr>
          <w:rFonts w:ascii="Times New Roman" w:hAnsi="Times New Roman" w:cs="Times New Roman"/>
          <w:b w:val="0"/>
          <w:sz w:val="28"/>
          <w:lang w:val="uk-UA"/>
        </w:rPr>
        <w:t>ЗАТВЕРДЖЕНО</w:t>
      </w:r>
    </w:p>
    <w:p w:rsidR="00AC5402" w:rsidRDefault="00AC5402" w:rsidP="00F51112">
      <w:pPr>
        <w:ind w:left="5580"/>
        <w:rPr>
          <w:lang w:val="uk-UA"/>
        </w:rPr>
      </w:pPr>
      <w:r w:rsidRPr="00A21D35">
        <w:rPr>
          <w:lang w:val="uk-UA"/>
        </w:rPr>
        <w:t>Рішення  виконкому          Бахмутської міської ради</w:t>
      </w:r>
    </w:p>
    <w:p w:rsidR="00AC5402" w:rsidRPr="00A21D35" w:rsidRDefault="00AC5402" w:rsidP="00F51112">
      <w:pPr>
        <w:rPr>
          <w:i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17.05.2017 №  105</w:t>
      </w:r>
    </w:p>
    <w:p w:rsidR="00AC5402" w:rsidRPr="00A21D35" w:rsidRDefault="00AC5402" w:rsidP="00F51112">
      <w:pPr>
        <w:ind w:left="5580"/>
        <w:rPr>
          <w:lang w:val="uk-UA"/>
        </w:rPr>
      </w:pPr>
    </w:p>
    <w:p w:rsidR="00AC5402" w:rsidRPr="00A21D35" w:rsidRDefault="00AC5402" w:rsidP="004408AA">
      <w:pPr>
        <w:pStyle w:val="Heading1"/>
        <w:jc w:val="center"/>
        <w:rPr>
          <w:rFonts w:ascii="Times New Roman" w:hAnsi="Times New Roman"/>
          <w:lang w:val="uk-UA"/>
        </w:rPr>
      </w:pPr>
      <w:r w:rsidRPr="00A21D35">
        <w:rPr>
          <w:rFonts w:ascii="Times New Roman" w:hAnsi="Times New Roman"/>
          <w:lang w:val="uk-UA"/>
        </w:rPr>
        <w:t>СКЛАД</w:t>
      </w:r>
    </w:p>
    <w:p w:rsidR="00AC5402" w:rsidRDefault="00AC5402" w:rsidP="004408AA">
      <w:pPr>
        <w:jc w:val="center"/>
        <w:rPr>
          <w:b/>
          <w:lang w:val="uk-UA"/>
        </w:rPr>
      </w:pPr>
      <w:r w:rsidRPr="00A21D35">
        <w:rPr>
          <w:b/>
          <w:lang w:val="uk-UA"/>
        </w:rPr>
        <w:t xml:space="preserve">міської міжвідомчої комісії  з організації </w:t>
      </w:r>
      <w:r>
        <w:rPr>
          <w:b/>
          <w:lang w:val="uk-UA"/>
        </w:rPr>
        <w:t xml:space="preserve">влітку </w:t>
      </w:r>
    </w:p>
    <w:p w:rsidR="00AC5402" w:rsidRDefault="00AC5402" w:rsidP="00D906A1">
      <w:pPr>
        <w:jc w:val="center"/>
        <w:rPr>
          <w:b/>
          <w:lang w:val="uk-UA"/>
        </w:rPr>
      </w:pPr>
      <w:r>
        <w:rPr>
          <w:b/>
          <w:lang w:val="uk-UA"/>
        </w:rPr>
        <w:t>2017</w:t>
      </w:r>
      <w:r w:rsidRPr="00A21D35">
        <w:rPr>
          <w:b/>
          <w:lang w:val="uk-UA"/>
        </w:rPr>
        <w:t xml:space="preserve"> рокуоздоровлення та відпочинку дітей, що мешкають </w:t>
      </w:r>
    </w:p>
    <w:p w:rsidR="00AC5402" w:rsidRPr="00A21D35" w:rsidRDefault="00AC5402" w:rsidP="00D906A1">
      <w:pPr>
        <w:jc w:val="center"/>
        <w:rPr>
          <w:b/>
          <w:lang w:val="uk-UA"/>
        </w:rPr>
      </w:pPr>
      <w:r w:rsidRPr="00A21D35">
        <w:rPr>
          <w:b/>
          <w:lang w:val="uk-UA"/>
        </w:rPr>
        <w:t xml:space="preserve">на території </w:t>
      </w:r>
      <w:r>
        <w:rPr>
          <w:b/>
          <w:lang w:val="uk-UA"/>
        </w:rPr>
        <w:t>м. Бахмут</w:t>
      </w:r>
    </w:p>
    <w:p w:rsidR="00AC5402" w:rsidRPr="00A21D35" w:rsidRDefault="00AC5402" w:rsidP="004408AA">
      <w:pPr>
        <w:jc w:val="center"/>
        <w:rPr>
          <w:b/>
          <w:lang w:val="uk-UA"/>
        </w:rPr>
      </w:pPr>
    </w:p>
    <w:tbl>
      <w:tblPr>
        <w:tblW w:w="9288" w:type="dxa"/>
        <w:tblInd w:w="360" w:type="dxa"/>
        <w:tblLayout w:type="fixed"/>
        <w:tblLook w:val="0000"/>
      </w:tblPr>
      <w:tblGrid>
        <w:gridCol w:w="288"/>
        <w:gridCol w:w="3600"/>
        <w:gridCol w:w="5400"/>
      </w:tblGrid>
      <w:tr w:rsidR="00AC5402" w:rsidRPr="00A21D35" w:rsidTr="009805CD">
        <w:tc>
          <w:tcPr>
            <w:tcW w:w="288" w:type="dxa"/>
          </w:tcPr>
          <w:p w:rsidR="00AC5402" w:rsidRPr="00A21D35" w:rsidRDefault="00AC5402" w:rsidP="009805CD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</w:tcPr>
          <w:p w:rsidR="00AC5402" w:rsidRPr="00A21D35" w:rsidRDefault="00AC5402" w:rsidP="009805CD">
            <w:pPr>
              <w:rPr>
                <w:lang w:val="uk-UA"/>
              </w:rPr>
            </w:pPr>
            <w:r>
              <w:rPr>
                <w:lang w:val="uk-UA"/>
              </w:rPr>
              <w:t>Точена Вікторія Володимирівна</w:t>
            </w:r>
          </w:p>
        </w:tc>
        <w:tc>
          <w:tcPr>
            <w:tcW w:w="5400" w:type="dxa"/>
          </w:tcPr>
          <w:p w:rsidR="00AC5402" w:rsidRPr="00A21D35" w:rsidRDefault="00AC5402" w:rsidP="009805CD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>заступник міського голови, голова міської міжвідомчої комісії;</w:t>
            </w:r>
          </w:p>
          <w:p w:rsidR="00AC5402" w:rsidRPr="00A21D35" w:rsidRDefault="00AC5402" w:rsidP="009805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C5402" w:rsidRPr="0050085D" w:rsidTr="009805CD">
        <w:tc>
          <w:tcPr>
            <w:tcW w:w="288" w:type="dxa"/>
          </w:tcPr>
          <w:p w:rsidR="00AC5402" w:rsidRPr="00A21D35" w:rsidRDefault="00AC5402" w:rsidP="009805CD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</w:tcPr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Рубцова</w:t>
            </w:r>
          </w:p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Марина Анатоліївна</w:t>
            </w:r>
          </w:p>
        </w:tc>
        <w:tc>
          <w:tcPr>
            <w:tcW w:w="5400" w:type="dxa"/>
          </w:tcPr>
          <w:p w:rsidR="00AC5402" w:rsidRPr="00A21D35" w:rsidRDefault="00AC5402" w:rsidP="009805CD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начальник </w:t>
            </w:r>
            <w:r>
              <w:rPr>
                <w:lang w:val="uk-UA"/>
              </w:rPr>
              <w:t>Управління</w:t>
            </w:r>
            <w:r w:rsidRPr="00A21D35">
              <w:rPr>
                <w:lang w:val="uk-UA"/>
              </w:rPr>
              <w:t xml:space="preserve"> освіти Бахмутської  міської ради, заступник голови міської міжвідомчої комісії;</w:t>
            </w:r>
          </w:p>
          <w:p w:rsidR="00AC5402" w:rsidRPr="00A21D35" w:rsidRDefault="00AC5402" w:rsidP="009805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C5402" w:rsidRPr="0050085D" w:rsidTr="009805CD">
        <w:tc>
          <w:tcPr>
            <w:tcW w:w="288" w:type="dxa"/>
          </w:tcPr>
          <w:p w:rsidR="00AC5402" w:rsidRPr="00A21D35" w:rsidRDefault="00AC5402" w:rsidP="009805CD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</w:tcPr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Махничева</w:t>
            </w:r>
          </w:p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Людмила Олексіївна</w:t>
            </w:r>
          </w:p>
        </w:tc>
        <w:tc>
          <w:tcPr>
            <w:tcW w:w="5400" w:type="dxa"/>
          </w:tcPr>
          <w:p w:rsidR="00AC5402" w:rsidRPr="00A21D35" w:rsidRDefault="00AC5402" w:rsidP="009805CD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У</w:t>
            </w:r>
            <w:r w:rsidRPr="00A21D35">
              <w:rPr>
                <w:lang w:val="uk-UA"/>
              </w:rPr>
              <w:t>правління молодіжної політики та у справах дітей Бахмутської міської ради, секретар міської міжвідомчої комісії.</w:t>
            </w:r>
          </w:p>
          <w:p w:rsidR="00AC5402" w:rsidRPr="00A21D35" w:rsidRDefault="00AC5402" w:rsidP="009805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AC5402" w:rsidRDefault="00AC5402" w:rsidP="004408AA">
      <w:pPr>
        <w:jc w:val="center"/>
        <w:rPr>
          <w:b/>
          <w:lang w:val="uk-UA"/>
        </w:rPr>
      </w:pPr>
    </w:p>
    <w:p w:rsidR="00AC5402" w:rsidRPr="00A21D35" w:rsidRDefault="00AC5402" w:rsidP="004408AA">
      <w:pPr>
        <w:jc w:val="center"/>
        <w:rPr>
          <w:b/>
          <w:lang w:val="uk-UA"/>
        </w:rPr>
      </w:pPr>
      <w:r w:rsidRPr="00A21D35">
        <w:rPr>
          <w:b/>
          <w:lang w:val="uk-UA"/>
        </w:rPr>
        <w:t>ЧЛЕНИ МІСЬКОЇ  МІЖВІДОМЧОЇ  КОМІСІЇ:</w:t>
      </w:r>
    </w:p>
    <w:p w:rsidR="00AC5402" w:rsidRPr="00D67381" w:rsidRDefault="00AC5402" w:rsidP="004408AA">
      <w:pPr>
        <w:jc w:val="center"/>
        <w:rPr>
          <w:b/>
          <w:color w:val="FF0000"/>
          <w:lang w:val="uk-UA"/>
        </w:rPr>
      </w:pPr>
    </w:p>
    <w:tbl>
      <w:tblPr>
        <w:tblW w:w="0" w:type="auto"/>
        <w:tblInd w:w="360" w:type="dxa"/>
        <w:tblLayout w:type="fixed"/>
        <w:tblLook w:val="0000"/>
      </w:tblPr>
      <w:tblGrid>
        <w:gridCol w:w="288"/>
        <w:gridCol w:w="3600"/>
        <w:gridCol w:w="5423"/>
      </w:tblGrid>
      <w:tr w:rsidR="00AC5402" w:rsidRPr="00D67381" w:rsidTr="00BC7A1A">
        <w:tc>
          <w:tcPr>
            <w:tcW w:w="288" w:type="dxa"/>
          </w:tcPr>
          <w:p w:rsidR="00AC5402" w:rsidRPr="00D67381" w:rsidRDefault="00AC5402" w:rsidP="009805CD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AC5402" w:rsidRPr="004C446C" w:rsidRDefault="00AC5402" w:rsidP="009805CD">
            <w:pPr>
              <w:rPr>
                <w:lang w:val="uk-UA"/>
              </w:rPr>
            </w:pPr>
            <w:r>
              <w:rPr>
                <w:lang w:val="uk-UA"/>
              </w:rPr>
              <w:t>Андрєєва Лариса Миколаївна</w:t>
            </w:r>
          </w:p>
        </w:tc>
        <w:tc>
          <w:tcPr>
            <w:tcW w:w="5423" w:type="dxa"/>
          </w:tcPr>
          <w:p w:rsidR="00AC5402" w:rsidRPr="00A21D35" w:rsidRDefault="00AC5402" w:rsidP="00BC7A1A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в.о. </w:t>
            </w:r>
            <w:r w:rsidRPr="00A21D35">
              <w:rPr>
                <w:lang w:val="uk-UA"/>
              </w:rPr>
              <w:t>начальник</w:t>
            </w:r>
            <w:r>
              <w:rPr>
                <w:lang w:val="uk-UA"/>
              </w:rPr>
              <w:t>аУправління</w:t>
            </w:r>
            <w:r w:rsidRPr="00A21D35">
              <w:rPr>
                <w:lang w:val="uk-UA"/>
              </w:rPr>
              <w:t xml:space="preserve"> культури Бахмутської міської ради;</w:t>
            </w:r>
          </w:p>
          <w:p w:rsidR="00AC5402" w:rsidRPr="004C446C" w:rsidRDefault="00AC5402" w:rsidP="00BC7A1A">
            <w:pPr>
              <w:ind w:left="360"/>
              <w:jc w:val="both"/>
              <w:rPr>
                <w:lang w:val="uk-UA"/>
              </w:rPr>
            </w:pPr>
          </w:p>
        </w:tc>
      </w:tr>
      <w:tr w:rsidR="00AC5402" w:rsidRPr="00D67381" w:rsidTr="00BC7A1A">
        <w:tc>
          <w:tcPr>
            <w:tcW w:w="288" w:type="dxa"/>
          </w:tcPr>
          <w:p w:rsidR="00AC5402" w:rsidRPr="00D67381" w:rsidRDefault="00AC5402" w:rsidP="009805CD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AC5402" w:rsidRPr="004C446C" w:rsidRDefault="00AC5402" w:rsidP="009805CD">
            <w:pPr>
              <w:rPr>
                <w:lang w:val="uk-UA"/>
              </w:rPr>
            </w:pPr>
            <w:r w:rsidRPr="004C446C">
              <w:rPr>
                <w:lang w:val="uk-UA"/>
              </w:rPr>
              <w:t>Вялкова</w:t>
            </w:r>
          </w:p>
          <w:p w:rsidR="00AC5402" w:rsidRPr="004C446C" w:rsidRDefault="00AC5402" w:rsidP="009805CD">
            <w:pPr>
              <w:rPr>
                <w:lang w:val="uk-UA"/>
              </w:rPr>
            </w:pPr>
            <w:r w:rsidRPr="004C446C">
              <w:rPr>
                <w:lang w:val="uk-UA"/>
              </w:rPr>
              <w:t>Лариса Григорівна</w:t>
            </w:r>
          </w:p>
          <w:p w:rsidR="00AC5402" w:rsidRPr="004C446C" w:rsidRDefault="00AC5402" w:rsidP="009805C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423" w:type="dxa"/>
          </w:tcPr>
          <w:p w:rsidR="00AC5402" w:rsidRPr="004C446C" w:rsidRDefault="00AC5402" w:rsidP="009805CD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4C446C">
              <w:rPr>
                <w:lang w:val="uk-UA"/>
              </w:rPr>
              <w:t>директор товариства з обмеженою</w:t>
            </w:r>
          </w:p>
          <w:p w:rsidR="00AC5402" w:rsidRPr="004C446C" w:rsidRDefault="00AC5402" w:rsidP="009805CD">
            <w:pPr>
              <w:ind w:left="360"/>
              <w:jc w:val="both"/>
              <w:rPr>
                <w:lang w:val="uk-UA"/>
              </w:rPr>
            </w:pPr>
            <w:r w:rsidRPr="004C446C">
              <w:rPr>
                <w:lang w:val="uk-UA"/>
              </w:rPr>
              <w:t xml:space="preserve">відповідальністю «Школярик» </w:t>
            </w:r>
          </w:p>
          <w:p w:rsidR="00AC5402" w:rsidRPr="004C446C" w:rsidRDefault="00AC5402" w:rsidP="009805CD">
            <w:pPr>
              <w:ind w:left="360"/>
              <w:jc w:val="both"/>
              <w:rPr>
                <w:lang w:val="uk-UA"/>
              </w:rPr>
            </w:pPr>
            <w:r w:rsidRPr="004C446C">
              <w:rPr>
                <w:lang w:val="uk-UA"/>
              </w:rPr>
              <w:t>(за згодою);</w:t>
            </w:r>
          </w:p>
          <w:p w:rsidR="00AC5402" w:rsidRPr="004C446C" w:rsidRDefault="00AC5402" w:rsidP="009805CD">
            <w:pPr>
              <w:ind w:left="360"/>
              <w:jc w:val="both"/>
              <w:rPr>
                <w:lang w:val="uk-UA"/>
              </w:rPr>
            </w:pPr>
          </w:p>
        </w:tc>
      </w:tr>
      <w:tr w:rsidR="00AC5402" w:rsidRPr="00D67381" w:rsidTr="00BC7A1A">
        <w:trPr>
          <w:trHeight w:val="1267"/>
        </w:trPr>
        <w:tc>
          <w:tcPr>
            <w:tcW w:w="288" w:type="dxa"/>
          </w:tcPr>
          <w:p w:rsidR="00AC5402" w:rsidRPr="00D67381" w:rsidRDefault="00AC5402" w:rsidP="009805CD">
            <w:pPr>
              <w:jc w:val="right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Капленко</w:t>
            </w:r>
          </w:p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Ольга Петрівна</w:t>
            </w:r>
          </w:p>
          <w:p w:rsidR="00AC5402" w:rsidRPr="00A21D35" w:rsidRDefault="00AC5402" w:rsidP="009805CD">
            <w:pPr>
              <w:rPr>
                <w:lang w:val="uk-UA"/>
              </w:rPr>
            </w:pPr>
          </w:p>
          <w:p w:rsidR="00AC5402" w:rsidRPr="00A21D35" w:rsidRDefault="00AC5402" w:rsidP="009805CD">
            <w:pPr>
              <w:rPr>
                <w:lang w:val="uk-UA"/>
              </w:rPr>
            </w:pPr>
          </w:p>
        </w:tc>
        <w:tc>
          <w:tcPr>
            <w:tcW w:w="5423" w:type="dxa"/>
          </w:tcPr>
          <w:p w:rsidR="00AC5402" w:rsidRPr="00A21D35" w:rsidRDefault="00AC5402" w:rsidP="009805CD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>голова постійної комісії Бахмутської міської ради з питань молодіжної політики, освіти, культури  і спорту</w:t>
            </w:r>
          </w:p>
          <w:p w:rsidR="00AC5402" w:rsidRPr="00A21D35" w:rsidRDefault="00AC5402" w:rsidP="009805CD">
            <w:p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     (за згодою);</w:t>
            </w:r>
          </w:p>
          <w:p w:rsidR="00AC5402" w:rsidRPr="00A21D35" w:rsidRDefault="00AC5402" w:rsidP="009805CD">
            <w:pPr>
              <w:jc w:val="both"/>
              <w:rPr>
                <w:lang w:val="uk-UA"/>
              </w:rPr>
            </w:pPr>
          </w:p>
        </w:tc>
      </w:tr>
      <w:tr w:rsidR="00AC5402" w:rsidRPr="00D67381" w:rsidTr="00BC7A1A">
        <w:trPr>
          <w:trHeight w:val="789"/>
        </w:trPr>
        <w:tc>
          <w:tcPr>
            <w:tcW w:w="288" w:type="dxa"/>
          </w:tcPr>
          <w:p w:rsidR="00AC5402" w:rsidRPr="00D67381" w:rsidRDefault="00AC5402" w:rsidP="009805CD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Лис</w:t>
            </w:r>
          </w:p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Віктор Мілентійович</w:t>
            </w:r>
          </w:p>
        </w:tc>
        <w:tc>
          <w:tcPr>
            <w:tcW w:w="5423" w:type="dxa"/>
          </w:tcPr>
          <w:p w:rsidR="00AC5402" w:rsidRPr="00F95D47" w:rsidRDefault="00AC5402" w:rsidP="009805CD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F95D47">
              <w:rPr>
                <w:lang w:val="uk-UA"/>
              </w:rPr>
              <w:t>начальник Упра</w:t>
            </w:r>
            <w:r>
              <w:rPr>
                <w:lang w:val="uk-UA"/>
              </w:rPr>
              <w:t>в</w:t>
            </w:r>
            <w:r w:rsidRPr="00F95D47">
              <w:rPr>
                <w:lang w:val="uk-UA"/>
              </w:rPr>
              <w:t>ління з питань  фізичної</w:t>
            </w:r>
            <w:r>
              <w:rPr>
                <w:lang w:val="uk-UA"/>
              </w:rPr>
              <w:t xml:space="preserve"> культури </w:t>
            </w:r>
            <w:r w:rsidRPr="00F95D47">
              <w:rPr>
                <w:lang w:val="uk-UA"/>
              </w:rPr>
              <w:t>та спорту Бахмутської міської ради;</w:t>
            </w:r>
          </w:p>
          <w:p w:rsidR="00AC5402" w:rsidRPr="00A21D35" w:rsidRDefault="00AC5402" w:rsidP="009805CD">
            <w:pPr>
              <w:jc w:val="both"/>
              <w:rPr>
                <w:lang w:val="uk-UA"/>
              </w:rPr>
            </w:pPr>
          </w:p>
        </w:tc>
      </w:tr>
      <w:tr w:rsidR="00AC5402" w:rsidRPr="00D67381" w:rsidTr="00BC7A1A">
        <w:tc>
          <w:tcPr>
            <w:tcW w:w="288" w:type="dxa"/>
          </w:tcPr>
          <w:p w:rsidR="00AC5402" w:rsidRPr="00D67381" w:rsidRDefault="00AC5402" w:rsidP="009805CD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Миронова Олена Олександрівна</w:t>
            </w:r>
          </w:p>
        </w:tc>
        <w:tc>
          <w:tcPr>
            <w:tcW w:w="5423" w:type="dxa"/>
          </w:tcPr>
          <w:p w:rsidR="00AC5402" w:rsidRDefault="00AC5402" w:rsidP="009805CD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начальник </w:t>
            </w:r>
            <w:r>
              <w:rPr>
                <w:lang w:val="uk-UA"/>
              </w:rPr>
              <w:t>Управління</w:t>
            </w:r>
            <w:r w:rsidRPr="00A21D35">
              <w:rPr>
                <w:lang w:val="uk-UA"/>
              </w:rPr>
              <w:t xml:space="preserve"> охорони здоров’я Бахмутської міської ради;</w:t>
            </w:r>
          </w:p>
          <w:p w:rsidR="00AC5402" w:rsidRPr="00A21D35" w:rsidRDefault="00AC5402" w:rsidP="009805CD">
            <w:pPr>
              <w:ind w:left="360"/>
              <w:jc w:val="both"/>
              <w:rPr>
                <w:lang w:val="uk-UA"/>
              </w:rPr>
            </w:pPr>
          </w:p>
        </w:tc>
      </w:tr>
      <w:tr w:rsidR="00AC5402" w:rsidRPr="00D67381" w:rsidTr="000E31DA">
        <w:tc>
          <w:tcPr>
            <w:tcW w:w="288" w:type="dxa"/>
          </w:tcPr>
          <w:p w:rsidR="00AC5402" w:rsidRPr="00D67381" w:rsidRDefault="00AC5402" w:rsidP="009805CD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Сподіна</w:t>
            </w:r>
          </w:p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>Інна Володимирівна</w:t>
            </w:r>
          </w:p>
        </w:tc>
        <w:tc>
          <w:tcPr>
            <w:tcW w:w="5423" w:type="dxa"/>
          </w:tcPr>
          <w:p w:rsidR="00AC5402" w:rsidRPr="00A21D35" w:rsidRDefault="00AC5402" w:rsidP="009805CD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У</w:t>
            </w:r>
            <w:r w:rsidRPr="00A21D35">
              <w:rPr>
                <w:lang w:val="uk-UA"/>
              </w:rPr>
              <w:t xml:space="preserve">правління праці та соціального захисту населення Бахмутської міської ради; </w:t>
            </w:r>
          </w:p>
          <w:p w:rsidR="00AC5402" w:rsidRPr="00A21D35" w:rsidRDefault="00AC5402" w:rsidP="009805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C5402" w:rsidRPr="00D67381" w:rsidTr="000E31DA">
        <w:tc>
          <w:tcPr>
            <w:tcW w:w="288" w:type="dxa"/>
          </w:tcPr>
          <w:p w:rsidR="00AC5402" w:rsidRPr="00D67381" w:rsidRDefault="00AC5402" w:rsidP="009805CD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 xml:space="preserve">Ткаченко </w:t>
            </w:r>
          </w:p>
          <w:p w:rsidR="00AC5402" w:rsidRPr="00A21D35" w:rsidRDefault="00AC5402" w:rsidP="009805CD">
            <w:pPr>
              <w:rPr>
                <w:lang w:val="uk-UA"/>
              </w:rPr>
            </w:pPr>
            <w:r w:rsidRPr="00A21D35">
              <w:rPr>
                <w:lang w:val="uk-UA"/>
              </w:rPr>
              <w:t xml:space="preserve">Олексій Миколайович </w:t>
            </w:r>
          </w:p>
        </w:tc>
        <w:tc>
          <w:tcPr>
            <w:tcW w:w="5423" w:type="dxa"/>
          </w:tcPr>
          <w:p w:rsidR="00AC5402" w:rsidRPr="00A21D35" w:rsidRDefault="00AC5402" w:rsidP="009805CD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Фінансового у</w:t>
            </w:r>
            <w:r w:rsidRPr="00A21D35">
              <w:rPr>
                <w:lang w:val="uk-UA"/>
              </w:rPr>
              <w:t>пра</w:t>
            </w:r>
            <w:r>
              <w:rPr>
                <w:lang w:val="uk-UA"/>
              </w:rPr>
              <w:t>вління Бахмутської міської ради;</w:t>
            </w:r>
          </w:p>
          <w:p w:rsidR="00AC5402" w:rsidRPr="00A21D35" w:rsidRDefault="00AC5402" w:rsidP="009805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C5402" w:rsidRPr="00D67381" w:rsidTr="000E31DA">
        <w:tc>
          <w:tcPr>
            <w:tcW w:w="288" w:type="dxa"/>
          </w:tcPr>
          <w:p w:rsidR="00AC5402" w:rsidRPr="00D67381" w:rsidRDefault="00AC5402" w:rsidP="00BC7A1A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AC5402" w:rsidRPr="000E31DA" w:rsidRDefault="00AC5402" w:rsidP="00BC7A1A">
            <w:pPr>
              <w:rPr>
                <w:lang w:val="uk-UA"/>
              </w:rPr>
            </w:pPr>
            <w:r w:rsidRPr="000E31DA">
              <w:rPr>
                <w:lang w:val="uk-UA"/>
              </w:rPr>
              <w:t>Шульженко</w:t>
            </w:r>
          </w:p>
          <w:p w:rsidR="00AC5402" w:rsidRPr="000E31DA" w:rsidRDefault="00AC5402" w:rsidP="000E31DA">
            <w:pPr>
              <w:rPr>
                <w:lang w:val="uk-UA"/>
              </w:rPr>
            </w:pPr>
            <w:r w:rsidRPr="000E31DA">
              <w:rPr>
                <w:lang w:val="uk-UA"/>
              </w:rPr>
              <w:t>Олександр Петрович</w:t>
            </w:r>
          </w:p>
        </w:tc>
        <w:tc>
          <w:tcPr>
            <w:tcW w:w="5423" w:type="dxa"/>
          </w:tcPr>
          <w:p w:rsidR="00AC5402" w:rsidRPr="000E31DA" w:rsidRDefault="00AC5402" w:rsidP="00BC7A1A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0E31DA">
              <w:rPr>
                <w:lang w:val="uk-UA"/>
              </w:rPr>
              <w:t xml:space="preserve">в.о.начальника </w:t>
            </w:r>
            <w:r>
              <w:rPr>
                <w:lang w:val="uk-UA"/>
              </w:rPr>
              <w:t xml:space="preserve">Управління </w:t>
            </w:r>
            <w:r w:rsidRPr="000E31DA">
              <w:rPr>
                <w:lang w:val="uk-UA"/>
              </w:rPr>
              <w:t>Держпродспоживслужби в Артемівському районі  (за згодою).</w:t>
            </w:r>
          </w:p>
          <w:p w:rsidR="00AC5402" w:rsidRPr="000E31DA" w:rsidRDefault="00AC5402" w:rsidP="00BC7A1A">
            <w:pPr>
              <w:jc w:val="both"/>
              <w:rPr>
                <w:lang w:val="uk-UA"/>
              </w:rPr>
            </w:pPr>
          </w:p>
        </w:tc>
      </w:tr>
    </w:tbl>
    <w:p w:rsidR="00AC5402" w:rsidRPr="00A21D35" w:rsidRDefault="00AC5402" w:rsidP="004408AA">
      <w:pPr>
        <w:pStyle w:val="BodyText"/>
        <w:spacing w:after="0"/>
        <w:rPr>
          <w:b/>
          <w:i/>
          <w:lang w:val="uk-UA"/>
        </w:rPr>
      </w:pPr>
    </w:p>
    <w:p w:rsidR="00AC5402" w:rsidRPr="00A21D35" w:rsidRDefault="00AC5402" w:rsidP="004408AA">
      <w:pPr>
        <w:pStyle w:val="BodyText"/>
        <w:spacing w:after="0"/>
        <w:rPr>
          <w:b/>
          <w:i/>
          <w:lang w:val="uk-UA"/>
        </w:rPr>
      </w:pPr>
    </w:p>
    <w:p w:rsidR="00AC5402" w:rsidRPr="00A21D35" w:rsidRDefault="00AC5402" w:rsidP="004408AA">
      <w:pPr>
        <w:rPr>
          <w:b/>
          <w:i/>
          <w:szCs w:val="28"/>
          <w:lang w:val="uk-UA"/>
        </w:rPr>
      </w:pPr>
      <w:r w:rsidRPr="00A21D35">
        <w:rPr>
          <w:b/>
          <w:i/>
          <w:szCs w:val="28"/>
          <w:lang w:val="uk-UA"/>
        </w:rPr>
        <w:t>Керуючий справами виконкому</w:t>
      </w:r>
    </w:p>
    <w:p w:rsidR="00AC5402" w:rsidRPr="00A21D35" w:rsidRDefault="00AC5402" w:rsidP="004408AA">
      <w:pPr>
        <w:rPr>
          <w:szCs w:val="28"/>
          <w:lang w:val="uk-UA"/>
        </w:rPr>
      </w:pPr>
      <w:r w:rsidRPr="00A21D35">
        <w:rPr>
          <w:b/>
          <w:i/>
          <w:szCs w:val="28"/>
          <w:lang w:val="uk-UA"/>
        </w:rPr>
        <w:t>Бахмутської міської ради</w:t>
      </w:r>
      <w:r w:rsidRPr="00A21D35">
        <w:rPr>
          <w:b/>
          <w:i/>
          <w:szCs w:val="28"/>
          <w:lang w:val="uk-UA"/>
        </w:rPr>
        <w:tab/>
      </w:r>
      <w:r w:rsidRPr="00A21D35">
        <w:rPr>
          <w:b/>
          <w:i/>
          <w:szCs w:val="28"/>
          <w:lang w:val="uk-UA"/>
        </w:rPr>
        <w:tab/>
      </w:r>
      <w:r w:rsidRPr="00A21D35">
        <w:rPr>
          <w:b/>
          <w:i/>
          <w:szCs w:val="28"/>
          <w:lang w:val="uk-UA"/>
        </w:rPr>
        <w:tab/>
      </w:r>
      <w:r w:rsidRPr="00A21D35">
        <w:rPr>
          <w:b/>
          <w:i/>
          <w:szCs w:val="28"/>
          <w:lang w:val="uk-UA"/>
        </w:rPr>
        <w:tab/>
        <w:t xml:space="preserve">                Т.І. Недашковська</w:t>
      </w:r>
    </w:p>
    <w:p w:rsidR="00AC5402" w:rsidRPr="00A21D35" w:rsidRDefault="00AC5402" w:rsidP="004408AA">
      <w:pPr>
        <w:pStyle w:val="BodyText"/>
        <w:spacing w:after="0"/>
        <w:rPr>
          <w:sz w:val="24"/>
          <w:szCs w:val="24"/>
          <w:lang w:val="uk-UA"/>
        </w:rPr>
      </w:pPr>
    </w:p>
    <w:p w:rsidR="00AC5402" w:rsidRPr="00D67381" w:rsidRDefault="00AC5402" w:rsidP="004408AA">
      <w:pPr>
        <w:pStyle w:val="BodyText"/>
        <w:spacing w:after="0"/>
        <w:rPr>
          <w:color w:val="FF0000"/>
          <w:sz w:val="24"/>
          <w:szCs w:val="24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jc w:val="both"/>
        <w:rPr>
          <w:color w:val="FF0000"/>
          <w:lang w:val="uk-UA"/>
        </w:rPr>
      </w:pPr>
    </w:p>
    <w:p w:rsidR="00AC5402" w:rsidRPr="00D67381" w:rsidRDefault="00AC5402" w:rsidP="004408AA">
      <w:pPr>
        <w:ind w:left="6120"/>
        <w:jc w:val="both"/>
        <w:rPr>
          <w:color w:val="FF0000"/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Default="00AC5402" w:rsidP="004408AA">
      <w:pPr>
        <w:ind w:left="6120"/>
        <w:jc w:val="both"/>
        <w:rPr>
          <w:lang w:val="uk-UA"/>
        </w:rPr>
      </w:pPr>
    </w:p>
    <w:p w:rsidR="00AC5402" w:rsidRPr="00A21D35" w:rsidRDefault="00AC5402" w:rsidP="004408AA">
      <w:pPr>
        <w:ind w:left="6120"/>
        <w:jc w:val="both"/>
        <w:rPr>
          <w:lang w:val="uk-UA"/>
        </w:rPr>
      </w:pPr>
      <w:r w:rsidRPr="00A21D35">
        <w:rPr>
          <w:lang w:val="uk-UA"/>
        </w:rPr>
        <w:t>ЗАТВЕРДЖЕНО</w:t>
      </w:r>
    </w:p>
    <w:p w:rsidR="00AC5402" w:rsidRPr="00A21D35" w:rsidRDefault="00AC5402" w:rsidP="004408AA">
      <w:pPr>
        <w:ind w:left="6120"/>
        <w:jc w:val="both"/>
        <w:rPr>
          <w:lang w:val="uk-UA"/>
        </w:rPr>
      </w:pPr>
      <w:r w:rsidRPr="00A21D35">
        <w:rPr>
          <w:lang w:val="uk-UA"/>
        </w:rPr>
        <w:t>Рішення виконкому</w:t>
      </w:r>
    </w:p>
    <w:p w:rsidR="00AC5402" w:rsidRPr="00A21D35" w:rsidRDefault="00AC5402" w:rsidP="004408AA">
      <w:pPr>
        <w:ind w:left="6120"/>
        <w:jc w:val="both"/>
        <w:rPr>
          <w:lang w:val="uk-UA"/>
        </w:rPr>
      </w:pPr>
      <w:r w:rsidRPr="00A21D35">
        <w:rPr>
          <w:lang w:val="uk-UA"/>
        </w:rPr>
        <w:t xml:space="preserve">Бахмутської міської ради </w:t>
      </w:r>
    </w:p>
    <w:p w:rsidR="00AC5402" w:rsidRPr="00A21D35" w:rsidRDefault="00AC5402" w:rsidP="004408AA">
      <w:pPr>
        <w:ind w:left="6120"/>
        <w:jc w:val="both"/>
        <w:rPr>
          <w:lang w:val="uk-UA"/>
        </w:rPr>
      </w:pPr>
      <w:r>
        <w:rPr>
          <w:lang w:val="uk-UA"/>
        </w:rPr>
        <w:t>17.05.2017 № 105</w:t>
      </w:r>
    </w:p>
    <w:p w:rsidR="00AC5402" w:rsidRPr="00A21D35" w:rsidRDefault="00AC5402" w:rsidP="004408AA">
      <w:pPr>
        <w:pStyle w:val="Header"/>
        <w:tabs>
          <w:tab w:val="clear" w:pos="4153"/>
          <w:tab w:val="clear" w:pos="8306"/>
        </w:tabs>
        <w:rPr>
          <w:i/>
          <w:lang w:val="uk-UA"/>
        </w:rPr>
      </w:pPr>
    </w:p>
    <w:p w:rsidR="00AC5402" w:rsidRPr="00A21D35" w:rsidRDefault="00AC5402" w:rsidP="004408AA">
      <w:pPr>
        <w:rPr>
          <w:lang w:val="uk-UA"/>
        </w:rPr>
      </w:pPr>
    </w:p>
    <w:p w:rsidR="00AC5402" w:rsidRPr="00A21D35" w:rsidRDefault="00AC5402" w:rsidP="004408AA">
      <w:pPr>
        <w:pStyle w:val="Heading3"/>
        <w:ind w:hanging="851"/>
        <w:jc w:val="center"/>
        <w:rPr>
          <w:rFonts w:ascii="Times New Roman" w:hAnsi="Times New Roman"/>
          <w:sz w:val="28"/>
          <w:lang w:val="uk-UA"/>
        </w:rPr>
      </w:pPr>
      <w:r w:rsidRPr="00A21D35">
        <w:rPr>
          <w:rFonts w:ascii="Times New Roman" w:hAnsi="Times New Roman"/>
          <w:sz w:val="28"/>
          <w:lang w:val="uk-UA"/>
        </w:rPr>
        <w:t xml:space="preserve">        СКЛАД</w:t>
      </w:r>
    </w:p>
    <w:p w:rsidR="00AC5402" w:rsidRPr="00A21D35" w:rsidRDefault="00AC5402" w:rsidP="004408AA">
      <w:pPr>
        <w:pStyle w:val="BodyText"/>
        <w:jc w:val="center"/>
        <w:rPr>
          <w:b/>
          <w:lang w:val="uk-UA"/>
        </w:rPr>
      </w:pPr>
      <w:r w:rsidRPr="00A21D35">
        <w:rPr>
          <w:b/>
          <w:lang w:val="uk-UA"/>
        </w:rPr>
        <w:t>комісії із розподілу путівок для оздоровлення у літній період 201</w:t>
      </w:r>
      <w:r>
        <w:rPr>
          <w:b/>
          <w:lang w:val="uk-UA"/>
        </w:rPr>
        <w:t>7</w:t>
      </w:r>
      <w:r w:rsidRPr="00A21D35">
        <w:rPr>
          <w:b/>
          <w:lang w:val="uk-UA"/>
        </w:rPr>
        <w:t xml:space="preserve"> року дітей,  які потребують соціальної уваги та підтримки</w:t>
      </w:r>
    </w:p>
    <w:p w:rsidR="00AC5402" w:rsidRPr="00A21D35" w:rsidRDefault="00AC5402" w:rsidP="004408AA">
      <w:pPr>
        <w:pStyle w:val="BodyText"/>
        <w:rPr>
          <w:lang w:val="uk-UA"/>
        </w:rPr>
      </w:pPr>
    </w:p>
    <w:tbl>
      <w:tblPr>
        <w:tblW w:w="9634" w:type="dxa"/>
        <w:tblLayout w:type="fixed"/>
        <w:tblLook w:val="0000"/>
      </w:tblPr>
      <w:tblGrid>
        <w:gridCol w:w="288"/>
        <w:gridCol w:w="3960"/>
        <w:gridCol w:w="5386"/>
      </w:tblGrid>
      <w:tr w:rsidR="00AC5402" w:rsidRPr="00BC7A1A" w:rsidTr="00FB25AA">
        <w:tc>
          <w:tcPr>
            <w:tcW w:w="288" w:type="dxa"/>
          </w:tcPr>
          <w:p w:rsidR="00AC5402" w:rsidRPr="00BC7A1A" w:rsidRDefault="00AC5402" w:rsidP="009805CD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AC5402" w:rsidRPr="00BC7A1A" w:rsidRDefault="00AC5402" w:rsidP="009805CD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Махничева</w:t>
            </w:r>
          </w:p>
          <w:p w:rsidR="00AC5402" w:rsidRPr="00BC7A1A" w:rsidRDefault="00AC5402" w:rsidP="009805CD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 xml:space="preserve">Людмила Олексіївна </w:t>
            </w:r>
          </w:p>
        </w:tc>
        <w:tc>
          <w:tcPr>
            <w:tcW w:w="5386" w:type="dxa"/>
          </w:tcPr>
          <w:p w:rsidR="00AC5402" w:rsidRPr="00BC7A1A" w:rsidRDefault="00AC5402" w:rsidP="009805CD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 xml:space="preserve">- начальник Управління молодіжної політики та у справах дітей Бахмутськоїміської ради, </w:t>
            </w:r>
            <w:r w:rsidRPr="00BC7A1A">
              <w:rPr>
                <w:i/>
                <w:lang w:val="uk-UA"/>
              </w:rPr>
              <w:t>голова комісії;</w:t>
            </w:r>
          </w:p>
        </w:tc>
      </w:tr>
      <w:tr w:rsidR="00AC5402" w:rsidRPr="0050085D" w:rsidTr="00FB25AA">
        <w:tc>
          <w:tcPr>
            <w:tcW w:w="288" w:type="dxa"/>
          </w:tcPr>
          <w:p w:rsidR="00AC5402" w:rsidRPr="00BC7A1A" w:rsidRDefault="00AC5402" w:rsidP="009805CD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AC5402" w:rsidRPr="00BC7A1A" w:rsidRDefault="00AC5402" w:rsidP="009805CD">
            <w:pPr>
              <w:pStyle w:val="Heading5"/>
              <w:jc w:val="both"/>
              <w:rPr>
                <w:b w:val="0"/>
                <w:i w:val="0"/>
                <w:sz w:val="28"/>
                <w:lang w:val="uk-UA"/>
              </w:rPr>
            </w:pPr>
            <w:r w:rsidRPr="00BC7A1A">
              <w:rPr>
                <w:b w:val="0"/>
                <w:i w:val="0"/>
                <w:sz w:val="28"/>
                <w:lang w:val="uk-UA"/>
              </w:rPr>
              <w:t>Перепадья</w:t>
            </w:r>
          </w:p>
          <w:p w:rsidR="00AC5402" w:rsidRPr="00BC7A1A" w:rsidRDefault="00AC5402" w:rsidP="009805CD">
            <w:pPr>
              <w:rPr>
                <w:lang w:val="uk-UA"/>
              </w:rPr>
            </w:pPr>
            <w:r w:rsidRPr="00BC7A1A">
              <w:rPr>
                <w:lang w:val="uk-UA"/>
              </w:rPr>
              <w:t xml:space="preserve">Надія Вікторівна </w:t>
            </w:r>
          </w:p>
        </w:tc>
        <w:tc>
          <w:tcPr>
            <w:tcW w:w="5386" w:type="dxa"/>
          </w:tcPr>
          <w:p w:rsidR="00AC5402" w:rsidRPr="00BC7A1A" w:rsidRDefault="00AC5402" w:rsidP="009805CD">
            <w:pPr>
              <w:jc w:val="both"/>
              <w:rPr>
                <w:lang w:val="uk-UA"/>
              </w:rPr>
            </w:pPr>
          </w:p>
          <w:p w:rsidR="00AC5402" w:rsidRPr="00BC7A1A" w:rsidRDefault="00AC5402" w:rsidP="009805CD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 xml:space="preserve">- начальник відділу молодіжної політики Управління молодіжної політики та у справах дітей Бахмутської міської ради, </w:t>
            </w:r>
            <w:r w:rsidRPr="00BC7A1A">
              <w:rPr>
                <w:i/>
                <w:lang w:val="uk-UA"/>
              </w:rPr>
              <w:t>секретар комісії.</w:t>
            </w:r>
          </w:p>
        </w:tc>
      </w:tr>
      <w:tr w:rsidR="00AC5402" w:rsidRPr="00BC7A1A" w:rsidTr="00FB25AA">
        <w:tc>
          <w:tcPr>
            <w:tcW w:w="288" w:type="dxa"/>
          </w:tcPr>
          <w:p w:rsidR="00AC5402" w:rsidRPr="00BC7A1A" w:rsidRDefault="00AC5402" w:rsidP="009805CD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AC5402" w:rsidRPr="00BC7A1A" w:rsidRDefault="00AC5402" w:rsidP="009805CD">
            <w:pPr>
              <w:rPr>
                <w:i/>
                <w:lang w:val="uk-UA"/>
              </w:rPr>
            </w:pPr>
            <w:r w:rsidRPr="00BC7A1A">
              <w:rPr>
                <w:i/>
                <w:lang w:val="uk-UA"/>
              </w:rPr>
              <w:t>Члени комісії:</w:t>
            </w:r>
          </w:p>
          <w:p w:rsidR="00AC5402" w:rsidRPr="00BC7A1A" w:rsidRDefault="00AC5402" w:rsidP="009805CD">
            <w:pPr>
              <w:rPr>
                <w:i/>
                <w:lang w:val="uk-UA"/>
              </w:rPr>
            </w:pPr>
          </w:p>
        </w:tc>
        <w:tc>
          <w:tcPr>
            <w:tcW w:w="5386" w:type="dxa"/>
          </w:tcPr>
          <w:p w:rsidR="00AC5402" w:rsidRPr="00BC7A1A" w:rsidRDefault="00AC5402" w:rsidP="009805CD">
            <w:pPr>
              <w:jc w:val="center"/>
              <w:rPr>
                <w:b/>
                <w:lang w:val="uk-UA"/>
              </w:rPr>
            </w:pPr>
          </w:p>
        </w:tc>
      </w:tr>
      <w:tr w:rsidR="00AC5402" w:rsidRPr="00BC7A1A" w:rsidTr="00FB25AA">
        <w:tc>
          <w:tcPr>
            <w:tcW w:w="288" w:type="dxa"/>
          </w:tcPr>
          <w:p w:rsidR="00AC5402" w:rsidRPr="00BC7A1A" w:rsidRDefault="00AC5402" w:rsidP="00FB25AA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Андрєєва</w:t>
            </w:r>
          </w:p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Лариса Миколаївна</w:t>
            </w:r>
          </w:p>
          <w:p w:rsidR="00AC5402" w:rsidRPr="00BC7A1A" w:rsidRDefault="00AC5402" w:rsidP="00FB25AA">
            <w:pPr>
              <w:jc w:val="both"/>
              <w:rPr>
                <w:lang w:val="uk-UA"/>
              </w:rPr>
            </w:pPr>
          </w:p>
        </w:tc>
        <w:tc>
          <w:tcPr>
            <w:tcW w:w="5386" w:type="dxa"/>
          </w:tcPr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 xml:space="preserve">- </w:t>
            </w:r>
            <w:r>
              <w:rPr>
                <w:lang w:val="uk-UA"/>
              </w:rPr>
              <w:t xml:space="preserve">в.о. </w:t>
            </w:r>
            <w:r w:rsidRPr="00BC7A1A">
              <w:rPr>
                <w:lang w:val="uk-UA"/>
              </w:rPr>
              <w:t>начальник</w:t>
            </w:r>
            <w:r>
              <w:rPr>
                <w:lang w:val="uk-UA"/>
              </w:rPr>
              <w:t>а</w:t>
            </w:r>
            <w:r w:rsidRPr="00BC7A1A">
              <w:rPr>
                <w:lang w:val="uk-UA"/>
              </w:rPr>
              <w:t xml:space="preserve"> Управління культури Бахмутськоїміської ради;</w:t>
            </w:r>
          </w:p>
        </w:tc>
      </w:tr>
      <w:tr w:rsidR="00AC5402" w:rsidRPr="0050085D" w:rsidTr="00FB25AA">
        <w:tc>
          <w:tcPr>
            <w:tcW w:w="288" w:type="dxa"/>
          </w:tcPr>
          <w:p w:rsidR="00AC5402" w:rsidRPr="00BC7A1A" w:rsidRDefault="00AC5402" w:rsidP="00FB25AA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AC5402" w:rsidRPr="00BC7A1A" w:rsidRDefault="00AC5402" w:rsidP="00FB25AA">
            <w:pPr>
              <w:pStyle w:val="Header"/>
              <w:tabs>
                <w:tab w:val="clear" w:pos="4153"/>
                <w:tab w:val="clear" w:pos="8306"/>
              </w:tabs>
              <w:rPr>
                <w:lang w:val="uk-UA"/>
              </w:rPr>
            </w:pPr>
            <w:r w:rsidRPr="00BC7A1A">
              <w:rPr>
                <w:lang w:val="uk-UA"/>
              </w:rPr>
              <w:t>Капленко</w:t>
            </w:r>
          </w:p>
          <w:p w:rsidR="00AC5402" w:rsidRPr="00BC7A1A" w:rsidRDefault="00AC5402" w:rsidP="00FB25AA">
            <w:pPr>
              <w:pStyle w:val="Header"/>
              <w:tabs>
                <w:tab w:val="clear" w:pos="4153"/>
                <w:tab w:val="clear" w:pos="8306"/>
              </w:tabs>
              <w:rPr>
                <w:lang w:val="uk-UA"/>
              </w:rPr>
            </w:pPr>
            <w:r w:rsidRPr="00BC7A1A">
              <w:rPr>
                <w:lang w:val="uk-UA"/>
              </w:rPr>
              <w:t>Ольга Петрівна</w:t>
            </w:r>
          </w:p>
        </w:tc>
        <w:tc>
          <w:tcPr>
            <w:tcW w:w="5386" w:type="dxa"/>
          </w:tcPr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- голова постійної комісії Бахмутської міської ради з питань молодіжної політики, освіти, культури і спорту (за згодою);</w:t>
            </w:r>
          </w:p>
          <w:p w:rsidR="00AC5402" w:rsidRPr="00BC7A1A" w:rsidRDefault="00AC5402" w:rsidP="00FB25AA">
            <w:pPr>
              <w:jc w:val="both"/>
              <w:rPr>
                <w:lang w:val="uk-UA"/>
              </w:rPr>
            </w:pPr>
          </w:p>
        </w:tc>
      </w:tr>
      <w:tr w:rsidR="00AC5402" w:rsidRPr="00BC7A1A" w:rsidTr="00FB25AA">
        <w:tc>
          <w:tcPr>
            <w:tcW w:w="288" w:type="dxa"/>
          </w:tcPr>
          <w:p w:rsidR="00AC5402" w:rsidRPr="00BC7A1A" w:rsidRDefault="00AC5402" w:rsidP="00FB25AA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Лис</w:t>
            </w:r>
          </w:p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Віктор Мілентійович</w:t>
            </w:r>
          </w:p>
        </w:tc>
        <w:tc>
          <w:tcPr>
            <w:tcW w:w="5386" w:type="dxa"/>
          </w:tcPr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- начальник Управління з питань   фізичної культури та спорту Бахмутської міської ради;</w:t>
            </w:r>
          </w:p>
          <w:p w:rsidR="00AC5402" w:rsidRPr="00BC7A1A" w:rsidRDefault="00AC5402" w:rsidP="00FB25AA">
            <w:pPr>
              <w:jc w:val="both"/>
              <w:rPr>
                <w:lang w:val="uk-UA"/>
              </w:rPr>
            </w:pPr>
          </w:p>
        </w:tc>
      </w:tr>
      <w:tr w:rsidR="00AC5402" w:rsidRPr="00BC7A1A" w:rsidTr="00FB25AA">
        <w:tc>
          <w:tcPr>
            <w:tcW w:w="288" w:type="dxa"/>
          </w:tcPr>
          <w:p w:rsidR="00AC5402" w:rsidRPr="00BC7A1A" w:rsidRDefault="00AC5402" w:rsidP="00FB25AA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 xml:space="preserve">Таранник </w:t>
            </w:r>
          </w:p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Алла Панасівна</w:t>
            </w:r>
          </w:p>
        </w:tc>
        <w:tc>
          <w:tcPr>
            <w:tcW w:w="5386" w:type="dxa"/>
          </w:tcPr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- заступник начальника Управління освіти Бахмутської</w:t>
            </w:r>
            <w:r>
              <w:rPr>
                <w:lang w:val="uk-UA"/>
              </w:rPr>
              <w:t>міської ради;</w:t>
            </w:r>
          </w:p>
        </w:tc>
      </w:tr>
      <w:tr w:rsidR="00AC5402" w:rsidRPr="00BC7A1A" w:rsidTr="00FB25AA">
        <w:tc>
          <w:tcPr>
            <w:tcW w:w="288" w:type="dxa"/>
          </w:tcPr>
          <w:p w:rsidR="00AC5402" w:rsidRPr="00BC7A1A" w:rsidRDefault="00AC5402" w:rsidP="00FB25AA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AC5402" w:rsidRPr="00BC7A1A" w:rsidRDefault="00AC5402" w:rsidP="00FB25AA">
            <w:pPr>
              <w:jc w:val="both"/>
              <w:rPr>
                <w:lang w:val="uk-UA"/>
              </w:rPr>
            </w:pPr>
          </w:p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Хворастухіна</w:t>
            </w:r>
          </w:p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Людмила Володимирівна</w:t>
            </w:r>
          </w:p>
        </w:tc>
        <w:tc>
          <w:tcPr>
            <w:tcW w:w="5386" w:type="dxa"/>
          </w:tcPr>
          <w:p w:rsidR="00AC5402" w:rsidRPr="00BC7A1A" w:rsidRDefault="00AC5402" w:rsidP="00FB25AA">
            <w:pPr>
              <w:jc w:val="both"/>
              <w:rPr>
                <w:lang w:val="uk-UA"/>
              </w:rPr>
            </w:pPr>
          </w:p>
          <w:p w:rsidR="00AC5402" w:rsidRPr="00BC7A1A" w:rsidRDefault="00AC5402" w:rsidP="00FB25AA">
            <w:pPr>
              <w:jc w:val="both"/>
              <w:rPr>
                <w:lang w:val="uk-UA"/>
              </w:rPr>
            </w:pPr>
            <w:r w:rsidRPr="00BC7A1A">
              <w:rPr>
                <w:lang w:val="uk-UA"/>
              </w:rPr>
              <w:t>-директор Бахмутського міського центру соціальних служб для сім’ї, дітей та молоді</w:t>
            </w:r>
            <w:r>
              <w:rPr>
                <w:lang w:val="uk-UA"/>
              </w:rPr>
              <w:t>.</w:t>
            </w:r>
          </w:p>
        </w:tc>
      </w:tr>
    </w:tbl>
    <w:p w:rsidR="00AC5402" w:rsidRPr="00BC7A1A" w:rsidRDefault="00AC5402" w:rsidP="004408AA">
      <w:pPr>
        <w:pStyle w:val="Heading6"/>
        <w:jc w:val="both"/>
        <w:rPr>
          <w:i/>
          <w:sz w:val="28"/>
        </w:rPr>
      </w:pPr>
    </w:p>
    <w:p w:rsidR="00AC5402" w:rsidRPr="009E06D9" w:rsidRDefault="00AC5402" w:rsidP="004408AA">
      <w:pPr>
        <w:rPr>
          <w:lang w:val="uk-UA"/>
        </w:rPr>
      </w:pPr>
    </w:p>
    <w:p w:rsidR="00AC5402" w:rsidRPr="009E06D9" w:rsidRDefault="00AC5402" w:rsidP="004408AA">
      <w:pPr>
        <w:rPr>
          <w:b/>
          <w:i/>
          <w:szCs w:val="28"/>
          <w:lang w:val="uk-UA"/>
        </w:rPr>
      </w:pPr>
      <w:r w:rsidRPr="009E06D9">
        <w:rPr>
          <w:b/>
          <w:i/>
          <w:szCs w:val="28"/>
          <w:lang w:val="uk-UA"/>
        </w:rPr>
        <w:t>Керуючий  справами виконкому</w:t>
      </w:r>
    </w:p>
    <w:p w:rsidR="00AC5402" w:rsidRPr="009E06D9" w:rsidRDefault="00AC5402" w:rsidP="004408AA">
      <w:pPr>
        <w:rPr>
          <w:szCs w:val="28"/>
          <w:lang w:val="uk-UA"/>
        </w:rPr>
      </w:pPr>
      <w:r w:rsidRPr="009E06D9">
        <w:rPr>
          <w:b/>
          <w:i/>
          <w:szCs w:val="28"/>
          <w:lang w:val="uk-UA"/>
        </w:rPr>
        <w:t>Бахмутської міської ради</w:t>
      </w:r>
      <w:r w:rsidRPr="009E06D9">
        <w:rPr>
          <w:b/>
          <w:i/>
          <w:szCs w:val="28"/>
          <w:lang w:val="uk-UA"/>
        </w:rPr>
        <w:tab/>
      </w:r>
      <w:r w:rsidRPr="009E06D9">
        <w:rPr>
          <w:b/>
          <w:i/>
          <w:szCs w:val="28"/>
          <w:lang w:val="uk-UA"/>
        </w:rPr>
        <w:tab/>
      </w:r>
      <w:r w:rsidRPr="009E06D9">
        <w:rPr>
          <w:b/>
          <w:i/>
          <w:szCs w:val="28"/>
          <w:lang w:val="uk-UA"/>
        </w:rPr>
        <w:tab/>
      </w:r>
      <w:r w:rsidRPr="009E06D9">
        <w:rPr>
          <w:b/>
          <w:i/>
          <w:szCs w:val="28"/>
          <w:lang w:val="uk-UA"/>
        </w:rPr>
        <w:tab/>
        <w:t xml:space="preserve">                Т.І. Недашковська</w:t>
      </w:r>
    </w:p>
    <w:p w:rsidR="00AC5402" w:rsidRPr="009E06D9" w:rsidRDefault="00AC5402" w:rsidP="004408AA">
      <w:pPr>
        <w:pStyle w:val="Heading6"/>
        <w:jc w:val="both"/>
        <w:rPr>
          <w:b w:val="0"/>
          <w:i/>
          <w:sz w:val="24"/>
        </w:rPr>
      </w:pPr>
    </w:p>
    <w:p w:rsidR="00AC5402" w:rsidRDefault="00AC5402" w:rsidP="00022CCF">
      <w:pPr>
        <w:jc w:val="both"/>
        <w:rPr>
          <w:lang w:val="uk-UA"/>
        </w:rPr>
      </w:pPr>
    </w:p>
    <w:p w:rsidR="00AC5402" w:rsidRDefault="00AC5402" w:rsidP="004408AA">
      <w:pPr>
        <w:ind w:left="6300"/>
        <w:jc w:val="both"/>
        <w:rPr>
          <w:lang w:val="uk-UA"/>
        </w:rPr>
      </w:pPr>
    </w:p>
    <w:p w:rsidR="00AC5402" w:rsidRPr="005D10E5" w:rsidRDefault="00AC5402" w:rsidP="004408AA">
      <w:pPr>
        <w:ind w:left="6300"/>
        <w:jc w:val="both"/>
        <w:rPr>
          <w:lang w:val="uk-UA"/>
        </w:rPr>
      </w:pPr>
      <w:r w:rsidRPr="005D10E5">
        <w:rPr>
          <w:lang w:val="uk-UA"/>
        </w:rPr>
        <w:t>ЗАТВЕРДЖЕНО</w:t>
      </w:r>
    </w:p>
    <w:p w:rsidR="00AC5402" w:rsidRPr="005D10E5" w:rsidRDefault="00AC5402" w:rsidP="004408AA">
      <w:pPr>
        <w:ind w:left="6300"/>
        <w:jc w:val="both"/>
        <w:rPr>
          <w:lang w:val="uk-UA"/>
        </w:rPr>
      </w:pPr>
      <w:r w:rsidRPr="005D10E5">
        <w:rPr>
          <w:lang w:val="uk-UA"/>
        </w:rPr>
        <w:t xml:space="preserve">Рішення виконкому </w:t>
      </w:r>
      <w:r>
        <w:rPr>
          <w:lang w:val="uk-UA"/>
        </w:rPr>
        <w:t>Бахмутської</w:t>
      </w:r>
      <w:r w:rsidRPr="005D10E5">
        <w:rPr>
          <w:lang w:val="uk-UA"/>
        </w:rPr>
        <w:t xml:space="preserve"> міської ради </w:t>
      </w:r>
    </w:p>
    <w:p w:rsidR="00AC5402" w:rsidRPr="005D10E5" w:rsidRDefault="00AC5402" w:rsidP="004408AA">
      <w:pPr>
        <w:ind w:left="6300"/>
        <w:jc w:val="both"/>
        <w:rPr>
          <w:lang w:val="uk-UA"/>
        </w:rPr>
      </w:pPr>
      <w:r>
        <w:rPr>
          <w:lang w:val="uk-UA"/>
        </w:rPr>
        <w:t>17.05.2017 № 105</w:t>
      </w:r>
    </w:p>
    <w:p w:rsidR="00AC5402" w:rsidRPr="00022CCF" w:rsidRDefault="00AC5402" w:rsidP="004408AA">
      <w:pPr>
        <w:rPr>
          <w:i/>
          <w:sz w:val="16"/>
          <w:szCs w:val="16"/>
          <w:lang w:val="uk-UA"/>
        </w:rPr>
      </w:pPr>
    </w:p>
    <w:p w:rsidR="00AC5402" w:rsidRPr="005D10E5" w:rsidRDefault="00AC5402" w:rsidP="004408AA">
      <w:pPr>
        <w:pStyle w:val="Heading2"/>
        <w:jc w:val="center"/>
        <w:rPr>
          <w:rFonts w:ascii="Times New Roman" w:hAnsi="Times New Roman"/>
          <w:i w:val="0"/>
          <w:lang w:val="uk-UA"/>
        </w:rPr>
      </w:pPr>
      <w:r w:rsidRPr="005D10E5">
        <w:rPr>
          <w:rFonts w:ascii="Times New Roman" w:hAnsi="Times New Roman"/>
          <w:i w:val="0"/>
          <w:lang w:val="uk-UA"/>
        </w:rPr>
        <w:t>ПЛАН</w:t>
      </w:r>
    </w:p>
    <w:p w:rsidR="00AC5402" w:rsidRPr="005D10E5" w:rsidRDefault="00AC5402" w:rsidP="004408AA">
      <w:pPr>
        <w:pBdr>
          <w:bottom w:val="thinThickSmallGap" w:sz="24" w:space="1" w:color="auto"/>
        </w:pBdr>
        <w:jc w:val="center"/>
        <w:rPr>
          <w:b/>
          <w:lang w:val="uk-UA"/>
        </w:rPr>
      </w:pPr>
      <w:r w:rsidRPr="005D10E5">
        <w:rPr>
          <w:b/>
          <w:lang w:val="uk-UA"/>
        </w:rPr>
        <w:t xml:space="preserve">заходів  щодо організації </w:t>
      </w:r>
      <w:r>
        <w:rPr>
          <w:b/>
          <w:lang w:val="uk-UA"/>
        </w:rPr>
        <w:t xml:space="preserve">влітку 2017 року </w:t>
      </w:r>
      <w:r w:rsidRPr="005D10E5">
        <w:rPr>
          <w:b/>
          <w:lang w:val="uk-UA"/>
        </w:rPr>
        <w:t xml:space="preserve">оздоровлення та відпочинку дітей, що мешкають на території </w:t>
      </w:r>
      <w:r>
        <w:rPr>
          <w:b/>
          <w:lang w:val="uk-UA"/>
        </w:rPr>
        <w:t>м. Бахмут</w:t>
      </w:r>
    </w:p>
    <w:p w:rsidR="00AC5402" w:rsidRPr="00022CCF" w:rsidRDefault="00AC5402" w:rsidP="004408AA">
      <w:pPr>
        <w:rPr>
          <w:sz w:val="16"/>
          <w:szCs w:val="16"/>
          <w:lang w:val="uk-UA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111"/>
        <w:gridCol w:w="1829"/>
        <w:gridCol w:w="3240"/>
      </w:tblGrid>
      <w:tr w:rsidR="00AC5402" w:rsidRPr="005D10E5" w:rsidTr="009805CD">
        <w:tc>
          <w:tcPr>
            <w:tcW w:w="540" w:type="dxa"/>
          </w:tcPr>
          <w:p w:rsidR="00AC5402" w:rsidRPr="005D10E5" w:rsidRDefault="00AC5402" w:rsidP="009805CD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№ з/п</w:t>
            </w:r>
          </w:p>
        </w:tc>
        <w:tc>
          <w:tcPr>
            <w:tcW w:w="4111" w:type="dxa"/>
          </w:tcPr>
          <w:p w:rsidR="00AC5402" w:rsidRPr="005D10E5" w:rsidRDefault="00AC5402" w:rsidP="009805CD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Зміст заходів</w:t>
            </w:r>
          </w:p>
        </w:tc>
        <w:tc>
          <w:tcPr>
            <w:tcW w:w="1829" w:type="dxa"/>
          </w:tcPr>
          <w:p w:rsidR="00AC5402" w:rsidRPr="005D10E5" w:rsidRDefault="00AC5402" w:rsidP="009805CD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Термін виконання</w:t>
            </w:r>
          </w:p>
        </w:tc>
        <w:tc>
          <w:tcPr>
            <w:tcW w:w="3240" w:type="dxa"/>
          </w:tcPr>
          <w:p w:rsidR="00AC5402" w:rsidRPr="005D10E5" w:rsidRDefault="00AC5402" w:rsidP="009805CD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Відповідальні</w:t>
            </w:r>
          </w:p>
        </w:tc>
      </w:tr>
      <w:tr w:rsidR="00AC5402" w:rsidRPr="0050085D" w:rsidTr="009805CD">
        <w:tc>
          <w:tcPr>
            <w:tcW w:w="540" w:type="dxa"/>
          </w:tcPr>
          <w:p w:rsidR="00AC5402" w:rsidRPr="00622DCD" w:rsidRDefault="00AC5402" w:rsidP="009805CD">
            <w:pPr>
              <w:jc w:val="both"/>
              <w:rPr>
                <w:lang w:val="uk-UA"/>
              </w:rPr>
            </w:pPr>
            <w:r w:rsidRPr="00622DCD">
              <w:rPr>
                <w:lang w:val="uk-UA"/>
              </w:rPr>
              <w:t>1</w:t>
            </w:r>
          </w:p>
        </w:tc>
        <w:tc>
          <w:tcPr>
            <w:tcW w:w="4111" w:type="dxa"/>
          </w:tcPr>
          <w:p w:rsidR="00AC5402" w:rsidRPr="00622DCD" w:rsidRDefault="00AC5402" w:rsidP="009805CD">
            <w:pPr>
              <w:jc w:val="both"/>
              <w:rPr>
                <w:lang w:val="uk-UA"/>
              </w:rPr>
            </w:pPr>
            <w:r w:rsidRPr="00622DCD">
              <w:rPr>
                <w:lang w:val="uk-UA"/>
              </w:rPr>
              <w:t>Організувати оздоровлення дітей у мережі дошкільних закладів Управління освіти Бахмутської міської ради.</w:t>
            </w:r>
          </w:p>
        </w:tc>
        <w:tc>
          <w:tcPr>
            <w:tcW w:w="1829" w:type="dxa"/>
          </w:tcPr>
          <w:p w:rsidR="00AC5402" w:rsidRPr="00622DCD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2017</w:t>
            </w:r>
            <w:r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622DCD" w:rsidRDefault="00AC5402" w:rsidP="009805CD">
            <w:pPr>
              <w:jc w:val="both"/>
              <w:rPr>
                <w:lang w:val="uk-UA"/>
              </w:rPr>
            </w:pPr>
            <w:r w:rsidRPr="00622DCD">
              <w:rPr>
                <w:lang w:val="uk-UA"/>
              </w:rPr>
              <w:t>Управління освіти Бахмутської міської ради (далі - Управління освіти)</w:t>
            </w:r>
          </w:p>
        </w:tc>
      </w:tr>
      <w:tr w:rsidR="00AC5402" w:rsidRPr="0050085D" w:rsidTr="009805CD">
        <w:tc>
          <w:tcPr>
            <w:tcW w:w="540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2</w:t>
            </w:r>
          </w:p>
        </w:tc>
        <w:tc>
          <w:tcPr>
            <w:tcW w:w="4111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Забезпечити оздоровлення та відпочинок дітей, враховуючи при цьому першочергову потребу в оздоровленні та відпочинку дітей, які потребують соціальної уваги та підтримки.</w:t>
            </w:r>
          </w:p>
        </w:tc>
        <w:tc>
          <w:tcPr>
            <w:tcW w:w="1829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2017</w:t>
            </w:r>
            <w:r w:rsidRPr="009E06D9">
              <w:rPr>
                <w:lang w:val="uk-UA"/>
              </w:rPr>
              <w:t xml:space="preserve"> року </w:t>
            </w:r>
          </w:p>
        </w:tc>
        <w:tc>
          <w:tcPr>
            <w:tcW w:w="3240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Управління молодіжної політики та у справах дітей Бахмутської міської ради (далі- УМПСД), </w:t>
            </w:r>
            <w:r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освіти </w:t>
            </w:r>
          </w:p>
        </w:tc>
      </w:tr>
      <w:tr w:rsidR="00AC5402" w:rsidRPr="006974CF" w:rsidTr="009805CD">
        <w:tc>
          <w:tcPr>
            <w:tcW w:w="540" w:type="dxa"/>
          </w:tcPr>
          <w:p w:rsidR="00AC5402" w:rsidRPr="000257AF" w:rsidRDefault="00AC5402" w:rsidP="009805CD">
            <w:pPr>
              <w:jc w:val="both"/>
              <w:rPr>
                <w:lang w:val="uk-UA"/>
              </w:rPr>
            </w:pPr>
            <w:r w:rsidRPr="000257AF">
              <w:rPr>
                <w:lang w:val="uk-UA"/>
              </w:rPr>
              <w:t>3</w:t>
            </w:r>
          </w:p>
        </w:tc>
        <w:tc>
          <w:tcPr>
            <w:tcW w:w="4111" w:type="dxa"/>
          </w:tcPr>
          <w:p w:rsidR="00AC5402" w:rsidRPr="000257AF" w:rsidRDefault="00AC5402" w:rsidP="0077108F">
            <w:pPr>
              <w:jc w:val="both"/>
              <w:rPr>
                <w:lang w:val="uk-UA"/>
              </w:rPr>
            </w:pPr>
            <w:r w:rsidRPr="000257AF">
              <w:rPr>
                <w:lang w:val="uk-UA"/>
              </w:rPr>
              <w:t xml:space="preserve">Провести наради з керівниками пришкільних дитячих таборів та </w:t>
            </w:r>
            <w:r w:rsidRPr="000257AF">
              <w:rPr>
                <w:szCs w:val="28"/>
                <w:lang w:val="uk-UA"/>
              </w:rPr>
              <w:t>Бахмутського</w:t>
            </w:r>
            <w:r>
              <w:rPr>
                <w:szCs w:val="28"/>
                <w:lang w:val="uk-UA"/>
              </w:rPr>
              <w:t xml:space="preserve"> дитячого заміського </w:t>
            </w:r>
            <w:r w:rsidRPr="000257AF">
              <w:rPr>
                <w:szCs w:val="28"/>
                <w:lang w:val="uk-UA"/>
              </w:rPr>
              <w:t>закладу</w:t>
            </w:r>
            <w:r>
              <w:rPr>
                <w:szCs w:val="28"/>
                <w:lang w:val="uk-UA"/>
              </w:rPr>
              <w:t xml:space="preserve"> оздоровлення та відпочинку </w:t>
            </w:r>
            <w:r w:rsidRPr="000257AF">
              <w:rPr>
                <w:szCs w:val="28"/>
                <w:lang w:val="uk-UA"/>
              </w:rPr>
              <w:t xml:space="preserve"> «Вогник» </w:t>
            </w:r>
            <w:r w:rsidRPr="000257AF">
              <w:rPr>
                <w:lang w:val="uk-UA"/>
              </w:rPr>
              <w:t xml:space="preserve">щодо організації оздоровчої кампанії. </w:t>
            </w:r>
          </w:p>
        </w:tc>
        <w:tc>
          <w:tcPr>
            <w:tcW w:w="1829" w:type="dxa"/>
          </w:tcPr>
          <w:p w:rsidR="00AC5402" w:rsidRPr="000257AF" w:rsidRDefault="00AC5402" w:rsidP="009805CD">
            <w:pPr>
              <w:jc w:val="both"/>
              <w:rPr>
                <w:lang w:val="uk-UA"/>
              </w:rPr>
            </w:pPr>
            <w:r w:rsidRPr="000257AF">
              <w:rPr>
                <w:lang w:val="uk-UA"/>
              </w:rPr>
              <w:t>травень -червень 2017 року</w:t>
            </w:r>
          </w:p>
        </w:tc>
        <w:tc>
          <w:tcPr>
            <w:tcW w:w="3240" w:type="dxa"/>
          </w:tcPr>
          <w:p w:rsidR="00AC5402" w:rsidRPr="000257AF" w:rsidRDefault="00AC5402" w:rsidP="000257AF">
            <w:pPr>
              <w:jc w:val="both"/>
              <w:rPr>
                <w:lang w:val="uk-UA"/>
              </w:rPr>
            </w:pPr>
            <w:r w:rsidRPr="000257AF">
              <w:rPr>
                <w:lang w:val="uk-UA"/>
              </w:rPr>
              <w:t>УМПСД, Управління освіти</w:t>
            </w:r>
          </w:p>
        </w:tc>
      </w:tr>
      <w:tr w:rsidR="00AC5402" w:rsidRPr="006974CF" w:rsidTr="009805CD">
        <w:tc>
          <w:tcPr>
            <w:tcW w:w="5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4</w:t>
            </w:r>
          </w:p>
        </w:tc>
        <w:tc>
          <w:tcPr>
            <w:tcW w:w="4111" w:type="dxa"/>
          </w:tcPr>
          <w:p w:rsidR="00AC5402" w:rsidRPr="00D67381" w:rsidRDefault="00AC5402" w:rsidP="00AC5104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Провести семінари з навчання та  підготовки педагогічних кадрів д</w:t>
            </w:r>
            <w:r>
              <w:rPr>
                <w:lang w:val="uk-UA"/>
              </w:rPr>
              <w:t xml:space="preserve">ля </w:t>
            </w:r>
            <w:r w:rsidRPr="00D67381">
              <w:rPr>
                <w:lang w:val="uk-UA"/>
              </w:rPr>
              <w:t xml:space="preserve">роботи в </w:t>
            </w:r>
            <w:r w:rsidRPr="000257AF">
              <w:rPr>
                <w:lang w:val="uk-UA"/>
              </w:rPr>
              <w:t xml:space="preserve">пришкільних дитячих </w:t>
            </w:r>
            <w:r>
              <w:rPr>
                <w:lang w:val="uk-UA"/>
              </w:rPr>
              <w:t>таборах</w:t>
            </w:r>
            <w:r w:rsidRPr="000257AF">
              <w:rPr>
                <w:lang w:val="uk-UA"/>
              </w:rPr>
              <w:t xml:space="preserve"> та  </w:t>
            </w:r>
            <w:r>
              <w:rPr>
                <w:szCs w:val="28"/>
                <w:lang w:val="uk-UA"/>
              </w:rPr>
              <w:t>Бахмутському дитячому</w:t>
            </w:r>
            <w:r w:rsidRPr="000257AF">
              <w:rPr>
                <w:szCs w:val="28"/>
                <w:lang w:val="uk-UA"/>
              </w:rPr>
              <w:t xml:space="preserve"> замісько</w:t>
            </w:r>
            <w:r>
              <w:rPr>
                <w:szCs w:val="28"/>
                <w:lang w:val="uk-UA"/>
              </w:rPr>
              <w:t>му</w:t>
            </w:r>
            <w:r w:rsidRPr="000257AF">
              <w:rPr>
                <w:szCs w:val="28"/>
                <w:lang w:val="uk-UA"/>
              </w:rPr>
              <w:t xml:space="preserve"> заклад</w:t>
            </w:r>
            <w:r>
              <w:rPr>
                <w:szCs w:val="28"/>
                <w:lang w:val="uk-UA"/>
              </w:rPr>
              <w:t>і</w:t>
            </w:r>
            <w:r w:rsidRPr="000257AF">
              <w:rPr>
                <w:szCs w:val="28"/>
                <w:lang w:val="uk-UA"/>
              </w:rPr>
              <w:t xml:space="preserve"> оздоровлення </w:t>
            </w:r>
            <w:r>
              <w:rPr>
                <w:szCs w:val="28"/>
                <w:lang w:val="uk-UA"/>
              </w:rPr>
              <w:t>та</w:t>
            </w:r>
            <w:r w:rsidRPr="000257AF">
              <w:rPr>
                <w:szCs w:val="28"/>
                <w:lang w:val="uk-UA"/>
              </w:rPr>
              <w:t xml:space="preserve"> відпочинку «Вогник»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829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 -червень 2017</w:t>
            </w:r>
            <w:r w:rsidRPr="00D67381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  <w:r w:rsidRPr="00D67381">
              <w:rPr>
                <w:lang w:val="uk-UA"/>
              </w:rPr>
              <w:t xml:space="preserve"> освіти </w:t>
            </w:r>
          </w:p>
        </w:tc>
      </w:tr>
      <w:tr w:rsidR="00AC5402" w:rsidRPr="0050085D" w:rsidTr="009805CD">
        <w:tc>
          <w:tcPr>
            <w:tcW w:w="5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5</w:t>
            </w:r>
          </w:p>
        </w:tc>
        <w:tc>
          <w:tcPr>
            <w:tcW w:w="4111" w:type="dxa"/>
          </w:tcPr>
          <w:p w:rsidR="00AC5402" w:rsidRPr="00D67381" w:rsidRDefault="00AC5402" w:rsidP="0077108F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Вживати заходи щодо підвищення ефективності оздоровчих послуг для дітей, посилення медичного компоненту в діяльності </w:t>
            </w:r>
            <w:r w:rsidRPr="000257AF">
              <w:rPr>
                <w:lang w:val="uk-UA"/>
              </w:rPr>
              <w:t xml:space="preserve">пришкільних дитячих таборів та  </w:t>
            </w:r>
            <w:r w:rsidRPr="000257AF">
              <w:rPr>
                <w:szCs w:val="28"/>
                <w:lang w:val="uk-UA"/>
              </w:rPr>
              <w:t>Бахмутського</w:t>
            </w:r>
            <w:r>
              <w:rPr>
                <w:szCs w:val="28"/>
                <w:lang w:val="uk-UA"/>
              </w:rPr>
              <w:t xml:space="preserve">дитячого </w:t>
            </w:r>
            <w:r w:rsidRPr="000257AF">
              <w:rPr>
                <w:szCs w:val="28"/>
                <w:lang w:val="uk-UA"/>
              </w:rPr>
              <w:t xml:space="preserve">заміського закладу оздоровлення </w:t>
            </w:r>
            <w:r>
              <w:rPr>
                <w:szCs w:val="28"/>
                <w:lang w:val="uk-UA"/>
              </w:rPr>
              <w:t>та</w:t>
            </w:r>
            <w:r w:rsidRPr="000257AF">
              <w:rPr>
                <w:szCs w:val="28"/>
                <w:lang w:val="uk-UA"/>
              </w:rPr>
              <w:t xml:space="preserve"> відпочинку «Вогник»</w:t>
            </w:r>
            <w:r w:rsidRPr="00D67381">
              <w:rPr>
                <w:lang w:val="uk-UA"/>
              </w:rPr>
              <w:t xml:space="preserve">. Аналізувати стан травматизму в дитячих оздоровчих закладах. </w:t>
            </w:r>
          </w:p>
        </w:tc>
        <w:tc>
          <w:tcPr>
            <w:tcW w:w="1829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2017</w:t>
            </w:r>
            <w:r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охорони здоров’я Бахмутської міської ради, </w:t>
            </w:r>
            <w:r>
              <w:rPr>
                <w:lang w:val="uk-UA"/>
              </w:rPr>
              <w:t>У</w:t>
            </w:r>
            <w:r w:rsidRPr="009E06D9">
              <w:rPr>
                <w:lang w:val="uk-UA"/>
              </w:rPr>
              <w:t>правління праці та соціального захисту населення Бахмутськоїміської ради (далі-УПСЗН)</w:t>
            </w:r>
          </w:p>
        </w:tc>
      </w:tr>
      <w:tr w:rsidR="00AC5402" w:rsidRPr="009E06D9" w:rsidTr="009805CD">
        <w:tc>
          <w:tcPr>
            <w:tcW w:w="5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6</w:t>
            </w:r>
          </w:p>
        </w:tc>
        <w:tc>
          <w:tcPr>
            <w:tcW w:w="4111" w:type="dxa"/>
          </w:tcPr>
          <w:p w:rsidR="00AC5402" w:rsidRPr="00D67381" w:rsidRDefault="00AC5402" w:rsidP="0077108F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Забезпечити охорону громадського порядку у місцях відпочинку дітей, безпечні умови перебування дітей в </w:t>
            </w:r>
            <w:r w:rsidRPr="000257AF">
              <w:rPr>
                <w:lang w:val="uk-UA"/>
              </w:rPr>
              <w:t xml:space="preserve">пришкільних дитячих </w:t>
            </w:r>
            <w:r>
              <w:rPr>
                <w:lang w:val="uk-UA"/>
              </w:rPr>
              <w:t>таборах</w:t>
            </w:r>
            <w:r w:rsidRPr="000257AF">
              <w:rPr>
                <w:lang w:val="uk-UA"/>
              </w:rPr>
              <w:t xml:space="preserve"> та  </w:t>
            </w:r>
            <w:r>
              <w:rPr>
                <w:szCs w:val="28"/>
                <w:lang w:val="uk-UA"/>
              </w:rPr>
              <w:t>Бахмутськомудитячому заміському закладі</w:t>
            </w:r>
            <w:r w:rsidRPr="000257AF">
              <w:rPr>
                <w:szCs w:val="28"/>
                <w:lang w:val="uk-UA"/>
              </w:rPr>
              <w:t xml:space="preserve"> оздоровлення </w:t>
            </w:r>
            <w:r>
              <w:rPr>
                <w:szCs w:val="28"/>
                <w:lang w:val="uk-UA"/>
              </w:rPr>
              <w:t>та</w:t>
            </w:r>
            <w:r w:rsidRPr="000257AF">
              <w:rPr>
                <w:szCs w:val="28"/>
                <w:lang w:val="uk-UA"/>
              </w:rPr>
              <w:t xml:space="preserve"> відпочинку «Вогник»</w:t>
            </w:r>
            <w:r w:rsidRPr="00D67381">
              <w:rPr>
                <w:lang w:val="uk-UA"/>
              </w:rPr>
              <w:t>.</w:t>
            </w:r>
          </w:p>
        </w:tc>
        <w:tc>
          <w:tcPr>
            <w:tcW w:w="1829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2017</w:t>
            </w:r>
            <w:r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147A8B" w:rsidRDefault="00AC5402" w:rsidP="009805CD">
            <w:pPr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>Бахмутський</w:t>
            </w:r>
            <w:r w:rsidRPr="00147A8B">
              <w:rPr>
                <w:szCs w:val="28"/>
                <w:lang w:val="uk-UA"/>
              </w:rPr>
              <w:t xml:space="preserve">  відділ поліції </w:t>
            </w:r>
            <w:r>
              <w:rPr>
                <w:szCs w:val="28"/>
                <w:lang w:val="uk-UA"/>
              </w:rPr>
              <w:t>Г</w:t>
            </w:r>
            <w:r w:rsidRPr="00147A8B">
              <w:rPr>
                <w:szCs w:val="28"/>
                <w:lang w:val="uk-UA"/>
              </w:rPr>
              <w:t>оловного управління Національної поліції в  Донецькій області</w:t>
            </w:r>
            <w:r>
              <w:rPr>
                <w:szCs w:val="28"/>
                <w:lang w:val="uk-UA"/>
              </w:rPr>
              <w:t xml:space="preserve"> (за згодою)</w:t>
            </w:r>
          </w:p>
        </w:tc>
      </w:tr>
      <w:tr w:rsidR="00AC5402" w:rsidRPr="006974CF" w:rsidTr="009805CD">
        <w:tc>
          <w:tcPr>
            <w:tcW w:w="540" w:type="dxa"/>
          </w:tcPr>
          <w:p w:rsidR="00AC5402" w:rsidRPr="00852A90" w:rsidRDefault="00AC5402" w:rsidP="009805CD">
            <w:pPr>
              <w:jc w:val="both"/>
              <w:rPr>
                <w:lang w:val="uk-UA"/>
              </w:rPr>
            </w:pPr>
            <w:r w:rsidRPr="00852A90">
              <w:rPr>
                <w:lang w:val="uk-UA"/>
              </w:rPr>
              <w:t>7</w:t>
            </w:r>
          </w:p>
        </w:tc>
        <w:tc>
          <w:tcPr>
            <w:tcW w:w="4111" w:type="dxa"/>
          </w:tcPr>
          <w:p w:rsidR="00AC5402" w:rsidRPr="00852A90" w:rsidRDefault="00AC5402" w:rsidP="00022CCF">
            <w:pPr>
              <w:jc w:val="both"/>
              <w:rPr>
                <w:lang w:val="uk-UA"/>
              </w:rPr>
            </w:pPr>
            <w:r w:rsidRPr="00852A90">
              <w:rPr>
                <w:lang w:val="uk-UA"/>
              </w:rPr>
              <w:t xml:space="preserve">Здійснювати </w:t>
            </w:r>
            <w:r>
              <w:rPr>
                <w:lang w:val="uk-UA"/>
              </w:rPr>
              <w:t>нагляд згідно діючого законодавства</w:t>
            </w:r>
            <w:r w:rsidRPr="00852A90">
              <w:rPr>
                <w:lang w:val="uk-UA"/>
              </w:rPr>
              <w:t xml:space="preserve"> за організацією харчування дітей в </w:t>
            </w:r>
            <w:r w:rsidRPr="000257AF">
              <w:rPr>
                <w:lang w:val="uk-UA"/>
              </w:rPr>
              <w:t xml:space="preserve">пришкільних дитячих </w:t>
            </w:r>
            <w:r>
              <w:rPr>
                <w:lang w:val="uk-UA"/>
              </w:rPr>
              <w:t>таборах</w:t>
            </w:r>
            <w:r w:rsidRPr="000257AF">
              <w:rPr>
                <w:lang w:val="uk-UA"/>
              </w:rPr>
              <w:t xml:space="preserve"> та  </w:t>
            </w:r>
            <w:r>
              <w:rPr>
                <w:szCs w:val="28"/>
                <w:lang w:val="uk-UA"/>
              </w:rPr>
              <w:t>Бахмутськомудитячому заміському закладі</w:t>
            </w:r>
            <w:r w:rsidRPr="000257AF">
              <w:rPr>
                <w:szCs w:val="28"/>
                <w:lang w:val="uk-UA"/>
              </w:rPr>
              <w:t xml:space="preserve"> оздоровлення </w:t>
            </w:r>
            <w:r>
              <w:rPr>
                <w:szCs w:val="28"/>
                <w:lang w:val="uk-UA"/>
              </w:rPr>
              <w:t>та</w:t>
            </w:r>
            <w:r w:rsidRPr="000257AF">
              <w:rPr>
                <w:szCs w:val="28"/>
                <w:lang w:val="uk-UA"/>
              </w:rPr>
              <w:t xml:space="preserve"> відпочинку «Вогник»</w:t>
            </w:r>
            <w:r>
              <w:rPr>
                <w:lang w:val="uk-UA"/>
              </w:rPr>
              <w:t>.</w:t>
            </w:r>
          </w:p>
        </w:tc>
        <w:tc>
          <w:tcPr>
            <w:tcW w:w="1829" w:type="dxa"/>
          </w:tcPr>
          <w:p w:rsidR="00AC5402" w:rsidRPr="00852A90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2017</w:t>
            </w:r>
            <w:r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852A90" w:rsidRDefault="00AC5402" w:rsidP="00DA4B59">
            <w:pPr>
              <w:jc w:val="both"/>
              <w:rPr>
                <w:lang w:val="uk-UA"/>
              </w:rPr>
            </w:pPr>
            <w:r w:rsidRPr="00852A90">
              <w:rPr>
                <w:lang w:val="uk-UA"/>
              </w:rPr>
              <w:t>Управління Держпродспожив служби в Артемівському районі</w:t>
            </w:r>
          </w:p>
        </w:tc>
      </w:tr>
      <w:tr w:rsidR="00AC5402" w:rsidRPr="00DA4B59" w:rsidTr="009805CD">
        <w:tc>
          <w:tcPr>
            <w:tcW w:w="540" w:type="dxa"/>
          </w:tcPr>
          <w:p w:rsidR="00AC5402" w:rsidRPr="00DA4B59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11" w:type="dxa"/>
          </w:tcPr>
          <w:p w:rsidR="00AC5402" w:rsidRPr="00852A90" w:rsidRDefault="00AC5402" w:rsidP="00022CC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852A90">
              <w:rPr>
                <w:lang w:val="uk-UA"/>
              </w:rPr>
              <w:t>адавати практичну допомогу щодо комплектації харчоблоків</w:t>
            </w:r>
            <w:r>
              <w:rPr>
                <w:lang w:val="uk-UA"/>
              </w:rPr>
              <w:t xml:space="preserve"> пришкільних дитячих таборів та</w:t>
            </w:r>
            <w:r>
              <w:rPr>
                <w:szCs w:val="28"/>
                <w:lang w:val="uk-UA"/>
              </w:rPr>
              <w:t>Бахмутського дитячого заміського закладу</w:t>
            </w:r>
            <w:r w:rsidRPr="000257AF">
              <w:rPr>
                <w:szCs w:val="28"/>
                <w:lang w:val="uk-UA"/>
              </w:rPr>
              <w:t xml:space="preserve"> оздоровлення </w:t>
            </w:r>
            <w:r>
              <w:rPr>
                <w:szCs w:val="28"/>
                <w:lang w:val="uk-UA"/>
              </w:rPr>
              <w:t>та</w:t>
            </w:r>
            <w:r w:rsidRPr="000257AF">
              <w:rPr>
                <w:szCs w:val="28"/>
                <w:lang w:val="uk-UA"/>
              </w:rPr>
              <w:t xml:space="preserve"> відпочинку «Вогник»</w:t>
            </w:r>
            <w:r w:rsidRPr="00852A90">
              <w:rPr>
                <w:lang w:val="uk-UA"/>
              </w:rPr>
              <w:t xml:space="preserve"> кваліфікованими кадрами.</w:t>
            </w:r>
          </w:p>
        </w:tc>
        <w:tc>
          <w:tcPr>
            <w:tcW w:w="1829" w:type="dxa"/>
          </w:tcPr>
          <w:p w:rsidR="00AC5402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2017</w:t>
            </w:r>
            <w:r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852A90" w:rsidRDefault="00AC5402" w:rsidP="00DA4B59">
            <w:pPr>
              <w:jc w:val="both"/>
              <w:rPr>
                <w:lang w:val="uk-UA"/>
              </w:rPr>
            </w:pPr>
            <w:r w:rsidRPr="00852A90">
              <w:rPr>
                <w:lang w:val="uk-UA"/>
              </w:rPr>
              <w:t>Управління освіти</w:t>
            </w:r>
          </w:p>
          <w:p w:rsidR="00AC5402" w:rsidRPr="00852A90" w:rsidRDefault="00AC5402" w:rsidP="00F77A76">
            <w:pPr>
              <w:jc w:val="both"/>
              <w:rPr>
                <w:lang w:val="uk-UA"/>
              </w:rPr>
            </w:pPr>
          </w:p>
        </w:tc>
      </w:tr>
      <w:tr w:rsidR="00AC5402" w:rsidRPr="00851988" w:rsidTr="009805CD">
        <w:tc>
          <w:tcPr>
            <w:tcW w:w="5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11" w:type="dxa"/>
          </w:tcPr>
          <w:p w:rsidR="00AC5402" w:rsidRPr="00D67381" w:rsidRDefault="00AC5402" w:rsidP="00022CCF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Організувати в </w:t>
            </w:r>
            <w:r w:rsidRPr="000257AF">
              <w:rPr>
                <w:lang w:val="uk-UA"/>
              </w:rPr>
              <w:t xml:space="preserve">пришкільних дитячих </w:t>
            </w:r>
            <w:r>
              <w:rPr>
                <w:lang w:val="uk-UA"/>
              </w:rPr>
              <w:t>таборах</w:t>
            </w:r>
            <w:r w:rsidRPr="000257AF">
              <w:rPr>
                <w:lang w:val="uk-UA"/>
              </w:rPr>
              <w:t xml:space="preserve"> та  </w:t>
            </w:r>
            <w:r>
              <w:rPr>
                <w:szCs w:val="28"/>
                <w:lang w:val="uk-UA"/>
              </w:rPr>
              <w:t>Бахмутськомудитячому заміському закладі</w:t>
            </w:r>
            <w:r w:rsidRPr="000257AF">
              <w:rPr>
                <w:szCs w:val="28"/>
                <w:lang w:val="uk-UA"/>
              </w:rPr>
              <w:t xml:space="preserve"> оздоровлення </w:t>
            </w:r>
            <w:r>
              <w:rPr>
                <w:szCs w:val="28"/>
                <w:lang w:val="uk-UA"/>
              </w:rPr>
              <w:t>та</w:t>
            </w:r>
            <w:r w:rsidRPr="000257AF">
              <w:rPr>
                <w:szCs w:val="28"/>
                <w:lang w:val="uk-UA"/>
              </w:rPr>
              <w:t xml:space="preserve"> відпочинку «Вогник»</w:t>
            </w:r>
            <w:r w:rsidRPr="00D67381">
              <w:rPr>
                <w:lang w:val="uk-UA"/>
              </w:rPr>
              <w:t xml:space="preserve">   проведення культурно – масових заходів, конкурсів,концертів, фестивалів дитячої творчості, вистав, спортивних змагань.</w:t>
            </w:r>
          </w:p>
        </w:tc>
        <w:tc>
          <w:tcPr>
            <w:tcW w:w="1829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червень – серпень 20</w:t>
            </w:r>
            <w:r>
              <w:rPr>
                <w:lang w:val="uk-UA"/>
              </w:rPr>
              <w:t>17</w:t>
            </w:r>
            <w:r w:rsidRPr="00D67381">
              <w:rPr>
                <w:lang w:val="uk-UA"/>
              </w:rPr>
              <w:t xml:space="preserve"> року </w:t>
            </w:r>
          </w:p>
        </w:tc>
        <w:tc>
          <w:tcPr>
            <w:tcW w:w="3240" w:type="dxa"/>
          </w:tcPr>
          <w:p w:rsidR="00AC5402" w:rsidRPr="009E06D9" w:rsidRDefault="00AC5402" w:rsidP="00852A90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УМПСД, </w:t>
            </w:r>
            <w:r>
              <w:rPr>
                <w:lang w:val="uk-UA"/>
              </w:rPr>
              <w:t xml:space="preserve">Управління освіти </w:t>
            </w:r>
          </w:p>
        </w:tc>
      </w:tr>
      <w:tr w:rsidR="00AC5402" w:rsidRPr="006974CF" w:rsidTr="009805CD">
        <w:tc>
          <w:tcPr>
            <w:tcW w:w="5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111" w:type="dxa"/>
          </w:tcPr>
          <w:p w:rsidR="00AC5402" w:rsidRDefault="00AC5402" w:rsidP="00022CCF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Забезпечити безкоштовне проходження медичних комісій працівниками </w:t>
            </w:r>
            <w:r w:rsidRPr="000257AF">
              <w:rPr>
                <w:lang w:val="uk-UA"/>
              </w:rPr>
              <w:t xml:space="preserve">пришкільних дитячих </w:t>
            </w:r>
            <w:r>
              <w:rPr>
                <w:lang w:val="uk-UA"/>
              </w:rPr>
              <w:t>таборів</w:t>
            </w:r>
            <w:r w:rsidRPr="000257AF">
              <w:rPr>
                <w:lang w:val="uk-UA"/>
              </w:rPr>
              <w:t xml:space="preserve"> та  </w:t>
            </w:r>
            <w:r>
              <w:rPr>
                <w:szCs w:val="28"/>
                <w:lang w:val="uk-UA"/>
              </w:rPr>
              <w:t>Бахмутського дитячого заміського закладу</w:t>
            </w:r>
            <w:r w:rsidRPr="000257AF">
              <w:rPr>
                <w:szCs w:val="28"/>
                <w:lang w:val="uk-UA"/>
              </w:rPr>
              <w:t xml:space="preserve"> оздоровлення </w:t>
            </w:r>
            <w:r>
              <w:rPr>
                <w:szCs w:val="28"/>
                <w:lang w:val="uk-UA"/>
              </w:rPr>
              <w:t>та</w:t>
            </w:r>
            <w:r w:rsidRPr="000257AF">
              <w:rPr>
                <w:szCs w:val="28"/>
                <w:lang w:val="uk-UA"/>
              </w:rPr>
              <w:t xml:space="preserve"> відпочинку «Вогник»</w:t>
            </w:r>
            <w:r w:rsidRPr="00D67381">
              <w:rPr>
                <w:lang w:val="uk-UA"/>
              </w:rPr>
              <w:t>.</w:t>
            </w:r>
          </w:p>
          <w:p w:rsidR="00AC5402" w:rsidRPr="00D67381" w:rsidRDefault="00AC5402" w:rsidP="00022CCF">
            <w:pPr>
              <w:jc w:val="both"/>
              <w:rPr>
                <w:lang w:val="uk-UA"/>
              </w:rPr>
            </w:pPr>
          </w:p>
        </w:tc>
        <w:tc>
          <w:tcPr>
            <w:tcW w:w="1829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травень – липень </w:t>
            </w:r>
          </w:p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2017</w:t>
            </w:r>
            <w:r w:rsidRPr="00D67381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Комунальні заклади охорони здоров’я Бахмутської міської ради</w:t>
            </w:r>
          </w:p>
        </w:tc>
      </w:tr>
      <w:tr w:rsidR="00AC5402" w:rsidRPr="00427645" w:rsidTr="009805CD">
        <w:tc>
          <w:tcPr>
            <w:tcW w:w="5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111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Залучати кошти державного, міського бюджетів, підп</w:t>
            </w:r>
            <w:r>
              <w:rPr>
                <w:lang w:val="uk-UA"/>
              </w:rPr>
              <w:t xml:space="preserve">риємств та установ, профспілок </w:t>
            </w:r>
            <w:r w:rsidRPr="00D67381">
              <w:rPr>
                <w:lang w:val="uk-UA"/>
              </w:rPr>
              <w:t>для організації оздоровлення та відпо</w:t>
            </w:r>
            <w:r>
              <w:rPr>
                <w:lang w:val="uk-UA"/>
              </w:rPr>
              <w:t>чинку дітей в літній період 2017</w:t>
            </w:r>
            <w:r w:rsidRPr="00D67381">
              <w:rPr>
                <w:lang w:val="uk-UA"/>
              </w:rPr>
              <w:t xml:space="preserve"> року.</w:t>
            </w:r>
          </w:p>
        </w:tc>
        <w:tc>
          <w:tcPr>
            <w:tcW w:w="1829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2017</w:t>
            </w:r>
            <w:r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6974CF" w:rsidRDefault="00AC5402" w:rsidP="009805CD">
            <w:pPr>
              <w:jc w:val="both"/>
              <w:rPr>
                <w:color w:val="FF0000"/>
                <w:lang w:val="uk-UA"/>
              </w:rPr>
            </w:pPr>
            <w:r w:rsidRPr="009E06D9">
              <w:rPr>
                <w:lang w:val="uk-UA"/>
              </w:rPr>
              <w:t xml:space="preserve">УМПСД, </w:t>
            </w:r>
            <w:r>
              <w:rPr>
                <w:lang w:val="uk-UA"/>
              </w:rPr>
              <w:t xml:space="preserve">Управління освіти, </w:t>
            </w:r>
            <w:r w:rsidRPr="009E06D9">
              <w:rPr>
                <w:lang w:val="uk-UA"/>
              </w:rPr>
              <w:t>УПСЗН,підприємства та установи, які мають на балансі оздоровчі заклади</w:t>
            </w:r>
          </w:p>
        </w:tc>
      </w:tr>
      <w:tr w:rsidR="00AC5402" w:rsidRPr="00851988" w:rsidTr="009805CD">
        <w:tc>
          <w:tcPr>
            <w:tcW w:w="540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111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Забезпечити фінансування заходів щодо літнього оздоровлення дітей та учнівської молоді в межах витрат, затверджених у міському бюджеті м. </w:t>
            </w:r>
            <w:r>
              <w:rPr>
                <w:lang w:val="uk-UA"/>
              </w:rPr>
              <w:t>Бахмут  на 2017</w:t>
            </w:r>
            <w:r w:rsidRPr="009E06D9">
              <w:rPr>
                <w:lang w:val="uk-UA"/>
              </w:rPr>
              <w:t xml:space="preserve"> рік.</w:t>
            </w:r>
          </w:p>
        </w:tc>
        <w:tc>
          <w:tcPr>
            <w:tcW w:w="1829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– серпень 2017</w:t>
            </w:r>
            <w:r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Фінансове у</w:t>
            </w:r>
            <w:r w:rsidRPr="009E06D9">
              <w:rPr>
                <w:lang w:val="uk-UA"/>
              </w:rPr>
              <w:t xml:space="preserve">правління Бахмутської міської ради, </w:t>
            </w:r>
            <w:r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освіти </w:t>
            </w:r>
          </w:p>
        </w:tc>
      </w:tr>
      <w:tr w:rsidR="00AC5402" w:rsidRPr="006974CF" w:rsidTr="009805CD">
        <w:tc>
          <w:tcPr>
            <w:tcW w:w="5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111" w:type="dxa"/>
          </w:tcPr>
          <w:p w:rsidR="00AC5402" w:rsidRPr="009E06D9" w:rsidRDefault="00AC5402" w:rsidP="00022CC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Pr="009E06D9">
              <w:rPr>
                <w:lang w:val="uk-UA"/>
              </w:rPr>
              <w:t>озробити графік  відвідування соціальними працівниками Бахмутського міського центру соціальних служб для сім’ї, дітей та молод</w:t>
            </w:r>
            <w:r>
              <w:rPr>
                <w:lang w:val="uk-UA"/>
              </w:rPr>
              <w:t xml:space="preserve">і </w:t>
            </w:r>
            <w:r w:rsidRPr="000257AF">
              <w:rPr>
                <w:lang w:val="uk-UA"/>
              </w:rPr>
              <w:t xml:space="preserve">пришкільних дитячих </w:t>
            </w:r>
            <w:r>
              <w:rPr>
                <w:lang w:val="uk-UA"/>
              </w:rPr>
              <w:t>таборів</w:t>
            </w:r>
            <w:r w:rsidRPr="000257AF">
              <w:rPr>
                <w:lang w:val="uk-UA"/>
              </w:rPr>
              <w:t xml:space="preserve"> та  </w:t>
            </w:r>
            <w:r>
              <w:rPr>
                <w:szCs w:val="28"/>
                <w:lang w:val="uk-UA"/>
              </w:rPr>
              <w:t>Бахмутського дитячого заміського закладу</w:t>
            </w:r>
            <w:r w:rsidRPr="000257AF">
              <w:rPr>
                <w:szCs w:val="28"/>
                <w:lang w:val="uk-UA"/>
              </w:rPr>
              <w:t xml:space="preserve"> оздоровлення </w:t>
            </w:r>
            <w:r>
              <w:rPr>
                <w:szCs w:val="28"/>
                <w:lang w:val="uk-UA"/>
              </w:rPr>
              <w:t>та</w:t>
            </w:r>
            <w:r w:rsidRPr="000257AF">
              <w:rPr>
                <w:szCs w:val="28"/>
                <w:lang w:val="uk-UA"/>
              </w:rPr>
              <w:t xml:space="preserve"> відпочинку «Вогник»</w:t>
            </w:r>
            <w:r>
              <w:rPr>
                <w:lang w:val="uk-UA"/>
              </w:rPr>
              <w:t>, з</w:t>
            </w:r>
            <w:r w:rsidRPr="009E06D9">
              <w:rPr>
                <w:lang w:val="uk-UA"/>
              </w:rPr>
              <w:t xml:space="preserve"> метою надання консультацій, психолого-педагогічної, інформаційної, соціально-медичної допомоги дітям і молоді, пропаганди здорового способу життя та попередження негативних проявів у підлітковому та молодіжному середовищі</w:t>
            </w:r>
            <w:r>
              <w:rPr>
                <w:lang w:val="uk-UA"/>
              </w:rPr>
              <w:t>.</w:t>
            </w:r>
          </w:p>
        </w:tc>
        <w:tc>
          <w:tcPr>
            <w:tcW w:w="1829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 2017</w:t>
            </w:r>
            <w:r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9E06D9" w:rsidRDefault="00AC5402" w:rsidP="009805CD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Бахмутський міський цент</w:t>
            </w:r>
            <w:r>
              <w:rPr>
                <w:lang w:val="uk-UA"/>
              </w:rPr>
              <w:t>р</w:t>
            </w:r>
            <w:r w:rsidRPr="009E06D9">
              <w:rPr>
                <w:lang w:val="uk-UA"/>
              </w:rPr>
              <w:t xml:space="preserve"> соціальних служб для сім’ї, дітей та молоді</w:t>
            </w:r>
          </w:p>
        </w:tc>
      </w:tr>
      <w:tr w:rsidR="00AC5402" w:rsidRPr="006974CF" w:rsidTr="009805CD">
        <w:tc>
          <w:tcPr>
            <w:tcW w:w="5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111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Висвітлюва</w:t>
            </w:r>
            <w:r>
              <w:rPr>
                <w:lang w:val="uk-UA"/>
              </w:rPr>
              <w:t xml:space="preserve">ти хід підготовки та проведення </w:t>
            </w:r>
            <w:r w:rsidRPr="00D67381">
              <w:rPr>
                <w:lang w:val="uk-UA"/>
              </w:rPr>
              <w:t xml:space="preserve">літнього оздоровлення дітей, учнівської та </w:t>
            </w:r>
            <w:r>
              <w:rPr>
                <w:lang w:val="uk-UA"/>
              </w:rPr>
              <w:t>студентської молоді влітку 2017 року</w:t>
            </w:r>
            <w:r w:rsidRPr="00D67381">
              <w:rPr>
                <w:lang w:val="uk-UA"/>
              </w:rPr>
              <w:t xml:space="preserve"> в засобах масової інформації.</w:t>
            </w:r>
          </w:p>
        </w:tc>
        <w:tc>
          <w:tcPr>
            <w:tcW w:w="1829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 – серпень 2017</w:t>
            </w:r>
            <w:r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AC5402" w:rsidRPr="00D67381" w:rsidRDefault="00AC5402" w:rsidP="009805CD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УМПСД</w:t>
            </w:r>
          </w:p>
        </w:tc>
      </w:tr>
    </w:tbl>
    <w:p w:rsidR="00AC5402" w:rsidRPr="009E06D9" w:rsidRDefault="00AC5402" w:rsidP="004408AA">
      <w:pPr>
        <w:ind w:firstLine="708"/>
        <w:jc w:val="both"/>
        <w:rPr>
          <w:lang w:val="uk-UA"/>
        </w:rPr>
      </w:pPr>
      <w:r w:rsidRPr="009E06D9">
        <w:rPr>
          <w:lang w:val="uk-UA"/>
        </w:rPr>
        <w:t xml:space="preserve">План заходів щодо організації </w:t>
      </w:r>
      <w:r>
        <w:rPr>
          <w:lang w:val="uk-UA"/>
        </w:rPr>
        <w:t>влітку 2017</w:t>
      </w:r>
      <w:r w:rsidRPr="009E06D9">
        <w:rPr>
          <w:lang w:val="uk-UA"/>
        </w:rPr>
        <w:t xml:space="preserve"> року оздоровлення та відпочинку дітей, що мешкають на території </w:t>
      </w:r>
      <w:r>
        <w:rPr>
          <w:lang w:val="uk-UA"/>
        </w:rPr>
        <w:t>м. Бахмут, розроблено У</w:t>
      </w:r>
      <w:r w:rsidRPr="009E06D9">
        <w:rPr>
          <w:lang w:val="uk-UA"/>
        </w:rPr>
        <w:t>правлінням молодіжної політики та у справах дітей Бахмутської</w:t>
      </w:r>
      <w:r>
        <w:rPr>
          <w:lang w:val="uk-UA"/>
        </w:rPr>
        <w:t xml:space="preserve"> </w:t>
      </w:r>
      <w:r w:rsidRPr="009E06D9">
        <w:rPr>
          <w:lang w:val="uk-UA"/>
        </w:rPr>
        <w:t>міської ради.</w:t>
      </w:r>
    </w:p>
    <w:p w:rsidR="00AC5402" w:rsidRPr="009E06D9" w:rsidRDefault="00AC5402" w:rsidP="004408AA">
      <w:pPr>
        <w:jc w:val="both"/>
        <w:rPr>
          <w:lang w:val="uk-UA"/>
        </w:rPr>
      </w:pPr>
    </w:p>
    <w:p w:rsidR="00AC5402" w:rsidRPr="009E06D9" w:rsidRDefault="00AC5402" w:rsidP="004408AA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>В.о.  начальника У</w:t>
      </w:r>
      <w:r w:rsidRPr="009E06D9">
        <w:rPr>
          <w:b/>
          <w:i/>
          <w:lang w:val="uk-UA"/>
        </w:rPr>
        <w:t xml:space="preserve">правління молодіжної </w:t>
      </w:r>
    </w:p>
    <w:p w:rsidR="00AC5402" w:rsidRPr="009E06D9" w:rsidRDefault="00AC5402" w:rsidP="004408AA">
      <w:pPr>
        <w:jc w:val="both"/>
        <w:rPr>
          <w:b/>
          <w:i/>
          <w:lang w:val="uk-UA"/>
        </w:rPr>
      </w:pPr>
      <w:r w:rsidRPr="009E06D9">
        <w:rPr>
          <w:b/>
          <w:i/>
          <w:lang w:val="uk-UA"/>
        </w:rPr>
        <w:t xml:space="preserve">політики та у справах дітей </w:t>
      </w:r>
    </w:p>
    <w:p w:rsidR="00AC5402" w:rsidRDefault="00AC5402" w:rsidP="00881DFF">
      <w:pPr>
        <w:jc w:val="both"/>
        <w:rPr>
          <w:b/>
          <w:i/>
          <w:lang w:val="uk-UA"/>
        </w:rPr>
      </w:pPr>
      <w:r w:rsidRPr="009E06D9">
        <w:rPr>
          <w:b/>
          <w:i/>
          <w:lang w:val="uk-UA"/>
        </w:rPr>
        <w:t xml:space="preserve">Бахмутськоїміської ради                                               </w:t>
      </w:r>
      <w:r>
        <w:rPr>
          <w:b/>
          <w:i/>
          <w:lang w:val="uk-UA"/>
        </w:rPr>
        <w:t>Г.А. Колодочка</w:t>
      </w:r>
    </w:p>
    <w:p w:rsidR="00AC5402" w:rsidRPr="009E06D9" w:rsidRDefault="00AC5402" w:rsidP="00881DFF">
      <w:pPr>
        <w:jc w:val="both"/>
        <w:rPr>
          <w:b/>
          <w:i/>
          <w:lang w:val="uk-UA"/>
        </w:rPr>
      </w:pPr>
    </w:p>
    <w:p w:rsidR="00AC5402" w:rsidRPr="009E06D9" w:rsidRDefault="00AC5402" w:rsidP="004408AA">
      <w:pPr>
        <w:rPr>
          <w:b/>
          <w:i/>
          <w:szCs w:val="28"/>
          <w:lang w:val="uk-UA"/>
        </w:rPr>
      </w:pPr>
      <w:r w:rsidRPr="009E06D9">
        <w:rPr>
          <w:b/>
          <w:i/>
          <w:szCs w:val="28"/>
          <w:lang w:val="uk-UA"/>
        </w:rPr>
        <w:t>Керуючий справами виконкому</w:t>
      </w:r>
    </w:p>
    <w:p w:rsidR="00AC5402" w:rsidRDefault="00AC5402" w:rsidP="00DA4B59">
      <w:pPr>
        <w:rPr>
          <w:szCs w:val="28"/>
          <w:lang w:val="uk-UA"/>
        </w:rPr>
      </w:pPr>
      <w:r w:rsidRPr="009E06D9">
        <w:rPr>
          <w:b/>
          <w:i/>
          <w:szCs w:val="28"/>
          <w:lang w:val="uk-UA"/>
        </w:rPr>
        <w:t>Бахмутської</w:t>
      </w:r>
      <w:r>
        <w:rPr>
          <w:b/>
          <w:i/>
          <w:szCs w:val="28"/>
          <w:lang w:val="uk-UA"/>
        </w:rPr>
        <w:t xml:space="preserve"> міської ради</w:t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 w:rsidRPr="009E06D9">
        <w:rPr>
          <w:b/>
          <w:i/>
          <w:szCs w:val="28"/>
          <w:lang w:val="uk-UA"/>
        </w:rPr>
        <w:t>Т.І. Недашковська</w:t>
      </w:r>
    </w:p>
    <w:p w:rsidR="00AC5402" w:rsidRPr="00A115A9" w:rsidRDefault="00AC5402" w:rsidP="004408AA">
      <w:pPr>
        <w:ind w:firstLine="5580"/>
        <w:rPr>
          <w:szCs w:val="28"/>
          <w:lang w:val="uk-UA"/>
        </w:rPr>
      </w:pPr>
      <w:r w:rsidRPr="00A115A9">
        <w:rPr>
          <w:szCs w:val="28"/>
          <w:lang w:val="uk-UA"/>
        </w:rPr>
        <w:t xml:space="preserve">Додаток </w:t>
      </w:r>
    </w:p>
    <w:p w:rsidR="00AC5402" w:rsidRPr="00A115A9" w:rsidRDefault="00AC5402" w:rsidP="004408AA">
      <w:pPr>
        <w:ind w:firstLine="5580"/>
        <w:rPr>
          <w:szCs w:val="28"/>
          <w:lang w:val="uk-UA"/>
        </w:rPr>
      </w:pPr>
      <w:r w:rsidRPr="00A115A9">
        <w:rPr>
          <w:szCs w:val="28"/>
          <w:lang w:val="uk-UA"/>
        </w:rPr>
        <w:t>до  рішення виконкому</w:t>
      </w:r>
    </w:p>
    <w:p w:rsidR="00AC5402" w:rsidRPr="00A115A9" w:rsidRDefault="00AC5402" w:rsidP="004408AA">
      <w:pPr>
        <w:ind w:firstLine="5580"/>
        <w:rPr>
          <w:szCs w:val="28"/>
          <w:lang w:val="uk-UA"/>
        </w:rPr>
      </w:pPr>
      <w:r w:rsidRPr="00A115A9">
        <w:rPr>
          <w:szCs w:val="28"/>
          <w:lang w:val="uk-UA"/>
        </w:rPr>
        <w:t>Бахмутської міської ради</w:t>
      </w:r>
    </w:p>
    <w:p w:rsidR="00AC5402" w:rsidRPr="00A115A9" w:rsidRDefault="00AC5402" w:rsidP="004408AA">
      <w:pPr>
        <w:ind w:firstLine="5580"/>
        <w:rPr>
          <w:szCs w:val="28"/>
          <w:lang w:val="uk-UA"/>
        </w:rPr>
      </w:pPr>
      <w:r>
        <w:rPr>
          <w:szCs w:val="28"/>
          <w:lang w:val="uk-UA"/>
        </w:rPr>
        <w:t>17.05.2017  № 105</w:t>
      </w:r>
    </w:p>
    <w:p w:rsidR="00AC5402" w:rsidRPr="00D67381" w:rsidRDefault="00AC5402" w:rsidP="004408AA">
      <w:pPr>
        <w:rPr>
          <w:color w:val="FF0000"/>
          <w:szCs w:val="28"/>
          <w:lang w:val="uk-UA"/>
        </w:rPr>
      </w:pPr>
    </w:p>
    <w:p w:rsidR="00AC5402" w:rsidRDefault="00AC5402" w:rsidP="00BE52B4">
      <w:pPr>
        <w:rPr>
          <w:szCs w:val="28"/>
          <w:lang w:val="uk-UA"/>
        </w:rPr>
      </w:pPr>
    </w:p>
    <w:p w:rsidR="00AC5402" w:rsidRPr="000C6D49" w:rsidRDefault="00AC5402" w:rsidP="004408AA">
      <w:pPr>
        <w:rPr>
          <w:szCs w:val="28"/>
          <w:lang w:val="uk-UA"/>
        </w:rPr>
      </w:pPr>
    </w:p>
    <w:p w:rsidR="00AC5402" w:rsidRPr="000C6D49" w:rsidRDefault="00AC5402" w:rsidP="004408AA">
      <w:pPr>
        <w:jc w:val="center"/>
        <w:rPr>
          <w:b/>
          <w:szCs w:val="28"/>
          <w:lang w:val="uk-UA"/>
        </w:rPr>
      </w:pPr>
      <w:r w:rsidRPr="000C6D49">
        <w:rPr>
          <w:b/>
          <w:szCs w:val="28"/>
          <w:lang w:val="uk-UA"/>
        </w:rPr>
        <w:t>Кошторис витрат</w:t>
      </w:r>
    </w:p>
    <w:p w:rsidR="00AC5402" w:rsidRDefault="00AC5402" w:rsidP="004408A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</w:t>
      </w:r>
      <w:r w:rsidRPr="000C6D49">
        <w:rPr>
          <w:b/>
          <w:szCs w:val="28"/>
          <w:lang w:val="uk-UA"/>
        </w:rPr>
        <w:t xml:space="preserve">освіти </w:t>
      </w:r>
      <w:r>
        <w:rPr>
          <w:b/>
          <w:szCs w:val="28"/>
          <w:lang w:val="uk-UA"/>
        </w:rPr>
        <w:t xml:space="preserve">Бахмутської міської ради на </w:t>
      </w:r>
      <w:r w:rsidRPr="000C6D49">
        <w:rPr>
          <w:b/>
          <w:szCs w:val="28"/>
          <w:lang w:val="uk-UA"/>
        </w:rPr>
        <w:t xml:space="preserve">оздоровлення </w:t>
      </w:r>
      <w:r>
        <w:rPr>
          <w:b/>
          <w:szCs w:val="28"/>
          <w:lang w:val="uk-UA"/>
        </w:rPr>
        <w:t>в дитячих оздоровчих таборах у 201</w:t>
      </w:r>
      <w:r>
        <w:rPr>
          <w:b/>
          <w:szCs w:val="28"/>
        </w:rPr>
        <w:t>7</w:t>
      </w:r>
      <w:r>
        <w:rPr>
          <w:b/>
          <w:szCs w:val="28"/>
          <w:lang w:val="uk-UA"/>
        </w:rPr>
        <w:t xml:space="preserve"> році дітей, які потребують </w:t>
      </w:r>
    </w:p>
    <w:p w:rsidR="00AC5402" w:rsidRDefault="00AC5402" w:rsidP="004408A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соціальної уваги та підтримки</w:t>
      </w:r>
    </w:p>
    <w:p w:rsidR="00AC5402" w:rsidRDefault="00AC5402" w:rsidP="004408AA">
      <w:pPr>
        <w:rPr>
          <w:lang w:val="uk-UA"/>
        </w:rPr>
      </w:pPr>
    </w:p>
    <w:p w:rsidR="00AC5402" w:rsidRDefault="00AC5402" w:rsidP="004408AA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300"/>
        <w:gridCol w:w="2443"/>
      </w:tblGrid>
      <w:tr w:rsidR="00AC5402" w:rsidRPr="000E4DF8" w:rsidTr="00FD0E1B">
        <w:tc>
          <w:tcPr>
            <w:tcW w:w="828" w:type="dxa"/>
            <w:vAlign w:val="center"/>
          </w:tcPr>
          <w:p w:rsidR="00AC5402" w:rsidRPr="00FD0E1B" w:rsidRDefault="00AC5402" w:rsidP="00FD0E1B">
            <w:pPr>
              <w:jc w:val="center"/>
              <w:rPr>
                <w:b/>
                <w:szCs w:val="28"/>
                <w:lang w:val="uk-UA"/>
              </w:rPr>
            </w:pPr>
            <w:r w:rsidRPr="00FD0E1B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6300" w:type="dxa"/>
            <w:vAlign w:val="center"/>
          </w:tcPr>
          <w:p w:rsidR="00AC5402" w:rsidRPr="00FD0E1B" w:rsidRDefault="00AC5402" w:rsidP="00FD0E1B">
            <w:pPr>
              <w:jc w:val="center"/>
              <w:rPr>
                <w:b/>
                <w:szCs w:val="28"/>
                <w:lang w:val="uk-UA"/>
              </w:rPr>
            </w:pPr>
            <w:r w:rsidRPr="00FD0E1B">
              <w:rPr>
                <w:b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43" w:type="dxa"/>
            <w:vAlign w:val="center"/>
          </w:tcPr>
          <w:p w:rsidR="00AC5402" w:rsidRPr="00FD0E1B" w:rsidRDefault="00AC5402" w:rsidP="00FD0E1B">
            <w:pPr>
              <w:jc w:val="center"/>
              <w:rPr>
                <w:b/>
                <w:szCs w:val="28"/>
                <w:lang w:val="uk-UA"/>
              </w:rPr>
            </w:pPr>
            <w:r w:rsidRPr="00FD0E1B">
              <w:rPr>
                <w:b/>
                <w:szCs w:val="28"/>
                <w:lang w:val="uk-UA"/>
              </w:rPr>
              <w:t>Сума, тис.грн.</w:t>
            </w:r>
          </w:p>
        </w:tc>
      </w:tr>
      <w:tr w:rsidR="00AC5402" w:rsidTr="00FD0E1B">
        <w:tc>
          <w:tcPr>
            <w:tcW w:w="828" w:type="dxa"/>
          </w:tcPr>
          <w:p w:rsidR="00AC5402" w:rsidRPr="00FD0E1B" w:rsidRDefault="00AC5402" w:rsidP="009805CD">
            <w:pPr>
              <w:rPr>
                <w:szCs w:val="28"/>
                <w:lang w:val="uk-UA"/>
              </w:rPr>
            </w:pPr>
            <w:r w:rsidRPr="00FD0E1B">
              <w:rPr>
                <w:szCs w:val="28"/>
                <w:lang w:val="uk-UA"/>
              </w:rPr>
              <w:t>1.</w:t>
            </w:r>
          </w:p>
        </w:tc>
        <w:tc>
          <w:tcPr>
            <w:tcW w:w="6300" w:type="dxa"/>
          </w:tcPr>
          <w:p w:rsidR="00AC5402" w:rsidRPr="00FD0E1B" w:rsidRDefault="00AC5402" w:rsidP="009805CD">
            <w:pPr>
              <w:rPr>
                <w:szCs w:val="28"/>
                <w:lang w:val="uk-UA"/>
              </w:rPr>
            </w:pPr>
            <w:r w:rsidRPr="00FD0E1B">
              <w:rPr>
                <w:szCs w:val="28"/>
                <w:lang w:val="uk-UA"/>
              </w:rPr>
              <w:t>Організація посиленого харчування в дошкільних навчальних закладах в оздоровчий період</w:t>
            </w:r>
          </w:p>
        </w:tc>
        <w:tc>
          <w:tcPr>
            <w:tcW w:w="2443" w:type="dxa"/>
            <w:vAlign w:val="center"/>
          </w:tcPr>
          <w:p w:rsidR="00AC5402" w:rsidRPr="00FD0E1B" w:rsidRDefault="00AC5402" w:rsidP="00FD0E1B">
            <w:pPr>
              <w:jc w:val="center"/>
              <w:rPr>
                <w:szCs w:val="28"/>
                <w:lang w:val="en-US"/>
              </w:rPr>
            </w:pPr>
            <w:r w:rsidRPr="00FD0E1B">
              <w:rPr>
                <w:szCs w:val="28"/>
              </w:rPr>
              <w:t>10</w:t>
            </w:r>
            <w:r w:rsidRPr="00FD0E1B">
              <w:rPr>
                <w:szCs w:val="28"/>
                <w:lang w:val="en-US"/>
              </w:rPr>
              <w:t>0</w:t>
            </w:r>
            <w:r w:rsidRPr="00FD0E1B">
              <w:rPr>
                <w:szCs w:val="28"/>
              </w:rPr>
              <w:t>,</w:t>
            </w:r>
            <w:r w:rsidRPr="00FD0E1B">
              <w:rPr>
                <w:szCs w:val="28"/>
                <w:lang w:val="en-US"/>
              </w:rPr>
              <w:t>000</w:t>
            </w:r>
          </w:p>
        </w:tc>
      </w:tr>
      <w:tr w:rsidR="00AC5402" w:rsidTr="00FD0E1B">
        <w:tc>
          <w:tcPr>
            <w:tcW w:w="828" w:type="dxa"/>
          </w:tcPr>
          <w:p w:rsidR="00AC5402" w:rsidRPr="00FD0E1B" w:rsidRDefault="00AC5402" w:rsidP="009805CD">
            <w:pPr>
              <w:rPr>
                <w:szCs w:val="28"/>
                <w:lang w:val="uk-UA"/>
              </w:rPr>
            </w:pPr>
            <w:r w:rsidRPr="00FD0E1B">
              <w:rPr>
                <w:szCs w:val="28"/>
                <w:lang w:val="uk-UA"/>
              </w:rPr>
              <w:t>2.</w:t>
            </w:r>
          </w:p>
        </w:tc>
        <w:tc>
          <w:tcPr>
            <w:tcW w:w="6300" w:type="dxa"/>
          </w:tcPr>
          <w:p w:rsidR="00AC5402" w:rsidRPr="00FD0E1B" w:rsidRDefault="00AC5402" w:rsidP="009805CD">
            <w:pPr>
              <w:rPr>
                <w:szCs w:val="28"/>
                <w:lang w:val="uk-UA"/>
              </w:rPr>
            </w:pPr>
            <w:r w:rsidRPr="00FD0E1B">
              <w:rPr>
                <w:szCs w:val="28"/>
                <w:lang w:val="uk-UA"/>
              </w:rPr>
              <w:t xml:space="preserve">Забезпечення путівками дітей-сиріт, дітей, позбавлених батьківського піклування, та дітей інших пільгових категорій до Бахмутського дитячого заміського закладу оздоровлення та відпочинку  «Вогник» </w:t>
            </w:r>
          </w:p>
          <w:p w:rsidR="00AC5402" w:rsidRPr="00FD0E1B" w:rsidRDefault="00AC5402" w:rsidP="00591C21">
            <w:pPr>
              <w:rPr>
                <w:szCs w:val="28"/>
                <w:lang w:val="uk-UA"/>
              </w:rPr>
            </w:pPr>
            <w:r w:rsidRPr="00FD0E1B">
              <w:rPr>
                <w:szCs w:val="28"/>
                <w:lang w:val="uk-UA"/>
              </w:rPr>
              <w:t>(</w:t>
            </w:r>
            <w:r w:rsidRPr="00FD0E1B">
              <w:rPr>
                <w:szCs w:val="28"/>
              </w:rPr>
              <w:t>25</w:t>
            </w:r>
            <w:r w:rsidRPr="00FD0E1B">
              <w:rPr>
                <w:szCs w:val="28"/>
                <w:lang w:val="en-US"/>
              </w:rPr>
              <w:t>00</w:t>
            </w:r>
            <w:r w:rsidRPr="00FD0E1B">
              <w:rPr>
                <w:szCs w:val="28"/>
                <w:lang w:val="uk-UA"/>
              </w:rPr>
              <w:t xml:space="preserve"> грн. *  42 чол. )</w:t>
            </w:r>
          </w:p>
        </w:tc>
        <w:tc>
          <w:tcPr>
            <w:tcW w:w="2443" w:type="dxa"/>
            <w:vAlign w:val="center"/>
          </w:tcPr>
          <w:p w:rsidR="00AC5402" w:rsidRPr="00FD0E1B" w:rsidRDefault="00AC5402" w:rsidP="00FD0E1B">
            <w:pPr>
              <w:jc w:val="center"/>
              <w:rPr>
                <w:szCs w:val="28"/>
              </w:rPr>
            </w:pPr>
            <w:r w:rsidRPr="00FD0E1B">
              <w:rPr>
                <w:szCs w:val="28"/>
                <w:lang w:val="uk-UA"/>
              </w:rPr>
              <w:t>105</w:t>
            </w:r>
            <w:r w:rsidRPr="00FD0E1B">
              <w:rPr>
                <w:szCs w:val="28"/>
              </w:rPr>
              <w:t>,0</w:t>
            </w:r>
            <w:r w:rsidRPr="00FD0E1B">
              <w:rPr>
                <w:szCs w:val="28"/>
                <w:lang w:val="en-US"/>
              </w:rPr>
              <w:t>00</w:t>
            </w:r>
          </w:p>
        </w:tc>
      </w:tr>
      <w:tr w:rsidR="00AC5402" w:rsidTr="00FD0E1B">
        <w:tc>
          <w:tcPr>
            <w:tcW w:w="828" w:type="dxa"/>
          </w:tcPr>
          <w:p w:rsidR="00AC5402" w:rsidRPr="00FD0E1B" w:rsidRDefault="00AC5402" w:rsidP="009805CD">
            <w:pPr>
              <w:rPr>
                <w:szCs w:val="28"/>
                <w:lang w:val="uk-UA"/>
              </w:rPr>
            </w:pPr>
            <w:r w:rsidRPr="00FD0E1B">
              <w:rPr>
                <w:szCs w:val="28"/>
                <w:lang w:val="uk-UA"/>
              </w:rPr>
              <w:t>3.</w:t>
            </w:r>
          </w:p>
        </w:tc>
        <w:tc>
          <w:tcPr>
            <w:tcW w:w="6300" w:type="dxa"/>
          </w:tcPr>
          <w:p w:rsidR="00AC5402" w:rsidRPr="00FD0E1B" w:rsidRDefault="00AC5402" w:rsidP="009805CD">
            <w:pPr>
              <w:rPr>
                <w:szCs w:val="28"/>
                <w:lang w:val="uk-UA"/>
              </w:rPr>
            </w:pPr>
            <w:r w:rsidRPr="00FD0E1B">
              <w:rPr>
                <w:szCs w:val="28"/>
                <w:lang w:val="uk-UA"/>
              </w:rPr>
              <w:t xml:space="preserve">Організація оздоровлення на пришкільних майданчиках дітей пільгової категорії </w:t>
            </w:r>
          </w:p>
          <w:p w:rsidR="00AC5402" w:rsidRPr="00FD0E1B" w:rsidRDefault="00AC5402" w:rsidP="00591C21">
            <w:pPr>
              <w:rPr>
                <w:szCs w:val="28"/>
                <w:lang w:val="uk-UA"/>
              </w:rPr>
            </w:pPr>
            <w:r w:rsidRPr="00FD0E1B">
              <w:rPr>
                <w:szCs w:val="28"/>
                <w:lang w:val="uk-UA"/>
              </w:rPr>
              <w:t>(67дітей, вартість путівки 630 грн.)</w:t>
            </w:r>
          </w:p>
        </w:tc>
        <w:tc>
          <w:tcPr>
            <w:tcW w:w="2443" w:type="dxa"/>
            <w:vAlign w:val="center"/>
          </w:tcPr>
          <w:p w:rsidR="00AC5402" w:rsidRPr="00FD0E1B" w:rsidRDefault="00AC5402" w:rsidP="00FD0E1B">
            <w:pPr>
              <w:jc w:val="center"/>
              <w:rPr>
                <w:szCs w:val="28"/>
                <w:lang w:val="uk-UA"/>
              </w:rPr>
            </w:pPr>
            <w:r w:rsidRPr="00FD0E1B">
              <w:rPr>
                <w:szCs w:val="28"/>
                <w:lang w:val="uk-UA"/>
              </w:rPr>
              <w:t>42,210</w:t>
            </w:r>
          </w:p>
        </w:tc>
      </w:tr>
      <w:tr w:rsidR="00AC5402" w:rsidRPr="00DB2312" w:rsidTr="00FD0E1B">
        <w:trPr>
          <w:trHeight w:val="775"/>
        </w:trPr>
        <w:tc>
          <w:tcPr>
            <w:tcW w:w="828" w:type="dxa"/>
            <w:vAlign w:val="center"/>
          </w:tcPr>
          <w:p w:rsidR="00AC5402" w:rsidRPr="00FD0E1B" w:rsidRDefault="00AC5402" w:rsidP="00FD0E1B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6300" w:type="dxa"/>
            <w:vAlign w:val="center"/>
          </w:tcPr>
          <w:p w:rsidR="00AC5402" w:rsidRPr="00FD0E1B" w:rsidRDefault="00AC5402" w:rsidP="00FD0E1B">
            <w:pPr>
              <w:jc w:val="center"/>
              <w:rPr>
                <w:b/>
                <w:szCs w:val="28"/>
                <w:lang w:val="uk-UA"/>
              </w:rPr>
            </w:pPr>
            <w:r w:rsidRPr="00FD0E1B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2443" w:type="dxa"/>
            <w:vAlign w:val="center"/>
          </w:tcPr>
          <w:p w:rsidR="00AC5402" w:rsidRPr="00FD0E1B" w:rsidRDefault="00AC5402" w:rsidP="00FD0E1B">
            <w:pPr>
              <w:jc w:val="center"/>
              <w:rPr>
                <w:b/>
                <w:szCs w:val="28"/>
                <w:lang w:val="uk-UA"/>
              </w:rPr>
            </w:pPr>
            <w:r w:rsidRPr="00FD0E1B">
              <w:rPr>
                <w:b/>
                <w:szCs w:val="28"/>
                <w:lang w:val="uk-UA"/>
              </w:rPr>
              <w:t>247,210</w:t>
            </w:r>
          </w:p>
        </w:tc>
      </w:tr>
    </w:tbl>
    <w:p w:rsidR="00AC5402" w:rsidRDefault="00AC5402" w:rsidP="004408AA">
      <w:pPr>
        <w:rPr>
          <w:szCs w:val="28"/>
          <w:lang w:val="uk-UA"/>
        </w:rPr>
      </w:pPr>
    </w:p>
    <w:p w:rsidR="00AC5402" w:rsidRDefault="00AC5402" w:rsidP="004408AA">
      <w:pPr>
        <w:rPr>
          <w:szCs w:val="28"/>
          <w:lang w:val="uk-UA"/>
        </w:rPr>
      </w:pPr>
    </w:p>
    <w:p w:rsidR="00AC5402" w:rsidRDefault="00AC5402" w:rsidP="004408AA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Кошторис витрат на оздоровлення в дитячих оздоровчих таборах у 2017 році дітей, які потребують соціальної уваги та підтримки, підготовлено Управлінням освіти Бахмутської міської ради</w:t>
      </w:r>
    </w:p>
    <w:p w:rsidR="00AC5402" w:rsidRDefault="00AC5402" w:rsidP="004408AA">
      <w:pPr>
        <w:rPr>
          <w:szCs w:val="28"/>
          <w:lang w:val="uk-UA"/>
        </w:rPr>
      </w:pPr>
    </w:p>
    <w:p w:rsidR="00AC5402" w:rsidRDefault="00AC5402" w:rsidP="004408AA">
      <w:pPr>
        <w:rPr>
          <w:szCs w:val="28"/>
          <w:lang w:val="uk-UA"/>
        </w:rPr>
      </w:pPr>
    </w:p>
    <w:p w:rsidR="00AC5402" w:rsidRPr="000248DC" w:rsidRDefault="00AC5402" w:rsidP="004408AA">
      <w:pPr>
        <w:rPr>
          <w:szCs w:val="28"/>
          <w:lang w:val="uk-UA"/>
        </w:rPr>
      </w:pPr>
    </w:p>
    <w:p w:rsidR="00AC5402" w:rsidRPr="009F473F" w:rsidRDefault="00AC5402" w:rsidP="004408AA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 xml:space="preserve">Начальник </w:t>
      </w:r>
      <w:r>
        <w:rPr>
          <w:b/>
          <w:i/>
          <w:szCs w:val="28"/>
          <w:lang w:val="uk-UA"/>
        </w:rPr>
        <w:t>Управління</w:t>
      </w:r>
      <w:r w:rsidRPr="009F473F">
        <w:rPr>
          <w:b/>
          <w:i/>
          <w:szCs w:val="28"/>
          <w:lang w:val="uk-UA"/>
        </w:rPr>
        <w:t xml:space="preserve"> освіти </w:t>
      </w:r>
    </w:p>
    <w:p w:rsidR="00AC5402" w:rsidRPr="009F473F" w:rsidRDefault="00AC5402" w:rsidP="004408AA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>Бахмутськоїміської ради</w:t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  <w:t>М.А.Рубцова</w:t>
      </w:r>
    </w:p>
    <w:p w:rsidR="00AC5402" w:rsidRPr="009F473F" w:rsidRDefault="00AC5402" w:rsidP="004408AA">
      <w:pPr>
        <w:rPr>
          <w:b/>
          <w:i/>
          <w:szCs w:val="28"/>
          <w:lang w:val="uk-UA"/>
        </w:rPr>
      </w:pPr>
    </w:p>
    <w:p w:rsidR="00AC5402" w:rsidRDefault="00AC5402" w:rsidP="004408AA">
      <w:pPr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В.о. начальника Управління молодіжної </w:t>
      </w:r>
    </w:p>
    <w:p w:rsidR="00AC5402" w:rsidRDefault="00AC5402" w:rsidP="004408AA">
      <w:pPr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політики та у справах дітей </w:t>
      </w:r>
    </w:p>
    <w:p w:rsidR="00AC5402" w:rsidRPr="009F473F" w:rsidRDefault="00AC5402" w:rsidP="004408AA">
      <w:pPr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Бахмутської міської ради</w:t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</w:r>
      <w:r>
        <w:rPr>
          <w:b/>
          <w:i/>
          <w:szCs w:val="28"/>
          <w:lang w:val="uk-UA"/>
        </w:rPr>
        <w:tab/>
        <w:t xml:space="preserve"> Г.А. Колодочка</w:t>
      </w:r>
    </w:p>
    <w:p w:rsidR="00AC5402" w:rsidRDefault="00AC5402" w:rsidP="004408AA">
      <w:pPr>
        <w:rPr>
          <w:b/>
          <w:i/>
          <w:szCs w:val="28"/>
          <w:lang w:val="uk-UA"/>
        </w:rPr>
      </w:pPr>
    </w:p>
    <w:p w:rsidR="00AC5402" w:rsidRPr="009F473F" w:rsidRDefault="00AC5402" w:rsidP="004408AA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>Керуючий  справами виконкому</w:t>
      </w:r>
    </w:p>
    <w:p w:rsidR="00AC5402" w:rsidRPr="00CB6CAB" w:rsidRDefault="00AC5402" w:rsidP="004408AA">
      <w:pPr>
        <w:rPr>
          <w:szCs w:val="28"/>
          <w:lang w:val="uk-UA"/>
        </w:rPr>
      </w:pPr>
      <w:r w:rsidRPr="009F473F">
        <w:rPr>
          <w:b/>
          <w:i/>
          <w:szCs w:val="28"/>
          <w:lang w:val="uk-UA"/>
        </w:rPr>
        <w:t>Бахмутськоїміської ради</w:t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  <w:t>Т.І. Недашковська</w:t>
      </w:r>
    </w:p>
    <w:p w:rsidR="00AC5402" w:rsidRDefault="00AC5402" w:rsidP="00A024B7">
      <w:pPr>
        <w:pStyle w:val="Title"/>
        <w:jc w:val="left"/>
        <w:rPr>
          <w:bCs/>
        </w:rPr>
      </w:pPr>
    </w:p>
    <w:p w:rsidR="00AC5402" w:rsidRDefault="00AC5402" w:rsidP="00A024B7">
      <w:pPr>
        <w:pStyle w:val="Title"/>
        <w:jc w:val="left"/>
        <w:rPr>
          <w:bCs/>
        </w:rPr>
      </w:pPr>
    </w:p>
    <w:p w:rsidR="00AC5402" w:rsidRPr="009F473F" w:rsidRDefault="00AC5402" w:rsidP="004408AA">
      <w:pPr>
        <w:pStyle w:val="Title"/>
        <w:ind w:left="5220"/>
        <w:jc w:val="left"/>
        <w:rPr>
          <w:bCs/>
        </w:rPr>
      </w:pPr>
      <w:r w:rsidRPr="009F473F">
        <w:rPr>
          <w:bCs/>
        </w:rPr>
        <w:t>ЗАТВЕРДЖЕНО</w:t>
      </w:r>
    </w:p>
    <w:p w:rsidR="00AC5402" w:rsidRPr="009F473F" w:rsidRDefault="00AC5402" w:rsidP="004408AA">
      <w:pPr>
        <w:pStyle w:val="Title"/>
        <w:ind w:left="5220"/>
        <w:jc w:val="left"/>
        <w:rPr>
          <w:bCs/>
        </w:rPr>
      </w:pPr>
      <w:r w:rsidRPr="009F473F">
        <w:rPr>
          <w:bCs/>
        </w:rPr>
        <w:t xml:space="preserve">Рішення виконкому </w:t>
      </w:r>
    </w:p>
    <w:p w:rsidR="00AC5402" w:rsidRPr="009F473F" w:rsidRDefault="00AC5402" w:rsidP="004408AA">
      <w:pPr>
        <w:pStyle w:val="Title"/>
        <w:ind w:left="5220"/>
        <w:jc w:val="left"/>
        <w:rPr>
          <w:bCs/>
        </w:rPr>
      </w:pPr>
      <w:r w:rsidRPr="009F473F">
        <w:rPr>
          <w:bCs/>
        </w:rPr>
        <w:t>Бахмутськоїміської ради</w:t>
      </w:r>
    </w:p>
    <w:p w:rsidR="00AC5402" w:rsidRPr="009F473F" w:rsidRDefault="00AC5402" w:rsidP="004408AA">
      <w:pPr>
        <w:pStyle w:val="Title"/>
        <w:ind w:left="5220"/>
        <w:jc w:val="left"/>
        <w:rPr>
          <w:bCs/>
        </w:rPr>
      </w:pPr>
      <w:r>
        <w:rPr>
          <w:bCs/>
        </w:rPr>
        <w:t>17.05.2017 №  105</w:t>
      </w:r>
      <w:bookmarkStart w:id="0" w:name="_GoBack"/>
      <w:bookmarkEnd w:id="0"/>
    </w:p>
    <w:p w:rsidR="00AC5402" w:rsidRPr="009F473F" w:rsidRDefault="00AC5402" w:rsidP="004408AA">
      <w:pPr>
        <w:pStyle w:val="Title"/>
        <w:ind w:left="5220"/>
        <w:jc w:val="left"/>
        <w:rPr>
          <w:bCs/>
        </w:rPr>
      </w:pPr>
    </w:p>
    <w:p w:rsidR="00AC5402" w:rsidRDefault="00AC5402" w:rsidP="004408AA">
      <w:pPr>
        <w:pStyle w:val="Title"/>
        <w:rPr>
          <w:b/>
          <w:bCs/>
        </w:rPr>
      </w:pPr>
      <w:r>
        <w:rPr>
          <w:b/>
          <w:bCs/>
        </w:rPr>
        <w:t xml:space="preserve">Кошторисна вартість </w:t>
      </w:r>
    </w:p>
    <w:p w:rsidR="00AC5402" w:rsidRPr="00E30510" w:rsidRDefault="00AC5402" w:rsidP="004408AA">
      <w:pPr>
        <w:pStyle w:val="Title"/>
        <w:rPr>
          <w:b/>
          <w:bCs/>
          <w:lang w:val="ru-RU"/>
        </w:rPr>
      </w:pPr>
      <w:r>
        <w:rPr>
          <w:b/>
          <w:bCs/>
        </w:rPr>
        <w:t xml:space="preserve">путівки </w:t>
      </w:r>
      <w:r>
        <w:rPr>
          <w:b/>
          <w:bCs/>
          <w:lang w:val="ru-RU"/>
        </w:rPr>
        <w:t xml:space="preserve">до </w:t>
      </w:r>
      <w:r w:rsidRPr="00591C21">
        <w:rPr>
          <w:b/>
          <w:bCs/>
        </w:rPr>
        <w:t>Бахмутського</w:t>
      </w:r>
      <w:r>
        <w:rPr>
          <w:b/>
          <w:bCs/>
        </w:rPr>
        <w:t>дитячо</w:t>
      </w:r>
      <w:r>
        <w:rPr>
          <w:b/>
          <w:bCs/>
          <w:lang w:val="ru-RU"/>
        </w:rPr>
        <w:t>го</w:t>
      </w:r>
      <w:r>
        <w:rPr>
          <w:b/>
          <w:bCs/>
        </w:rPr>
        <w:t>замісько</w:t>
      </w:r>
      <w:r>
        <w:rPr>
          <w:b/>
          <w:bCs/>
          <w:lang w:val="ru-RU"/>
        </w:rPr>
        <w:t>го</w:t>
      </w:r>
      <w:r>
        <w:rPr>
          <w:b/>
          <w:bCs/>
        </w:rPr>
        <w:t xml:space="preserve"> заклад</w:t>
      </w:r>
      <w:r>
        <w:rPr>
          <w:b/>
          <w:bCs/>
          <w:lang w:val="ru-RU"/>
        </w:rPr>
        <w:t>у</w:t>
      </w:r>
    </w:p>
    <w:p w:rsidR="00AC5402" w:rsidRDefault="00AC5402" w:rsidP="004408AA">
      <w:pPr>
        <w:pStyle w:val="Title"/>
        <w:rPr>
          <w:b/>
          <w:bCs/>
        </w:rPr>
      </w:pPr>
      <w:r>
        <w:rPr>
          <w:b/>
          <w:bCs/>
        </w:rPr>
        <w:t>оздоровлення та відпочинку  “Вогник”</w:t>
      </w:r>
    </w:p>
    <w:p w:rsidR="00AC5402" w:rsidRDefault="00AC5402" w:rsidP="004408A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на 2017 рік (перебування  у таборі 21 день)</w:t>
      </w:r>
    </w:p>
    <w:p w:rsidR="00AC5402" w:rsidRDefault="00AC5402" w:rsidP="004408A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для однієї дитини</w:t>
      </w:r>
    </w:p>
    <w:p w:rsidR="00AC5402" w:rsidRDefault="00AC5402" w:rsidP="004408AA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4"/>
        <w:gridCol w:w="6164"/>
        <w:gridCol w:w="1544"/>
      </w:tblGrid>
      <w:tr w:rsidR="00AC5402" w:rsidRPr="00FB7E26" w:rsidTr="009805CD">
        <w:trPr>
          <w:cantSplit/>
          <w:trHeight w:val="790"/>
        </w:trPr>
        <w:tc>
          <w:tcPr>
            <w:tcW w:w="1144" w:type="dxa"/>
            <w:vAlign w:val="center"/>
          </w:tcPr>
          <w:p w:rsidR="00AC5402" w:rsidRPr="00FB7E26" w:rsidRDefault="00AC5402" w:rsidP="009805C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КЕКВ</w:t>
            </w:r>
          </w:p>
        </w:tc>
        <w:tc>
          <w:tcPr>
            <w:tcW w:w="6164" w:type="dxa"/>
            <w:vAlign w:val="center"/>
          </w:tcPr>
          <w:p w:rsidR="00AC5402" w:rsidRPr="00FB7E26" w:rsidRDefault="00AC5402" w:rsidP="009805CD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Найменування ви</w:t>
            </w:r>
            <w:r>
              <w:rPr>
                <w:szCs w:val="28"/>
                <w:lang w:val="uk-UA"/>
              </w:rPr>
              <w:t>датків</w:t>
            </w:r>
          </w:p>
        </w:tc>
        <w:tc>
          <w:tcPr>
            <w:tcW w:w="1544" w:type="dxa"/>
          </w:tcPr>
          <w:p w:rsidR="00AC5402" w:rsidRDefault="00AC5402" w:rsidP="009805CD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Сума,</w:t>
            </w:r>
          </w:p>
          <w:p w:rsidR="00AC5402" w:rsidRPr="00FB7E26" w:rsidRDefault="00AC5402" w:rsidP="009805CD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 xml:space="preserve"> грн.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2110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 xml:space="preserve">Оплата праці </w:t>
            </w:r>
          </w:p>
        </w:tc>
        <w:tc>
          <w:tcPr>
            <w:tcW w:w="1544" w:type="dxa"/>
          </w:tcPr>
          <w:p w:rsidR="00AC5402" w:rsidRPr="00591C21" w:rsidRDefault="00AC5402" w:rsidP="00591C21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86,07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2120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Нарахування на оплату праці</w:t>
            </w:r>
          </w:p>
        </w:tc>
        <w:tc>
          <w:tcPr>
            <w:tcW w:w="1544" w:type="dxa"/>
          </w:tcPr>
          <w:p w:rsidR="00AC5402" w:rsidRPr="00591C21" w:rsidRDefault="00AC5402" w:rsidP="00591C21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18,94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2200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Використання товарів і послуг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2326,43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2210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280,47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2220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12,40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2230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Продукти харчування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1575,00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2240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Оплата послуг (крім комунальних)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209,21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2270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249,35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2272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Оплата водопостачання і водовідведення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129,48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2273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119,87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2800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Інші поточні видатки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6,06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557199" w:rsidRDefault="00AC5402" w:rsidP="009805CD">
            <w:pPr>
              <w:jc w:val="center"/>
              <w:rPr>
                <w:szCs w:val="28"/>
                <w:lang w:val="uk-UA"/>
              </w:rPr>
            </w:pPr>
            <w:r w:rsidRPr="00557199">
              <w:rPr>
                <w:szCs w:val="28"/>
                <w:lang w:val="uk-UA"/>
              </w:rPr>
              <w:t>3110</w:t>
            </w: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62,50</w:t>
            </w:r>
          </w:p>
        </w:tc>
      </w:tr>
      <w:tr w:rsidR="00AC5402" w:rsidRPr="00591C21" w:rsidTr="009805CD">
        <w:tc>
          <w:tcPr>
            <w:tcW w:w="1144" w:type="dxa"/>
          </w:tcPr>
          <w:p w:rsidR="00AC5402" w:rsidRPr="00FB25AA" w:rsidRDefault="00AC5402" w:rsidP="009805CD">
            <w:pPr>
              <w:jc w:val="center"/>
              <w:rPr>
                <w:color w:val="FF0000"/>
                <w:szCs w:val="28"/>
                <w:lang w:val="uk-UA"/>
              </w:rPr>
            </w:pPr>
          </w:p>
        </w:tc>
        <w:tc>
          <w:tcPr>
            <w:tcW w:w="616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ВСЬОГО:</w:t>
            </w:r>
          </w:p>
        </w:tc>
        <w:tc>
          <w:tcPr>
            <w:tcW w:w="1544" w:type="dxa"/>
          </w:tcPr>
          <w:p w:rsidR="00AC5402" w:rsidRPr="00591C21" w:rsidRDefault="00AC5402" w:rsidP="009805CD">
            <w:pPr>
              <w:jc w:val="center"/>
              <w:rPr>
                <w:szCs w:val="28"/>
                <w:lang w:val="uk-UA"/>
              </w:rPr>
            </w:pPr>
            <w:r w:rsidRPr="00591C21">
              <w:rPr>
                <w:szCs w:val="28"/>
                <w:lang w:val="uk-UA"/>
              </w:rPr>
              <w:t>2500,00</w:t>
            </w:r>
          </w:p>
        </w:tc>
      </w:tr>
    </w:tbl>
    <w:p w:rsidR="00AC5402" w:rsidRPr="00591C21" w:rsidRDefault="00AC5402" w:rsidP="004408AA">
      <w:pPr>
        <w:rPr>
          <w:lang w:val="uk-UA"/>
        </w:rPr>
      </w:pPr>
    </w:p>
    <w:p w:rsidR="00AC5402" w:rsidRPr="00591C21" w:rsidRDefault="00AC5402" w:rsidP="004408AA">
      <w:pPr>
        <w:rPr>
          <w:szCs w:val="28"/>
          <w:lang w:val="uk-UA"/>
        </w:rPr>
      </w:pPr>
    </w:p>
    <w:p w:rsidR="00AC5402" w:rsidRPr="00E30510" w:rsidRDefault="00AC5402" w:rsidP="004408AA">
      <w:pPr>
        <w:pStyle w:val="Title"/>
        <w:ind w:firstLine="708"/>
        <w:jc w:val="both"/>
        <w:rPr>
          <w:bCs/>
        </w:rPr>
      </w:pPr>
      <w:r w:rsidRPr="00591C21">
        <w:rPr>
          <w:bCs/>
        </w:rPr>
        <w:t>Кошторисну вартість путівки до Бахмутського  дитячого заміського закладу</w:t>
      </w:r>
      <w:r w:rsidRPr="00591C21">
        <w:t xml:space="preserve">оздоровлення та відпочинку  “Вогник” на 2017 рік (перебування  </w:t>
      </w:r>
      <w:r w:rsidRPr="009F473F">
        <w:t xml:space="preserve">у таборі 21 день) </w:t>
      </w:r>
      <w:r w:rsidRPr="009F473F">
        <w:rPr>
          <w:bCs/>
        </w:rPr>
        <w:t xml:space="preserve">для однієї дитини </w:t>
      </w:r>
      <w:r w:rsidRPr="009F473F">
        <w:rPr>
          <w:szCs w:val="28"/>
        </w:rPr>
        <w:t xml:space="preserve">складено </w:t>
      </w:r>
      <w:r>
        <w:rPr>
          <w:szCs w:val="28"/>
        </w:rPr>
        <w:t xml:space="preserve">Управлінням </w:t>
      </w:r>
      <w:r w:rsidRPr="009F473F">
        <w:rPr>
          <w:szCs w:val="28"/>
        </w:rPr>
        <w:t>освіти Бахмутської міської ради</w:t>
      </w:r>
    </w:p>
    <w:p w:rsidR="00AC5402" w:rsidRPr="009F473F" w:rsidRDefault="00AC5402" w:rsidP="004408AA">
      <w:pPr>
        <w:jc w:val="both"/>
        <w:rPr>
          <w:szCs w:val="28"/>
          <w:lang w:val="uk-UA"/>
        </w:rPr>
      </w:pPr>
    </w:p>
    <w:p w:rsidR="00AC5402" w:rsidRPr="009F473F" w:rsidRDefault="00AC5402" w:rsidP="004408AA">
      <w:pPr>
        <w:rPr>
          <w:szCs w:val="28"/>
          <w:lang w:val="uk-UA"/>
        </w:rPr>
      </w:pPr>
    </w:p>
    <w:p w:rsidR="00AC5402" w:rsidRPr="009F473F" w:rsidRDefault="00AC5402" w:rsidP="004408AA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 xml:space="preserve">Начальник </w:t>
      </w:r>
      <w:r>
        <w:rPr>
          <w:b/>
          <w:i/>
          <w:szCs w:val="28"/>
          <w:lang w:val="uk-UA"/>
        </w:rPr>
        <w:t xml:space="preserve">Управління </w:t>
      </w:r>
      <w:r w:rsidRPr="009F473F">
        <w:rPr>
          <w:b/>
          <w:i/>
          <w:szCs w:val="28"/>
          <w:lang w:val="uk-UA"/>
        </w:rPr>
        <w:t xml:space="preserve"> освіти </w:t>
      </w:r>
    </w:p>
    <w:p w:rsidR="00AC5402" w:rsidRPr="009F473F" w:rsidRDefault="00AC5402" w:rsidP="004408AA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>Бахмутськоїміської ради</w:t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  <w:t>М.А.Рубцова</w:t>
      </w:r>
    </w:p>
    <w:p w:rsidR="00AC5402" w:rsidRPr="009F473F" w:rsidRDefault="00AC5402" w:rsidP="004408AA">
      <w:pPr>
        <w:rPr>
          <w:b/>
          <w:i/>
          <w:szCs w:val="28"/>
          <w:lang w:val="uk-UA"/>
        </w:rPr>
      </w:pPr>
    </w:p>
    <w:p w:rsidR="00AC5402" w:rsidRDefault="00AC5402" w:rsidP="00A024B7">
      <w:pPr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В.о. начальника Управління молодіжної </w:t>
      </w:r>
    </w:p>
    <w:p w:rsidR="00AC5402" w:rsidRDefault="00AC5402" w:rsidP="00A024B7">
      <w:pPr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політики та у справах дітей </w:t>
      </w:r>
    </w:p>
    <w:p w:rsidR="00AC5402" w:rsidRPr="009F473F" w:rsidRDefault="00AC5402" w:rsidP="00A024B7">
      <w:pPr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Бахмутської міської ради                                                         Г.А. Колодочка</w:t>
      </w:r>
    </w:p>
    <w:p w:rsidR="00AC5402" w:rsidRPr="009F473F" w:rsidRDefault="00AC5402" w:rsidP="004408AA">
      <w:pPr>
        <w:rPr>
          <w:b/>
          <w:i/>
          <w:szCs w:val="28"/>
          <w:lang w:val="uk-UA"/>
        </w:rPr>
      </w:pPr>
    </w:p>
    <w:p w:rsidR="00AC5402" w:rsidRPr="009F473F" w:rsidRDefault="00AC5402" w:rsidP="004408AA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>Керуючий справами виконкому</w:t>
      </w:r>
    </w:p>
    <w:p w:rsidR="00AC5402" w:rsidRPr="00DA5095" w:rsidRDefault="00AC5402" w:rsidP="00DA5095">
      <w:pPr>
        <w:rPr>
          <w:color w:val="FF0000"/>
          <w:szCs w:val="28"/>
          <w:lang w:val="uk-UA"/>
        </w:rPr>
      </w:pPr>
      <w:r w:rsidRPr="009F473F">
        <w:rPr>
          <w:b/>
          <w:i/>
          <w:szCs w:val="28"/>
          <w:lang w:val="uk-UA"/>
        </w:rPr>
        <w:t>Бахмутськоїміської ради</w:t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</w:r>
      <w:r w:rsidRPr="009F473F">
        <w:rPr>
          <w:b/>
          <w:i/>
          <w:szCs w:val="28"/>
          <w:lang w:val="uk-UA"/>
        </w:rPr>
        <w:tab/>
        <w:t>Т.І. Недашковська</w:t>
      </w:r>
    </w:p>
    <w:p w:rsidR="00AC5402" w:rsidRDefault="00AC5402" w:rsidP="004408AA">
      <w:pPr>
        <w:jc w:val="both"/>
        <w:rPr>
          <w:b/>
          <w:i/>
          <w:szCs w:val="28"/>
          <w:lang w:val="uk-UA"/>
        </w:rPr>
      </w:pPr>
    </w:p>
    <w:p w:rsidR="00AC5402" w:rsidRPr="004408AA" w:rsidRDefault="00AC5402">
      <w:pPr>
        <w:rPr>
          <w:lang w:val="uk-UA"/>
        </w:rPr>
      </w:pPr>
    </w:p>
    <w:sectPr w:rsidR="00AC5402" w:rsidRPr="004408AA" w:rsidSect="00433583">
      <w:pgSz w:w="11906" w:h="16838"/>
      <w:pgMar w:top="899" w:right="566" w:bottom="54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F1D0B2B"/>
    <w:multiLevelType w:val="hybridMultilevel"/>
    <w:tmpl w:val="6D106702"/>
    <w:lvl w:ilvl="0" w:tplc="57A834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374A30"/>
    <w:multiLevelType w:val="hybridMultilevel"/>
    <w:tmpl w:val="C610E4E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D0F612E"/>
    <w:multiLevelType w:val="multilevel"/>
    <w:tmpl w:val="FC5A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8AA"/>
    <w:rsid w:val="00022CCF"/>
    <w:rsid w:val="000248DC"/>
    <w:rsid w:val="000257AF"/>
    <w:rsid w:val="000716F5"/>
    <w:rsid w:val="00075CCD"/>
    <w:rsid w:val="00092E6E"/>
    <w:rsid w:val="000B5EDD"/>
    <w:rsid w:val="000C6D49"/>
    <w:rsid w:val="000E223E"/>
    <w:rsid w:val="000E31DA"/>
    <w:rsid w:val="000E4DF8"/>
    <w:rsid w:val="00147A8B"/>
    <w:rsid w:val="0015412D"/>
    <w:rsid w:val="00184D6C"/>
    <w:rsid w:val="001D7A11"/>
    <w:rsid w:val="0020081C"/>
    <w:rsid w:val="00203FB2"/>
    <w:rsid w:val="00222D11"/>
    <w:rsid w:val="002958F6"/>
    <w:rsid w:val="002B49BD"/>
    <w:rsid w:val="002F4331"/>
    <w:rsid w:val="00333916"/>
    <w:rsid w:val="003653AE"/>
    <w:rsid w:val="0036658F"/>
    <w:rsid w:val="003B01E6"/>
    <w:rsid w:val="00405916"/>
    <w:rsid w:val="00411417"/>
    <w:rsid w:val="00424CDD"/>
    <w:rsid w:val="00427645"/>
    <w:rsid w:val="00433583"/>
    <w:rsid w:val="004408AA"/>
    <w:rsid w:val="00452F59"/>
    <w:rsid w:val="00464594"/>
    <w:rsid w:val="00464EB2"/>
    <w:rsid w:val="004A172B"/>
    <w:rsid w:val="004C446C"/>
    <w:rsid w:val="0050085D"/>
    <w:rsid w:val="00557199"/>
    <w:rsid w:val="00591C21"/>
    <w:rsid w:val="005A2073"/>
    <w:rsid w:val="005D10E5"/>
    <w:rsid w:val="005E6464"/>
    <w:rsid w:val="0062046D"/>
    <w:rsid w:val="006222CE"/>
    <w:rsid w:val="00622DCD"/>
    <w:rsid w:val="00646A54"/>
    <w:rsid w:val="00656A12"/>
    <w:rsid w:val="006974CF"/>
    <w:rsid w:val="006F2BEF"/>
    <w:rsid w:val="00730335"/>
    <w:rsid w:val="0077108F"/>
    <w:rsid w:val="007C4538"/>
    <w:rsid w:val="007E6675"/>
    <w:rsid w:val="00840FBE"/>
    <w:rsid w:val="00851988"/>
    <w:rsid w:val="00852A90"/>
    <w:rsid w:val="008747D6"/>
    <w:rsid w:val="00876479"/>
    <w:rsid w:val="00881DFF"/>
    <w:rsid w:val="008A7E59"/>
    <w:rsid w:val="008B1C2E"/>
    <w:rsid w:val="008B3393"/>
    <w:rsid w:val="008C2504"/>
    <w:rsid w:val="008C5A52"/>
    <w:rsid w:val="008E1219"/>
    <w:rsid w:val="008E2840"/>
    <w:rsid w:val="00911840"/>
    <w:rsid w:val="009305BC"/>
    <w:rsid w:val="00930D6D"/>
    <w:rsid w:val="00960398"/>
    <w:rsid w:val="009805CD"/>
    <w:rsid w:val="00981DD1"/>
    <w:rsid w:val="009A1DD3"/>
    <w:rsid w:val="009B12A8"/>
    <w:rsid w:val="009E06D9"/>
    <w:rsid w:val="009F473F"/>
    <w:rsid w:val="00A024B7"/>
    <w:rsid w:val="00A115A9"/>
    <w:rsid w:val="00A21D35"/>
    <w:rsid w:val="00A226AB"/>
    <w:rsid w:val="00A46622"/>
    <w:rsid w:val="00A55EDA"/>
    <w:rsid w:val="00AC5104"/>
    <w:rsid w:val="00AC5402"/>
    <w:rsid w:val="00AE053D"/>
    <w:rsid w:val="00B01E5B"/>
    <w:rsid w:val="00B2385E"/>
    <w:rsid w:val="00B240A8"/>
    <w:rsid w:val="00BC7A1A"/>
    <w:rsid w:val="00BD4DF0"/>
    <w:rsid w:val="00BE2A96"/>
    <w:rsid w:val="00BE52B4"/>
    <w:rsid w:val="00C06C9E"/>
    <w:rsid w:val="00C54152"/>
    <w:rsid w:val="00C72EB2"/>
    <w:rsid w:val="00C8111E"/>
    <w:rsid w:val="00CB6A52"/>
    <w:rsid w:val="00CB6CAB"/>
    <w:rsid w:val="00D149A4"/>
    <w:rsid w:val="00D67381"/>
    <w:rsid w:val="00D906A1"/>
    <w:rsid w:val="00D92C0E"/>
    <w:rsid w:val="00DA4B59"/>
    <w:rsid w:val="00DA5095"/>
    <w:rsid w:val="00DB2312"/>
    <w:rsid w:val="00DC052C"/>
    <w:rsid w:val="00E26F38"/>
    <w:rsid w:val="00E30510"/>
    <w:rsid w:val="00ED624E"/>
    <w:rsid w:val="00EF4DE9"/>
    <w:rsid w:val="00EF5DAC"/>
    <w:rsid w:val="00F51112"/>
    <w:rsid w:val="00F72013"/>
    <w:rsid w:val="00F77A76"/>
    <w:rsid w:val="00F95D47"/>
    <w:rsid w:val="00FA62B8"/>
    <w:rsid w:val="00FB25AA"/>
    <w:rsid w:val="00FB7E26"/>
    <w:rsid w:val="00FD0E1B"/>
    <w:rsid w:val="00FE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1E6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08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08A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08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408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08AA"/>
    <w:pPr>
      <w:keepNext/>
      <w:jc w:val="center"/>
      <w:outlineLvl w:val="5"/>
    </w:pPr>
    <w:rPr>
      <w:b/>
      <w:sz w:val="32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408AA"/>
    <w:pPr>
      <w:keepNext/>
      <w:jc w:val="center"/>
      <w:outlineLvl w:val="7"/>
    </w:pPr>
    <w:rPr>
      <w:b/>
      <w:sz w:val="36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08AA"/>
    <w:pPr>
      <w:keepNext/>
      <w:jc w:val="center"/>
      <w:outlineLvl w:val="8"/>
    </w:pPr>
    <w:rPr>
      <w:b/>
      <w:sz w:val="4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08A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408A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408A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408AA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408AA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408AA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408A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4408AA"/>
    <w:pPr>
      <w:ind w:right="5953"/>
    </w:pPr>
    <w:rPr>
      <w:b/>
      <w:i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408AA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4408AA"/>
    <w:pPr>
      <w:ind w:left="426" w:hanging="426"/>
      <w:jc w:val="both"/>
    </w:pPr>
    <w:rPr>
      <w:sz w:val="26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408AA"/>
    <w:rPr>
      <w:rFonts w:ascii="Times New Roman" w:hAnsi="Times New Roman" w:cs="Times New Roman"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4408A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408AA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4408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408AA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4408AA"/>
    <w:pPr>
      <w:jc w:val="center"/>
    </w:pPr>
    <w:rPr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408AA"/>
    <w:rPr>
      <w:rFonts w:ascii="Times New Roman" w:hAnsi="Times New Roman" w:cs="Times New Roman"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4408A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4408AA"/>
    <w:rPr>
      <w:rFonts w:ascii="Courier New" w:hAnsi="Courier New"/>
      <w:sz w:val="20"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408AA"/>
    <w:rPr>
      <w:rFonts w:ascii="Courier New" w:hAnsi="Courier New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4408AA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rsid w:val="00333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33916"/>
    <w:rPr>
      <w:rFonts w:ascii="Times New Roman" w:hAnsi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92E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2E6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693</TotalTime>
  <Pages>10</Pages>
  <Words>2013</Words>
  <Characters>11478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ch09</cp:lastModifiedBy>
  <cp:revision>54</cp:revision>
  <cp:lastPrinted>2017-05-16T07:25:00Z</cp:lastPrinted>
  <dcterms:created xsi:type="dcterms:W3CDTF">2017-02-22T07:39:00Z</dcterms:created>
  <dcterms:modified xsi:type="dcterms:W3CDTF">2017-05-18T04:21:00Z</dcterms:modified>
</cp:coreProperties>
</file>