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5B5" w:rsidRDefault="009E45B5" w:rsidP="00316C3D">
      <w:pPr>
        <w:pStyle w:val="NormalWeb"/>
        <w:tabs>
          <w:tab w:val="left" w:pos="-142"/>
        </w:tabs>
        <w:spacing w:before="0" w:beforeAutospacing="0" w:after="0" w:afterAutospacing="0"/>
        <w:rPr>
          <w:bCs/>
          <w:i/>
          <w:color w:val="000000"/>
          <w:lang w:val="ru-RU"/>
        </w:rPr>
      </w:pPr>
      <w:r>
        <w:rPr>
          <w:bCs/>
          <w:i/>
          <w:color w:val="000000"/>
          <w:lang w:val="ru-RU"/>
        </w:rPr>
        <w:t xml:space="preserve">                                                              </w:t>
      </w:r>
    </w:p>
    <w:p w:rsidR="009E45B5" w:rsidRDefault="009E45B5" w:rsidP="00316C3D">
      <w:pPr>
        <w:pStyle w:val="NormalWeb"/>
        <w:spacing w:before="0" w:beforeAutospacing="0" w:after="0" w:afterAutospacing="0"/>
        <w:ind w:left="4536" w:right="-454"/>
        <w:jc w:val="both"/>
      </w:pPr>
      <w:r>
        <w:t>Додаток № 2</w:t>
      </w:r>
    </w:p>
    <w:p w:rsidR="009E45B5" w:rsidRDefault="009E45B5" w:rsidP="006D65FF">
      <w:pPr>
        <w:pStyle w:val="NormalWeb"/>
        <w:spacing w:before="0" w:beforeAutospacing="0" w:after="0" w:afterAutospacing="0"/>
        <w:ind w:left="4536" w:right="-454"/>
        <w:jc w:val="both"/>
      </w:pPr>
      <w:r w:rsidRPr="001F3DFF">
        <w:t xml:space="preserve">до </w:t>
      </w:r>
      <w:r>
        <w:t>проекту Цільової програми сприяння розвитку громадянського суспільства у м. Бахмуті на 2017-2020 роки</w:t>
      </w:r>
      <w:r w:rsidRPr="001F3DFF">
        <w:t xml:space="preserve">, </w:t>
      </w:r>
      <w:r>
        <w:t>ухваленої</w:t>
      </w:r>
      <w:r w:rsidRPr="001F3DFF">
        <w:t xml:space="preserve"> рішенням виконавчого коміт</w:t>
      </w:r>
      <w:r>
        <w:t>ету Бахмутської міської ради</w:t>
      </w:r>
      <w:r w:rsidRPr="001F3DFF">
        <w:t xml:space="preserve"> </w:t>
      </w:r>
    </w:p>
    <w:p w:rsidR="009E45B5" w:rsidRPr="006D65FF" w:rsidRDefault="009E45B5" w:rsidP="006D65FF">
      <w:pPr>
        <w:pStyle w:val="NormalWeb"/>
        <w:spacing w:before="0" w:beforeAutospacing="0" w:after="0" w:afterAutospacing="0"/>
        <w:ind w:left="4536" w:right="-454"/>
        <w:jc w:val="both"/>
      </w:pPr>
      <w:r>
        <w:t>14.06.2017.</w:t>
      </w:r>
      <w:r w:rsidRPr="001F3DFF">
        <w:t xml:space="preserve">№ </w:t>
      </w:r>
      <w:r>
        <w:t>130</w:t>
      </w:r>
    </w:p>
    <w:p w:rsidR="009E45B5" w:rsidRDefault="009E45B5" w:rsidP="00316C3D">
      <w:pPr>
        <w:pStyle w:val="NormalWeb"/>
        <w:tabs>
          <w:tab w:val="left" w:pos="-142"/>
        </w:tabs>
        <w:spacing w:before="0" w:beforeAutospacing="0" w:after="0" w:afterAutospacing="0"/>
        <w:rPr>
          <w:bCs/>
          <w:i/>
          <w:color w:val="000000"/>
          <w:lang w:val="ru-RU"/>
        </w:rPr>
      </w:pPr>
    </w:p>
    <w:p w:rsidR="009E45B5" w:rsidRDefault="009E45B5" w:rsidP="00316C3D">
      <w:pPr>
        <w:pStyle w:val="NormalWeb"/>
        <w:tabs>
          <w:tab w:val="left" w:pos="-142"/>
        </w:tabs>
        <w:spacing w:before="0" w:beforeAutospacing="0" w:after="0" w:afterAutospacing="0"/>
        <w:rPr>
          <w:bCs/>
          <w:i/>
          <w:color w:val="000000"/>
          <w:lang w:val="ru-RU"/>
        </w:rPr>
      </w:pPr>
      <w:r>
        <w:rPr>
          <w:bCs/>
          <w:i/>
          <w:color w:val="000000"/>
          <w:lang w:val="ru-RU"/>
        </w:rPr>
        <w:t xml:space="preserve">         </w:t>
      </w:r>
    </w:p>
    <w:p w:rsidR="009E45B5" w:rsidRPr="00316C3D" w:rsidRDefault="009E45B5" w:rsidP="00316C3D">
      <w:pPr>
        <w:pStyle w:val="NormalWeb"/>
        <w:tabs>
          <w:tab w:val="left" w:pos="-142"/>
        </w:tabs>
        <w:spacing w:before="0" w:beforeAutospacing="0" w:after="0" w:afterAutospacing="0"/>
      </w:pPr>
    </w:p>
    <w:p w:rsidR="009E45B5" w:rsidRDefault="009E45B5" w:rsidP="001377E9">
      <w:pPr>
        <w:pStyle w:val="NormalWeb"/>
        <w:spacing w:before="0" w:beforeAutospacing="0" w:after="0" w:afterAutospacing="0"/>
        <w:ind w:firstLine="709"/>
        <w:jc w:val="center"/>
        <w:rPr>
          <w:b/>
          <w:bCs/>
          <w:color w:val="000000"/>
          <w:sz w:val="28"/>
          <w:szCs w:val="28"/>
        </w:rPr>
      </w:pPr>
      <w:r w:rsidRPr="00F63BAC">
        <w:rPr>
          <w:b/>
          <w:bCs/>
          <w:color w:val="000000"/>
          <w:sz w:val="28"/>
          <w:szCs w:val="28"/>
        </w:rPr>
        <w:t>РЕСУРСНЕ ЗАБЕЗПЕЧЕННЯ ПРОГРАМИ</w:t>
      </w:r>
    </w:p>
    <w:p w:rsidR="009E45B5" w:rsidRPr="001047ED" w:rsidRDefault="009E45B5" w:rsidP="001377E9">
      <w:pPr>
        <w:pStyle w:val="NormalWeb"/>
        <w:spacing w:before="0" w:beforeAutospacing="0" w:after="0" w:afterAutospacing="0"/>
        <w:ind w:firstLine="709"/>
        <w:jc w:val="right"/>
        <w:rPr>
          <w:b/>
          <w:bCs/>
          <w:color w:val="000000"/>
        </w:rPr>
      </w:pPr>
      <w:r w:rsidRPr="001047ED">
        <w:rPr>
          <w:b/>
          <w:bCs/>
          <w:color w:val="000000"/>
        </w:rPr>
        <w:t>тис.</w:t>
      </w:r>
      <w:r w:rsidRPr="000659D0">
        <w:rPr>
          <w:b/>
          <w:bCs/>
          <w:color w:val="000000"/>
          <w:lang w:val="ru-RU"/>
        </w:rPr>
        <w:t xml:space="preserve"> </w:t>
      </w:r>
      <w:r w:rsidRPr="001047ED">
        <w:rPr>
          <w:b/>
          <w:bCs/>
          <w:color w:val="000000"/>
        </w:rPr>
        <w:t>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1046"/>
        <w:gridCol w:w="1647"/>
        <w:gridCol w:w="1276"/>
        <w:gridCol w:w="1299"/>
        <w:gridCol w:w="1642"/>
      </w:tblGrid>
      <w:tr w:rsidR="009E45B5" w:rsidRPr="00F63BAC" w:rsidTr="007727C5">
        <w:tc>
          <w:tcPr>
            <w:tcW w:w="2660" w:type="dxa"/>
            <w:vMerge w:val="restart"/>
            <w:vAlign w:val="center"/>
          </w:tcPr>
          <w:p w:rsidR="009E45B5" w:rsidRPr="007727C5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Обсяг коштів, що пропонується залучити на виконання програми</w:t>
            </w:r>
            <w:r>
              <w:rPr>
                <w:rFonts w:ascii="Times New Roman CYR" w:hAnsi="Times New Roman CYR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5268" w:type="dxa"/>
            <w:gridSpan w:val="4"/>
            <w:vAlign w:val="center"/>
          </w:tcPr>
          <w:p w:rsidR="009E45B5" w:rsidRPr="007727C5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Етапи виконання програми</w:t>
            </w:r>
          </w:p>
        </w:tc>
        <w:tc>
          <w:tcPr>
            <w:tcW w:w="1642" w:type="dxa"/>
            <w:vMerge w:val="restart"/>
            <w:vAlign w:val="center"/>
          </w:tcPr>
          <w:p w:rsidR="009E45B5" w:rsidRPr="007727C5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7727C5">
              <w:rPr>
                <w:rFonts w:ascii="Times New Roman CYR" w:hAnsi="Times New Roman CYR"/>
                <w:b/>
                <w:color w:val="000000"/>
                <w:sz w:val="24"/>
              </w:rPr>
              <w:t>Всього витрат на виконання програми</w:t>
            </w:r>
          </w:p>
        </w:tc>
      </w:tr>
      <w:tr w:rsidR="009E45B5" w:rsidRPr="00F63BAC" w:rsidTr="0044416C">
        <w:tc>
          <w:tcPr>
            <w:tcW w:w="2660" w:type="dxa"/>
            <w:vMerge/>
            <w:shd w:val="clear" w:color="auto" w:fill="DBE5F1"/>
            <w:vAlign w:val="center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</w:t>
            </w:r>
          </w:p>
        </w:tc>
        <w:tc>
          <w:tcPr>
            <w:tcW w:w="1276" w:type="dxa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ІІ</w:t>
            </w:r>
          </w:p>
        </w:tc>
        <w:tc>
          <w:tcPr>
            <w:tcW w:w="1299" w:type="dxa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4"/>
              </w:rPr>
              <w:t>ІІІ</w:t>
            </w:r>
          </w:p>
        </w:tc>
        <w:tc>
          <w:tcPr>
            <w:tcW w:w="1642" w:type="dxa"/>
            <w:vMerge/>
            <w:shd w:val="clear" w:color="auto" w:fill="DBE5F1"/>
            <w:vAlign w:val="center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9E45B5" w:rsidRPr="00F63BAC" w:rsidTr="0044416C">
        <w:tc>
          <w:tcPr>
            <w:tcW w:w="2660" w:type="dxa"/>
            <w:vMerge/>
            <w:shd w:val="clear" w:color="auto" w:fill="DBE5F1"/>
            <w:vAlign w:val="center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  <w:tc>
          <w:tcPr>
            <w:tcW w:w="1046" w:type="dxa"/>
            <w:vAlign w:val="center"/>
          </w:tcPr>
          <w:p w:rsidR="009E45B5" w:rsidRPr="00F63BAC" w:rsidRDefault="009E45B5" w:rsidP="007727C5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>17</w:t>
            </w: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рік</w:t>
            </w:r>
          </w:p>
        </w:tc>
        <w:tc>
          <w:tcPr>
            <w:tcW w:w="1647" w:type="dxa"/>
            <w:vAlign w:val="center"/>
          </w:tcPr>
          <w:p w:rsidR="009E45B5" w:rsidRDefault="009E45B5" w:rsidP="007727C5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</w:pPr>
          </w:p>
          <w:p w:rsidR="009E45B5" w:rsidRPr="00F63BAC" w:rsidRDefault="009E45B5" w:rsidP="007727C5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  <w:lang w:val="en-US"/>
              </w:rPr>
              <w:t>18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</w:t>
            </w:r>
            <w:r w:rsidRPr="00F63BAC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рік</w:t>
            </w:r>
          </w:p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9E45B5" w:rsidRPr="000659D0" w:rsidRDefault="009E45B5" w:rsidP="000659D0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 w:rsidRPr="000659D0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2019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 xml:space="preserve"> </w:t>
            </w:r>
            <w:r w:rsidRPr="000659D0"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р</w:t>
            </w: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ік</w:t>
            </w:r>
          </w:p>
        </w:tc>
        <w:tc>
          <w:tcPr>
            <w:tcW w:w="1299" w:type="dxa"/>
            <w:vAlign w:val="center"/>
          </w:tcPr>
          <w:p w:rsidR="009E45B5" w:rsidRPr="000659D0" w:rsidRDefault="009E45B5" w:rsidP="007727C5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</w:pPr>
            <w:r>
              <w:rPr>
                <w:rFonts w:ascii="Times New Roman CYR" w:hAnsi="Times New Roman CYR"/>
                <w:b/>
                <w:color w:val="000000"/>
                <w:sz w:val="20"/>
                <w:szCs w:val="20"/>
              </w:rPr>
              <w:t>2020 рік</w:t>
            </w:r>
          </w:p>
        </w:tc>
        <w:tc>
          <w:tcPr>
            <w:tcW w:w="1642" w:type="dxa"/>
            <w:vMerge/>
            <w:shd w:val="clear" w:color="auto" w:fill="DBE5F1"/>
            <w:vAlign w:val="center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</w:p>
        </w:tc>
      </w:tr>
      <w:tr w:rsidR="009E45B5" w:rsidRPr="00F63BAC" w:rsidTr="0044416C">
        <w:trPr>
          <w:trHeight w:val="409"/>
        </w:trPr>
        <w:tc>
          <w:tcPr>
            <w:tcW w:w="2660" w:type="dxa"/>
            <w:shd w:val="clear" w:color="auto" w:fill="FFFFFF"/>
            <w:vAlign w:val="center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1</w:t>
            </w:r>
          </w:p>
        </w:tc>
        <w:tc>
          <w:tcPr>
            <w:tcW w:w="1046" w:type="dxa"/>
            <w:shd w:val="clear" w:color="auto" w:fill="FFFFFF"/>
            <w:vAlign w:val="center"/>
          </w:tcPr>
          <w:p w:rsidR="009E45B5" w:rsidRPr="00D93180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2</w:t>
            </w:r>
          </w:p>
        </w:tc>
        <w:tc>
          <w:tcPr>
            <w:tcW w:w="1647" w:type="dxa"/>
            <w:shd w:val="clear" w:color="auto" w:fill="FFFFFF"/>
            <w:vAlign w:val="center"/>
          </w:tcPr>
          <w:p w:rsidR="009E45B5" w:rsidRPr="007727C5" w:rsidRDefault="009E45B5" w:rsidP="007727C5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  <w:lang w:val="en-US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E45B5" w:rsidRPr="00D93180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5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9E45B5" w:rsidRPr="00D93180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 w:rsidRPr="00D93180">
              <w:rPr>
                <w:rFonts w:ascii="Times New Roman CYR" w:hAnsi="Times New Roman CYR"/>
                <w:b/>
                <w:color w:val="000000"/>
                <w:sz w:val="24"/>
              </w:rPr>
              <w:t>6</w:t>
            </w:r>
          </w:p>
        </w:tc>
        <w:tc>
          <w:tcPr>
            <w:tcW w:w="1642" w:type="dxa"/>
            <w:shd w:val="clear" w:color="auto" w:fill="FFFFFF"/>
            <w:vAlign w:val="center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b/>
                <w:color w:val="000000"/>
                <w:sz w:val="24"/>
              </w:rPr>
            </w:pPr>
            <w:r>
              <w:rPr>
                <w:rFonts w:ascii="Times New Roman CYR" w:hAnsi="Times New Roman CYR"/>
                <w:b/>
                <w:color w:val="000000"/>
                <w:sz w:val="24"/>
              </w:rPr>
              <w:t>7</w:t>
            </w:r>
          </w:p>
        </w:tc>
      </w:tr>
      <w:tr w:rsidR="009E45B5" w:rsidRPr="00F63BAC" w:rsidTr="0044416C">
        <w:tc>
          <w:tcPr>
            <w:tcW w:w="2660" w:type="dxa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Обсяг ресурсів, всього,</w:t>
            </w:r>
          </w:p>
          <w:p w:rsidR="009E45B5" w:rsidRPr="00FF17C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у тому числі:</w:t>
            </w:r>
          </w:p>
        </w:tc>
        <w:tc>
          <w:tcPr>
            <w:tcW w:w="1046" w:type="dxa"/>
            <w:vAlign w:val="center"/>
          </w:tcPr>
          <w:p w:rsidR="009E45B5" w:rsidRPr="008C7A54" w:rsidRDefault="009E45B5" w:rsidP="004F7895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  <w:lang w:val="ru-RU"/>
              </w:rPr>
            </w:pPr>
            <w:r>
              <w:rPr>
                <w:color w:val="000000"/>
                <w:sz w:val="24"/>
                <w:lang w:val="ru-RU"/>
              </w:rPr>
              <w:t>673,0</w:t>
            </w:r>
          </w:p>
        </w:tc>
        <w:tc>
          <w:tcPr>
            <w:tcW w:w="1647" w:type="dxa"/>
            <w:vAlign w:val="center"/>
          </w:tcPr>
          <w:p w:rsidR="009E45B5" w:rsidRPr="008C7A54" w:rsidRDefault="009E45B5" w:rsidP="0081425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709,5</w:t>
            </w:r>
          </w:p>
        </w:tc>
        <w:tc>
          <w:tcPr>
            <w:tcW w:w="1276" w:type="dxa"/>
            <w:vAlign w:val="center"/>
          </w:tcPr>
          <w:p w:rsidR="009E45B5" w:rsidRPr="008C7A54" w:rsidRDefault="009E45B5" w:rsidP="0081425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733,0</w:t>
            </w:r>
          </w:p>
        </w:tc>
        <w:tc>
          <w:tcPr>
            <w:tcW w:w="1299" w:type="dxa"/>
            <w:vAlign w:val="center"/>
          </w:tcPr>
          <w:p w:rsidR="009E45B5" w:rsidRPr="008C7A54" w:rsidRDefault="009E45B5" w:rsidP="0081425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740,1</w:t>
            </w:r>
          </w:p>
        </w:tc>
        <w:tc>
          <w:tcPr>
            <w:tcW w:w="1642" w:type="dxa"/>
            <w:vAlign w:val="center"/>
          </w:tcPr>
          <w:p w:rsidR="009E45B5" w:rsidRPr="00EE1954" w:rsidRDefault="009E45B5" w:rsidP="004F7895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2855,6</w:t>
            </w:r>
          </w:p>
        </w:tc>
      </w:tr>
      <w:tr w:rsidR="009E45B5" w:rsidRPr="00F63BAC" w:rsidTr="0044416C">
        <w:tc>
          <w:tcPr>
            <w:tcW w:w="2660" w:type="dxa"/>
          </w:tcPr>
          <w:p w:rsidR="009E45B5" w:rsidRPr="00FF17C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державний бюджет</w:t>
            </w:r>
          </w:p>
        </w:tc>
        <w:tc>
          <w:tcPr>
            <w:tcW w:w="1046" w:type="dxa"/>
            <w:vAlign w:val="center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sz w:val="24"/>
              </w:rPr>
            </w:pPr>
            <w:r w:rsidRPr="00EE1954">
              <w:rPr>
                <w:sz w:val="24"/>
              </w:rPr>
              <w:t>-</w:t>
            </w:r>
          </w:p>
        </w:tc>
        <w:tc>
          <w:tcPr>
            <w:tcW w:w="1647" w:type="dxa"/>
            <w:vAlign w:val="center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-</w:t>
            </w:r>
          </w:p>
        </w:tc>
        <w:tc>
          <w:tcPr>
            <w:tcW w:w="1276" w:type="dxa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-</w:t>
            </w:r>
          </w:p>
        </w:tc>
        <w:tc>
          <w:tcPr>
            <w:tcW w:w="1299" w:type="dxa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-</w:t>
            </w:r>
          </w:p>
        </w:tc>
        <w:tc>
          <w:tcPr>
            <w:tcW w:w="1642" w:type="dxa"/>
            <w:vAlign w:val="center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-</w:t>
            </w:r>
          </w:p>
        </w:tc>
      </w:tr>
      <w:tr w:rsidR="009E45B5" w:rsidRPr="00F63BAC" w:rsidTr="0044416C">
        <w:tc>
          <w:tcPr>
            <w:tcW w:w="2660" w:type="dxa"/>
          </w:tcPr>
          <w:p w:rsidR="009E45B5" w:rsidRPr="00FF17C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  <w:lang w:val="ru-RU"/>
              </w:rPr>
            </w:pPr>
            <w:r>
              <w:rPr>
                <w:rFonts w:ascii="Times New Roman CYR" w:hAnsi="Times New Roman CYR"/>
                <w:color w:val="000000"/>
                <w:sz w:val="24"/>
              </w:rPr>
              <w:t>обласний бюджет</w:t>
            </w:r>
          </w:p>
        </w:tc>
        <w:tc>
          <w:tcPr>
            <w:tcW w:w="1046" w:type="dxa"/>
            <w:vAlign w:val="center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FF0000"/>
                <w:sz w:val="24"/>
              </w:rPr>
            </w:pPr>
          </w:p>
        </w:tc>
        <w:tc>
          <w:tcPr>
            <w:tcW w:w="1647" w:type="dxa"/>
            <w:vAlign w:val="center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-</w:t>
            </w:r>
          </w:p>
        </w:tc>
        <w:tc>
          <w:tcPr>
            <w:tcW w:w="1276" w:type="dxa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-</w:t>
            </w:r>
          </w:p>
        </w:tc>
        <w:tc>
          <w:tcPr>
            <w:tcW w:w="1299" w:type="dxa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-</w:t>
            </w:r>
          </w:p>
        </w:tc>
        <w:tc>
          <w:tcPr>
            <w:tcW w:w="1642" w:type="dxa"/>
            <w:vAlign w:val="center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-</w:t>
            </w:r>
          </w:p>
        </w:tc>
      </w:tr>
      <w:tr w:rsidR="009E45B5" w:rsidRPr="00F63BAC" w:rsidTr="0079491F">
        <w:tc>
          <w:tcPr>
            <w:tcW w:w="2660" w:type="dxa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>міський бюджет</w:t>
            </w:r>
          </w:p>
        </w:tc>
        <w:tc>
          <w:tcPr>
            <w:tcW w:w="1046" w:type="dxa"/>
            <w:vAlign w:val="center"/>
          </w:tcPr>
          <w:p w:rsidR="009E45B5" w:rsidRPr="008C7A54" w:rsidRDefault="009E45B5" w:rsidP="004F7895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653,0</w:t>
            </w:r>
          </w:p>
        </w:tc>
        <w:tc>
          <w:tcPr>
            <w:tcW w:w="1647" w:type="dxa"/>
            <w:vAlign w:val="center"/>
          </w:tcPr>
          <w:p w:rsidR="009E45B5" w:rsidRPr="00EE1954" w:rsidRDefault="009E45B5" w:rsidP="0081425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689,0</w:t>
            </w:r>
          </w:p>
        </w:tc>
        <w:tc>
          <w:tcPr>
            <w:tcW w:w="1276" w:type="dxa"/>
            <w:vAlign w:val="center"/>
          </w:tcPr>
          <w:p w:rsidR="009E45B5" w:rsidRPr="00EE1954" w:rsidRDefault="009E45B5" w:rsidP="0081425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706,0</w:t>
            </w:r>
          </w:p>
        </w:tc>
        <w:tc>
          <w:tcPr>
            <w:tcW w:w="1299" w:type="dxa"/>
            <w:vAlign w:val="center"/>
          </w:tcPr>
          <w:p w:rsidR="009E45B5" w:rsidRPr="008C7A54" w:rsidRDefault="009E45B5" w:rsidP="0081425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711,1</w:t>
            </w:r>
          </w:p>
        </w:tc>
        <w:tc>
          <w:tcPr>
            <w:tcW w:w="1642" w:type="dxa"/>
            <w:vAlign w:val="center"/>
          </w:tcPr>
          <w:p w:rsidR="009E45B5" w:rsidRPr="008C7A54" w:rsidRDefault="009E45B5" w:rsidP="004F7895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2759,1</w:t>
            </w:r>
          </w:p>
        </w:tc>
      </w:tr>
      <w:tr w:rsidR="009E45B5" w:rsidRPr="00F63BAC" w:rsidTr="009C57A2">
        <w:tc>
          <w:tcPr>
            <w:tcW w:w="2660" w:type="dxa"/>
          </w:tcPr>
          <w:p w:rsidR="009E45B5" w:rsidRPr="00F63BAC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rFonts w:ascii="Times New Roman CYR" w:hAnsi="Times New Roman CYR"/>
                <w:color w:val="000000"/>
                <w:sz w:val="24"/>
              </w:rPr>
            </w:pPr>
            <w:r w:rsidRPr="00F63BAC">
              <w:rPr>
                <w:rFonts w:ascii="Times New Roman CYR" w:hAnsi="Times New Roman CYR"/>
                <w:color w:val="000000"/>
                <w:sz w:val="24"/>
              </w:rPr>
              <w:t xml:space="preserve">кошти </w:t>
            </w:r>
            <w:r>
              <w:rPr>
                <w:rFonts w:ascii="Times New Roman CYR" w:hAnsi="Times New Roman CYR"/>
                <w:color w:val="000000"/>
                <w:sz w:val="24"/>
              </w:rPr>
              <w:t xml:space="preserve">інших </w:t>
            </w:r>
            <w:r w:rsidRPr="00F63BAC">
              <w:rPr>
                <w:rFonts w:ascii="Times New Roman CYR" w:hAnsi="Times New Roman CYR"/>
                <w:color w:val="000000"/>
                <w:sz w:val="24"/>
              </w:rPr>
              <w:t>джерел</w:t>
            </w:r>
          </w:p>
        </w:tc>
        <w:tc>
          <w:tcPr>
            <w:tcW w:w="1046" w:type="dxa"/>
            <w:vAlign w:val="center"/>
          </w:tcPr>
          <w:p w:rsidR="009E45B5" w:rsidRPr="00EE1954" w:rsidRDefault="009E45B5" w:rsidP="00DA51D7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20,0</w:t>
            </w:r>
          </w:p>
        </w:tc>
        <w:tc>
          <w:tcPr>
            <w:tcW w:w="1647" w:type="dxa"/>
            <w:vAlign w:val="center"/>
          </w:tcPr>
          <w:p w:rsidR="009E45B5" w:rsidRPr="00EE1954" w:rsidRDefault="009E45B5" w:rsidP="00DA51D7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20,5</w:t>
            </w:r>
          </w:p>
        </w:tc>
        <w:tc>
          <w:tcPr>
            <w:tcW w:w="1276" w:type="dxa"/>
            <w:vAlign w:val="center"/>
          </w:tcPr>
          <w:p w:rsidR="009E45B5" w:rsidRPr="00EE1954" w:rsidRDefault="009E45B5" w:rsidP="00DA51D7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27,0</w:t>
            </w:r>
          </w:p>
        </w:tc>
        <w:tc>
          <w:tcPr>
            <w:tcW w:w="1299" w:type="dxa"/>
            <w:vAlign w:val="center"/>
          </w:tcPr>
          <w:p w:rsidR="009E45B5" w:rsidRPr="00EE1954" w:rsidRDefault="009E45B5" w:rsidP="00DA51D7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color w:val="000000"/>
                <w:sz w:val="24"/>
              </w:rPr>
              <w:t>29,0</w:t>
            </w:r>
          </w:p>
        </w:tc>
        <w:tc>
          <w:tcPr>
            <w:tcW w:w="1642" w:type="dxa"/>
            <w:vAlign w:val="center"/>
          </w:tcPr>
          <w:p w:rsidR="009E45B5" w:rsidRPr="00EE1954" w:rsidRDefault="009E45B5" w:rsidP="000439EF">
            <w:pPr>
              <w:pStyle w:val="BodyTextIndent"/>
              <w:widowControl w:val="0"/>
              <w:tabs>
                <w:tab w:val="left" w:pos="0"/>
              </w:tabs>
              <w:autoSpaceDE w:val="0"/>
              <w:autoSpaceDN w:val="0"/>
              <w:ind w:firstLine="0"/>
              <w:jc w:val="center"/>
              <w:rPr>
                <w:color w:val="000000"/>
                <w:sz w:val="24"/>
              </w:rPr>
            </w:pPr>
            <w:r w:rsidRPr="00EE1954">
              <w:rPr>
                <w:sz w:val="24"/>
              </w:rPr>
              <w:t>96,5</w:t>
            </w:r>
          </w:p>
        </w:tc>
      </w:tr>
    </w:tbl>
    <w:p w:rsidR="009E45B5" w:rsidRDefault="009E45B5" w:rsidP="001377E9">
      <w:pPr>
        <w:ind w:firstLine="709"/>
        <w:jc w:val="both"/>
        <w:rPr>
          <w:b/>
          <w:sz w:val="28"/>
          <w:szCs w:val="28"/>
          <w:lang w:val="ru-RU"/>
        </w:rPr>
      </w:pPr>
    </w:p>
    <w:p w:rsidR="009E45B5" w:rsidRPr="00E53890" w:rsidRDefault="009E45B5" w:rsidP="001377E9">
      <w:pPr>
        <w:ind w:firstLine="709"/>
        <w:jc w:val="both"/>
        <w:rPr>
          <w:b/>
          <w:sz w:val="28"/>
          <w:szCs w:val="28"/>
          <w:lang w:val="ru-RU"/>
        </w:rPr>
      </w:pPr>
    </w:p>
    <w:p w:rsidR="009E45B5" w:rsidRPr="001D492C" w:rsidRDefault="009E45B5" w:rsidP="00316C3D">
      <w:pPr>
        <w:widowControl w:val="0"/>
        <w:ind w:left="108" w:hanging="108"/>
        <w:rPr>
          <w:b/>
          <w:sz w:val="28"/>
          <w:szCs w:val="28"/>
        </w:rPr>
      </w:pPr>
      <w:r w:rsidRPr="001D492C">
        <w:rPr>
          <w:b/>
          <w:sz w:val="28"/>
          <w:szCs w:val="28"/>
        </w:rPr>
        <w:t>Начальник відділу внутрішньої політики</w:t>
      </w:r>
    </w:p>
    <w:p w:rsidR="009E45B5" w:rsidRPr="001D492C" w:rsidRDefault="009E45B5" w:rsidP="00316C3D">
      <w:pPr>
        <w:widowControl w:val="0"/>
        <w:ind w:left="108" w:hanging="108"/>
        <w:rPr>
          <w:b/>
          <w:sz w:val="28"/>
          <w:szCs w:val="28"/>
        </w:rPr>
      </w:pPr>
      <w:r w:rsidRPr="001D492C">
        <w:rPr>
          <w:b/>
          <w:sz w:val="28"/>
          <w:szCs w:val="28"/>
        </w:rPr>
        <w:t xml:space="preserve">Бахмутської міської ради       </w:t>
      </w:r>
      <w:r>
        <w:rPr>
          <w:b/>
          <w:sz w:val="28"/>
          <w:szCs w:val="28"/>
        </w:rPr>
        <w:t xml:space="preserve">   </w:t>
      </w:r>
      <w:r w:rsidRPr="001D492C">
        <w:rPr>
          <w:b/>
          <w:sz w:val="28"/>
          <w:szCs w:val="28"/>
        </w:rPr>
        <w:t xml:space="preserve">                     </w:t>
      </w:r>
      <w:r>
        <w:rPr>
          <w:b/>
          <w:sz w:val="28"/>
          <w:szCs w:val="28"/>
        </w:rPr>
        <w:t xml:space="preserve">                      </w:t>
      </w:r>
      <w:r w:rsidRPr="001D492C">
        <w:rPr>
          <w:b/>
          <w:sz w:val="28"/>
          <w:szCs w:val="28"/>
        </w:rPr>
        <w:t xml:space="preserve"> С.А. Кудрявих</w:t>
      </w:r>
    </w:p>
    <w:p w:rsidR="009E45B5" w:rsidRPr="001D492C" w:rsidRDefault="009E45B5" w:rsidP="00316C3D">
      <w:pPr>
        <w:widowControl w:val="0"/>
        <w:rPr>
          <w:b/>
          <w:sz w:val="16"/>
          <w:szCs w:val="16"/>
        </w:rPr>
      </w:pPr>
    </w:p>
    <w:p w:rsidR="009E45B5" w:rsidRPr="006D65FF" w:rsidRDefault="009E45B5" w:rsidP="00783A4E">
      <w:pPr>
        <w:jc w:val="both"/>
        <w:rPr>
          <w:b/>
          <w:sz w:val="28"/>
          <w:szCs w:val="28"/>
          <w:lang w:eastAsia="uk-UA"/>
        </w:rPr>
      </w:pPr>
      <w:r w:rsidRPr="001D492C">
        <w:rPr>
          <w:b/>
          <w:sz w:val="28"/>
          <w:szCs w:val="28"/>
          <w:lang w:eastAsia="uk-UA"/>
        </w:rPr>
        <w:t xml:space="preserve">                                                                  </w:t>
      </w:r>
      <w:r>
        <w:rPr>
          <w:b/>
          <w:sz w:val="28"/>
          <w:szCs w:val="28"/>
          <w:lang w:eastAsia="uk-UA"/>
        </w:rPr>
        <w:t xml:space="preserve">                           </w:t>
      </w:r>
    </w:p>
    <w:p w:rsidR="009E45B5" w:rsidRPr="003D17C2" w:rsidRDefault="009E45B5" w:rsidP="00316C3D">
      <w:pPr>
        <w:widowControl w:val="0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Pr="00F63BAC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Pr="00F63BAC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 w:rsidP="001377E9">
      <w:pPr>
        <w:ind w:firstLine="709"/>
        <w:jc w:val="both"/>
        <w:rPr>
          <w:sz w:val="28"/>
          <w:szCs w:val="28"/>
        </w:rPr>
      </w:pPr>
    </w:p>
    <w:p w:rsidR="009E45B5" w:rsidRDefault="009E45B5"/>
    <w:sectPr w:rsidR="009E45B5" w:rsidSect="00316C3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77E9"/>
    <w:rsid w:val="00005222"/>
    <w:rsid w:val="000207A2"/>
    <w:rsid w:val="00021004"/>
    <w:rsid w:val="000439EF"/>
    <w:rsid w:val="00045EDA"/>
    <w:rsid w:val="000659D0"/>
    <w:rsid w:val="00091E7F"/>
    <w:rsid w:val="000E16A1"/>
    <w:rsid w:val="000E5E2C"/>
    <w:rsid w:val="000F5C0B"/>
    <w:rsid w:val="001047ED"/>
    <w:rsid w:val="00106AF4"/>
    <w:rsid w:val="001200E6"/>
    <w:rsid w:val="001377E9"/>
    <w:rsid w:val="00151357"/>
    <w:rsid w:val="0016031B"/>
    <w:rsid w:val="00180A50"/>
    <w:rsid w:val="00181AF8"/>
    <w:rsid w:val="00197BA7"/>
    <w:rsid w:val="001A44CD"/>
    <w:rsid w:val="001A5595"/>
    <w:rsid w:val="001A5DC2"/>
    <w:rsid w:val="001A61FC"/>
    <w:rsid w:val="001C29CB"/>
    <w:rsid w:val="001D492C"/>
    <w:rsid w:val="001D68BB"/>
    <w:rsid w:val="001E1CF2"/>
    <w:rsid w:val="001F000B"/>
    <w:rsid w:val="001F18E7"/>
    <w:rsid w:val="001F3DFF"/>
    <w:rsid w:val="00210FB3"/>
    <w:rsid w:val="00210FBF"/>
    <w:rsid w:val="00223F2A"/>
    <w:rsid w:val="00234A3B"/>
    <w:rsid w:val="0023722D"/>
    <w:rsid w:val="00242ADD"/>
    <w:rsid w:val="00243A10"/>
    <w:rsid w:val="002451A0"/>
    <w:rsid w:val="0025225C"/>
    <w:rsid w:val="00270BD8"/>
    <w:rsid w:val="002736F3"/>
    <w:rsid w:val="002757EF"/>
    <w:rsid w:val="002764DF"/>
    <w:rsid w:val="00291442"/>
    <w:rsid w:val="00292FE3"/>
    <w:rsid w:val="002B611A"/>
    <w:rsid w:val="002C46DF"/>
    <w:rsid w:val="002D0FE9"/>
    <w:rsid w:val="002D2221"/>
    <w:rsid w:val="00304423"/>
    <w:rsid w:val="00304821"/>
    <w:rsid w:val="003067FF"/>
    <w:rsid w:val="003156F9"/>
    <w:rsid w:val="00316C3D"/>
    <w:rsid w:val="003215B7"/>
    <w:rsid w:val="003252E8"/>
    <w:rsid w:val="00341381"/>
    <w:rsid w:val="00342225"/>
    <w:rsid w:val="00345885"/>
    <w:rsid w:val="00360F90"/>
    <w:rsid w:val="00362823"/>
    <w:rsid w:val="003630DF"/>
    <w:rsid w:val="00385E23"/>
    <w:rsid w:val="00387423"/>
    <w:rsid w:val="003970AC"/>
    <w:rsid w:val="003B2666"/>
    <w:rsid w:val="003C503A"/>
    <w:rsid w:val="003D17C2"/>
    <w:rsid w:val="003E43FE"/>
    <w:rsid w:val="003F1DCA"/>
    <w:rsid w:val="00411B5B"/>
    <w:rsid w:val="00412025"/>
    <w:rsid w:val="00425E86"/>
    <w:rsid w:val="0044416C"/>
    <w:rsid w:val="00456FA2"/>
    <w:rsid w:val="00457ECC"/>
    <w:rsid w:val="0046286A"/>
    <w:rsid w:val="004750ED"/>
    <w:rsid w:val="00477CD9"/>
    <w:rsid w:val="004840A3"/>
    <w:rsid w:val="00486669"/>
    <w:rsid w:val="00487CC0"/>
    <w:rsid w:val="00496716"/>
    <w:rsid w:val="004A6B70"/>
    <w:rsid w:val="004C5932"/>
    <w:rsid w:val="004C75BA"/>
    <w:rsid w:val="004D24CF"/>
    <w:rsid w:val="004D6008"/>
    <w:rsid w:val="004D6413"/>
    <w:rsid w:val="004E0D2C"/>
    <w:rsid w:val="004F55C5"/>
    <w:rsid w:val="004F7895"/>
    <w:rsid w:val="00523F34"/>
    <w:rsid w:val="0053142B"/>
    <w:rsid w:val="005316FF"/>
    <w:rsid w:val="00536196"/>
    <w:rsid w:val="00543355"/>
    <w:rsid w:val="005467EB"/>
    <w:rsid w:val="0057293C"/>
    <w:rsid w:val="00574889"/>
    <w:rsid w:val="005822CD"/>
    <w:rsid w:val="005903D7"/>
    <w:rsid w:val="005931F9"/>
    <w:rsid w:val="00594723"/>
    <w:rsid w:val="005956D8"/>
    <w:rsid w:val="0059654D"/>
    <w:rsid w:val="005B053D"/>
    <w:rsid w:val="005D5D28"/>
    <w:rsid w:val="005E4C0C"/>
    <w:rsid w:val="005F22A5"/>
    <w:rsid w:val="00606C52"/>
    <w:rsid w:val="006324D5"/>
    <w:rsid w:val="0064331E"/>
    <w:rsid w:val="00646CC9"/>
    <w:rsid w:val="00672690"/>
    <w:rsid w:val="00696115"/>
    <w:rsid w:val="006A17B8"/>
    <w:rsid w:val="006B075D"/>
    <w:rsid w:val="006B7FD2"/>
    <w:rsid w:val="006D19E7"/>
    <w:rsid w:val="006D30B2"/>
    <w:rsid w:val="006D65FF"/>
    <w:rsid w:val="006F12FC"/>
    <w:rsid w:val="006F38C3"/>
    <w:rsid w:val="00701E0C"/>
    <w:rsid w:val="00707B0B"/>
    <w:rsid w:val="00710176"/>
    <w:rsid w:val="007126F6"/>
    <w:rsid w:val="00716616"/>
    <w:rsid w:val="0072536B"/>
    <w:rsid w:val="0073302B"/>
    <w:rsid w:val="007462AA"/>
    <w:rsid w:val="00754AB4"/>
    <w:rsid w:val="0077164B"/>
    <w:rsid w:val="007727C5"/>
    <w:rsid w:val="007735DD"/>
    <w:rsid w:val="007778E5"/>
    <w:rsid w:val="00782991"/>
    <w:rsid w:val="00783A4E"/>
    <w:rsid w:val="00791346"/>
    <w:rsid w:val="0079491F"/>
    <w:rsid w:val="007A262A"/>
    <w:rsid w:val="007A77D9"/>
    <w:rsid w:val="007B1865"/>
    <w:rsid w:val="007B28C0"/>
    <w:rsid w:val="007C05DE"/>
    <w:rsid w:val="007D7472"/>
    <w:rsid w:val="007E5EFC"/>
    <w:rsid w:val="0080033F"/>
    <w:rsid w:val="00807B61"/>
    <w:rsid w:val="0081425F"/>
    <w:rsid w:val="008255D9"/>
    <w:rsid w:val="00837297"/>
    <w:rsid w:val="00842BB4"/>
    <w:rsid w:val="00852FAA"/>
    <w:rsid w:val="00854B58"/>
    <w:rsid w:val="00862BB3"/>
    <w:rsid w:val="00865B2A"/>
    <w:rsid w:val="00877387"/>
    <w:rsid w:val="00895270"/>
    <w:rsid w:val="008A090C"/>
    <w:rsid w:val="008A2EC1"/>
    <w:rsid w:val="008A67AB"/>
    <w:rsid w:val="008B7648"/>
    <w:rsid w:val="008C4A99"/>
    <w:rsid w:val="008C7A54"/>
    <w:rsid w:val="008D02CD"/>
    <w:rsid w:val="008D4512"/>
    <w:rsid w:val="008E58BF"/>
    <w:rsid w:val="008F01FE"/>
    <w:rsid w:val="00904628"/>
    <w:rsid w:val="009061EF"/>
    <w:rsid w:val="009119AB"/>
    <w:rsid w:val="00926030"/>
    <w:rsid w:val="009469AD"/>
    <w:rsid w:val="00962C58"/>
    <w:rsid w:val="0097460A"/>
    <w:rsid w:val="009B09E3"/>
    <w:rsid w:val="009B6D19"/>
    <w:rsid w:val="009C347C"/>
    <w:rsid w:val="009C53CD"/>
    <w:rsid w:val="009C57A2"/>
    <w:rsid w:val="009C6EBA"/>
    <w:rsid w:val="009E0400"/>
    <w:rsid w:val="009E1378"/>
    <w:rsid w:val="009E45B5"/>
    <w:rsid w:val="009F0405"/>
    <w:rsid w:val="00A20702"/>
    <w:rsid w:val="00A35B4D"/>
    <w:rsid w:val="00A4047E"/>
    <w:rsid w:val="00A47BC5"/>
    <w:rsid w:val="00A51EBF"/>
    <w:rsid w:val="00A532D2"/>
    <w:rsid w:val="00A60E18"/>
    <w:rsid w:val="00A642A6"/>
    <w:rsid w:val="00A669A6"/>
    <w:rsid w:val="00A97FD2"/>
    <w:rsid w:val="00AB1A04"/>
    <w:rsid w:val="00AB3503"/>
    <w:rsid w:val="00AC034A"/>
    <w:rsid w:val="00AD5879"/>
    <w:rsid w:val="00AE60A3"/>
    <w:rsid w:val="00AE6232"/>
    <w:rsid w:val="00AE7247"/>
    <w:rsid w:val="00AF71BA"/>
    <w:rsid w:val="00B04C88"/>
    <w:rsid w:val="00B20732"/>
    <w:rsid w:val="00B31AF3"/>
    <w:rsid w:val="00B53FC4"/>
    <w:rsid w:val="00B5508A"/>
    <w:rsid w:val="00B55EA0"/>
    <w:rsid w:val="00B669EA"/>
    <w:rsid w:val="00B831BF"/>
    <w:rsid w:val="00BB3474"/>
    <w:rsid w:val="00BC4514"/>
    <w:rsid w:val="00BD0A7A"/>
    <w:rsid w:val="00BD4EC5"/>
    <w:rsid w:val="00BD7258"/>
    <w:rsid w:val="00C07B08"/>
    <w:rsid w:val="00C122CB"/>
    <w:rsid w:val="00C13485"/>
    <w:rsid w:val="00C21AA2"/>
    <w:rsid w:val="00C26C67"/>
    <w:rsid w:val="00C53DB6"/>
    <w:rsid w:val="00C62F2D"/>
    <w:rsid w:val="00C86F41"/>
    <w:rsid w:val="00C90415"/>
    <w:rsid w:val="00C92E30"/>
    <w:rsid w:val="00C93D97"/>
    <w:rsid w:val="00CB2BAB"/>
    <w:rsid w:val="00CC4732"/>
    <w:rsid w:val="00CD0798"/>
    <w:rsid w:val="00CD5FF5"/>
    <w:rsid w:val="00CE0C87"/>
    <w:rsid w:val="00CF4BBE"/>
    <w:rsid w:val="00D060B2"/>
    <w:rsid w:val="00D15477"/>
    <w:rsid w:val="00D20092"/>
    <w:rsid w:val="00D212BA"/>
    <w:rsid w:val="00D268E9"/>
    <w:rsid w:val="00D34ED6"/>
    <w:rsid w:val="00D358F1"/>
    <w:rsid w:val="00D42933"/>
    <w:rsid w:val="00D46155"/>
    <w:rsid w:val="00D636E7"/>
    <w:rsid w:val="00D74BB5"/>
    <w:rsid w:val="00D762A3"/>
    <w:rsid w:val="00D82501"/>
    <w:rsid w:val="00D93180"/>
    <w:rsid w:val="00D9328D"/>
    <w:rsid w:val="00D97B7C"/>
    <w:rsid w:val="00DA51D7"/>
    <w:rsid w:val="00DB159E"/>
    <w:rsid w:val="00DD2BA9"/>
    <w:rsid w:val="00DD3840"/>
    <w:rsid w:val="00DD7565"/>
    <w:rsid w:val="00DE5340"/>
    <w:rsid w:val="00DE5E99"/>
    <w:rsid w:val="00E073A5"/>
    <w:rsid w:val="00E14FB8"/>
    <w:rsid w:val="00E42068"/>
    <w:rsid w:val="00E45A01"/>
    <w:rsid w:val="00E501B4"/>
    <w:rsid w:val="00E51234"/>
    <w:rsid w:val="00E53890"/>
    <w:rsid w:val="00E53F7D"/>
    <w:rsid w:val="00E545BE"/>
    <w:rsid w:val="00E60080"/>
    <w:rsid w:val="00E651B2"/>
    <w:rsid w:val="00E65C22"/>
    <w:rsid w:val="00E76FD9"/>
    <w:rsid w:val="00E77596"/>
    <w:rsid w:val="00E8184C"/>
    <w:rsid w:val="00E818B9"/>
    <w:rsid w:val="00EA0573"/>
    <w:rsid w:val="00EB10F9"/>
    <w:rsid w:val="00ED6ED9"/>
    <w:rsid w:val="00EE1954"/>
    <w:rsid w:val="00EF0E78"/>
    <w:rsid w:val="00F13E2C"/>
    <w:rsid w:val="00F14784"/>
    <w:rsid w:val="00F2480E"/>
    <w:rsid w:val="00F40E70"/>
    <w:rsid w:val="00F42164"/>
    <w:rsid w:val="00F5007C"/>
    <w:rsid w:val="00F576CF"/>
    <w:rsid w:val="00F60AB2"/>
    <w:rsid w:val="00F63BAC"/>
    <w:rsid w:val="00F67099"/>
    <w:rsid w:val="00F73D02"/>
    <w:rsid w:val="00F91117"/>
    <w:rsid w:val="00F928D0"/>
    <w:rsid w:val="00FA0181"/>
    <w:rsid w:val="00FA0D02"/>
    <w:rsid w:val="00FA7CD9"/>
    <w:rsid w:val="00FB2F93"/>
    <w:rsid w:val="00FB3C28"/>
    <w:rsid w:val="00FB3E1E"/>
    <w:rsid w:val="00FC4754"/>
    <w:rsid w:val="00FC6B07"/>
    <w:rsid w:val="00FD13E2"/>
    <w:rsid w:val="00FE1718"/>
    <w:rsid w:val="00FF17C4"/>
    <w:rsid w:val="00FF64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77E9"/>
    <w:rPr>
      <w:rFonts w:ascii="Times New Roman" w:eastAsia="Times New Roman" w:hAnsi="Times New Roman"/>
      <w:sz w:val="24"/>
      <w:szCs w:val="24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1377E9"/>
    <w:pPr>
      <w:spacing w:before="100" w:beforeAutospacing="1" w:after="100" w:afterAutospacing="1"/>
    </w:pPr>
  </w:style>
  <w:style w:type="paragraph" w:styleId="BodyTextIndent">
    <w:name w:val="Body Text Indent"/>
    <w:basedOn w:val="Normal"/>
    <w:link w:val="BodyTextIndentChar"/>
    <w:uiPriority w:val="99"/>
    <w:rsid w:val="001377E9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1377E9"/>
    <w:rPr>
      <w:rFonts w:ascii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83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1</Pages>
  <Words>144</Words>
  <Characters>824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ch37</dc:creator>
  <cp:keywords/>
  <dc:description/>
  <cp:lastModifiedBy>ch09</cp:lastModifiedBy>
  <cp:revision>22</cp:revision>
  <cp:lastPrinted>2017-06-09T06:38:00Z</cp:lastPrinted>
  <dcterms:created xsi:type="dcterms:W3CDTF">2017-04-18T09:04:00Z</dcterms:created>
  <dcterms:modified xsi:type="dcterms:W3CDTF">2017-06-22T10:04:00Z</dcterms:modified>
</cp:coreProperties>
</file>