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58F" w:rsidRPr="00960F79" w:rsidRDefault="001C758F" w:rsidP="00960F79">
      <w:pPr>
        <w:jc w:val="center"/>
        <w:rPr>
          <w:lang w:val="uk-UA"/>
        </w:rPr>
      </w:pPr>
      <w:r w:rsidRPr="00E30B4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8.75pt;visibility:visible">
            <v:imagedata r:id="rId5" o:title=""/>
          </v:shape>
        </w:pict>
      </w:r>
    </w:p>
    <w:p w:rsidR="001C758F" w:rsidRPr="00960F79" w:rsidRDefault="001C758F" w:rsidP="00960F79">
      <w:pPr>
        <w:jc w:val="center"/>
        <w:rPr>
          <w:b/>
          <w:sz w:val="32"/>
          <w:szCs w:val="32"/>
          <w:lang w:val="uk-UA"/>
        </w:rPr>
      </w:pPr>
    </w:p>
    <w:p w:rsidR="001C758F" w:rsidRPr="00960F79" w:rsidRDefault="001C758F" w:rsidP="00960F79">
      <w:pPr>
        <w:pStyle w:val="Heading6"/>
      </w:pPr>
      <w:r w:rsidRPr="00960F79">
        <w:t>У  К  Р  А  Ї  Н  А</w:t>
      </w:r>
    </w:p>
    <w:p w:rsidR="001C758F" w:rsidRPr="00960F79" w:rsidRDefault="001C758F" w:rsidP="00960F79">
      <w:pPr>
        <w:jc w:val="center"/>
        <w:rPr>
          <w:b/>
          <w:sz w:val="32"/>
          <w:lang w:val="uk-UA"/>
        </w:rPr>
      </w:pPr>
    </w:p>
    <w:p w:rsidR="001C758F" w:rsidRPr="00960F79" w:rsidRDefault="001C758F" w:rsidP="00960F79">
      <w:pPr>
        <w:pStyle w:val="Heading9"/>
        <w:rPr>
          <w:lang w:val="uk-UA"/>
        </w:rPr>
      </w:pPr>
      <w:r w:rsidRPr="00960F79">
        <w:rPr>
          <w:lang w:val="uk-UA"/>
        </w:rPr>
        <w:t xml:space="preserve">Б а х м у т с ь к а    м і с ь к а   р а д а </w:t>
      </w:r>
    </w:p>
    <w:p w:rsidR="001C758F" w:rsidRPr="00960F79" w:rsidRDefault="001C758F" w:rsidP="00960F79">
      <w:pPr>
        <w:jc w:val="center"/>
        <w:rPr>
          <w:b/>
          <w:lang w:val="uk-UA"/>
        </w:rPr>
      </w:pPr>
    </w:p>
    <w:p w:rsidR="001C758F" w:rsidRPr="00960F79" w:rsidRDefault="001C758F" w:rsidP="00960F79">
      <w:pPr>
        <w:pStyle w:val="Heading8"/>
        <w:rPr>
          <w:lang w:val="uk-UA"/>
        </w:rPr>
      </w:pPr>
      <w:r w:rsidRPr="00960F79">
        <w:rPr>
          <w:lang w:val="uk-UA"/>
        </w:rPr>
        <w:t>ВИКОНАВЧИЙ  КОМІТЕТ</w:t>
      </w:r>
    </w:p>
    <w:p w:rsidR="001C758F" w:rsidRPr="00960F79" w:rsidRDefault="001C758F" w:rsidP="00960F79">
      <w:pPr>
        <w:jc w:val="center"/>
        <w:rPr>
          <w:b/>
          <w:lang w:val="uk-UA"/>
        </w:rPr>
      </w:pPr>
    </w:p>
    <w:p w:rsidR="001C758F" w:rsidRPr="00960F79" w:rsidRDefault="001C758F" w:rsidP="00960F79">
      <w:pPr>
        <w:jc w:val="center"/>
        <w:rPr>
          <w:b/>
          <w:sz w:val="36"/>
          <w:lang w:val="uk-UA"/>
        </w:rPr>
      </w:pPr>
      <w:r w:rsidRPr="00960F79">
        <w:rPr>
          <w:b/>
          <w:sz w:val="48"/>
          <w:lang w:val="uk-UA"/>
        </w:rPr>
        <w:t>Р I Ш Е Н Н Я</w:t>
      </w:r>
    </w:p>
    <w:p w:rsidR="001C758F" w:rsidRPr="00960F79" w:rsidRDefault="001C758F" w:rsidP="00960F79">
      <w:pPr>
        <w:jc w:val="center"/>
        <w:rPr>
          <w:b/>
          <w:sz w:val="28"/>
          <w:szCs w:val="28"/>
          <w:lang w:val="uk-UA"/>
        </w:rPr>
      </w:pPr>
    </w:p>
    <w:p w:rsidR="001C758F" w:rsidRPr="00960F79" w:rsidRDefault="001C758F" w:rsidP="00960F79">
      <w:pPr>
        <w:jc w:val="center"/>
        <w:rPr>
          <w:b/>
          <w:sz w:val="28"/>
          <w:szCs w:val="28"/>
          <w:lang w:val="uk-UA"/>
        </w:rPr>
      </w:pPr>
    </w:p>
    <w:p w:rsidR="001C758F" w:rsidRPr="00960F79" w:rsidRDefault="001C758F" w:rsidP="00960F79">
      <w:pPr>
        <w:rPr>
          <w:sz w:val="24"/>
          <w:lang w:val="uk-UA"/>
        </w:rPr>
      </w:pPr>
      <w:r>
        <w:rPr>
          <w:sz w:val="24"/>
          <w:lang w:val="uk-UA"/>
        </w:rPr>
        <w:t>13.09</w:t>
      </w:r>
      <w:r w:rsidRPr="00960F79">
        <w:rPr>
          <w:sz w:val="24"/>
          <w:lang w:val="uk-UA"/>
        </w:rPr>
        <w:t xml:space="preserve">.2017   № </w:t>
      </w:r>
      <w:r>
        <w:rPr>
          <w:sz w:val="24"/>
          <w:lang w:val="uk-UA"/>
        </w:rPr>
        <w:t>189</w:t>
      </w:r>
    </w:p>
    <w:p w:rsidR="001C758F" w:rsidRPr="00960F79" w:rsidRDefault="001C758F" w:rsidP="00960F79">
      <w:pPr>
        <w:rPr>
          <w:sz w:val="24"/>
          <w:lang w:val="uk-UA"/>
        </w:rPr>
      </w:pPr>
      <w:r w:rsidRPr="00960F79">
        <w:rPr>
          <w:sz w:val="24"/>
          <w:lang w:val="uk-UA"/>
        </w:rPr>
        <w:t>м. Бахмут</w:t>
      </w:r>
    </w:p>
    <w:p w:rsidR="001C758F" w:rsidRPr="00960F79" w:rsidRDefault="001C758F" w:rsidP="00960F79">
      <w:pPr>
        <w:rPr>
          <w:sz w:val="28"/>
          <w:szCs w:val="28"/>
          <w:lang w:val="uk-UA"/>
        </w:rPr>
      </w:pPr>
    </w:p>
    <w:p w:rsidR="001C758F" w:rsidRPr="00960F79" w:rsidRDefault="001C758F" w:rsidP="00960F79">
      <w:pPr>
        <w:pStyle w:val="BodyText2"/>
        <w:tabs>
          <w:tab w:val="left" w:pos="5040"/>
        </w:tabs>
        <w:ind w:right="4315"/>
        <w:rPr>
          <w:sz w:val="28"/>
          <w:szCs w:val="28"/>
          <w:lang w:val="ru-RU"/>
        </w:rPr>
      </w:pPr>
      <w:r w:rsidRPr="00960F79">
        <w:rPr>
          <w:sz w:val="28"/>
          <w:szCs w:val="28"/>
        </w:rPr>
        <w:t>Про результати організації влітку 201</w:t>
      </w:r>
      <w:r w:rsidRPr="00960F79">
        <w:rPr>
          <w:sz w:val="28"/>
          <w:szCs w:val="28"/>
          <w:lang w:val="ru-RU"/>
        </w:rPr>
        <w:t xml:space="preserve">7 </w:t>
      </w:r>
      <w:r w:rsidRPr="00960F79">
        <w:rPr>
          <w:sz w:val="28"/>
          <w:szCs w:val="28"/>
        </w:rPr>
        <w:t xml:space="preserve">року оздоровлення та відпочинку дітей, що мешкають на території </w:t>
      </w:r>
      <w:r w:rsidRPr="00960F79">
        <w:rPr>
          <w:sz w:val="28"/>
          <w:szCs w:val="28"/>
          <w:lang w:val="ru-RU"/>
        </w:rPr>
        <w:t>м. Бахмут</w:t>
      </w:r>
    </w:p>
    <w:p w:rsidR="001C758F" w:rsidRPr="00960F79" w:rsidRDefault="001C758F" w:rsidP="00960F79">
      <w:pPr>
        <w:pStyle w:val="BodyText2"/>
        <w:rPr>
          <w:sz w:val="28"/>
          <w:szCs w:val="28"/>
        </w:rPr>
      </w:pPr>
    </w:p>
    <w:p w:rsidR="001C758F" w:rsidRPr="003F1540" w:rsidRDefault="001C758F" w:rsidP="00960F79">
      <w:pPr>
        <w:jc w:val="both"/>
        <w:rPr>
          <w:sz w:val="28"/>
          <w:lang w:val="uk-UA"/>
        </w:rPr>
      </w:pPr>
      <w:r w:rsidRPr="00960F79">
        <w:rPr>
          <w:sz w:val="28"/>
          <w:szCs w:val="28"/>
          <w:lang w:val="uk-UA"/>
        </w:rPr>
        <w:t xml:space="preserve">           Розглянувши довідку від </w:t>
      </w:r>
      <w:r>
        <w:rPr>
          <w:sz w:val="28"/>
          <w:szCs w:val="28"/>
          <w:lang w:val="uk-UA"/>
        </w:rPr>
        <w:t>08.08.2017</w:t>
      </w:r>
      <w:r w:rsidRPr="00960F79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01-3970-06</w:t>
      </w:r>
      <w:r w:rsidRPr="00960F79">
        <w:rPr>
          <w:sz w:val="28"/>
          <w:lang w:val="uk-UA"/>
        </w:rPr>
        <w:t>начальника Управління молодіжної політики та у справах дітей Бахмутської  міської радиМахничевої Л.О.  “</w:t>
      </w:r>
      <w:r w:rsidRPr="00960F79">
        <w:rPr>
          <w:sz w:val="28"/>
          <w:szCs w:val="28"/>
          <w:lang w:val="uk-UA"/>
        </w:rPr>
        <w:t>Про результати організації влітку 2017 року оздоровлення та відпочинку дітей, що мешкають на території м. Бахмут»</w:t>
      </w:r>
      <w:r w:rsidRPr="00960F79">
        <w:rPr>
          <w:sz w:val="28"/>
          <w:lang w:val="uk-UA"/>
        </w:rPr>
        <w:t xml:space="preserve">, згідно з  планом роботи виконавчих органів Бахмутської міської ради на ІІІ квартал 2017 року, затвердженим рішенням виконкому Бахмутської міської ради від </w:t>
      </w:r>
      <w:r w:rsidRPr="00F31BEC">
        <w:rPr>
          <w:sz w:val="28"/>
          <w:lang w:val="uk-UA"/>
        </w:rPr>
        <w:t>14.06.2017   № 139</w:t>
      </w:r>
      <w:r w:rsidRPr="00960F79">
        <w:rPr>
          <w:sz w:val="28"/>
          <w:lang w:val="uk-UA"/>
        </w:rPr>
        <w:t xml:space="preserve">, відповідно до Закону України від 26.04.2001 № 2402-ІІІ «Про охорону дитинства» із внесеними до нього змінами, </w:t>
      </w:r>
      <w:r>
        <w:rPr>
          <w:sz w:val="28"/>
          <w:lang w:val="uk-UA"/>
        </w:rPr>
        <w:t xml:space="preserve">на виконання </w:t>
      </w:r>
      <w:r w:rsidRPr="00960F79">
        <w:rPr>
          <w:sz w:val="28"/>
          <w:lang w:val="uk-UA"/>
        </w:rPr>
        <w:t xml:space="preserve">плану заходів щодо організації влітку 2017 року оздоровлення та відпочинку дітей, що мешкають на території м. Бахмут, </w:t>
      </w:r>
      <w:r w:rsidRPr="003F1540">
        <w:rPr>
          <w:sz w:val="28"/>
          <w:lang w:val="uk-UA"/>
        </w:rPr>
        <w:t xml:space="preserve">затвердженого рішенням виконкому Бахмутської міської ради від </w:t>
      </w:r>
      <w:r w:rsidRPr="00960F79">
        <w:rPr>
          <w:sz w:val="28"/>
          <w:lang w:val="uk-UA"/>
        </w:rPr>
        <w:t xml:space="preserve">17.05.2017 № 105, </w:t>
      </w:r>
      <w:r w:rsidRPr="003F1540">
        <w:rPr>
          <w:sz w:val="28"/>
          <w:lang w:val="uk-UA"/>
        </w:rPr>
        <w:t xml:space="preserve">керуючись ст.ст. 32, 52 Закону України від 21.05.97 №280/97-ВР "Про місцеве самоврядування в Україні"  із внесеними до нього змінами, Законом України від 04.09.2008 № 375-VI «Про оздоровлення та відпочинок дітей» із внесеними до нього змінами, виконком Бахмутської міської ради </w:t>
      </w:r>
    </w:p>
    <w:p w:rsidR="001C758F" w:rsidRPr="00960F79" w:rsidRDefault="001C758F" w:rsidP="00960F79">
      <w:pPr>
        <w:ind w:firstLine="851"/>
        <w:jc w:val="both"/>
        <w:rPr>
          <w:color w:val="FF0000"/>
          <w:sz w:val="28"/>
          <w:szCs w:val="28"/>
          <w:lang w:val="uk-UA"/>
        </w:rPr>
      </w:pPr>
    </w:p>
    <w:p w:rsidR="001C758F" w:rsidRPr="003F1540" w:rsidRDefault="001C758F" w:rsidP="00960F79">
      <w:pPr>
        <w:ind w:firstLine="851"/>
        <w:jc w:val="both"/>
        <w:rPr>
          <w:b/>
          <w:sz w:val="27"/>
          <w:lang w:val="uk-UA"/>
        </w:rPr>
      </w:pPr>
      <w:r w:rsidRPr="003F1540">
        <w:rPr>
          <w:b/>
          <w:sz w:val="27"/>
          <w:lang w:val="uk-UA"/>
        </w:rPr>
        <w:t>В И Р І Ш И В :</w:t>
      </w:r>
    </w:p>
    <w:p w:rsidR="001C758F" w:rsidRPr="00960F79" w:rsidRDefault="001C758F" w:rsidP="00960F79">
      <w:pPr>
        <w:ind w:firstLine="851"/>
        <w:jc w:val="both"/>
        <w:rPr>
          <w:b/>
          <w:color w:val="FF0000"/>
          <w:sz w:val="28"/>
          <w:szCs w:val="28"/>
          <w:lang w:val="uk-UA"/>
        </w:rPr>
      </w:pPr>
    </w:p>
    <w:p w:rsidR="001C758F" w:rsidRDefault="001C758F" w:rsidP="00960F79">
      <w:pPr>
        <w:numPr>
          <w:ilvl w:val="0"/>
          <w:numId w:val="1"/>
        </w:numPr>
        <w:tabs>
          <w:tab w:val="clear" w:pos="1211"/>
          <w:tab w:val="num" w:pos="0"/>
          <w:tab w:val="num" w:pos="360"/>
        </w:tabs>
        <w:ind w:left="0" w:firstLine="851"/>
        <w:jc w:val="both"/>
        <w:rPr>
          <w:sz w:val="28"/>
          <w:lang w:val="uk-UA"/>
        </w:rPr>
      </w:pPr>
      <w:r w:rsidRPr="003F1540">
        <w:rPr>
          <w:sz w:val="28"/>
          <w:lang w:val="uk-UA"/>
        </w:rPr>
        <w:t>Довідку начальника Управління молодіжної політики та у справах дітей Бахмутської міської ради Махничевої Л.О. “</w:t>
      </w:r>
      <w:r w:rsidRPr="003F1540">
        <w:rPr>
          <w:sz w:val="28"/>
          <w:szCs w:val="28"/>
          <w:lang w:val="uk-UA"/>
        </w:rPr>
        <w:t>Про результати організації влітку 2017 року оздоровлення та відпочинку дітей, що мешкають на території м.Бахмут</w:t>
      </w:r>
      <w:r w:rsidRPr="003F1540">
        <w:rPr>
          <w:sz w:val="28"/>
          <w:lang w:val="uk-UA"/>
        </w:rPr>
        <w:t>” прийняти до відома.</w:t>
      </w:r>
    </w:p>
    <w:p w:rsidR="001C758F" w:rsidRDefault="001C758F" w:rsidP="004D118D">
      <w:pPr>
        <w:tabs>
          <w:tab w:val="num" w:pos="1211"/>
        </w:tabs>
        <w:ind w:left="851"/>
        <w:jc w:val="both"/>
        <w:rPr>
          <w:sz w:val="28"/>
          <w:lang w:val="uk-UA"/>
        </w:rPr>
      </w:pPr>
    </w:p>
    <w:p w:rsidR="001C758F" w:rsidRPr="003F1540" w:rsidRDefault="001C758F" w:rsidP="004D118D">
      <w:pPr>
        <w:tabs>
          <w:tab w:val="num" w:pos="1211"/>
        </w:tabs>
        <w:ind w:left="851"/>
        <w:jc w:val="both"/>
        <w:rPr>
          <w:sz w:val="28"/>
          <w:lang w:val="uk-UA"/>
        </w:rPr>
      </w:pPr>
    </w:p>
    <w:p w:rsidR="001C758F" w:rsidRPr="003F1540" w:rsidRDefault="001C758F" w:rsidP="00960F79">
      <w:pPr>
        <w:numPr>
          <w:ilvl w:val="0"/>
          <w:numId w:val="1"/>
        </w:numPr>
        <w:tabs>
          <w:tab w:val="clear" w:pos="1211"/>
          <w:tab w:val="num" w:pos="0"/>
          <w:tab w:val="num" w:pos="360"/>
        </w:tabs>
        <w:ind w:left="0" w:firstLine="851"/>
        <w:jc w:val="both"/>
        <w:rPr>
          <w:sz w:val="28"/>
          <w:lang w:val="uk-UA"/>
        </w:rPr>
      </w:pPr>
      <w:r w:rsidRPr="003F1540">
        <w:rPr>
          <w:sz w:val="28"/>
          <w:lang w:val="uk-UA"/>
        </w:rPr>
        <w:t xml:space="preserve">Визнати організацію проведення влітку 2017 року оздоровлення та відпочинку дітей, що мешкають на території </w:t>
      </w:r>
      <w:r>
        <w:rPr>
          <w:sz w:val="28"/>
          <w:lang w:val="uk-UA"/>
        </w:rPr>
        <w:t>міста Бахмут</w:t>
      </w:r>
      <w:r w:rsidRPr="003F1540">
        <w:rPr>
          <w:sz w:val="28"/>
          <w:lang w:val="uk-UA"/>
        </w:rPr>
        <w:t>, задовільною.</w:t>
      </w:r>
    </w:p>
    <w:p w:rsidR="001C758F" w:rsidRPr="00960F79" w:rsidRDefault="001C758F" w:rsidP="00960F79">
      <w:pPr>
        <w:tabs>
          <w:tab w:val="num" w:pos="1211"/>
        </w:tabs>
        <w:jc w:val="both"/>
        <w:rPr>
          <w:color w:val="FF0000"/>
          <w:sz w:val="28"/>
          <w:lang w:val="uk-UA"/>
        </w:rPr>
      </w:pPr>
    </w:p>
    <w:p w:rsidR="001C758F" w:rsidRPr="003F1540" w:rsidRDefault="001C758F" w:rsidP="00960F79">
      <w:pPr>
        <w:numPr>
          <w:ilvl w:val="0"/>
          <w:numId w:val="1"/>
        </w:numPr>
        <w:tabs>
          <w:tab w:val="clear" w:pos="1211"/>
          <w:tab w:val="num" w:pos="0"/>
          <w:tab w:val="num" w:pos="360"/>
        </w:tabs>
        <w:ind w:left="0" w:firstLine="851"/>
        <w:jc w:val="both"/>
        <w:rPr>
          <w:sz w:val="28"/>
          <w:lang w:val="uk-UA"/>
        </w:rPr>
      </w:pPr>
      <w:r w:rsidRPr="003F1540">
        <w:rPr>
          <w:sz w:val="28"/>
          <w:lang w:val="uk-UA"/>
        </w:rPr>
        <w:t>Фінансовому управлінню Бахмутської міської ради (Ткаченко),  Управлінню освіти Бахмутської міської ради (Рубцова), Управлінню молодіжної політики та у справах дітей Бахмутської міської ради (Махничева) при формуванні проекту міського бюджету м. Бахмута на 2018 рік  передбачити фінансування витрат на організацію оздоровлення в дитячих оздоровчих таборах дітей, які мешкають на території м. Бахмут</w:t>
      </w:r>
      <w:r>
        <w:rPr>
          <w:sz w:val="28"/>
          <w:lang w:val="uk-UA"/>
        </w:rPr>
        <w:t>і</w:t>
      </w:r>
      <w:r w:rsidRPr="003F1540">
        <w:rPr>
          <w:sz w:val="28"/>
          <w:lang w:val="uk-UA"/>
        </w:rPr>
        <w:t xml:space="preserve">  потребують соціальної уваги та підтримки, та  перевезення дітей до закладів оздоровлення та відпочинку,а</w:t>
      </w:r>
      <w:r>
        <w:rPr>
          <w:sz w:val="28"/>
          <w:lang w:val="uk-UA"/>
        </w:rPr>
        <w:t xml:space="preserve"> також фінансування витрат на часткове відшкодування вартості путівки в дитячі заклади оздоровлення та відпочинку Донецької області.</w:t>
      </w:r>
    </w:p>
    <w:p w:rsidR="001C758F" w:rsidRPr="003F1540" w:rsidRDefault="001C758F" w:rsidP="00960F79">
      <w:pPr>
        <w:tabs>
          <w:tab w:val="num" w:pos="1211"/>
        </w:tabs>
        <w:jc w:val="both"/>
        <w:rPr>
          <w:sz w:val="28"/>
          <w:lang w:val="uk-UA"/>
        </w:rPr>
      </w:pPr>
    </w:p>
    <w:p w:rsidR="001C758F" w:rsidRPr="003F1540" w:rsidRDefault="001C758F" w:rsidP="00960F79">
      <w:pPr>
        <w:numPr>
          <w:ilvl w:val="0"/>
          <w:numId w:val="1"/>
        </w:numPr>
        <w:tabs>
          <w:tab w:val="clear" w:pos="1211"/>
          <w:tab w:val="num" w:pos="0"/>
          <w:tab w:val="num" w:pos="360"/>
        </w:tabs>
        <w:ind w:left="0" w:firstLine="851"/>
        <w:jc w:val="both"/>
        <w:rPr>
          <w:sz w:val="28"/>
          <w:lang w:val="uk-UA"/>
        </w:rPr>
      </w:pPr>
      <w:r w:rsidRPr="003F1540">
        <w:rPr>
          <w:sz w:val="28"/>
          <w:lang w:val="uk-UA"/>
        </w:rPr>
        <w:t>Зняти з контролю рішення виконкому Бахмутської  міської ради від 17.05.2017 № 105 «</w:t>
      </w:r>
      <w:r w:rsidRPr="003F1540">
        <w:rPr>
          <w:rFonts w:eastAsia="MS Mincho"/>
          <w:sz w:val="28"/>
          <w:szCs w:val="28"/>
          <w:lang w:val="uk-UA"/>
        </w:rPr>
        <w:t>Про організацію влітку 2017 року оздоровлення та відпочинку дітей, що мешкають  на території міста Бахмут</w:t>
      </w:r>
      <w:r w:rsidRPr="003F1540">
        <w:rPr>
          <w:sz w:val="28"/>
          <w:lang w:val="uk-UA"/>
        </w:rPr>
        <w:t xml:space="preserve">»,  як виконане. </w:t>
      </w:r>
    </w:p>
    <w:p w:rsidR="001C758F" w:rsidRPr="003F1540" w:rsidRDefault="001C758F" w:rsidP="00960F79">
      <w:pPr>
        <w:tabs>
          <w:tab w:val="num" w:pos="1211"/>
        </w:tabs>
        <w:jc w:val="both"/>
        <w:rPr>
          <w:sz w:val="28"/>
          <w:lang w:val="uk-UA"/>
        </w:rPr>
      </w:pPr>
    </w:p>
    <w:p w:rsidR="001C758F" w:rsidRPr="003F1540" w:rsidRDefault="001C758F" w:rsidP="00960F79">
      <w:pPr>
        <w:numPr>
          <w:ilvl w:val="0"/>
          <w:numId w:val="1"/>
        </w:numPr>
        <w:tabs>
          <w:tab w:val="clear" w:pos="1211"/>
          <w:tab w:val="num" w:pos="0"/>
          <w:tab w:val="num" w:pos="360"/>
        </w:tabs>
        <w:ind w:left="0" w:firstLine="851"/>
        <w:jc w:val="both"/>
        <w:rPr>
          <w:sz w:val="28"/>
          <w:lang w:val="uk-UA"/>
        </w:rPr>
      </w:pPr>
      <w:r w:rsidRPr="003F1540">
        <w:rPr>
          <w:sz w:val="28"/>
          <w:lang w:val="uk-UA"/>
        </w:rPr>
        <w:t>Контроль за виконанням рішення покласти на заступника міського голови Точену В.В., першого заступника міського голови Савченко Т.М.</w:t>
      </w:r>
    </w:p>
    <w:p w:rsidR="001C758F" w:rsidRPr="003F1540" w:rsidRDefault="001C758F" w:rsidP="00960F79">
      <w:pPr>
        <w:pStyle w:val="Heading4"/>
        <w:rPr>
          <w:i w:val="0"/>
        </w:rPr>
      </w:pPr>
    </w:p>
    <w:p w:rsidR="001C758F" w:rsidRPr="003F1540" w:rsidRDefault="001C758F" w:rsidP="00960F79">
      <w:pPr>
        <w:rPr>
          <w:sz w:val="28"/>
          <w:szCs w:val="28"/>
          <w:lang w:val="uk-UA"/>
        </w:rPr>
      </w:pPr>
    </w:p>
    <w:p w:rsidR="001C758F" w:rsidRPr="003F1540" w:rsidRDefault="001C758F" w:rsidP="00960F79">
      <w:pPr>
        <w:pStyle w:val="Heading4"/>
        <w:tabs>
          <w:tab w:val="left" w:pos="1418"/>
        </w:tabs>
        <w:rPr>
          <w:i w:val="0"/>
        </w:rPr>
      </w:pPr>
      <w:r w:rsidRPr="003F1540">
        <w:rPr>
          <w:i w:val="0"/>
        </w:rPr>
        <w:t>Міський  голова                                                              О.О. РЕВА</w:t>
      </w:r>
    </w:p>
    <w:p w:rsidR="001C758F" w:rsidRPr="00960F79" w:rsidRDefault="001C758F" w:rsidP="00960F79">
      <w:pPr>
        <w:rPr>
          <w:color w:val="FF0000"/>
          <w:lang w:val="uk-UA"/>
        </w:rPr>
      </w:pPr>
    </w:p>
    <w:p w:rsidR="001C758F" w:rsidRPr="00960F79" w:rsidRDefault="001C758F" w:rsidP="00960F79">
      <w:pPr>
        <w:pStyle w:val="Heading6"/>
        <w:rPr>
          <w:color w:val="FF0000"/>
        </w:rPr>
      </w:pPr>
    </w:p>
    <w:p w:rsidR="001C758F" w:rsidRPr="00960F79" w:rsidRDefault="001C758F" w:rsidP="00960F79">
      <w:pPr>
        <w:rPr>
          <w:color w:val="FF0000"/>
          <w:lang w:val="uk-UA"/>
        </w:rPr>
      </w:pPr>
    </w:p>
    <w:p w:rsidR="001C758F" w:rsidRPr="00960F79" w:rsidRDefault="001C758F" w:rsidP="00960F79">
      <w:pPr>
        <w:rPr>
          <w:color w:val="FF0000"/>
          <w:lang w:val="uk-UA"/>
        </w:rPr>
      </w:pPr>
    </w:p>
    <w:p w:rsidR="001C758F" w:rsidRPr="00960F79" w:rsidRDefault="001C758F" w:rsidP="00960F79">
      <w:pPr>
        <w:pStyle w:val="Heading6"/>
        <w:rPr>
          <w:b w:val="0"/>
          <w:color w:val="FF0000"/>
          <w:sz w:val="20"/>
        </w:rPr>
      </w:pPr>
    </w:p>
    <w:p w:rsidR="001C758F" w:rsidRPr="00960F79" w:rsidRDefault="001C758F" w:rsidP="00960F79">
      <w:pPr>
        <w:rPr>
          <w:color w:val="FF0000"/>
          <w:lang w:val="uk-UA"/>
        </w:rPr>
      </w:pPr>
    </w:p>
    <w:p w:rsidR="001C758F" w:rsidRPr="00960F79" w:rsidRDefault="001C758F" w:rsidP="00960F79">
      <w:pPr>
        <w:pStyle w:val="Heading6"/>
        <w:rPr>
          <w:b w:val="0"/>
          <w:color w:val="FF0000"/>
          <w:sz w:val="20"/>
        </w:rPr>
      </w:pPr>
    </w:p>
    <w:p w:rsidR="001C758F" w:rsidRPr="00960F79" w:rsidRDefault="001C758F" w:rsidP="00960F79">
      <w:pPr>
        <w:rPr>
          <w:color w:val="FF0000"/>
          <w:lang w:val="uk-UA"/>
        </w:rPr>
      </w:pPr>
    </w:p>
    <w:p w:rsidR="001C758F" w:rsidRPr="00960F79" w:rsidRDefault="001C758F" w:rsidP="00960F79">
      <w:pPr>
        <w:pStyle w:val="Heading6"/>
        <w:rPr>
          <w:color w:val="FF0000"/>
        </w:rPr>
      </w:pPr>
    </w:p>
    <w:p w:rsidR="001C758F" w:rsidRPr="00960F79" w:rsidRDefault="001C758F" w:rsidP="00960F79">
      <w:pPr>
        <w:pStyle w:val="Heading6"/>
        <w:rPr>
          <w:color w:val="FF0000"/>
        </w:rPr>
      </w:pPr>
    </w:p>
    <w:p w:rsidR="001C758F" w:rsidRPr="00960F79" w:rsidRDefault="001C758F" w:rsidP="00960F79">
      <w:pPr>
        <w:pStyle w:val="Heading6"/>
        <w:rPr>
          <w:b w:val="0"/>
          <w:color w:val="FF0000"/>
          <w:sz w:val="20"/>
        </w:rPr>
      </w:pPr>
    </w:p>
    <w:p w:rsidR="001C758F" w:rsidRPr="00960F79" w:rsidRDefault="001C758F" w:rsidP="00960F79">
      <w:pPr>
        <w:pStyle w:val="Heading6"/>
        <w:rPr>
          <w:b w:val="0"/>
          <w:color w:val="FF0000"/>
          <w:sz w:val="20"/>
        </w:rPr>
      </w:pPr>
    </w:p>
    <w:p w:rsidR="001C758F" w:rsidRPr="00960F79" w:rsidRDefault="001C758F" w:rsidP="00960F79">
      <w:pPr>
        <w:rPr>
          <w:color w:val="FF0000"/>
          <w:lang w:val="uk-UA"/>
        </w:rPr>
      </w:pPr>
    </w:p>
    <w:p w:rsidR="001C758F" w:rsidRPr="00960F79" w:rsidRDefault="001C758F" w:rsidP="00960F79">
      <w:pPr>
        <w:rPr>
          <w:color w:val="FF0000"/>
          <w:lang w:val="uk-UA"/>
        </w:rPr>
      </w:pPr>
    </w:p>
    <w:p w:rsidR="001C758F" w:rsidRPr="00960F79" w:rsidRDefault="001C758F" w:rsidP="00960F79">
      <w:pPr>
        <w:pStyle w:val="Heading6"/>
        <w:rPr>
          <w:color w:val="FF0000"/>
        </w:rPr>
      </w:pPr>
    </w:p>
    <w:p w:rsidR="001C758F" w:rsidRPr="00960F79" w:rsidRDefault="001C758F" w:rsidP="00960F79">
      <w:pPr>
        <w:pStyle w:val="Heading6"/>
        <w:rPr>
          <w:color w:val="FF0000"/>
        </w:rPr>
      </w:pPr>
    </w:p>
    <w:p w:rsidR="001C758F" w:rsidRPr="00960F79" w:rsidRDefault="001C758F" w:rsidP="00960F79">
      <w:pPr>
        <w:pStyle w:val="Heading6"/>
        <w:rPr>
          <w:color w:val="FF0000"/>
        </w:rPr>
      </w:pPr>
    </w:p>
    <w:p w:rsidR="001C758F" w:rsidRPr="00960F79" w:rsidRDefault="001C758F" w:rsidP="00960F79">
      <w:pPr>
        <w:pStyle w:val="Heading6"/>
        <w:rPr>
          <w:color w:val="FF0000"/>
        </w:rPr>
      </w:pPr>
    </w:p>
    <w:p w:rsidR="001C758F" w:rsidRPr="00960F79" w:rsidRDefault="001C758F" w:rsidP="00960F79">
      <w:pPr>
        <w:pStyle w:val="Heading6"/>
        <w:rPr>
          <w:color w:val="FF0000"/>
        </w:rPr>
      </w:pPr>
    </w:p>
    <w:p w:rsidR="001C758F" w:rsidRPr="00960F79" w:rsidRDefault="001C758F" w:rsidP="00960F79">
      <w:pPr>
        <w:pStyle w:val="Heading6"/>
        <w:rPr>
          <w:color w:val="FF0000"/>
        </w:rPr>
      </w:pPr>
    </w:p>
    <w:p w:rsidR="001C758F" w:rsidRPr="00960F79" w:rsidRDefault="001C758F" w:rsidP="00960F79">
      <w:pPr>
        <w:pStyle w:val="Heading6"/>
        <w:rPr>
          <w:color w:val="FF0000"/>
        </w:rPr>
      </w:pPr>
    </w:p>
    <w:p w:rsidR="001C758F" w:rsidRPr="00960F79" w:rsidRDefault="001C758F" w:rsidP="00960F79">
      <w:pPr>
        <w:rPr>
          <w:color w:val="FF0000"/>
          <w:lang w:val="uk-UA"/>
        </w:rPr>
      </w:pPr>
    </w:p>
    <w:p w:rsidR="001C758F" w:rsidRPr="00960F79" w:rsidRDefault="001C758F" w:rsidP="00960F79">
      <w:pPr>
        <w:rPr>
          <w:color w:val="FF0000"/>
          <w:lang w:val="uk-UA"/>
        </w:rPr>
      </w:pPr>
    </w:p>
    <w:p w:rsidR="001C758F" w:rsidRPr="00960F79" w:rsidRDefault="001C758F" w:rsidP="00960F79">
      <w:pPr>
        <w:rPr>
          <w:color w:val="FF0000"/>
          <w:lang w:val="uk-UA"/>
        </w:rPr>
      </w:pPr>
    </w:p>
    <w:p w:rsidR="001C758F" w:rsidRPr="00960F79" w:rsidRDefault="001C758F" w:rsidP="00960F79">
      <w:pPr>
        <w:rPr>
          <w:color w:val="FF0000"/>
          <w:lang w:val="uk-UA"/>
        </w:rPr>
      </w:pPr>
    </w:p>
    <w:p w:rsidR="001C758F" w:rsidRPr="00960F79" w:rsidRDefault="001C758F" w:rsidP="00960F79">
      <w:pPr>
        <w:rPr>
          <w:color w:val="FF0000"/>
          <w:lang w:val="uk-UA"/>
        </w:rPr>
      </w:pPr>
    </w:p>
    <w:sectPr w:rsidR="001C758F" w:rsidRPr="00960F79" w:rsidSect="001C2DB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77E37"/>
    <w:multiLevelType w:val="hybridMultilevel"/>
    <w:tmpl w:val="04220CD8"/>
    <w:lvl w:ilvl="0" w:tplc="10DC4080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EC42BB4"/>
    <w:multiLevelType w:val="hybridMultilevel"/>
    <w:tmpl w:val="4CB411F0"/>
    <w:lvl w:ilvl="0" w:tplc="288282D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8BE6694"/>
    <w:multiLevelType w:val="hybridMultilevel"/>
    <w:tmpl w:val="B4C206C4"/>
    <w:lvl w:ilvl="0" w:tplc="C6DEF0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8C50384"/>
    <w:multiLevelType w:val="multilevel"/>
    <w:tmpl w:val="CA58489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num w:numId="1">
    <w:abstractNumId w:val="3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2810"/>
    <w:rsid w:val="00056395"/>
    <w:rsid w:val="000D5555"/>
    <w:rsid w:val="001325AC"/>
    <w:rsid w:val="00144330"/>
    <w:rsid w:val="00157375"/>
    <w:rsid w:val="001C2DB5"/>
    <w:rsid w:val="001C660B"/>
    <w:rsid w:val="001C758F"/>
    <w:rsid w:val="002A58B0"/>
    <w:rsid w:val="003B7C98"/>
    <w:rsid w:val="003F1540"/>
    <w:rsid w:val="003F3E97"/>
    <w:rsid w:val="00406CA1"/>
    <w:rsid w:val="0042448A"/>
    <w:rsid w:val="004465E1"/>
    <w:rsid w:val="0048682B"/>
    <w:rsid w:val="004D0176"/>
    <w:rsid w:val="004D118D"/>
    <w:rsid w:val="0050048D"/>
    <w:rsid w:val="00523B1B"/>
    <w:rsid w:val="00556AB0"/>
    <w:rsid w:val="00570220"/>
    <w:rsid w:val="005C1492"/>
    <w:rsid w:val="00651E17"/>
    <w:rsid w:val="0065769A"/>
    <w:rsid w:val="006767B7"/>
    <w:rsid w:val="006A36B9"/>
    <w:rsid w:val="006D3F58"/>
    <w:rsid w:val="00736FC2"/>
    <w:rsid w:val="008C6214"/>
    <w:rsid w:val="0090243C"/>
    <w:rsid w:val="00960F79"/>
    <w:rsid w:val="00981DD1"/>
    <w:rsid w:val="00A52273"/>
    <w:rsid w:val="00A82D7D"/>
    <w:rsid w:val="00B373F9"/>
    <w:rsid w:val="00B538D9"/>
    <w:rsid w:val="00BA5D7B"/>
    <w:rsid w:val="00BA7CC5"/>
    <w:rsid w:val="00BB4CEB"/>
    <w:rsid w:val="00BC2E90"/>
    <w:rsid w:val="00BD28DB"/>
    <w:rsid w:val="00C46BA6"/>
    <w:rsid w:val="00C66B91"/>
    <w:rsid w:val="00D12810"/>
    <w:rsid w:val="00E30B4A"/>
    <w:rsid w:val="00E74FF7"/>
    <w:rsid w:val="00F31BEC"/>
    <w:rsid w:val="00F3776B"/>
    <w:rsid w:val="00FB71E3"/>
    <w:rsid w:val="00FF0D00"/>
    <w:rsid w:val="00FF1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F79"/>
    <w:rPr>
      <w:rFonts w:ascii="Times New Roman" w:eastAsia="Times New Roman" w:hAnsi="Times New Roman"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60F79"/>
    <w:pPr>
      <w:keepNext/>
      <w:ind w:left="284"/>
      <w:outlineLvl w:val="3"/>
    </w:pPr>
    <w:rPr>
      <w:b/>
      <w:i/>
      <w:sz w:val="28"/>
      <w:lang w:val="uk-U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60F79"/>
    <w:pPr>
      <w:keepNext/>
      <w:jc w:val="center"/>
      <w:outlineLvl w:val="5"/>
    </w:pPr>
    <w:rPr>
      <w:b/>
      <w:sz w:val="32"/>
      <w:lang w:val="uk-UA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60F79"/>
    <w:pPr>
      <w:keepNext/>
      <w:jc w:val="center"/>
      <w:outlineLvl w:val="7"/>
    </w:pPr>
    <w:rPr>
      <w:b/>
      <w:sz w:val="4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60F79"/>
    <w:pPr>
      <w:keepNext/>
      <w:jc w:val="center"/>
      <w:outlineLvl w:val="8"/>
    </w:pPr>
    <w:rPr>
      <w:b/>
      <w:sz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960F79"/>
    <w:rPr>
      <w:rFonts w:ascii="Times New Roman" w:hAnsi="Times New Roman" w:cs="Times New Roman"/>
      <w:b/>
      <w:i/>
      <w:sz w:val="20"/>
      <w:szCs w:val="20"/>
      <w:lang w:val="uk-UA"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60F79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960F79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60F79"/>
    <w:rPr>
      <w:rFonts w:ascii="Times New Roman" w:hAnsi="Times New Roman" w:cs="Times New Roman"/>
      <w:b/>
      <w:sz w:val="20"/>
      <w:szCs w:val="20"/>
      <w:lang w:eastAsia="ru-RU"/>
    </w:rPr>
  </w:style>
  <w:style w:type="paragraph" w:styleId="BodyText2">
    <w:name w:val="Body Text 2"/>
    <w:basedOn w:val="Normal"/>
    <w:link w:val="BodyText2Char"/>
    <w:uiPriority w:val="99"/>
    <w:rsid w:val="00960F79"/>
    <w:pPr>
      <w:ind w:right="4961"/>
      <w:jc w:val="both"/>
    </w:pPr>
    <w:rPr>
      <w:b/>
      <w:i/>
      <w:sz w:val="24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960F79"/>
    <w:rPr>
      <w:rFonts w:ascii="Times New Roman" w:hAnsi="Times New Roman" w:cs="Times New Roman"/>
      <w:b/>
      <w:i/>
      <w:sz w:val="20"/>
      <w:szCs w:val="20"/>
      <w:lang w:val="uk-UA" w:eastAsia="ru-RU"/>
    </w:rPr>
  </w:style>
  <w:style w:type="paragraph" w:styleId="BodyText3">
    <w:name w:val="Body Text 3"/>
    <w:basedOn w:val="Normal"/>
    <w:link w:val="BodyText3Char"/>
    <w:uiPriority w:val="99"/>
    <w:rsid w:val="00960F7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960F79"/>
    <w:rPr>
      <w:rFonts w:ascii="Times New Roman" w:hAnsi="Times New Roman" w:cs="Times New Roman"/>
      <w:sz w:val="16"/>
      <w:szCs w:val="16"/>
      <w:lang w:eastAsia="ru-RU"/>
    </w:rPr>
  </w:style>
  <w:style w:type="paragraph" w:styleId="BodyText">
    <w:name w:val="Body Text"/>
    <w:basedOn w:val="Normal"/>
    <w:link w:val="BodyTextChar"/>
    <w:uiPriority w:val="99"/>
    <w:rsid w:val="00960F7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960F79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8C621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C6214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282</TotalTime>
  <Pages>2</Pages>
  <Words>417</Words>
  <Characters>2378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ch09</cp:lastModifiedBy>
  <cp:revision>25</cp:revision>
  <cp:lastPrinted>2017-08-08T05:24:00Z</cp:lastPrinted>
  <dcterms:created xsi:type="dcterms:W3CDTF">2017-08-07T08:22:00Z</dcterms:created>
  <dcterms:modified xsi:type="dcterms:W3CDTF">2017-09-18T13:09:00Z</dcterms:modified>
</cp:coreProperties>
</file>