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8C0" w:rsidRDefault="005D10B2" w:rsidP="00B23AE1">
      <w:pPr>
        <w:tabs>
          <w:tab w:val="left" w:pos="8647"/>
        </w:tabs>
        <w:ind w:firstLine="720"/>
      </w:pPr>
      <w:bookmarkStart w:id="0" w:name="_GoBack"/>
      <w:bookmarkEnd w:id="0"/>
      <w:r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7603D5">
        <w:rPr>
          <w:noProof/>
        </w:rPr>
        <w:drawing>
          <wp:inline distT="0" distB="0" distL="0" distR="0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r>
        <w:rPr>
          <w:b/>
          <w:spacing w:val="80"/>
          <w:sz w:val="36"/>
          <w:lang w:val="uk-UA"/>
        </w:rPr>
        <w:t xml:space="preserve">Бахмутська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>
      <w:pPr>
        <w:jc w:val="center"/>
        <w:rPr>
          <w:b/>
          <w:sz w:val="28"/>
          <w:lang w:val="uk-UA"/>
        </w:rPr>
      </w:pPr>
    </w:p>
    <w:p w:rsidR="005E78C0" w:rsidRDefault="007B5800">
      <w:pPr>
        <w:pStyle w:val="Normal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08.08</w:t>
      </w:r>
      <w:r w:rsidR="001132EC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2E3508">
        <w:rPr>
          <w:snapToGrid/>
          <w:sz w:val="26"/>
          <w:lang w:val="uk-UA"/>
        </w:rPr>
        <w:t>1</w:t>
      </w:r>
      <w:r w:rsidR="0025774D">
        <w:rPr>
          <w:snapToGrid/>
          <w:sz w:val="26"/>
          <w:lang w:val="uk-UA"/>
        </w:rPr>
        <w:t>8</w:t>
      </w:r>
      <w:r w:rsidR="00842B61">
        <w:rPr>
          <w:snapToGrid/>
          <w:sz w:val="26"/>
          <w:lang w:val="uk-UA"/>
        </w:rPr>
        <w:t xml:space="preserve"> № </w:t>
      </w:r>
      <w:r>
        <w:rPr>
          <w:snapToGrid/>
          <w:sz w:val="26"/>
          <w:lang w:val="uk-UA"/>
        </w:rPr>
        <w:t>155</w:t>
      </w:r>
    </w:p>
    <w:p w:rsidR="005E78C0" w:rsidRDefault="00357984">
      <w:pPr>
        <w:rPr>
          <w:sz w:val="26"/>
          <w:lang w:val="uk-UA"/>
        </w:rPr>
      </w:pPr>
      <w:r>
        <w:rPr>
          <w:sz w:val="26"/>
          <w:lang w:val="uk-UA"/>
        </w:rPr>
        <w:t>м.Бахмут</w:t>
      </w:r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5160" w:type="dxa"/>
        <w:tblInd w:w="-12" w:type="dxa"/>
        <w:tblLook w:val="0000" w:firstRow="0" w:lastRow="0" w:firstColumn="0" w:lastColumn="0" w:noHBand="0" w:noVBand="0"/>
      </w:tblPr>
      <w:tblGrid>
        <w:gridCol w:w="5160"/>
      </w:tblGrid>
      <w:tr w:rsidR="0040006F" w:rsidRPr="00CD32AA" w:rsidTr="0040006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60" w:type="dxa"/>
          </w:tcPr>
          <w:p w:rsidR="0040006F" w:rsidRPr="00CD32AA" w:rsidRDefault="0040006F" w:rsidP="00DE3298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>Про прийняття громадян, які потребують поліпшення житлових умов, на квартирний облік при виконкомі Бахмутської міської ради</w:t>
            </w:r>
            <w:r w:rsidR="0025774D">
              <w:rPr>
                <w:b/>
                <w:i/>
                <w:color w:val="000000"/>
                <w:sz w:val="28"/>
                <w:lang w:val="uk-UA"/>
              </w:rPr>
              <w:t xml:space="preserve"> та </w:t>
            </w:r>
            <w:r w:rsidR="00DE3298">
              <w:rPr>
                <w:b/>
                <w:i/>
                <w:color w:val="000000"/>
                <w:sz w:val="28"/>
                <w:lang w:val="uk-UA"/>
              </w:rPr>
              <w:t>зняття з квартирного обліку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7F6E72" w:rsidRPr="00BD483F" w:rsidRDefault="007F6E72" w:rsidP="007F6E72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Розглянувши пропозиції міської житлової комісії при виконкомі Бахмутської міської ради (витяг з протоколу від 06.07.</w:t>
      </w:r>
      <w:r w:rsidRPr="005A4867">
        <w:rPr>
          <w:color w:val="000000"/>
          <w:sz w:val="28"/>
          <w:lang w:val="uk-UA"/>
        </w:rPr>
        <w:t>201</w:t>
      </w:r>
      <w:r>
        <w:rPr>
          <w:color w:val="000000"/>
          <w:sz w:val="28"/>
          <w:lang w:val="uk-UA"/>
        </w:rPr>
        <w:t>8</w:t>
      </w:r>
      <w:r w:rsidRPr="005A4867">
        <w:rPr>
          <w:color w:val="000000"/>
          <w:sz w:val="28"/>
          <w:lang w:val="uk-UA"/>
        </w:rPr>
        <w:t xml:space="preserve"> № </w:t>
      </w:r>
      <w:r>
        <w:rPr>
          <w:color w:val="000000"/>
          <w:sz w:val="28"/>
          <w:lang w:val="uk-UA"/>
        </w:rPr>
        <w:t>9)</w:t>
      </w:r>
      <w:r w:rsidRPr="005A4867">
        <w:rPr>
          <w:color w:val="000000"/>
          <w:sz w:val="28"/>
          <w:lang w:val="uk-UA"/>
        </w:rPr>
        <w:t>,</w:t>
      </w:r>
      <w:r>
        <w:rPr>
          <w:sz w:val="28"/>
          <w:lang w:val="uk-UA"/>
        </w:rPr>
        <w:t xml:space="preserve"> та </w:t>
      </w:r>
      <w:r w:rsidRPr="00753712">
        <w:rPr>
          <w:sz w:val="28"/>
          <w:szCs w:val="28"/>
          <w:lang w:val="uk-UA"/>
        </w:rPr>
        <w:t>доповідн</w:t>
      </w:r>
      <w:r>
        <w:rPr>
          <w:sz w:val="28"/>
          <w:szCs w:val="28"/>
          <w:lang w:val="uk-UA"/>
        </w:rPr>
        <w:t>у записку</w:t>
      </w:r>
      <w:r w:rsidRPr="00753712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10.07</w:t>
      </w:r>
      <w:r w:rsidRPr="0075371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8 № 01-3988-06 начальника </w:t>
      </w:r>
      <w:r w:rsidRPr="00753712">
        <w:rPr>
          <w:sz w:val="28"/>
          <w:szCs w:val="28"/>
          <w:lang w:val="uk-UA"/>
        </w:rPr>
        <w:t>Управління розвитку</w:t>
      </w:r>
      <w:r>
        <w:rPr>
          <w:sz w:val="28"/>
          <w:szCs w:val="28"/>
          <w:lang w:val="uk-UA"/>
        </w:rPr>
        <w:t xml:space="preserve"> міського господарства та капітального будівництва</w:t>
      </w:r>
      <w:r w:rsidRPr="007537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</w:t>
      </w:r>
      <w:r w:rsidRPr="00753712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Чорноівана С.П., </w:t>
      </w:r>
      <w:r w:rsidRPr="00B765AF">
        <w:rPr>
          <w:sz w:val="28"/>
          <w:lang w:val="uk-UA"/>
        </w:rPr>
        <w:t xml:space="preserve">відповідно </w:t>
      </w:r>
      <w:r>
        <w:rPr>
          <w:sz w:val="28"/>
          <w:lang w:val="uk-UA"/>
        </w:rPr>
        <w:t xml:space="preserve">до </w:t>
      </w:r>
      <w:r w:rsidRPr="008C3856">
        <w:rPr>
          <w:sz w:val="28"/>
          <w:lang w:val="uk-UA"/>
        </w:rPr>
        <w:t>ст.ст</w:t>
      </w:r>
      <w:r w:rsidRPr="006F4268">
        <w:rPr>
          <w:color w:val="000000"/>
          <w:sz w:val="28"/>
          <w:lang w:val="uk-UA"/>
        </w:rPr>
        <w:t xml:space="preserve">. </w:t>
      </w:r>
      <w:r w:rsidRPr="00AF0A56">
        <w:rPr>
          <w:color w:val="000000"/>
          <w:sz w:val="28"/>
          <w:lang w:val="uk-UA"/>
        </w:rPr>
        <w:t>15, 34, 36, 38, 39, 40, 45</w:t>
      </w:r>
      <w:r>
        <w:rPr>
          <w:color w:val="000000"/>
          <w:sz w:val="28"/>
          <w:lang w:val="uk-UA"/>
        </w:rPr>
        <w:t>, 46</w:t>
      </w:r>
      <w:r w:rsidRPr="00186A84">
        <w:rPr>
          <w:color w:val="FF0000"/>
          <w:sz w:val="28"/>
          <w:lang w:val="uk-UA"/>
        </w:rPr>
        <w:t xml:space="preserve"> </w:t>
      </w:r>
      <w:r w:rsidRPr="00016C00">
        <w:rPr>
          <w:sz w:val="28"/>
          <w:lang w:val="uk-UA"/>
        </w:rPr>
        <w:t xml:space="preserve">Житлового </w:t>
      </w:r>
      <w:r w:rsidR="007B5800">
        <w:rPr>
          <w:sz w:val="28"/>
          <w:lang w:val="uk-UA"/>
        </w:rPr>
        <w:t>К</w:t>
      </w:r>
      <w:r w:rsidRPr="00016C00">
        <w:rPr>
          <w:sz w:val="28"/>
          <w:lang w:val="uk-UA"/>
        </w:rPr>
        <w:t>одексу Української РСР</w:t>
      </w:r>
      <w:r w:rsidRPr="00016C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 в</w:t>
      </w:r>
      <w:r w:rsidRPr="00016C00">
        <w:rPr>
          <w:sz w:val="28"/>
          <w:szCs w:val="28"/>
          <w:lang w:val="uk-UA"/>
        </w:rPr>
        <w:t>ід 30.06.83 № 5464-</w:t>
      </w:r>
      <w:r w:rsidRPr="00016C00"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,</w:t>
      </w:r>
      <w:r w:rsidRPr="00016C00">
        <w:rPr>
          <w:sz w:val="28"/>
          <w:szCs w:val="28"/>
          <w:lang w:val="uk-UA"/>
        </w:rPr>
        <w:t xml:space="preserve"> із внесеними до нього змінами,</w:t>
      </w:r>
      <w:r w:rsidRPr="00F95FE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Законів України: від 22.10.93 № 3551-XII «Про статус ветеранів війни, гарантії їх соціального захисту», із внесеними до нього змінами, від 13.01.2005 № 2342-IV «Про 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</w:t>
      </w:r>
      <w:r w:rsidRPr="00DE3298">
        <w:rPr>
          <w:color w:val="000000"/>
          <w:sz w:val="28"/>
          <w:lang w:val="uk-UA"/>
        </w:rPr>
        <w:t xml:space="preserve">пунктів </w:t>
      </w:r>
      <w:r w:rsidRPr="00AF0A56">
        <w:rPr>
          <w:color w:val="000000"/>
          <w:sz w:val="28"/>
          <w:lang w:val="uk-UA"/>
        </w:rPr>
        <w:t>13, 15, 18-21, 26,</w:t>
      </w:r>
      <w:r>
        <w:rPr>
          <w:color w:val="000000"/>
          <w:sz w:val="28"/>
          <w:lang w:val="uk-UA"/>
        </w:rPr>
        <w:t xml:space="preserve"> </w:t>
      </w:r>
      <w:r w:rsidRPr="00DE3298">
        <w:rPr>
          <w:color w:val="000000"/>
          <w:sz w:val="28"/>
          <w:lang w:val="uk-UA"/>
        </w:rPr>
        <w:t>4</w:t>
      </w:r>
      <w:r>
        <w:rPr>
          <w:color w:val="000000"/>
          <w:sz w:val="28"/>
          <w:lang w:val="uk-UA"/>
        </w:rPr>
        <w:t xml:space="preserve">4, 46 </w:t>
      </w:r>
      <w:r w:rsidRPr="00A2322A">
        <w:rPr>
          <w:color w:val="000000"/>
          <w:sz w:val="28"/>
          <w:lang w:val="uk-UA"/>
        </w:rPr>
        <w:t xml:space="preserve"> Правил</w:t>
      </w:r>
      <w:r>
        <w:rPr>
          <w:sz w:val="28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11.12.84 № 470, із внесеними до них змінами,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із внесеними до нього змінами, керуючись ст.ст. 30, 52 Закону України від 21.05.97 № 280/97-ВР “Про місцеве самоврядування в Україні” із внесеними до нього змінами, виконком Бахмутської міської ради</w:t>
      </w:r>
    </w:p>
    <w:p w:rsidR="006D585F" w:rsidRDefault="006D585F">
      <w:pPr>
        <w:ind w:firstLine="720"/>
        <w:jc w:val="both"/>
        <w:rPr>
          <w:b/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EE323A" w:rsidRPr="005C4BBD" w:rsidRDefault="005E78C0" w:rsidP="00417AD3">
      <w:pPr>
        <w:pStyle w:val="31"/>
        <w:tabs>
          <w:tab w:val="clear" w:pos="1134"/>
          <w:tab w:val="left" w:pos="709"/>
        </w:tabs>
        <w:rPr>
          <w:b w:val="0"/>
        </w:rPr>
      </w:pPr>
      <w:r>
        <w:tab/>
      </w:r>
      <w:r w:rsidR="00D733FE">
        <w:tab/>
      </w:r>
      <w:r w:rsidRPr="005C4BBD">
        <w:rPr>
          <w:b w:val="0"/>
        </w:rPr>
        <w:t xml:space="preserve">1. Прийняти на квартирний облік при виконкомі </w:t>
      </w:r>
      <w:r w:rsidR="00D05F98" w:rsidRPr="005C4BBD">
        <w:rPr>
          <w:b w:val="0"/>
        </w:rPr>
        <w:t>Бахмутсь</w:t>
      </w:r>
      <w:r w:rsidRPr="005C4BBD">
        <w:rPr>
          <w:b w:val="0"/>
        </w:rPr>
        <w:t>кої міської ради</w:t>
      </w:r>
      <w:r w:rsidR="00EE323A" w:rsidRPr="005C4BBD">
        <w:rPr>
          <w:b w:val="0"/>
        </w:rPr>
        <w:t xml:space="preserve"> таких громадян:</w:t>
      </w:r>
    </w:p>
    <w:p w:rsidR="00B02D13" w:rsidRPr="00B02D13" w:rsidRDefault="00EE323A" w:rsidP="001B3321">
      <w:pPr>
        <w:pStyle w:val="31"/>
        <w:tabs>
          <w:tab w:val="clear" w:pos="1134"/>
          <w:tab w:val="left" w:pos="709"/>
        </w:tabs>
        <w:rPr>
          <w:b w:val="0"/>
          <w:color w:val="000000"/>
          <w:szCs w:val="28"/>
        </w:rPr>
      </w:pPr>
      <w:r w:rsidRPr="005C4BBD">
        <w:rPr>
          <w:b w:val="0"/>
        </w:rPr>
        <w:lastRenderedPageBreak/>
        <w:tab/>
      </w:r>
      <w:r w:rsidR="001B3321">
        <w:rPr>
          <w:i/>
        </w:rPr>
        <w:tab/>
      </w:r>
      <w:r w:rsidR="001B3321" w:rsidRPr="001B3321">
        <w:rPr>
          <w:b w:val="0"/>
        </w:rPr>
        <w:t>1.1.</w:t>
      </w:r>
      <w:r w:rsidR="001B3321" w:rsidRPr="009A6F1A">
        <w:rPr>
          <w:i/>
        </w:rPr>
        <w:t xml:space="preserve"> </w:t>
      </w:r>
      <w:r w:rsidR="00826F29">
        <w:rPr>
          <w:i/>
        </w:rPr>
        <w:t>(</w:t>
      </w:r>
      <w:r w:rsidR="00826F29" w:rsidRPr="00831E79">
        <w:rPr>
          <w:b w:val="0"/>
          <w:szCs w:val="28"/>
        </w:rPr>
        <w:t>містить персональні данні про осіб (п.3ч.2ст.10 ЗУ «Про доступ до публічної інформації»)</w:t>
      </w:r>
      <w:r w:rsidR="00826F29" w:rsidRPr="00831E79">
        <w:rPr>
          <w:b w:val="0"/>
          <w:i/>
        </w:rPr>
        <w:t>,</w:t>
      </w:r>
      <w:r w:rsidR="00826F29">
        <w:rPr>
          <w:i/>
        </w:rPr>
        <w:t xml:space="preserve"> </w:t>
      </w:r>
      <w:r w:rsidR="00B02D13">
        <w:rPr>
          <w:b w:val="0"/>
          <w:szCs w:val="28"/>
        </w:rPr>
        <w:t>студентку комунального закладу «Бахмутський медичний коледж»</w:t>
      </w:r>
      <w:r w:rsidR="00B02D13" w:rsidRPr="003771A3">
        <w:rPr>
          <w:b w:val="0"/>
          <w:color w:val="212121"/>
          <w:szCs w:val="28"/>
        </w:rPr>
        <w:t xml:space="preserve">, </w:t>
      </w:r>
      <w:r w:rsidR="00B02D13" w:rsidRPr="003771A3">
        <w:rPr>
          <w:b w:val="0"/>
          <w:color w:val="000000"/>
          <w:szCs w:val="28"/>
        </w:rPr>
        <w:t xml:space="preserve">складом родини 1 </w:t>
      </w:r>
      <w:r w:rsidR="00826F29">
        <w:rPr>
          <w:b w:val="0"/>
          <w:color w:val="000000"/>
          <w:szCs w:val="28"/>
        </w:rPr>
        <w:t>особа, яка діє зі згоди опікуна</w:t>
      </w:r>
      <w:r w:rsidR="00B02D13" w:rsidRPr="003771A3">
        <w:rPr>
          <w:b w:val="0"/>
          <w:color w:val="000000"/>
          <w:szCs w:val="28"/>
        </w:rPr>
        <w:t>,</w:t>
      </w:r>
      <w:r w:rsidR="00B02D13" w:rsidRPr="003771A3">
        <w:rPr>
          <w:b w:val="0"/>
          <w:color w:val="FF0000"/>
          <w:szCs w:val="28"/>
        </w:rPr>
        <w:t xml:space="preserve"> </w:t>
      </w:r>
      <w:r w:rsidR="00B02D13" w:rsidRPr="003771A3">
        <w:rPr>
          <w:b w:val="0"/>
          <w:color w:val="000000"/>
          <w:szCs w:val="28"/>
        </w:rPr>
        <w:t xml:space="preserve">та зареєстрована в </w:t>
      </w:r>
      <w:r w:rsidR="002E3F77">
        <w:rPr>
          <w:b w:val="0"/>
          <w:color w:val="000000"/>
          <w:szCs w:val="28"/>
        </w:rPr>
        <w:t xml:space="preserve">однокімнатній квартирі </w:t>
      </w:r>
      <w:r w:rsidR="00B02D13" w:rsidRPr="003771A3">
        <w:rPr>
          <w:b w:val="0"/>
          <w:color w:val="000000"/>
          <w:szCs w:val="28"/>
        </w:rPr>
        <w:t xml:space="preserve">№ </w:t>
      </w:r>
      <w:r w:rsidR="002E3F77">
        <w:rPr>
          <w:b w:val="0"/>
          <w:color w:val="000000"/>
          <w:szCs w:val="28"/>
        </w:rPr>
        <w:t>112</w:t>
      </w:r>
      <w:r w:rsidR="00B02D13" w:rsidRPr="003771A3">
        <w:rPr>
          <w:b w:val="0"/>
          <w:color w:val="000000"/>
          <w:szCs w:val="28"/>
        </w:rPr>
        <w:t xml:space="preserve">, жилою площею </w:t>
      </w:r>
      <w:r w:rsidR="002E3F77">
        <w:rPr>
          <w:b w:val="0"/>
          <w:color w:val="000000"/>
          <w:szCs w:val="28"/>
        </w:rPr>
        <w:t>17,0</w:t>
      </w:r>
      <w:r w:rsidR="00B02D13" w:rsidRPr="003771A3">
        <w:rPr>
          <w:b w:val="0"/>
          <w:color w:val="000000"/>
          <w:szCs w:val="28"/>
        </w:rPr>
        <w:t xml:space="preserve"> кв.м. (кількість зареєстрованих </w:t>
      </w:r>
      <w:r w:rsidR="002E3F77">
        <w:rPr>
          <w:b w:val="0"/>
          <w:color w:val="000000"/>
          <w:szCs w:val="28"/>
        </w:rPr>
        <w:t>4</w:t>
      </w:r>
      <w:r w:rsidR="00B02D13" w:rsidRPr="003771A3">
        <w:rPr>
          <w:b w:val="0"/>
          <w:color w:val="000000"/>
          <w:szCs w:val="28"/>
        </w:rPr>
        <w:t xml:space="preserve"> особи), по </w:t>
      </w:r>
      <w:r w:rsidR="002E3F77">
        <w:rPr>
          <w:b w:val="0"/>
          <w:color w:val="000000"/>
          <w:szCs w:val="28"/>
        </w:rPr>
        <w:t>вулиці Декабристів, 45</w:t>
      </w:r>
      <w:r w:rsidR="00B02D13" w:rsidRPr="003771A3">
        <w:rPr>
          <w:b w:val="0"/>
          <w:color w:val="000000"/>
          <w:szCs w:val="28"/>
        </w:rPr>
        <w:t xml:space="preserve"> у місті Бахмут, що</w:t>
      </w:r>
      <w:r w:rsidR="00B02D13">
        <w:rPr>
          <w:b w:val="0"/>
          <w:color w:val="000000"/>
          <w:szCs w:val="28"/>
        </w:rPr>
        <w:t xml:space="preserve"> є комунальною власністю територіальної громади м.Бахмут</w:t>
      </w:r>
      <w:r w:rsidR="00B02D13" w:rsidRPr="003771A3">
        <w:rPr>
          <w:b w:val="0"/>
          <w:color w:val="000000"/>
          <w:szCs w:val="28"/>
        </w:rPr>
        <w:t xml:space="preserve">, на підставі пп </w:t>
      </w:r>
      <w:r w:rsidR="002E3F77">
        <w:rPr>
          <w:b w:val="0"/>
          <w:color w:val="000000"/>
          <w:szCs w:val="28"/>
        </w:rPr>
        <w:t>1</w:t>
      </w:r>
      <w:r w:rsidR="00B02D13" w:rsidRPr="003771A3">
        <w:rPr>
          <w:b w:val="0"/>
          <w:color w:val="000000"/>
          <w:szCs w:val="28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B02D13" w:rsidRPr="003771A3">
        <w:rPr>
          <w:b w:val="0"/>
          <w:szCs w:val="28"/>
        </w:rPr>
        <w:t>151</w:t>
      </w:r>
      <w:r w:rsidR="002E3F77">
        <w:rPr>
          <w:b w:val="0"/>
          <w:szCs w:val="28"/>
        </w:rPr>
        <w:t>4</w:t>
      </w:r>
      <w:r w:rsidR="00B02D13" w:rsidRPr="003771A3">
        <w:rPr>
          <w:b w:val="0"/>
          <w:szCs w:val="28"/>
        </w:rPr>
        <w:t>,</w:t>
      </w:r>
      <w:r w:rsidR="00B02D13" w:rsidRPr="003771A3">
        <w:rPr>
          <w:b w:val="0"/>
          <w:color w:val="000000"/>
          <w:szCs w:val="28"/>
        </w:rPr>
        <w:t xml:space="preserve"> з включенням до списку позачергового одержання житла, як дитину-сироту, на підставі пп 3 п 46 Правил обліку громадян, які потребують поліпшення житлових умов, і надання їм жилих приміщ</w:t>
      </w:r>
      <w:r w:rsidR="002E3F77">
        <w:rPr>
          <w:b w:val="0"/>
          <w:color w:val="000000"/>
          <w:szCs w:val="28"/>
        </w:rPr>
        <w:t>ень в Українській РСР, під № 127</w:t>
      </w:r>
      <w:r w:rsidR="00B02D13" w:rsidRPr="003771A3">
        <w:rPr>
          <w:b w:val="0"/>
          <w:color w:val="000000"/>
          <w:szCs w:val="28"/>
        </w:rPr>
        <w:t>, надавши обліковій справі № 462</w:t>
      </w:r>
      <w:r w:rsidR="002E3F77">
        <w:rPr>
          <w:b w:val="0"/>
          <w:color w:val="000000"/>
          <w:szCs w:val="28"/>
        </w:rPr>
        <w:t>7.</w:t>
      </w:r>
    </w:p>
    <w:p w:rsidR="001B3321" w:rsidRDefault="00B02D13" w:rsidP="001B3321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 w:rsidRPr="00B02D13">
        <w:rPr>
          <w:b w:val="0"/>
          <w:color w:val="000000"/>
          <w:szCs w:val="28"/>
        </w:rPr>
        <w:tab/>
      </w:r>
      <w:r w:rsidRPr="002E3F77">
        <w:rPr>
          <w:b w:val="0"/>
          <w:color w:val="000000"/>
          <w:szCs w:val="28"/>
        </w:rPr>
        <w:t xml:space="preserve">1.2. </w:t>
      </w:r>
      <w:r w:rsidR="00826F29">
        <w:rPr>
          <w:b w:val="0"/>
          <w:color w:val="000000"/>
          <w:szCs w:val="28"/>
        </w:rPr>
        <w:t>(</w:t>
      </w:r>
      <w:r w:rsidR="00826F29" w:rsidRPr="00831E79">
        <w:rPr>
          <w:b w:val="0"/>
          <w:szCs w:val="28"/>
        </w:rPr>
        <w:t>містить персональні данні про осіб (п.3ч.2ст.10 ЗУ «Про доступ до публічної інформації»)</w:t>
      </w:r>
      <w:r w:rsidR="00826F29" w:rsidRPr="00831E79">
        <w:rPr>
          <w:b w:val="0"/>
          <w:i/>
        </w:rPr>
        <w:t>,</w:t>
      </w:r>
      <w:r w:rsidR="00826F29">
        <w:rPr>
          <w:i/>
        </w:rPr>
        <w:t xml:space="preserve"> </w:t>
      </w:r>
      <w:r w:rsidR="002E3F77">
        <w:rPr>
          <w:b w:val="0"/>
        </w:rPr>
        <w:t>тимчасово не працюючого</w:t>
      </w:r>
      <w:r w:rsidR="001B3321" w:rsidRPr="00FD0651">
        <w:rPr>
          <w:b w:val="0"/>
        </w:rPr>
        <w:t>,</w:t>
      </w:r>
      <w:r w:rsidR="001B3321" w:rsidRPr="00597BC5">
        <w:rPr>
          <w:b w:val="0"/>
          <w:color w:val="000000"/>
          <w:szCs w:val="28"/>
        </w:rPr>
        <w:t xml:space="preserve">  складом родини</w:t>
      </w:r>
      <w:r w:rsidR="001B3321">
        <w:rPr>
          <w:b w:val="0"/>
          <w:color w:val="000000"/>
          <w:szCs w:val="28"/>
        </w:rPr>
        <w:t xml:space="preserve"> 1 особа</w:t>
      </w:r>
      <w:r w:rsidR="001B3321">
        <w:rPr>
          <w:b w:val="0"/>
          <w:color w:val="000000"/>
        </w:rPr>
        <w:t xml:space="preserve">, </w:t>
      </w:r>
      <w:r w:rsidR="001B3321" w:rsidRPr="008E5195">
        <w:rPr>
          <w:b w:val="0"/>
          <w:color w:val="000000"/>
          <w:szCs w:val="28"/>
        </w:rPr>
        <w:t>як</w:t>
      </w:r>
      <w:r w:rsidR="001B3321">
        <w:rPr>
          <w:b w:val="0"/>
          <w:color w:val="000000"/>
          <w:szCs w:val="28"/>
        </w:rPr>
        <w:t>ий</w:t>
      </w:r>
      <w:r w:rsidR="001B3321" w:rsidRPr="008E5195">
        <w:rPr>
          <w:b w:val="0"/>
          <w:color w:val="000000"/>
          <w:szCs w:val="28"/>
        </w:rPr>
        <w:t xml:space="preserve"> </w:t>
      </w:r>
      <w:r w:rsidR="005F1A8E">
        <w:rPr>
          <w:b w:val="0"/>
          <w:color w:val="000000"/>
          <w:szCs w:val="28"/>
        </w:rPr>
        <w:t>зареєстрований</w:t>
      </w:r>
      <w:r w:rsidR="001B3321">
        <w:rPr>
          <w:b w:val="0"/>
          <w:color w:val="000000"/>
          <w:szCs w:val="28"/>
        </w:rPr>
        <w:t xml:space="preserve"> </w:t>
      </w:r>
      <w:r w:rsidR="001B3321" w:rsidRPr="008E5195">
        <w:rPr>
          <w:b w:val="0"/>
          <w:color w:val="000000"/>
          <w:szCs w:val="28"/>
        </w:rPr>
        <w:t>в</w:t>
      </w:r>
      <w:r w:rsidR="001B3321">
        <w:rPr>
          <w:b w:val="0"/>
          <w:color w:val="000000"/>
          <w:szCs w:val="28"/>
        </w:rPr>
        <w:t xml:space="preserve"> </w:t>
      </w:r>
      <w:r w:rsidR="002E3F77">
        <w:rPr>
          <w:b w:val="0"/>
          <w:color w:val="000000"/>
          <w:szCs w:val="28"/>
        </w:rPr>
        <w:t xml:space="preserve">трикімнатній квартирі </w:t>
      </w:r>
      <w:r w:rsidR="001B3321">
        <w:rPr>
          <w:b w:val="0"/>
          <w:color w:val="000000"/>
          <w:szCs w:val="28"/>
        </w:rPr>
        <w:t xml:space="preserve">№ </w:t>
      </w:r>
      <w:r w:rsidR="002E3F77">
        <w:rPr>
          <w:b w:val="0"/>
          <w:color w:val="000000"/>
          <w:szCs w:val="28"/>
        </w:rPr>
        <w:t>92</w:t>
      </w:r>
      <w:r w:rsidR="001B3321">
        <w:rPr>
          <w:b w:val="0"/>
          <w:color w:val="000000"/>
          <w:szCs w:val="28"/>
        </w:rPr>
        <w:t xml:space="preserve">, </w:t>
      </w:r>
      <w:r w:rsidR="001B3321" w:rsidRPr="008E5195">
        <w:rPr>
          <w:b w:val="0"/>
          <w:color w:val="000000"/>
          <w:szCs w:val="28"/>
        </w:rPr>
        <w:t xml:space="preserve">жилою площею </w:t>
      </w:r>
      <w:r w:rsidR="002E3F77">
        <w:rPr>
          <w:b w:val="0"/>
          <w:color w:val="000000"/>
          <w:szCs w:val="28"/>
        </w:rPr>
        <w:t>36,3</w:t>
      </w:r>
      <w:r w:rsidR="001B3321">
        <w:rPr>
          <w:b w:val="0"/>
          <w:color w:val="000000"/>
          <w:szCs w:val="28"/>
        </w:rPr>
        <w:t>0 </w:t>
      </w:r>
      <w:r w:rsidR="001B3321" w:rsidRPr="008E5195">
        <w:rPr>
          <w:b w:val="0"/>
          <w:color w:val="000000"/>
          <w:szCs w:val="28"/>
        </w:rPr>
        <w:t xml:space="preserve">кв.м. (кількість </w:t>
      </w:r>
      <w:r w:rsidR="002E3F77">
        <w:rPr>
          <w:b w:val="0"/>
          <w:color w:val="000000"/>
          <w:szCs w:val="28"/>
        </w:rPr>
        <w:t>зареєстрованих</w:t>
      </w:r>
      <w:r w:rsidR="001B3321" w:rsidRPr="008E5195">
        <w:rPr>
          <w:b w:val="0"/>
          <w:color w:val="000000"/>
          <w:szCs w:val="28"/>
        </w:rPr>
        <w:t xml:space="preserve"> </w:t>
      </w:r>
      <w:r w:rsidR="002E3F77">
        <w:rPr>
          <w:b w:val="0"/>
          <w:color w:val="000000"/>
          <w:szCs w:val="28"/>
        </w:rPr>
        <w:t>4</w:t>
      </w:r>
      <w:r w:rsidR="001B3321" w:rsidRPr="008E5195">
        <w:rPr>
          <w:b w:val="0"/>
          <w:color w:val="000000"/>
          <w:szCs w:val="28"/>
        </w:rPr>
        <w:t xml:space="preserve"> особи), по </w:t>
      </w:r>
      <w:r w:rsidR="002E3F77">
        <w:rPr>
          <w:b w:val="0"/>
          <w:color w:val="000000"/>
          <w:szCs w:val="28"/>
        </w:rPr>
        <w:t>вулиці Ювілейній, 85</w:t>
      </w:r>
      <w:r w:rsidR="007B5800">
        <w:rPr>
          <w:b w:val="0"/>
          <w:color w:val="000000"/>
          <w:szCs w:val="28"/>
        </w:rPr>
        <w:t xml:space="preserve"> у м. </w:t>
      </w:r>
      <w:r w:rsidR="001B3321">
        <w:rPr>
          <w:b w:val="0"/>
          <w:color w:val="000000"/>
          <w:szCs w:val="28"/>
        </w:rPr>
        <w:t>Бахмут,</w:t>
      </w:r>
      <w:r w:rsidR="001B3321" w:rsidRPr="008E5195">
        <w:rPr>
          <w:b w:val="0"/>
          <w:color w:val="FF0000"/>
          <w:szCs w:val="28"/>
        </w:rPr>
        <w:t xml:space="preserve"> </w:t>
      </w:r>
      <w:r w:rsidR="001B3321" w:rsidRPr="008E5195">
        <w:rPr>
          <w:b w:val="0"/>
          <w:color w:val="000000"/>
        </w:rPr>
        <w:t xml:space="preserve">що належить на праві </w:t>
      </w:r>
      <w:r w:rsidR="001B3321">
        <w:rPr>
          <w:b w:val="0"/>
          <w:color w:val="000000"/>
        </w:rPr>
        <w:t xml:space="preserve">приватної власності </w:t>
      </w:r>
      <w:r w:rsidR="00826F29">
        <w:rPr>
          <w:b w:val="0"/>
          <w:color w:val="000000"/>
        </w:rPr>
        <w:t>(</w:t>
      </w:r>
      <w:r w:rsidR="00826F29" w:rsidRPr="00831E79">
        <w:rPr>
          <w:b w:val="0"/>
          <w:szCs w:val="28"/>
        </w:rPr>
        <w:t>містить персональні данні про осіб (п.3ч.2ст.10 ЗУ «Про доступ до публічної інформації»)</w:t>
      </w:r>
      <w:r w:rsidR="00826F29" w:rsidRPr="00831E79">
        <w:rPr>
          <w:b w:val="0"/>
          <w:i/>
        </w:rPr>
        <w:t>,</w:t>
      </w:r>
      <w:r w:rsidR="00826F29">
        <w:rPr>
          <w:i/>
        </w:rPr>
        <w:t xml:space="preserve"> </w:t>
      </w:r>
      <w:r w:rsidR="001B3321" w:rsidRPr="008E5195">
        <w:rPr>
          <w:b w:val="0"/>
          <w:color w:val="000000"/>
        </w:rPr>
        <w:t>згідно</w:t>
      </w:r>
      <w:r w:rsidR="001B3321">
        <w:rPr>
          <w:b w:val="0"/>
          <w:color w:val="000000"/>
        </w:rPr>
        <w:t xml:space="preserve"> </w:t>
      </w:r>
      <w:r w:rsidR="002E3F77">
        <w:rPr>
          <w:b w:val="0"/>
          <w:color w:val="000000"/>
        </w:rPr>
        <w:t xml:space="preserve">договору купівлі-продажу квартири від 27.03.2002 </w:t>
      </w:r>
      <w:r w:rsidR="001B3321">
        <w:rPr>
          <w:b w:val="0"/>
          <w:color w:val="000000"/>
        </w:rPr>
        <w:t>року</w:t>
      </w:r>
      <w:r w:rsidR="001B3321" w:rsidRPr="008E5195">
        <w:rPr>
          <w:b w:val="0"/>
          <w:color w:val="000000"/>
        </w:rPr>
        <w:t>,</w:t>
      </w:r>
      <w:r w:rsidR="001B3321">
        <w:rPr>
          <w:b w:val="0"/>
          <w:color w:val="000000"/>
        </w:rPr>
        <w:t xml:space="preserve"> посвідченого </w:t>
      </w:r>
      <w:r w:rsidR="000E0C40">
        <w:rPr>
          <w:b w:val="0"/>
          <w:color w:val="000000"/>
        </w:rPr>
        <w:t>приватним</w:t>
      </w:r>
      <w:r w:rsidR="001B3321">
        <w:rPr>
          <w:b w:val="0"/>
          <w:color w:val="000000"/>
        </w:rPr>
        <w:t xml:space="preserve"> нотаріусом </w:t>
      </w:r>
      <w:r w:rsidR="002E3F77">
        <w:rPr>
          <w:b w:val="0"/>
          <w:color w:val="000000"/>
        </w:rPr>
        <w:t>Артемівського</w:t>
      </w:r>
      <w:r w:rsidR="000E0C40">
        <w:rPr>
          <w:b w:val="0"/>
          <w:color w:val="000000"/>
        </w:rPr>
        <w:t xml:space="preserve"> міського нотаріального округу Донецької області П</w:t>
      </w:r>
      <w:r w:rsidR="002E3F77">
        <w:rPr>
          <w:b w:val="0"/>
          <w:color w:val="000000"/>
        </w:rPr>
        <w:t>игіда С.І.</w:t>
      </w:r>
      <w:r w:rsidR="001B3321">
        <w:rPr>
          <w:b w:val="0"/>
          <w:color w:val="000000"/>
        </w:rPr>
        <w:t xml:space="preserve">, реєстраційний № </w:t>
      </w:r>
      <w:r w:rsidR="002E3F77">
        <w:rPr>
          <w:b w:val="0"/>
          <w:color w:val="000000"/>
        </w:rPr>
        <w:t>123</w:t>
      </w:r>
      <w:r w:rsidR="000E0C40">
        <w:rPr>
          <w:b w:val="0"/>
          <w:color w:val="000000"/>
        </w:rPr>
        <w:t>9</w:t>
      </w:r>
      <w:r w:rsidR="001B3321" w:rsidRPr="008E5195">
        <w:rPr>
          <w:b w:val="0"/>
          <w:color w:val="000000"/>
        </w:rPr>
        <w:t>,</w:t>
      </w:r>
      <w:r w:rsidR="001B3321">
        <w:rPr>
          <w:b w:val="0"/>
          <w:color w:val="000000"/>
        </w:rPr>
        <w:t xml:space="preserve"> </w:t>
      </w:r>
      <w:r w:rsidR="001B3321" w:rsidRPr="00597BC5">
        <w:rPr>
          <w:b w:val="0"/>
          <w:color w:val="000000"/>
        </w:rPr>
        <w:t xml:space="preserve">на підставі пп </w:t>
      </w:r>
      <w:r w:rsidR="001B3321">
        <w:rPr>
          <w:b w:val="0"/>
          <w:color w:val="000000"/>
        </w:rPr>
        <w:t>5</w:t>
      </w:r>
      <w:r w:rsidR="001B3321"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1B3321" w:rsidRPr="00B90005">
        <w:rPr>
          <w:b w:val="0"/>
        </w:rPr>
        <w:t>1</w:t>
      </w:r>
      <w:r w:rsidR="001B3321">
        <w:rPr>
          <w:b w:val="0"/>
        </w:rPr>
        <w:t>5</w:t>
      </w:r>
      <w:r w:rsidR="002E3F77">
        <w:rPr>
          <w:b w:val="0"/>
        </w:rPr>
        <w:t>15</w:t>
      </w:r>
      <w:r w:rsidR="001B3321" w:rsidRPr="00B90005">
        <w:rPr>
          <w:b w:val="0"/>
        </w:rPr>
        <w:t>,</w:t>
      </w:r>
      <w:r w:rsidR="001B3321" w:rsidRPr="00597BC5">
        <w:rPr>
          <w:b w:val="0"/>
          <w:color w:val="000000"/>
        </w:rPr>
        <w:t xml:space="preserve"> </w:t>
      </w:r>
      <w:r w:rsidR="001B3321">
        <w:rPr>
          <w:b w:val="0"/>
          <w:color w:val="000000"/>
        </w:rPr>
        <w:t xml:space="preserve">з включенням до списку першочергового одержання житла, як учасника бойових дій, </w:t>
      </w:r>
      <w:r w:rsidR="001B3321" w:rsidRPr="00597BC5">
        <w:rPr>
          <w:b w:val="0"/>
          <w:color w:val="000000"/>
        </w:rPr>
        <w:t xml:space="preserve">на підставі пп </w:t>
      </w:r>
      <w:r w:rsidR="001B3321">
        <w:rPr>
          <w:b w:val="0"/>
          <w:color w:val="000000"/>
        </w:rPr>
        <w:t>4</w:t>
      </w:r>
      <w:r w:rsidR="001B3321" w:rsidRPr="00597BC5">
        <w:rPr>
          <w:b w:val="0"/>
          <w:color w:val="000000"/>
        </w:rPr>
        <w:t xml:space="preserve"> п </w:t>
      </w:r>
      <w:r w:rsidR="001B3321">
        <w:rPr>
          <w:b w:val="0"/>
          <w:color w:val="000000"/>
        </w:rPr>
        <w:t>44</w:t>
      </w:r>
      <w:r w:rsidR="001B3321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</w:t>
      </w:r>
      <w:r w:rsidR="002E3F77">
        <w:rPr>
          <w:b w:val="0"/>
          <w:color w:val="000000"/>
        </w:rPr>
        <w:t xml:space="preserve"> під № 450</w:t>
      </w:r>
      <w:r w:rsidR="001B3321">
        <w:rPr>
          <w:b w:val="0"/>
          <w:color w:val="000000"/>
        </w:rPr>
        <w:t>, надавши обліковій справі № 46</w:t>
      </w:r>
      <w:r w:rsidR="002E3F77">
        <w:rPr>
          <w:b w:val="0"/>
          <w:color w:val="000000"/>
        </w:rPr>
        <w:t>28</w:t>
      </w:r>
      <w:r w:rsidR="001B3321">
        <w:rPr>
          <w:b w:val="0"/>
          <w:color w:val="000000"/>
        </w:rPr>
        <w:t>.</w:t>
      </w:r>
    </w:p>
    <w:p w:rsidR="002E3F77" w:rsidRDefault="00DB641A" w:rsidP="002E3F77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i/>
        </w:rPr>
        <w:tab/>
      </w:r>
      <w:r w:rsidR="002E3F77">
        <w:rPr>
          <w:b w:val="0"/>
          <w:color w:val="000000"/>
          <w:szCs w:val="28"/>
        </w:rPr>
        <w:t>1.3</w:t>
      </w:r>
      <w:r w:rsidR="002E3F77" w:rsidRPr="002E3F77">
        <w:rPr>
          <w:b w:val="0"/>
          <w:color w:val="000000"/>
          <w:szCs w:val="28"/>
        </w:rPr>
        <w:t>.</w:t>
      </w:r>
      <w:r w:rsidR="00826F29" w:rsidRPr="00826F29">
        <w:rPr>
          <w:b w:val="0"/>
          <w:szCs w:val="28"/>
        </w:rPr>
        <w:t xml:space="preserve"> </w:t>
      </w:r>
      <w:r w:rsidR="00826F29">
        <w:rPr>
          <w:b w:val="0"/>
          <w:szCs w:val="28"/>
        </w:rPr>
        <w:t>(</w:t>
      </w:r>
      <w:r w:rsidR="00826F29" w:rsidRPr="00831E79">
        <w:rPr>
          <w:b w:val="0"/>
          <w:szCs w:val="28"/>
        </w:rPr>
        <w:t>містить персональні данні про осіб (п.3ч.2ст.10 ЗУ «Про доступ до публічної інформації»)</w:t>
      </w:r>
      <w:r w:rsidR="00826F29" w:rsidRPr="00831E79">
        <w:rPr>
          <w:b w:val="0"/>
          <w:i/>
        </w:rPr>
        <w:t>,</w:t>
      </w:r>
      <w:r w:rsidR="00826F29">
        <w:rPr>
          <w:i/>
        </w:rPr>
        <w:t xml:space="preserve"> </w:t>
      </w:r>
      <w:r w:rsidR="009944CE">
        <w:rPr>
          <w:b w:val="0"/>
        </w:rPr>
        <w:t>військовослужбовця військової частини А0233</w:t>
      </w:r>
      <w:r w:rsidR="002E3F77" w:rsidRPr="00FD0651">
        <w:rPr>
          <w:b w:val="0"/>
        </w:rPr>
        <w:t>,</w:t>
      </w:r>
      <w:r w:rsidR="002E3F77" w:rsidRPr="00597BC5">
        <w:rPr>
          <w:b w:val="0"/>
          <w:color w:val="000000"/>
          <w:szCs w:val="28"/>
        </w:rPr>
        <w:t xml:space="preserve">  складом родини</w:t>
      </w:r>
      <w:r w:rsidR="002E3F77">
        <w:rPr>
          <w:b w:val="0"/>
          <w:color w:val="000000"/>
          <w:szCs w:val="28"/>
        </w:rPr>
        <w:t xml:space="preserve"> 1 особа</w:t>
      </w:r>
      <w:r w:rsidR="002E3F77">
        <w:rPr>
          <w:b w:val="0"/>
          <w:color w:val="000000"/>
        </w:rPr>
        <w:t xml:space="preserve">, </w:t>
      </w:r>
      <w:r w:rsidR="002E3F77" w:rsidRPr="008E5195">
        <w:rPr>
          <w:b w:val="0"/>
          <w:color w:val="000000"/>
          <w:szCs w:val="28"/>
        </w:rPr>
        <w:t>як</w:t>
      </w:r>
      <w:r w:rsidR="002E3F77">
        <w:rPr>
          <w:b w:val="0"/>
          <w:color w:val="000000"/>
          <w:szCs w:val="28"/>
        </w:rPr>
        <w:t>ий</w:t>
      </w:r>
      <w:r w:rsidR="002E3F77" w:rsidRPr="008E5195">
        <w:rPr>
          <w:b w:val="0"/>
          <w:color w:val="000000"/>
          <w:szCs w:val="28"/>
        </w:rPr>
        <w:t xml:space="preserve"> </w:t>
      </w:r>
      <w:r w:rsidR="009944CE">
        <w:rPr>
          <w:b w:val="0"/>
          <w:color w:val="000000"/>
          <w:szCs w:val="28"/>
        </w:rPr>
        <w:t>зареєстрований</w:t>
      </w:r>
      <w:r w:rsidR="002E3F77">
        <w:rPr>
          <w:b w:val="0"/>
          <w:color w:val="000000"/>
          <w:szCs w:val="28"/>
        </w:rPr>
        <w:t xml:space="preserve"> </w:t>
      </w:r>
      <w:r w:rsidR="002E3F77" w:rsidRPr="008E5195">
        <w:rPr>
          <w:b w:val="0"/>
          <w:color w:val="000000"/>
          <w:szCs w:val="28"/>
        </w:rPr>
        <w:t>в</w:t>
      </w:r>
      <w:r w:rsidR="009944CE">
        <w:rPr>
          <w:b w:val="0"/>
          <w:color w:val="000000"/>
          <w:szCs w:val="28"/>
        </w:rPr>
        <w:t xml:space="preserve"> будинку № 42</w:t>
      </w:r>
      <w:r w:rsidR="002E3F77">
        <w:rPr>
          <w:b w:val="0"/>
          <w:color w:val="000000"/>
          <w:szCs w:val="28"/>
        </w:rPr>
        <w:t xml:space="preserve">, </w:t>
      </w:r>
      <w:r w:rsidR="002E3F77" w:rsidRPr="008E5195">
        <w:rPr>
          <w:b w:val="0"/>
          <w:color w:val="000000"/>
          <w:szCs w:val="28"/>
        </w:rPr>
        <w:t xml:space="preserve">жилою площею </w:t>
      </w:r>
      <w:r w:rsidR="009944CE">
        <w:rPr>
          <w:b w:val="0"/>
          <w:color w:val="000000"/>
          <w:szCs w:val="28"/>
        </w:rPr>
        <w:t>36</w:t>
      </w:r>
      <w:r w:rsidR="002E3F77" w:rsidRPr="008E5195">
        <w:rPr>
          <w:b w:val="0"/>
          <w:color w:val="000000"/>
          <w:szCs w:val="28"/>
        </w:rPr>
        <w:t>,</w:t>
      </w:r>
      <w:r w:rsidR="009944CE">
        <w:rPr>
          <w:b w:val="0"/>
          <w:color w:val="000000"/>
          <w:szCs w:val="28"/>
        </w:rPr>
        <w:t>1</w:t>
      </w:r>
      <w:r w:rsidR="002E3F77">
        <w:rPr>
          <w:b w:val="0"/>
          <w:color w:val="000000"/>
          <w:szCs w:val="28"/>
        </w:rPr>
        <w:t>0 </w:t>
      </w:r>
      <w:r w:rsidR="002E3F77" w:rsidRPr="008E5195">
        <w:rPr>
          <w:b w:val="0"/>
          <w:color w:val="000000"/>
          <w:szCs w:val="28"/>
        </w:rPr>
        <w:t xml:space="preserve">кв.м. (кількість </w:t>
      </w:r>
      <w:r w:rsidR="009944CE">
        <w:rPr>
          <w:b w:val="0"/>
          <w:color w:val="000000"/>
          <w:szCs w:val="28"/>
        </w:rPr>
        <w:t>зареєстрованих</w:t>
      </w:r>
      <w:r w:rsidR="002E3F77" w:rsidRPr="008E5195">
        <w:rPr>
          <w:b w:val="0"/>
          <w:color w:val="000000"/>
          <w:szCs w:val="28"/>
        </w:rPr>
        <w:t xml:space="preserve"> </w:t>
      </w:r>
      <w:r w:rsidR="009944CE">
        <w:rPr>
          <w:b w:val="0"/>
          <w:color w:val="000000"/>
          <w:szCs w:val="28"/>
        </w:rPr>
        <w:t>4</w:t>
      </w:r>
      <w:r w:rsidR="002E3F77" w:rsidRPr="008E5195">
        <w:rPr>
          <w:b w:val="0"/>
          <w:color w:val="000000"/>
          <w:szCs w:val="28"/>
        </w:rPr>
        <w:t xml:space="preserve"> особи), по </w:t>
      </w:r>
      <w:r w:rsidR="009944CE">
        <w:rPr>
          <w:b w:val="0"/>
          <w:color w:val="000000"/>
          <w:szCs w:val="28"/>
        </w:rPr>
        <w:t xml:space="preserve">вулиці Свято-Георгіївській </w:t>
      </w:r>
      <w:r w:rsidR="002E3F77">
        <w:rPr>
          <w:b w:val="0"/>
          <w:color w:val="000000"/>
          <w:szCs w:val="28"/>
        </w:rPr>
        <w:t xml:space="preserve"> у м. Бахмут,</w:t>
      </w:r>
      <w:r w:rsidR="002E3F77" w:rsidRPr="008E5195">
        <w:rPr>
          <w:b w:val="0"/>
          <w:color w:val="FF0000"/>
          <w:szCs w:val="28"/>
        </w:rPr>
        <w:t xml:space="preserve"> </w:t>
      </w:r>
      <w:r w:rsidR="002E3F77" w:rsidRPr="008E5195">
        <w:rPr>
          <w:b w:val="0"/>
          <w:color w:val="000000"/>
        </w:rPr>
        <w:t xml:space="preserve">що належить на праві </w:t>
      </w:r>
      <w:r w:rsidR="002E3F77">
        <w:rPr>
          <w:b w:val="0"/>
          <w:color w:val="000000"/>
        </w:rPr>
        <w:t xml:space="preserve">приватної власності </w:t>
      </w:r>
      <w:r w:rsidR="00826F29">
        <w:rPr>
          <w:b w:val="0"/>
          <w:color w:val="000000"/>
        </w:rPr>
        <w:t>(</w:t>
      </w:r>
      <w:r w:rsidR="00826F29" w:rsidRPr="00831E79">
        <w:rPr>
          <w:b w:val="0"/>
          <w:szCs w:val="28"/>
        </w:rPr>
        <w:t>містить персональні данні про осіб (п.3ч.2ст.10 ЗУ «Про доступ до публічної інформації»)</w:t>
      </w:r>
      <w:r w:rsidR="00826F29" w:rsidRPr="00831E79">
        <w:rPr>
          <w:b w:val="0"/>
          <w:i/>
        </w:rPr>
        <w:t>,</w:t>
      </w:r>
      <w:r w:rsidR="00826F29">
        <w:rPr>
          <w:i/>
        </w:rPr>
        <w:t xml:space="preserve"> </w:t>
      </w:r>
      <w:r w:rsidR="002E3F77" w:rsidRPr="008E5195">
        <w:rPr>
          <w:b w:val="0"/>
          <w:color w:val="000000"/>
        </w:rPr>
        <w:t>згідно</w:t>
      </w:r>
      <w:r w:rsidR="009944CE">
        <w:rPr>
          <w:b w:val="0"/>
          <w:color w:val="000000"/>
        </w:rPr>
        <w:t xml:space="preserve"> договору купівлі-продажу жилого будинку і земельної ділянки</w:t>
      </w:r>
      <w:r w:rsidR="00A80335" w:rsidRPr="00A80335">
        <w:rPr>
          <w:b w:val="0"/>
          <w:color w:val="000000"/>
        </w:rPr>
        <w:t xml:space="preserve"> від 27.</w:t>
      </w:r>
      <w:r w:rsidR="00A80335">
        <w:rPr>
          <w:b w:val="0"/>
          <w:color w:val="000000"/>
        </w:rPr>
        <w:t>11.2007 року</w:t>
      </w:r>
      <w:r w:rsidR="002E3F77" w:rsidRPr="008E5195">
        <w:rPr>
          <w:b w:val="0"/>
          <w:color w:val="000000"/>
        </w:rPr>
        <w:t>,</w:t>
      </w:r>
      <w:r w:rsidR="002E3F77">
        <w:rPr>
          <w:b w:val="0"/>
          <w:color w:val="000000"/>
        </w:rPr>
        <w:t xml:space="preserve"> посвідченого приватним нотаріусом </w:t>
      </w:r>
      <w:r w:rsidR="009944CE">
        <w:rPr>
          <w:b w:val="0"/>
          <w:color w:val="000000"/>
        </w:rPr>
        <w:t>Артемівського</w:t>
      </w:r>
      <w:r w:rsidR="002E3F77">
        <w:rPr>
          <w:b w:val="0"/>
          <w:color w:val="000000"/>
        </w:rPr>
        <w:t xml:space="preserve"> міського нотаріального округу Донецької області </w:t>
      </w:r>
      <w:r w:rsidR="009944CE">
        <w:rPr>
          <w:b w:val="0"/>
          <w:color w:val="000000"/>
        </w:rPr>
        <w:t>Барановим М.С.</w:t>
      </w:r>
      <w:r w:rsidR="00826F29">
        <w:rPr>
          <w:b w:val="0"/>
          <w:color w:val="000000"/>
        </w:rPr>
        <w:t>, реєстраційний № </w:t>
      </w:r>
      <w:r w:rsidR="002E3F77">
        <w:rPr>
          <w:b w:val="0"/>
          <w:color w:val="000000"/>
        </w:rPr>
        <w:t>9</w:t>
      </w:r>
      <w:r w:rsidR="009944CE">
        <w:rPr>
          <w:b w:val="0"/>
          <w:color w:val="000000"/>
        </w:rPr>
        <w:t>725</w:t>
      </w:r>
      <w:r w:rsidR="002E3F77" w:rsidRPr="008E5195">
        <w:rPr>
          <w:b w:val="0"/>
          <w:color w:val="000000"/>
        </w:rPr>
        <w:t>,</w:t>
      </w:r>
      <w:r w:rsidR="002E3F77">
        <w:rPr>
          <w:b w:val="0"/>
          <w:color w:val="000000"/>
        </w:rPr>
        <w:t xml:space="preserve"> </w:t>
      </w:r>
      <w:r w:rsidR="002E3F77" w:rsidRPr="00597BC5">
        <w:rPr>
          <w:b w:val="0"/>
          <w:color w:val="000000"/>
        </w:rPr>
        <w:t xml:space="preserve">на підставі пп </w:t>
      </w:r>
      <w:r w:rsidR="002E3F77">
        <w:rPr>
          <w:b w:val="0"/>
          <w:color w:val="000000"/>
        </w:rPr>
        <w:t>5</w:t>
      </w:r>
      <w:r w:rsidR="002E3F77"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2E3F77" w:rsidRPr="00B90005">
        <w:rPr>
          <w:b w:val="0"/>
        </w:rPr>
        <w:t>1</w:t>
      </w:r>
      <w:r w:rsidR="002E3F77">
        <w:rPr>
          <w:b w:val="0"/>
        </w:rPr>
        <w:t>5</w:t>
      </w:r>
      <w:r w:rsidR="009944CE">
        <w:rPr>
          <w:b w:val="0"/>
        </w:rPr>
        <w:t>16</w:t>
      </w:r>
      <w:r w:rsidR="002E3F77" w:rsidRPr="00B90005">
        <w:rPr>
          <w:b w:val="0"/>
        </w:rPr>
        <w:t>,</w:t>
      </w:r>
      <w:r w:rsidR="002E3F77" w:rsidRPr="00597BC5">
        <w:rPr>
          <w:b w:val="0"/>
          <w:color w:val="000000"/>
        </w:rPr>
        <w:t xml:space="preserve"> </w:t>
      </w:r>
      <w:r w:rsidR="002E3F77">
        <w:rPr>
          <w:b w:val="0"/>
          <w:color w:val="000000"/>
        </w:rPr>
        <w:t xml:space="preserve">з включенням до списку першочергового одержання житла, як учасника бойових дій, </w:t>
      </w:r>
      <w:r w:rsidR="002E3F77" w:rsidRPr="00597BC5">
        <w:rPr>
          <w:b w:val="0"/>
          <w:color w:val="000000"/>
        </w:rPr>
        <w:t xml:space="preserve">на підставі пп </w:t>
      </w:r>
      <w:r w:rsidR="002E3F77">
        <w:rPr>
          <w:b w:val="0"/>
          <w:color w:val="000000"/>
        </w:rPr>
        <w:t>4</w:t>
      </w:r>
      <w:r w:rsidR="002E3F77" w:rsidRPr="00597BC5">
        <w:rPr>
          <w:b w:val="0"/>
          <w:color w:val="000000"/>
        </w:rPr>
        <w:t xml:space="preserve"> п </w:t>
      </w:r>
      <w:r w:rsidR="002E3F77">
        <w:rPr>
          <w:b w:val="0"/>
          <w:color w:val="000000"/>
        </w:rPr>
        <w:t>44</w:t>
      </w:r>
      <w:r w:rsidR="002E3F77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</w:t>
      </w:r>
      <w:r w:rsidR="002E3F77">
        <w:rPr>
          <w:b w:val="0"/>
          <w:color w:val="000000"/>
        </w:rPr>
        <w:t xml:space="preserve"> під № 4</w:t>
      </w:r>
      <w:r w:rsidR="009944CE">
        <w:rPr>
          <w:b w:val="0"/>
          <w:color w:val="000000"/>
        </w:rPr>
        <w:t>51</w:t>
      </w:r>
      <w:r w:rsidR="002E3F77">
        <w:rPr>
          <w:b w:val="0"/>
          <w:color w:val="000000"/>
        </w:rPr>
        <w:t>, надавши обліковій справі № 46</w:t>
      </w:r>
      <w:r w:rsidR="002E3F77" w:rsidRPr="001B3321">
        <w:rPr>
          <w:b w:val="0"/>
          <w:color w:val="000000"/>
        </w:rPr>
        <w:t>2</w:t>
      </w:r>
      <w:r w:rsidR="009944CE">
        <w:rPr>
          <w:b w:val="0"/>
          <w:color w:val="000000"/>
        </w:rPr>
        <w:t>9</w:t>
      </w:r>
      <w:r w:rsidR="002E3F77">
        <w:rPr>
          <w:b w:val="0"/>
          <w:color w:val="000000"/>
        </w:rPr>
        <w:t>.</w:t>
      </w:r>
    </w:p>
    <w:p w:rsidR="000104CD" w:rsidRDefault="000104CD" w:rsidP="000104CD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  <w:color w:val="000000"/>
          <w:szCs w:val="28"/>
        </w:rPr>
        <w:tab/>
      </w:r>
      <w:r w:rsidRPr="002E3F77">
        <w:rPr>
          <w:b w:val="0"/>
          <w:color w:val="000000"/>
          <w:szCs w:val="28"/>
        </w:rPr>
        <w:t>1.</w:t>
      </w:r>
      <w:r>
        <w:rPr>
          <w:b w:val="0"/>
          <w:color w:val="000000"/>
          <w:szCs w:val="28"/>
        </w:rPr>
        <w:t>4</w:t>
      </w:r>
      <w:r w:rsidRPr="002E3F77">
        <w:rPr>
          <w:b w:val="0"/>
          <w:color w:val="000000"/>
          <w:szCs w:val="28"/>
        </w:rPr>
        <w:t xml:space="preserve">. </w:t>
      </w:r>
      <w:r w:rsidR="00826F29">
        <w:rPr>
          <w:b w:val="0"/>
          <w:color w:val="000000"/>
          <w:szCs w:val="28"/>
        </w:rPr>
        <w:t>(</w:t>
      </w:r>
      <w:r w:rsidR="00826F29" w:rsidRPr="00831E79">
        <w:rPr>
          <w:b w:val="0"/>
          <w:szCs w:val="28"/>
        </w:rPr>
        <w:t>містить персональні данні про осіб (п.3ч.2ст.10 ЗУ «Про доступ до публічної інформації»)</w:t>
      </w:r>
      <w:r w:rsidR="00826F29" w:rsidRPr="00831E79">
        <w:rPr>
          <w:b w:val="0"/>
          <w:i/>
        </w:rPr>
        <w:t>,</w:t>
      </w:r>
      <w:r w:rsidR="00826F29">
        <w:rPr>
          <w:i/>
        </w:rPr>
        <w:t xml:space="preserve"> </w:t>
      </w:r>
      <w:r w:rsidRPr="00755802">
        <w:rPr>
          <w:b w:val="0"/>
        </w:rPr>
        <w:t xml:space="preserve"> </w:t>
      </w:r>
      <w:r w:rsidR="00333F6D">
        <w:rPr>
          <w:b w:val="0"/>
        </w:rPr>
        <w:t xml:space="preserve">інспектора сектору превенції Бахмутського відділу поліції Головного управління </w:t>
      </w:r>
      <w:r w:rsidR="005F1A8E">
        <w:rPr>
          <w:b w:val="0"/>
        </w:rPr>
        <w:t>Національної поліції в Донецькій області</w:t>
      </w:r>
      <w:r w:rsidRPr="00FD0651">
        <w:rPr>
          <w:b w:val="0"/>
        </w:rPr>
        <w:t>,</w:t>
      </w:r>
      <w:r w:rsidRPr="00597BC5">
        <w:rPr>
          <w:b w:val="0"/>
          <w:color w:val="000000"/>
          <w:szCs w:val="28"/>
        </w:rPr>
        <w:t xml:space="preserve">  </w:t>
      </w:r>
      <w:r w:rsidR="00A80335">
        <w:rPr>
          <w:b w:val="0"/>
          <w:color w:val="000000"/>
          <w:szCs w:val="28"/>
        </w:rPr>
        <w:lastRenderedPageBreak/>
        <w:t xml:space="preserve">внутрішньо переміщену особу з числа учасників бойових дій, </w:t>
      </w:r>
      <w:r w:rsidRPr="00597BC5">
        <w:rPr>
          <w:b w:val="0"/>
          <w:color w:val="000000"/>
          <w:szCs w:val="28"/>
        </w:rPr>
        <w:t>складом родини</w:t>
      </w:r>
      <w:r w:rsidR="005F1A8E">
        <w:rPr>
          <w:b w:val="0"/>
          <w:color w:val="000000"/>
          <w:szCs w:val="28"/>
        </w:rPr>
        <w:t xml:space="preserve"> 4</w:t>
      </w:r>
      <w:r>
        <w:rPr>
          <w:b w:val="0"/>
          <w:color w:val="000000"/>
          <w:szCs w:val="28"/>
        </w:rPr>
        <w:t xml:space="preserve"> особ</w:t>
      </w:r>
      <w:r w:rsidR="00826F29">
        <w:rPr>
          <w:b w:val="0"/>
          <w:color w:val="000000"/>
          <w:szCs w:val="28"/>
        </w:rPr>
        <w:t>и</w:t>
      </w:r>
      <w:r>
        <w:rPr>
          <w:b w:val="0"/>
          <w:color w:val="000000"/>
        </w:rPr>
        <w:t xml:space="preserve">, </w:t>
      </w:r>
      <w:r w:rsidRPr="008E5195">
        <w:rPr>
          <w:b w:val="0"/>
          <w:color w:val="000000"/>
          <w:szCs w:val="28"/>
        </w:rPr>
        <w:t>як</w:t>
      </w:r>
      <w:r w:rsidR="005F1A8E">
        <w:rPr>
          <w:b w:val="0"/>
          <w:color w:val="000000"/>
          <w:szCs w:val="28"/>
        </w:rPr>
        <w:t>і</w:t>
      </w:r>
      <w:r w:rsidRPr="008E5195">
        <w:rPr>
          <w:b w:val="0"/>
          <w:color w:val="000000"/>
          <w:szCs w:val="28"/>
        </w:rPr>
        <w:t xml:space="preserve"> мешка</w:t>
      </w:r>
      <w:r w:rsidR="005F1A8E">
        <w:rPr>
          <w:b w:val="0"/>
          <w:color w:val="000000"/>
          <w:szCs w:val="28"/>
        </w:rPr>
        <w:t>ють</w:t>
      </w:r>
      <w:r>
        <w:rPr>
          <w:b w:val="0"/>
          <w:color w:val="000000"/>
          <w:szCs w:val="28"/>
        </w:rPr>
        <w:t xml:space="preserve"> </w:t>
      </w:r>
      <w:r w:rsidRPr="0096604B">
        <w:rPr>
          <w:b w:val="0"/>
          <w:color w:val="000000"/>
          <w:szCs w:val="28"/>
        </w:rPr>
        <w:t xml:space="preserve">квартирі № </w:t>
      </w:r>
      <w:r w:rsidR="0096604B" w:rsidRPr="0096604B">
        <w:rPr>
          <w:b w:val="0"/>
          <w:color w:val="000000"/>
          <w:szCs w:val="28"/>
        </w:rPr>
        <w:t>1</w:t>
      </w:r>
      <w:r w:rsidRPr="0096604B">
        <w:rPr>
          <w:b w:val="0"/>
          <w:color w:val="000000"/>
          <w:szCs w:val="28"/>
        </w:rPr>
        <w:t xml:space="preserve">2 по вулиці </w:t>
      </w:r>
      <w:r w:rsidR="0096604B">
        <w:rPr>
          <w:b w:val="0"/>
          <w:color w:val="000000"/>
          <w:szCs w:val="28"/>
        </w:rPr>
        <w:t>Леваневського, 91</w:t>
      </w:r>
      <w:r w:rsidRPr="0096604B">
        <w:rPr>
          <w:b w:val="0"/>
          <w:color w:val="000000"/>
          <w:szCs w:val="28"/>
        </w:rPr>
        <w:t xml:space="preserve"> у м. Бахмут, </w:t>
      </w:r>
      <w:r w:rsidRPr="00597BC5">
        <w:rPr>
          <w:b w:val="0"/>
          <w:color w:val="000000"/>
        </w:rPr>
        <w:t xml:space="preserve">на підставі пп </w:t>
      </w:r>
      <w:r w:rsidR="005F1A8E">
        <w:rPr>
          <w:b w:val="0"/>
          <w:color w:val="000000"/>
        </w:rPr>
        <w:t>8</w:t>
      </w:r>
      <w:r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Pr="00B90005">
        <w:rPr>
          <w:b w:val="0"/>
        </w:rPr>
        <w:t>1</w:t>
      </w:r>
      <w:r>
        <w:rPr>
          <w:b w:val="0"/>
        </w:rPr>
        <w:t>5</w:t>
      </w:r>
      <w:r w:rsidR="005F1A8E">
        <w:rPr>
          <w:b w:val="0"/>
        </w:rPr>
        <w:t>17</w:t>
      </w:r>
      <w:r w:rsidRPr="00B90005">
        <w:rPr>
          <w:b w:val="0"/>
        </w:rPr>
        <w:t>,</w:t>
      </w:r>
      <w:r w:rsidRPr="00597BC5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з включенням до списку першочергового одержання житла, як учасника бойових дій, </w:t>
      </w:r>
      <w:r w:rsidRPr="00597BC5">
        <w:rPr>
          <w:b w:val="0"/>
          <w:color w:val="000000"/>
        </w:rPr>
        <w:t xml:space="preserve">на підставі пп </w:t>
      </w:r>
      <w:r>
        <w:rPr>
          <w:b w:val="0"/>
          <w:color w:val="000000"/>
        </w:rPr>
        <w:t>4</w:t>
      </w:r>
      <w:r w:rsidRPr="00597BC5">
        <w:rPr>
          <w:b w:val="0"/>
          <w:color w:val="000000"/>
        </w:rPr>
        <w:t xml:space="preserve"> п </w:t>
      </w:r>
      <w:r>
        <w:rPr>
          <w:b w:val="0"/>
          <w:color w:val="000000"/>
        </w:rPr>
        <w:t>44</w:t>
      </w:r>
      <w:r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</w:t>
      </w:r>
      <w:r>
        <w:rPr>
          <w:b w:val="0"/>
          <w:color w:val="000000"/>
        </w:rPr>
        <w:t xml:space="preserve"> під № 45</w:t>
      </w:r>
      <w:r w:rsidR="005F1A8E">
        <w:rPr>
          <w:b w:val="0"/>
          <w:color w:val="000000"/>
        </w:rPr>
        <w:t>1</w:t>
      </w:r>
      <w:r>
        <w:rPr>
          <w:b w:val="0"/>
          <w:color w:val="000000"/>
        </w:rPr>
        <w:t>, надавши обліковій справі № 46</w:t>
      </w:r>
      <w:r w:rsidR="005F1A8E">
        <w:rPr>
          <w:b w:val="0"/>
          <w:color w:val="000000"/>
        </w:rPr>
        <w:t>30</w:t>
      </w:r>
      <w:r>
        <w:rPr>
          <w:b w:val="0"/>
          <w:color w:val="000000"/>
        </w:rPr>
        <w:t>.</w:t>
      </w:r>
    </w:p>
    <w:p w:rsidR="00B02D13" w:rsidRPr="002E3F77" w:rsidRDefault="00B02D13" w:rsidP="00093B52">
      <w:pPr>
        <w:pStyle w:val="31"/>
        <w:tabs>
          <w:tab w:val="clear" w:pos="1134"/>
          <w:tab w:val="left" w:pos="709"/>
        </w:tabs>
        <w:rPr>
          <w:i/>
        </w:rPr>
      </w:pPr>
    </w:p>
    <w:p w:rsidR="00826F29" w:rsidRDefault="00B02D13" w:rsidP="00B02D13">
      <w:pPr>
        <w:tabs>
          <w:tab w:val="left" w:pos="709"/>
        </w:tabs>
        <w:ind w:firstLine="709"/>
        <w:jc w:val="both"/>
        <w:rPr>
          <w:b/>
          <w:szCs w:val="28"/>
          <w:lang w:val="uk-UA"/>
        </w:rPr>
      </w:pPr>
      <w:r w:rsidRPr="004D187F">
        <w:rPr>
          <w:b/>
          <w:sz w:val="27"/>
          <w:szCs w:val="27"/>
          <w:lang w:val="uk-UA"/>
        </w:rPr>
        <w:tab/>
      </w:r>
      <w:r w:rsidRPr="005C4BBD">
        <w:rPr>
          <w:sz w:val="28"/>
          <w:szCs w:val="28"/>
          <w:lang w:val="uk-UA"/>
        </w:rPr>
        <w:t xml:space="preserve">2. Зняти з квартирного обліку при виконкомі </w:t>
      </w:r>
      <w:r>
        <w:rPr>
          <w:sz w:val="28"/>
          <w:szCs w:val="28"/>
          <w:lang w:val="uk-UA"/>
        </w:rPr>
        <w:t>Бахмут</w:t>
      </w:r>
      <w:r w:rsidRPr="005C4BBD">
        <w:rPr>
          <w:sz w:val="28"/>
          <w:szCs w:val="28"/>
          <w:lang w:val="uk-UA"/>
        </w:rPr>
        <w:t>ської міської ради таких громадян:</w:t>
      </w:r>
      <w:r w:rsidR="00826F29" w:rsidRPr="00826F29">
        <w:rPr>
          <w:b/>
          <w:szCs w:val="28"/>
        </w:rPr>
        <w:t xml:space="preserve"> </w:t>
      </w:r>
    </w:p>
    <w:p w:rsidR="00B02D13" w:rsidRDefault="00B02D13" w:rsidP="00826F29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C4BBD">
        <w:rPr>
          <w:sz w:val="28"/>
          <w:szCs w:val="28"/>
          <w:lang w:val="uk-UA"/>
        </w:rPr>
        <w:t>2.1.</w:t>
      </w:r>
      <w:r w:rsidR="009944CE">
        <w:rPr>
          <w:b/>
          <w:i/>
          <w:sz w:val="28"/>
          <w:szCs w:val="28"/>
          <w:lang w:val="uk-UA"/>
        </w:rPr>
        <w:t xml:space="preserve"> </w:t>
      </w:r>
      <w:r w:rsidR="00826F29">
        <w:rPr>
          <w:b/>
          <w:i/>
          <w:sz w:val="28"/>
          <w:szCs w:val="28"/>
          <w:lang w:val="uk-UA"/>
        </w:rPr>
        <w:t>(</w:t>
      </w:r>
      <w:r w:rsidR="00826F29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826F29" w:rsidRPr="00826F29">
        <w:rPr>
          <w:i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в зв’язку зі смертю, </w:t>
      </w:r>
      <w:r w:rsidR="009944CE">
        <w:rPr>
          <w:sz w:val="28"/>
          <w:szCs w:val="28"/>
          <w:lang w:val="uk-UA"/>
        </w:rPr>
        <w:t>переписавши облікову сп</w:t>
      </w:r>
      <w:r w:rsidR="00826F29">
        <w:rPr>
          <w:sz w:val="28"/>
          <w:szCs w:val="28"/>
          <w:lang w:val="uk-UA"/>
        </w:rPr>
        <w:t>раву № 1062 на його дружину</w:t>
      </w:r>
      <w:r>
        <w:rPr>
          <w:sz w:val="28"/>
          <w:szCs w:val="28"/>
          <w:lang w:val="uk-UA"/>
        </w:rPr>
        <w:t xml:space="preserve">, складом родини </w:t>
      </w:r>
      <w:r w:rsidR="009944C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особи</w:t>
      </w:r>
      <w:r w:rsidR="00826F29">
        <w:rPr>
          <w:sz w:val="28"/>
          <w:szCs w:val="28"/>
          <w:lang w:val="uk-UA"/>
        </w:rPr>
        <w:t>.</w:t>
      </w:r>
    </w:p>
    <w:p w:rsidR="00B02D13" w:rsidRDefault="00B02D13" w:rsidP="009944C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C4BBD">
        <w:rPr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</w:t>
      </w:r>
      <w:r w:rsidR="00826F29">
        <w:rPr>
          <w:b/>
          <w:i/>
          <w:sz w:val="28"/>
          <w:szCs w:val="28"/>
          <w:lang w:val="uk-UA"/>
        </w:rPr>
        <w:t>(</w:t>
      </w:r>
      <w:r w:rsidR="00826F29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826F29" w:rsidRPr="00826F29">
        <w:rPr>
          <w:i/>
          <w:sz w:val="28"/>
          <w:szCs w:val="28"/>
          <w:lang w:val="uk-UA"/>
        </w:rPr>
        <w:t>,</w:t>
      </w:r>
      <w:r w:rsidR="009944CE">
        <w:rPr>
          <w:b/>
          <w:i/>
          <w:sz w:val="28"/>
          <w:szCs w:val="28"/>
          <w:lang w:val="uk-UA"/>
        </w:rPr>
        <w:t xml:space="preserve"> </w:t>
      </w:r>
      <w:r w:rsidR="009944CE">
        <w:rPr>
          <w:sz w:val="28"/>
          <w:szCs w:val="28"/>
          <w:lang w:val="uk-UA"/>
        </w:rPr>
        <w:t>в зв’язку зі смертю (облікова справа № 1327).</w:t>
      </w:r>
    </w:p>
    <w:p w:rsidR="007766F0" w:rsidRPr="007766F0" w:rsidRDefault="007766F0" w:rsidP="007766F0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826F29">
        <w:rPr>
          <w:b/>
          <w:i/>
          <w:sz w:val="28"/>
          <w:szCs w:val="28"/>
          <w:lang w:val="uk-UA"/>
        </w:rPr>
        <w:t>(</w:t>
      </w:r>
      <w:r w:rsidR="00826F29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826F29" w:rsidRPr="00826F29">
        <w:rPr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складом родини 1 особа, </w:t>
      </w:r>
      <w:r w:rsidRPr="007766F0">
        <w:rPr>
          <w:sz w:val="28"/>
          <w:szCs w:val="28"/>
          <w:lang w:val="uk-UA"/>
        </w:rPr>
        <w:t>на підставі пп 1 п 26 Правил обліку громадян, які потребують поліпшення житлових умов, і надання їм жилих приміщень в Українській РСР, в зв’язку з поліпшенням житлових умов, внаслідок якого відпали підстави для надання іншого жилого приміщення (облікова справа № 4</w:t>
      </w:r>
      <w:r>
        <w:rPr>
          <w:sz w:val="28"/>
          <w:szCs w:val="28"/>
          <w:lang w:val="uk-UA"/>
        </w:rPr>
        <w:t>403</w:t>
      </w:r>
      <w:r w:rsidRPr="007766F0">
        <w:rPr>
          <w:sz w:val="28"/>
          <w:szCs w:val="28"/>
          <w:lang w:val="uk-UA"/>
        </w:rPr>
        <w:t>).</w:t>
      </w:r>
    </w:p>
    <w:p w:rsidR="007973D6" w:rsidRPr="007766F0" w:rsidRDefault="007973D6" w:rsidP="00093B52">
      <w:pPr>
        <w:pStyle w:val="31"/>
        <w:tabs>
          <w:tab w:val="clear" w:pos="1134"/>
          <w:tab w:val="left" w:pos="709"/>
        </w:tabs>
        <w:rPr>
          <w:b w:val="0"/>
          <w:bCs w:val="0"/>
          <w:color w:val="000000"/>
          <w:szCs w:val="28"/>
        </w:rPr>
      </w:pPr>
    </w:p>
    <w:p w:rsidR="002F072E" w:rsidRDefault="002F072E" w:rsidP="002F072E">
      <w:pPr>
        <w:tabs>
          <w:tab w:val="left" w:pos="709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5774D">
        <w:rPr>
          <w:sz w:val="28"/>
          <w:lang w:val="uk-UA"/>
        </w:rPr>
        <w:t>3</w:t>
      </w:r>
      <w:r w:rsidR="008014A1" w:rsidRPr="00CD32AA">
        <w:rPr>
          <w:sz w:val="28"/>
          <w:lang w:val="uk-UA"/>
        </w:rPr>
        <w:t>.</w:t>
      </w:r>
      <w:r w:rsidR="008014A1">
        <w:rPr>
          <w:sz w:val="28"/>
          <w:lang w:val="uk-UA"/>
        </w:rPr>
        <w:t xml:space="preserve"> </w:t>
      </w:r>
      <w:r w:rsidR="00423DC6">
        <w:rPr>
          <w:sz w:val="28"/>
          <w:lang w:val="uk-UA"/>
        </w:rPr>
        <w:t xml:space="preserve">Організаційне виконання рішення покласти на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</w:t>
      </w:r>
      <w:r w:rsidR="00CA6FBA">
        <w:rPr>
          <w:sz w:val="28"/>
          <w:lang w:val="uk-UA"/>
        </w:rPr>
        <w:t>Чорноіван</w:t>
      </w:r>
      <w:r>
        <w:rPr>
          <w:sz w:val="28"/>
          <w:lang w:val="uk-UA"/>
        </w:rPr>
        <w:t>).</w:t>
      </w:r>
    </w:p>
    <w:p w:rsidR="002F072E" w:rsidRDefault="002F072E" w:rsidP="00502E4A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502E4A" w:rsidRPr="008D6463" w:rsidRDefault="0025774D" w:rsidP="00502E4A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4</w:t>
      </w:r>
      <w:r w:rsidR="00D47636">
        <w:rPr>
          <w:sz w:val="28"/>
          <w:szCs w:val="28"/>
          <w:lang w:val="uk-UA"/>
        </w:rPr>
        <w:t>.</w:t>
      </w:r>
      <w:r w:rsidR="00CD4478">
        <w:rPr>
          <w:sz w:val="28"/>
          <w:szCs w:val="28"/>
          <w:lang w:val="uk-UA"/>
        </w:rPr>
        <w:t xml:space="preserve"> </w:t>
      </w:r>
      <w:r w:rsidR="00502E4A">
        <w:rPr>
          <w:sz w:val="28"/>
          <w:szCs w:val="28"/>
          <w:lang w:val="uk-UA"/>
        </w:rPr>
        <w:t xml:space="preserve"> </w:t>
      </w:r>
      <w:r w:rsidR="00502E4A">
        <w:rPr>
          <w:sz w:val="28"/>
          <w:lang w:val="uk-UA"/>
        </w:rPr>
        <w:t xml:space="preserve">Координаційне забезпечення виконання рішення покласти на </w:t>
      </w:r>
      <w:r w:rsidR="00715B76">
        <w:rPr>
          <w:sz w:val="28"/>
          <w:lang w:val="uk-UA"/>
        </w:rPr>
        <w:t xml:space="preserve"> </w:t>
      </w:r>
      <w:r w:rsidR="00502E4A">
        <w:rPr>
          <w:sz w:val="28"/>
          <w:lang w:val="uk-UA"/>
        </w:rPr>
        <w:t>заступника міського голови</w:t>
      </w:r>
      <w:r w:rsidR="007B5800">
        <w:rPr>
          <w:sz w:val="28"/>
          <w:lang w:val="uk-UA"/>
        </w:rPr>
        <w:t xml:space="preserve"> Стрющенка О.В.</w:t>
      </w:r>
    </w:p>
    <w:p w:rsidR="006540AE" w:rsidRDefault="00A52473" w:rsidP="00502E4A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C3480" w:rsidRDefault="004C3480" w:rsidP="00502E4A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502E4A" w:rsidRPr="00C767A7" w:rsidRDefault="009944CE" w:rsidP="00502E4A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595E89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BE327A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66869">
        <w:rPr>
          <w:b/>
          <w:sz w:val="28"/>
          <w:szCs w:val="28"/>
          <w:lang w:val="uk-UA"/>
        </w:rPr>
        <w:tab/>
      </w:r>
      <w:r w:rsidR="00066869">
        <w:rPr>
          <w:b/>
          <w:sz w:val="28"/>
          <w:szCs w:val="28"/>
          <w:lang w:val="uk-UA"/>
        </w:rPr>
        <w:tab/>
      </w:r>
      <w:r w:rsidR="0006686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7277E2" w:rsidRPr="007766F0" w:rsidRDefault="007277E2" w:rsidP="00826F29">
      <w:pPr>
        <w:rPr>
          <w:sz w:val="16"/>
          <w:szCs w:val="16"/>
          <w:lang w:val="uk-UA"/>
        </w:rPr>
      </w:pPr>
    </w:p>
    <w:sectPr w:rsidR="007277E2" w:rsidRPr="007766F0" w:rsidSect="00481D1E">
      <w:headerReference w:type="default" r:id="rId10"/>
      <w:footerReference w:type="even" r:id="rId11"/>
      <w:footerReference w:type="default" r:id="rId12"/>
      <w:pgSz w:w="11906" w:h="16838" w:code="9"/>
      <w:pgMar w:top="709" w:right="851" w:bottom="568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95" w:rsidRDefault="005D6595">
      <w:r>
        <w:separator/>
      </w:r>
    </w:p>
  </w:endnote>
  <w:endnote w:type="continuationSeparator" w:id="0">
    <w:p w:rsidR="005D6595" w:rsidRDefault="005D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3A" w:rsidRDefault="0022143A" w:rsidP="007667F6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143A" w:rsidRDefault="0022143A" w:rsidP="00BC245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3A" w:rsidRPr="006509D3" w:rsidRDefault="0022143A" w:rsidP="00BC245F">
    <w:pPr>
      <w:pStyle w:val="a8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95" w:rsidRDefault="005D6595">
      <w:r>
        <w:separator/>
      </w:r>
    </w:p>
  </w:footnote>
  <w:footnote w:type="continuationSeparator" w:id="0">
    <w:p w:rsidR="005D6595" w:rsidRDefault="005D6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3A" w:rsidRDefault="0022143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4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7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12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1"/>
  </w:num>
  <w:num w:numId="9">
    <w:abstractNumId w:val="13"/>
  </w:num>
  <w:num w:numId="10">
    <w:abstractNumId w:val="12"/>
  </w:num>
  <w:num w:numId="11">
    <w:abstractNumId w:val="14"/>
  </w:num>
  <w:num w:numId="12">
    <w:abstractNumId w:val="10"/>
  </w:num>
  <w:num w:numId="13">
    <w:abstractNumId w:val="0"/>
  </w:num>
  <w:num w:numId="14">
    <w:abstractNumId w:val="5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8D6"/>
    <w:rsid w:val="000000D4"/>
    <w:rsid w:val="000004E4"/>
    <w:rsid w:val="00000725"/>
    <w:rsid w:val="00000ACB"/>
    <w:rsid w:val="00001909"/>
    <w:rsid w:val="00004097"/>
    <w:rsid w:val="000040D7"/>
    <w:rsid w:val="0000562B"/>
    <w:rsid w:val="00006545"/>
    <w:rsid w:val="00007441"/>
    <w:rsid w:val="00007658"/>
    <w:rsid w:val="00007B1D"/>
    <w:rsid w:val="00007EC8"/>
    <w:rsid w:val="000101F4"/>
    <w:rsid w:val="000104CD"/>
    <w:rsid w:val="00012690"/>
    <w:rsid w:val="00012879"/>
    <w:rsid w:val="00013C21"/>
    <w:rsid w:val="00016C00"/>
    <w:rsid w:val="00016C04"/>
    <w:rsid w:val="00017318"/>
    <w:rsid w:val="00017CD8"/>
    <w:rsid w:val="00017FC4"/>
    <w:rsid w:val="00020073"/>
    <w:rsid w:val="000209D8"/>
    <w:rsid w:val="000211D0"/>
    <w:rsid w:val="00021340"/>
    <w:rsid w:val="000223AB"/>
    <w:rsid w:val="000238CE"/>
    <w:rsid w:val="00024EEA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3529"/>
    <w:rsid w:val="00033B87"/>
    <w:rsid w:val="000355E5"/>
    <w:rsid w:val="0003566E"/>
    <w:rsid w:val="00036588"/>
    <w:rsid w:val="000405FD"/>
    <w:rsid w:val="000408F3"/>
    <w:rsid w:val="00041FD4"/>
    <w:rsid w:val="00043071"/>
    <w:rsid w:val="0004327F"/>
    <w:rsid w:val="0004335C"/>
    <w:rsid w:val="00044AA8"/>
    <w:rsid w:val="0004541B"/>
    <w:rsid w:val="00045518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201"/>
    <w:rsid w:val="0006307E"/>
    <w:rsid w:val="000635F9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FD"/>
    <w:rsid w:val="00077841"/>
    <w:rsid w:val="0008052C"/>
    <w:rsid w:val="0008249A"/>
    <w:rsid w:val="00083BCC"/>
    <w:rsid w:val="00083F4E"/>
    <w:rsid w:val="00084C2F"/>
    <w:rsid w:val="00084E4C"/>
    <w:rsid w:val="00085A8B"/>
    <w:rsid w:val="00085F62"/>
    <w:rsid w:val="0008706A"/>
    <w:rsid w:val="000876D5"/>
    <w:rsid w:val="000927B9"/>
    <w:rsid w:val="00092AB9"/>
    <w:rsid w:val="00092BF1"/>
    <w:rsid w:val="000930C1"/>
    <w:rsid w:val="00093200"/>
    <w:rsid w:val="00093853"/>
    <w:rsid w:val="00093B52"/>
    <w:rsid w:val="0009527E"/>
    <w:rsid w:val="000955C4"/>
    <w:rsid w:val="00097786"/>
    <w:rsid w:val="000A0157"/>
    <w:rsid w:val="000A1C65"/>
    <w:rsid w:val="000A35A7"/>
    <w:rsid w:val="000A45A0"/>
    <w:rsid w:val="000A547B"/>
    <w:rsid w:val="000A5706"/>
    <w:rsid w:val="000A6462"/>
    <w:rsid w:val="000A74B2"/>
    <w:rsid w:val="000B131F"/>
    <w:rsid w:val="000B1EEF"/>
    <w:rsid w:val="000B2740"/>
    <w:rsid w:val="000B378E"/>
    <w:rsid w:val="000B42E4"/>
    <w:rsid w:val="000B4446"/>
    <w:rsid w:val="000B6015"/>
    <w:rsid w:val="000B6D01"/>
    <w:rsid w:val="000B6FC1"/>
    <w:rsid w:val="000C0554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11AF"/>
    <w:rsid w:val="000E1541"/>
    <w:rsid w:val="000E1D18"/>
    <w:rsid w:val="000E3B63"/>
    <w:rsid w:val="000E5B8E"/>
    <w:rsid w:val="000E6D04"/>
    <w:rsid w:val="000E75AC"/>
    <w:rsid w:val="000F13B0"/>
    <w:rsid w:val="000F17FE"/>
    <w:rsid w:val="000F23DD"/>
    <w:rsid w:val="000F5361"/>
    <w:rsid w:val="000F58FA"/>
    <w:rsid w:val="000F5D84"/>
    <w:rsid w:val="000F7C96"/>
    <w:rsid w:val="00100EA6"/>
    <w:rsid w:val="001016CF"/>
    <w:rsid w:val="00105899"/>
    <w:rsid w:val="0010614E"/>
    <w:rsid w:val="001065DB"/>
    <w:rsid w:val="0010733B"/>
    <w:rsid w:val="001117A0"/>
    <w:rsid w:val="0011219A"/>
    <w:rsid w:val="0011289E"/>
    <w:rsid w:val="00112991"/>
    <w:rsid w:val="001132EC"/>
    <w:rsid w:val="001147E9"/>
    <w:rsid w:val="001151B7"/>
    <w:rsid w:val="00115657"/>
    <w:rsid w:val="00115F6B"/>
    <w:rsid w:val="001163C8"/>
    <w:rsid w:val="00116466"/>
    <w:rsid w:val="00116DBF"/>
    <w:rsid w:val="00116F61"/>
    <w:rsid w:val="001171F3"/>
    <w:rsid w:val="00117E78"/>
    <w:rsid w:val="00120BA1"/>
    <w:rsid w:val="00122DAA"/>
    <w:rsid w:val="00123D99"/>
    <w:rsid w:val="00131482"/>
    <w:rsid w:val="001315BB"/>
    <w:rsid w:val="0013166C"/>
    <w:rsid w:val="00131907"/>
    <w:rsid w:val="00131E1C"/>
    <w:rsid w:val="00133019"/>
    <w:rsid w:val="00134456"/>
    <w:rsid w:val="001349BD"/>
    <w:rsid w:val="00134E23"/>
    <w:rsid w:val="00134E65"/>
    <w:rsid w:val="00136D81"/>
    <w:rsid w:val="001372BC"/>
    <w:rsid w:val="00137747"/>
    <w:rsid w:val="001404B1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666E"/>
    <w:rsid w:val="001466E7"/>
    <w:rsid w:val="00146E8B"/>
    <w:rsid w:val="00147A5E"/>
    <w:rsid w:val="00150C33"/>
    <w:rsid w:val="0015121D"/>
    <w:rsid w:val="001520C6"/>
    <w:rsid w:val="001549D3"/>
    <w:rsid w:val="00155039"/>
    <w:rsid w:val="00155A1B"/>
    <w:rsid w:val="00156B44"/>
    <w:rsid w:val="00157FFD"/>
    <w:rsid w:val="00160058"/>
    <w:rsid w:val="001619AF"/>
    <w:rsid w:val="001635C7"/>
    <w:rsid w:val="00163A42"/>
    <w:rsid w:val="00163BC9"/>
    <w:rsid w:val="00164065"/>
    <w:rsid w:val="001653FA"/>
    <w:rsid w:val="0016557C"/>
    <w:rsid w:val="00165D50"/>
    <w:rsid w:val="00165F79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D0C"/>
    <w:rsid w:val="001867D2"/>
    <w:rsid w:val="00186A84"/>
    <w:rsid w:val="00186BCF"/>
    <w:rsid w:val="00186C40"/>
    <w:rsid w:val="00187BA7"/>
    <w:rsid w:val="001912BF"/>
    <w:rsid w:val="00191E87"/>
    <w:rsid w:val="00196E4F"/>
    <w:rsid w:val="001972C2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76EC"/>
    <w:rsid w:val="001A7BD6"/>
    <w:rsid w:val="001B1A19"/>
    <w:rsid w:val="001B2628"/>
    <w:rsid w:val="001B3321"/>
    <w:rsid w:val="001B3B94"/>
    <w:rsid w:val="001B3F6C"/>
    <w:rsid w:val="001B435B"/>
    <w:rsid w:val="001B52E2"/>
    <w:rsid w:val="001B541B"/>
    <w:rsid w:val="001B584F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73B1"/>
    <w:rsid w:val="001C7D99"/>
    <w:rsid w:val="001D19B6"/>
    <w:rsid w:val="001D1BB3"/>
    <w:rsid w:val="001D2A8F"/>
    <w:rsid w:val="001D2DB8"/>
    <w:rsid w:val="001D317C"/>
    <w:rsid w:val="001D361E"/>
    <w:rsid w:val="001D44FB"/>
    <w:rsid w:val="001D5903"/>
    <w:rsid w:val="001D5922"/>
    <w:rsid w:val="001D651F"/>
    <w:rsid w:val="001D6D3B"/>
    <w:rsid w:val="001E03F6"/>
    <w:rsid w:val="001E05C2"/>
    <w:rsid w:val="001E0ED9"/>
    <w:rsid w:val="001E1F64"/>
    <w:rsid w:val="001E5854"/>
    <w:rsid w:val="001E761C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125C1"/>
    <w:rsid w:val="002126A6"/>
    <w:rsid w:val="00212F9F"/>
    <w:rsid w:val="002142F2"/>
    <w:rsid w:val="0021491D"/>
    <w:rsid w:val="00216F82"/>
    <w:rsid w:val="00217239"/>
    <w:rsid w:val="00217310"/>
    <w:rsid w:val="00220416"/>
    <w:rsid w:val="0022042E"/>
    <w:rsid w:val="0022077D"/>
    <w:rsid w:val="002209E1"/>
    <w:rsid w:val="0022143A"/>
    <w:rsid w:val="00221AF6"/>
    <w:rsid w:val="002222A9"/>
    <w:rsid w:val="00222950"/>
    <w:rsid w:val="00223DB1"/>
    <w:rsid w:val="0022488E"/>
    <w:rsid w:val="00225646"/>
    <w:rsid w:val="002269C8"/>
    <w:rsid w:val="00226BFE"/>
    <w:rsid w:val="00230102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4018D"/>
    <w:rsid w:val="002410C0"/>
    <w:rsid w:val="00241F42"/>
    <w:rsid w:val="00242C6D"/>
    <w:rsid w:val="00245F06"/>
    <w:rsid w:val="00245FAF"/>
    <w:rsid w:val="0025016D"/>
    <w:rsid w:val="002505A8"/>
    <w:rsid w:val="00250E3B"/>
    <w:rsid w:val="00250EC2"/>
    <w:rsid w:val="00251360"/>
    <w:rsid w:val="00251D6A"/>
    <w:rsid w:val="00252A1E"/>
    <w:rsid w:val="00254CCB"/>
    <w:rsid w:val="002561CC"/>
    <w:rsid w:val="0025774D"/>
    <w:rsid w:val="002605E3"/>
    <w:rsid w:val="00260A39"/>
    <w:rsid w:val="00261DFD"/>
    <w:rsid w:val="00261F9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7FE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D23"/>
    <w:rsid w:val="0029518C"/>
    <w:rsid w:val="0029570D"/>
    <w:rsid w:val="0029594F"/>
    <w:rsid w:val="00296244"/>
    <w:rsid w:val="00296470"/>
    <w:rsid w:val="00297837"/>
    <w:rsid w:val="002A1DAE"/>
    <w:rsid w:val="002A2422"/>
    <w:rsid w:val="002A2F20"/>
    <w:rsid w:val="002A34F1"/>
    <w:rsid w:val="002A3853"/>
    <w:rsid w:val="002A3E70"/>
    <w:rsid w:val="002A4E2C"/>
    <w:rsid w:val="002A4FD0"/>
    <w:rsid w:val="002A7136"/>
    <w:rsid w:val="002A7B0A"/>
    <w:rsid w:val="002B206A"/>
    <w:rsid w:val="002B3830"/>
    <w:rsid w:val="002B3B5F"/>
    <w:rsid w:val="002B4B52"/>
    <w:rsid w:val="002B5181"/>
    <w:rsid w:val="002B5898"/>
    <w:rsid w:val="002B7EFA"/>
    <w:rsid w:val="002C0088"/>
    <w:rsid w:val="002C5456"/>
    <w:rsid w:val="002C583B"/>
    <w:rsid w:val="002C7A46"/>
    <w:rsid w:val="002D0A4F"/>
    <w:rsid w:val="002D174E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899"/>
    <w:rsid w:val="002E0A7E"/>
    <w:rsid w:val="002E0F5B"/>
    <w:rsid w:val="002E2171"/>
    <w:rsid w:val="002E2CD4"/>
    <w:rsid w:val="002E2FCF"/>
    <w:rsid w:val="002E3508"/>
    <w:rsid w:val="002E3F77"/>
    <w:rsid w:val="002E43F4"/>
    <w:rsid w:val="002E4553"/>
    <w:rsid w:val="002E58A2"/>
    <w:rsid w:val="002E5CA6"/>
    <w:rsid w:val="002E65D2"/>
    <w:rsid w:val="002E66AE"/>
    <w:rsid w:val="002E745A"/>
    <w:rsid w:val="002E7806"/>
    <w:rsid w:val="002F072E"/>
    <w:rsid w:val="002F1249"/>
    <w:rsid w:val="002F287D"/>
    <w:rsid w:val="002F2BF5"/>
    <w:rsid w:val="002F2EBF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1D10"/>
    <w:rsid w:val="00312F00"/>
    <w:rsid w:val="003145B6"/>
    <w:rsid w:val="00314D49"/>
    <w:rsid w:val="00314E79"/>
    <w:rsid w:val="003158C0"/>
    <w:rsid w:val="00315F86"/>
    <w:rsid w:val="0031643B"/>
    <w:rsid w:val="0031643F"/>
    <w:rsid w:val="003177C1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B42"/>
    <w:rsid w:val="00325936"/>
    <w:rsid w:val="003262F7"/>
    <w:rsid w:val="0032683C"/>
    <w:rsid w:val="00327092"/>
    <w:rsid w:val="00327264"/>
    <w:rsid w:val="00330FE8"/>
    <w:rsid w:val="003311B5"/>
    <w:rsid w:val="003320B3"/>
    <w:rsid w:val="0033227A"/>
    <w:rsid w:val="0033235A"/>
    <w:rsid w:val="00332D13"/>
    <w:rsid w:val="00333F6D"/>
    <w:rsid w:val="0033402E"/>
    <w:rsid w:val="00335E5D"/>
    <w:rsid w:val="00336FE6"/>
    <w:rsid w:val="00337369"/>
    <w:rsid w:val="003378EA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D97"/>
    <w:rsid w:val="0035428E"/>
    <w:rsid w:val="00354A6B"/>
    <w:rsid w:val="00356259"/>
    <w:rsid w:val="003568B1"/>
    <w:rsid w:val="0035773E"/>
    <w:rsid w:val="00357984"/>
    <w:rsid w:val="00357F17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792"/>
    <w:rsid w:val="00371B86"/>
    <w:rsid w:val="003723DB"/>
    <w:rsid w:val="00372B6E"/>
    <w:rsid w:val="00375E32"/>
    <w:rsid w:val="003822F0"/>
    <w:rsid w:val="00382BA1"/>
    <w:rsid w:val="0038385A"/>
    <w:rsid w:val="00383A08"/>
    <w:rsid w:val="00383DF2"/>
    <w:rsid w:val="0038409B"/>
    <w:rsid w:val="00386751"/>
    <w:rsid w:val="00386ADF"/>
    <w:rsid w:val="00390540"/>
    <w:rsid w:val="00390ACA"/>
    <w:rsid w:val="00392972"/>
    <w:rsid w:val="00393D50"/>
    <w:rsid w:val="00393E15"/>
    <w:rsid w:val="00396CB9"/>
    <w:rsid w:val="003A093F"/>
    <w:rsid w:val="003A0BC2"/>
    <w:rsid w:val="003A0E6F"/>
    <w:rsid w:val="003A4078"/>
    <w:rsid w:val="003A4D41"/>
    <w:rsid w:val="003A51A7"/>
    <w:rsid w:val="003A5CB3"/>
    <w:rsid w:val="003A72F7"/>
    <w:rsid w:val="003A755E"/>
    <w:rsid w:val="003B2415"/>
    <w:rsid w:val="003B2D0A"/>
    <w:rsid w:val="003B34D7"/>
    <w:rsid w:val="003B3B5A"/>
    <w:rsid w:val="003B55C6"/>
    <w:rsid w:val="003B5D49"/>
    <w:rsid w:val="003B6144"/>
    <w:rsid w:val="003B632F"/>
    <w:rsid w:val="003C0700"/>
    <w:rsid w:val="003C0FEA"/>
    <w:rsid w:val="003C2C4B"/>
    <w:rsid w:val="003C4249"/>
    <w:rsid w:val="003D21A7"/>
    <w:rsid w:val="003D3057"/>
    <w:rsid w:val="003D4E9A"/>
    <w:rsid w:val="003D58A9"/>
    <w:rsid w:val="003D7E13"/>
    <w:rsid w:val="003D7EE8"/>
    <w:rsid w:val="003E0BA3"/>
    <w:rsid w:val="003E1F9F"/>
    <w:rsid w:val="003E255E"/>
    <w:rsid w:val="003E2C63"/>
    <w:rsid w:val="003E4FB0"/>
    <w:rsid w:val="003E5085"/>
    <w:rsid w:val="003E58A0"/>
    <w:rsid w:val="003F1932"/>
    <w:rsid w:val="003F1BE3"/>
    <w:rsid w:val="003F25E2"/>
    <w:rsid w:val="003F29AE"/>
    <w:rsid w:val="003F4FED"/>
    <w:rsid w:val="003F57D5"/>
    <w:rsid w:val="0040006F"/>
    <w:rsid w:val="00400125"/>
    <w:rsid w:val="00403DF5"/>
    <w:rsid w:val="00405D2A"/>
    <w:rsid w:val="00406861"/>
    <w:rsid w:val="0041069B"/>
    <w:rsid w:val="00411A67"/>
    <w:rsid w:val="00412084"/>
    <w:rsid w:val="00412B02"/>
    <w:rsid w:val="0041377A"/>
    <w:rsid w:val="00414654"/>
    <w:rsid w:val="00414CEA"/>
    <w:rsid w:val="0041565D"/>
    <w:rsid w:val="00415D73"/>
    <w:rsid w:val="00417AD3"/>
    <w:rsid w:val="0042128B"/>
    <w:rsid w:val="00421B5D"/>
    <w:rsid w:val="004222D6"/>
    <w:rsid w:val="00423299"/>
    <w:rsid w:val="004234FD"/>
    <w:rsid w:val="00423DC6"/>
    <w:rsid w:val="0042413F"/>
    <w:rsid w:val="00424BC9"/>
    <w:rsid w:val="0042524D"/>
    <w:rsid w:val="004310D4"/>
    <w:rsid w:val="004323D5"/>
    <w:rsid w:val="00432841"/>
    <w:rsid w:val="00432D42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431F"/>
    <w:rsid w:val="00444D80"/>
    <w:rsid w:val="00445ADF"/>
    <w:rsid w:val="00450C8D"/>
    <w:rsid w:val="00450D0F"/>
    <w:rsid w:val="00450E47"/>
    <w:rsid w:val="00452528"/>
    <w:rsid w:val="00452AB0"/>
    <w:rsid w:val="0045318B"/>
    <w:rsid w:val="00455A4D"/>
    <w:rsid w:val="0045642F"/>
    <w:rsid w:val="004601C8"/>
    <w:rsid w:val="00462166"/>
    <w:rsid w:val="00462551"/>
    <w:rsid w:val="004628F6"/>
    <w:rsid w:val="00462CDF"/>
    <w:rsid w:val="004635F0"/>
    <w:rsid w:val="00464AC5"/>
    <w:rsid w:val="004661FB"/>
    <w:rsid w:val="0046660B"/>
    <w:rsid w:val="00466714"/>
    <w:rsid w:val="004667E7"/>
    <w:rsid w:val="00467301"/>
    <w:rsid w:val="004673FD"/>
    <w:rsid w:val="004700B0"/>
    <w:rsid w:val="004701F1"/>
    <w:rsid w:val="004719FC"/>
    <w:rsid w:val="00473109"/>
    <w:rsid w:val="00473465"/>
    <w:rsid w:val="0047402D"/>
    <w:rsid w:val="004757EC"/>
    <w:rsid w:val="00476D7F"/>
    <w:rsid w:val="0047781F"/>
    <w:rsid w:val="00481D1E"/>
    <w:rsid w:val="00485EB8"/>
    <w:rsid w:val="00486674"/>
    <w:rsid w:val="00487EA3"/>
    <w:rsid w:val="00490356"/>
    <w:rsid w:val="004925DB"/>
    <w:rsid w:val="004926D4"/>
    <w:rsid w:val="00492B4A"/>
    <w:rsid w:val="004958CA"/>
    <w:rsid w:val="00495E0E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51C8"/>
    <w:rsid w:val="004A5651"/>
    <w:rsid w:val="004A638D"/>
    <w:rsid w:val="004A6AA5"/>
    <w:rsid w:val="004B0108"/>
    <w:rsid w:val="004B01BD"/>
    <w:rsid w:val="004B0607"/>
    <w:rsid w:val="004B072C"/>
    <w:rsid w:val="004B1FCF"/>
    <w:rsid w:val="004B3F42"/>
    <w:rsid w:val="004B548C"/>
    <w:rsid w:val="004C0DD6"/>
    <w:rsid w:val="004C3480"/>
    <w:rsid w:val="004C3546"/>
    <w:rsid w:val="004C3638"/>
    <w:rsid w:val="004C380F"/>
    <w:rsid w:val="004C55C2"/>
    <w:rsid w:val="004C57FA"/>
    <w:rsid w:val="004C79AC"/>
    <w:rsid w:val="004C7A7F"/>
    <w:rsid w:val="004D004F"/>
    <w:rsid w:val="004D2860"/>
    <w:rsid w:val="004D530C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4D65"/>
    <w:rsid w:val="004E500B"/>
    <w:rsid w:val="004E6695"/>
    <w:rsid w:val="004E67B7"/>
    <w:rsid w:val="004E67F4"/>
    <w:rsid w:val="004E69AE"/>
    <w:rsid w:val="004E7244"/>
    <w:rsid w:val="004E7BA0"/>
    <w:rsid w:val="004F062C"/>
    <w:rsid w:val="004F0F71"/>
    <w:rsid w:val="004F1A55"/>
    <w:rsid w:val="004F3122"/>
    <w:rsid w:val="004F33EE"/>
    <w:rsid w:val="004F55B6"/>
    <w:rsid w:val="004F67F5"/>
    <w:rsid w:val="0050232E"/>
    <w:rsid w:val="00502D72"/>
    <w:rsid w:val="00502E4A"/>
    <w:rsid w:val="00503A2A"/>
    <w:rsid w:val="00503C46"/>
    <w:rsid w:val="0050486A"/>
    <w:rsid w:val="00504896"/>
    <w:rsid w:val="005117E2"/>
    <w:rsid w:val="00511DF4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28D"/>
    <w:rsid w:val="005223D9"/>
    <w:rsid w:val="00522498"/>
    <w:rsid w:val="00523A86"/>
    <w:rsid w:val="00525E07"/>
    <w:rsid w:val="00527613"/>
    <w:rsid w:val="00527C23"/>
    <w:rsid w:val="005321A3"/>
    <w:rsid w:val="005340A8"/>
    <w:rsid w:val="005349ED"/>
    <w:rsid w:val="00534A87"/>
    <w:rsid w:val="0053531F"/>
    <w:rsid w:val="00535BAB"/>
    <w:rsid w:val="00535F41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7A34"/>
    <w:rsid w:val="00547B72"/>
    <w:rsid w:val="00547DC3"/>
    <w:rsid w:val="005519B3"/>
    <w:rsid w:val="00553530"/>
    <w:rsid w:val="00555508"/>
    <w:rsid w:val="0055560E"/>
    <w:rsid w:val="005558F6"/>
    <w:rsid w:val="0055701E"/>
    <w:rsid w:val="0055731E"/>
    <w:rsid w:val="00557A81"/>
    <w:rsid w:val="00557E7D"/>
    <w:rsid w:val="00560695"/>
    <w:rsid w:val="00561555"/>
    <w:rsid w:val="00563240"/>
    <w:rsid w:val="00563556"/>
    <w:rsid w:val="0056462F"/>
    <w:rsid w:val="00566A27"/>
    <w:rsid w:val="00567CBD"/>
    <w:rsid w:val="0057368F"/>
    <w:rsid w:val="00573FB7"/>
    <w:rsid w:val="0057447B"/>
    <w:rsid w:val="005745EA"/>
    <w:rsid w:val="00577D0E"/>
    <w:rsid w:val="00577D60"/>
    <w:rsid w:val="00580838"/>
    <w:rsid w:val="0058255F"/>
    <w:rsid w:val="00582C59"/>
    <w:rsid w:val="0058331B"/>
    <w:rsid w:val="0058364B"/>
    <w:rsid w:val="0058412F"/>
    <w:rsid w:val="00584826"/>
    <w:rsid w:val="00584F4B"/>
    <w:rsid w:val="00585B63"/>
    <w:rsid w:val="005867C7"/>
    <w:rsid w:val="005871E0"/>
    <w:rsid w:val="00587433"/>
    <w:rsid w:val="00590A45"/>
    <w:rsid w:val="005919A0"/>
    <w:rsid w:val="00592694"/>
    <w:rsid w:val="00592971"/>
    <w:rsid w:val="00592C2A"/>
    <w:rsid w:val="0059337F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AC2"/>
    <w:rsid w:val="005A0B2F"/>
    <w:rsid w:val="005A1018"/>
    <w:rsid w:val="005A18DA"/>
    <w:rsid w:val="005A19BF"/>
    <w:rsid w:val="005A213C"/>
    <w:rsid w:val="005A2A11"/>
    <w:rsid w:val="005A3117"/>
    <w:rsid w:val="005A3873"/>
    <w:rsid w:val="005A3F28"/>
    <w:rsid w:val="005A4867"/>
    <w:rsid w:val="005A48C2"/>
    <w:rsid w:val="005A4E33"/>
    <w:rsid w:val="005A6119"/>
    <w:rsid w:val="005A64DE"/>
    <w:rsid w:val="005A7515"/>
    <w:rsid w:val="005B012A"/>
    <w:rsid w:val="005B0AAC"/>
    <w:rsid w:val="005B1C0F"/>
    <w:rsid w:val="005B2201"/>
    <w:rsid w:val="005B290D"/>
    <w:rsid w:val="005B36DE"/>
    <w:rsid w:val="005B6F30"/>
    <w:rsid w:val="005B7205"/>
    <w:rsid w:val="005B724B"/>
    <w:rsid w:val="005C0DB6"/>
    <w:rsid w:val="005C1CEB"/>
    <w:rsid w:val="005C2532"/>
    <w:rsid w:val="005C31E9"/>
    <w:rsid w:val="005C3D74"/>
    <w:rsid w:val="005C411A"/>
    <w:rsid w:val="005C4BBD"/>
    <w:rsid w:val="005C5220"/>
    <w:rsid w:val="005C6A1F"/>
    <w:rsid w:val="005D10B2"/>
    <w:rsid w:val="005D16E0"/>
    <w:rsid w:val="005D1C17"/>
    <w:rsid w:val="005D3881"/>
    <w:rsid w:val="005D4DA5"/>
    <w:rsid w:val="005D529B"/>
    <w:rsid w:val="005D6595"/>
    <w:rsid w:val="005D6603"/>
    <w:rsid w:val="005D6751"/>
    <w:rsid w:val="005D7547"/>
    <w:rsid w:val="005E0227"/>
    <w:rsid w:val="005E0305"/>
    <w:rsid w:val="005E1355"/>
    <w:rsid w:val="005E14DE"/>
    <w:rsid w:val="005E3398"/>
    <w:rsid w:val="005E3A5F"/>
    <w:rsid w:val="005E44DF"/>
    <w:rsid w:val="005E5A66"/>
    <w:rsid w:val="005E66B3"/>
    <w:rsid w:val="005E6CFB"/>
    <w:rsid w:val="005E6E7D"/>
    <w:rsid w:val="005E78C0"/>
    <w:rsid w:val="005F0E9E"/>
    <w:rsid w:val="005F1A8E"/>
    <w:rsid w:val="005F1D3E"/>
    <w:rsid w:val="005F2DB8"/>
    <w:rsid w:val="005F4AD7"/>
    <w:rsid w:val="005F7B1C"/>
    <w:rsid w:val="00600961"/>
    <w:rsid w:val="0060184D"/>
    <w:rsid w:val="00604386"/>
    <w:rsid w:val="0060448E"/>
    <w:rsid w:val="00604910"/>
    <w:rsid w:val="0060543B"/>
    <w:rsid w:val="00605643"/>
    <w:rsid w:val="006056E8"/>
    <w:rsid w:val="00606774"/>
    <w:rsid w:val="00607628"/>
    <w:rsid w:val="006076EF"/>
    <w:rsid w:val="0060775A"/>
    <w:rsid w:val="00607F57"/>
    <w:rsid w:val="006100E2"/>
    <w:rsid w:val="00611429"/>
    <w:rsid w:val="006120F7"/>
    <w:rsid w:val="006142A4"/>
    <w:rsid w:val="006144F8"/>
    <w:rsid w:val="00615048"/>
    <w:rsid w:val="00615E78"/>
    <w:rsid w:val="006164D4"/>
    <w:rsid w:val="00616D7E"/>
    <w:rsid w:val="0062218D"/>
    <w:rsid w:val="006221CD"/>
    <w:rsid w:val="00622D5F"/>
    <w:rsid w:val="00623534"/>
    <w:rsid w:val="00623D9A"/>
    <w:rsid w:val="006244D3"/>
    <w:rsid w:val="00630118"/>
    <w:rsid w:val="00630420"/>
    <w:rsid w:val="00631891"/>
    <w:rsid w:val="00631A62"/>
    <w:rsid w:val="00631FE6"/>
    <w:rsid w:val="006329D0"/>
    <w:rsid w:val="00632FB6"/>
    <w:rsid w:val="0063320E"/>
    <w:rsid w:val="00633B4D"/>
    <w:rsid w:val="00634851"/>
    <w:rsid w:val="0063586E"/>
    <w:rsid w:val="006363F1"/>
    <w:rsid w:val="00637C36"/>
    <w:rsid w:val="00640C84"/>
    <w:rsid w:val="00641EA3"/>
    <w:rsid w:val="0064256F"/>
    <w:rsid w:val="0064273F"/>
    <w:rsid w:val="00642E10"/>
    <w:rsid w:val="0064509B"/>
    <w:rsid w:val="00645B78"/>
    <w:rsid w:val="00645D8A"/>
    <w:rsid w:val="00646557"/>
    <w:rsid w:val="006465CC"/>
    <w:rsid w:val="006475D3"/>
    <w:rsid w:val="006509D3"/>
    <w:rsid w:val="00650E43"/>
    <w:rsid w:val="0065219A"/>
    <w:rsid w:val="0065287C"/>
    <w:rsid w:val="00652D33"/>
    <w:rsid w:val="006540AE"/>
    <w:rsid w:val="00654363"/>
    <w:rsid w:val="00654ED1"/>
    <w:rsid w:val="0065522F"/>
    <w:rsid w:val="0065569A"/>
    <w:rsid w:val="00656003"/>
    <w:rsid w:val="006566D5"/>
    <w:rsid w:val="00656BDC"/>
    <w:rsid w:val="0066087C"/>
    <w:rsid w:val="00661370"/>
    <w:rsid w:val="006629F0"/>
    <w:rsid w:val="00662CFC"/>
    <w:rsid w:val="0066536A"/>
    <w:rsid w:val="00667153"/>
    <w:rsid w:val="00667708"/>
    <w:rsid w:val="00670EF9"/>
    <w:rsid w:val="00672278"/>
    <w:rsid w:val="006727C9"/>
    <w:rsid w:val="00672C77"/>
    <w:rsid w:val="00673322"/>
    <w:rsid w:val="00673BF3"/>
    <w:rsid w:val="00673F69"/>
    <w:rsid w:val="00674EEE"/>
    <w:rsid w:val="00675DA0"/>
    <w:rsid w:val="00677726"/>
    <w:rsid w:val="00677D69"/>
    <w:rsid w:val="0068013B"/>
    <w:rsid w:val="006815D2"/>
    <w:rsid w:val="00682323"/>
    <w:rsid w:val="00682DD0"/>
    <w:rsid w:val="00685061"/>
    <w:rsid w:val="00685291"/>
    <w:rsid w:val="00685C09"/>
    <w:rsid w:val="006877C9"/>
    <w:rsid w:val="00690975"/>
    <w:rsid w:val="006910F5"/>
    <w:rsid w:val="006911A4"/>
    <w:rsid w:val="006918CF"/>
    <w:rsid w:val="00691EBD"/>
    <w:rsid w:val="006928D4"/>
    <w:rsid w:val="006938BF"/>
    <w:rsid w:val="006944EC"/>
    <w:rsid w:val="00696056"/>
    <w:rsid w:val="006974BD"/>
    <w:rsid w:val="00697662"/>
    <w:rsid w:val="006A02CC"/>
    <w:rsid w:val="006A29F9"/>
    <w:rsid w:val="006A2B3F"/>
    <w:rsid w:val="006A44A3"/>
    <w:rsid w:val="006A4534"/>
    <w:rsid w:val="006A535C"/>
    <w:rsid w:val="006A6833"/>
    <w:rsid w:val="006A6E49"/>
    <w:rsid w:val="006A6F1A"/>
    <w:rsid w:val="006B0412"/>
    <w:rsid w:val="006B13C2"/>
    <w:rsid w:val="006B1706"/>
    <w:rsid w:val="006B677C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54D"/>
    <w:rsid w:val="006D585F"/>
    <w:rsid w:val="006D7DED"/>
    <w:rsid w:val="006E04A7"/>
    <w:rsid w:val="006E13F1"/>
    <w:rsid w:val="006E276D"/>
    <w:rsid w:val="006E3840"/>
    <w:rsid w:val="006E4F5F"/>
    <w:rsid w:val="006F033F"/>
    <w:rsid w:val="006F245D"/>
    <w:rsid w:val="006F24A8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701F4F"/>
    <w:rsid w:val="00702744"/>
    <w:rsid w:val="00703C9A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660D"/>
    <w:rsid w:val="00717029"/>
    <w:rsid w:val="00717F61"/>
    <w:rsid w:val="007200FE"/>
    <w:rsid w:val="0072065B"/>
    <w:rsid w:val="00720B1C"/>
    <w:rsid w:val="007214C0"/>
    <w:rsid w:val="00722474"/>
    <w:rsid w:val="00722477"/>
    <w:rsid w:val="00725AEF"/>
    <w:rsid w:val="00727305"/>
    <w:rsid w:val="007277E2"/>
    <w:rsid w:val="00727C3A"/>
    <w:rsid w:val="00731A31"/>
    <w:rsid w:val="00731D4E"/>
    <w:rsid w:val="00732071"/>
    <w:rsid w:val="00732BA1"/>
    <w:rsid w:val="0073360A"/>
    <w:rsid w:val="00733D13"/>
    <w:rsid w:val="00734884"/>
    <w:rsid w:val="00734E48"/>
    <w:rsid w:val="00736047"/>
    <w:rsid w:val="007363D5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F69"/>
    <w:rsid w:val="00753712"/>
    <w:rsid w:val="007551C3"/>
    <w:rsid w:val="00755802"/>
    <w:rsid w:val="007567D0"/>
    <w:rsid w:val="00757EA2"/>
    <w:rsid w:val="007603D5"/>
    <w:rsid w:val="007619A1"/>
    <w:rsid w:val="00762949"/>
    <w:rsid w:val="00763615"/>
    <w:rsid w:val="00763813"/>
    <w:rsid w:val="00763A1C"/>
    <w:rsid w:val="00764238"/>
    <w:rsid w:val="00764F2A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522"/>
    <w:rsid w:val="00775B8F"/>
    <w:rsid w:val="007761EC"/>
    <w:rsid w:val="007766F0"/>
    <w:rsid w:val="00777ACA"/>
    <w:rsid w:val="007808D6"/>
    <w:rsid w:val="00781130"/>
    <w:rsid w:val="00781488"/>
    <w:rsid w:val="00782320"/>
    <w:rsid w:val="007840A1"/>
    <w:rsid w:val="00784B35"/>
    <w:rsid w:val="00784C69"/>
    <w:rsid w:val="007850D4"/>
    <w:rsid w:val="0078680A"/>
    <w:rsid w:val="00786A00"/>
    <w:rsid w:val="007875E8"/>
    <w:rsid w:val="00790032"/>
    <w:rsid w:val="007904CF"/>
    <w:rsid w:val="00791489"/>
    <w:rsid w:val="00791FE8"/>
    <w:rsid w:val="007922D0"/>
    <w:rsid w:val="00792CE3"/>
    <w:rsid w:val="0079316D"/>
    <w:rsid w:val="00794310"/>
    <w:rsid w:val="007948EC"/>
    <w:rsid w:val="00794D85"/>
    <w:rsid w:val="0079543E"/>
    <w:rsid w:val="0079665F"/>
    <w:rsid w:val="007970C4"/>
    <w:rsid w:val="007973D6"/>
    <w:rsid w:val="007A01E5"/>
    <w:rsid w:val="007A1042"/>
    <w:rsid w:val="007A14CC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2F9"/>
    <w:rsid w:val="007A7C95"/>
    <w:rsid w:val="007B00EF"/>
    <w:rsid w:val="007B1E8B"/>
    <w:rsid w:val="007B20E5"/>
    <w:rsid w:val="007B24E2"/>
    <w:rsid w:val="007B2F14"/>
    <w:rsid w:val="007B37EC"/>
    <w:rsid w:val="007B546D"/>
    <w:rsid w:val="007B5800"/>
    <w:rsid w:val="007B62BC"/>
    <w:rsid w:val="007B787A"/>
    <w:rsid w:val="007C0D52"/>
    <w:rsid w:val="007C1998"/>
    <w:rsid w:val="007C1BD9"/>
    <w:rsid w:val="007C2233"/>
    <w:rsid w:val="007C32D9"/>
    <w:rsid w:val="007C350D"/>
    <w:rsid w:val="007C38F2"/>
    <w:rsid w:val="007C4B58"/>
    <w:rsid w:val="007C5601"/>
    <w:rsid w:val="007C6142"/>
    <w:rsid w:val="007C62C0"/>
    <w:rsid w:val="007C6A1E"/>
    <w:rsid w:val="007D02C8"/>
    <w:rsid w:val="007D143F"/>
    <w:rsid w:val="007D2CC9"/>
    <w:rsid w:val="007D4EFE"/>
    <w:rsid w:val="007E164A"/>
    <w:rsid w:val="007E2E9D"/>
    <w:rsid w:val="007E3837"/>
    <w:rsid w:val="007E40FA"/>
    <w:rsid w:val="007E4819"/>
    <w:rsid w:val="007E5023"/>
    <w:rsid w:val="007E5AC1"/>
    <w:rsid w:val="007E6D9D"/>
    <w:rsid w:val="007E70D1"/>
    <w:rsid w:val="007E7F9D"/>
    <w:rsid w:val="007F1B43"/>
    <w:rsid w:val="007F1F63"/>
    <w:rsid w:val="007F31A7"/>
    <w:rsid w:val="007F3573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6E72"/>
    <w:rsid w:val="007F77D1"/>
    <w:rsid w:val="00800E45"/>
    <w:rsid w:val="00800E4E"/>
    <w:rsid w:val="008014A1"/>
    <w:rsid w:val="0080367D"/>
    <w:rsid w:val="00803713"/>
    <w:rsid w:val="00803E47"/>
    <w:rsid w:val="00805DCD"/>
    <w:rsid w:val="00805ED6"/>
    <w:rsid w:val="008067FA"/>
    <w:rsid w:val="00807DAD"/>
    <w:rsid w:val="0081021E"/>
    <w:rsid w:val="008108D5"/>
    <w:rsid w:val="0081150C"/>
    <w:rsid w:val="008122C4"/>
    <w:rsid w:val="00812308"/>
    <w:rsid w:val="00813127"/>
    <w:rsid w:val="0081494A"/>
    <w:rsid w:val="00815AEB"/>
    <w:rsid w:val="00817211"/>
    <w:rsid w:val="00821AF6"/>
    <w:rsid w:val="0082440E"/>
    <w:rsid w:val="00826F2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CCC"/>
    <w:rsid w:val="00832E19"/>
    <w:rsid w:val="00837087"/>
    <w:rsid w:val="008373C9"/>
    <w:rsid w:val="00837EB8"/>
    <w:rsid w:val="00840293"/>
    <w:rsid w:val="00840B3D"/>
    <w:rsid w:val="008422B3"/>
    <w:rsid w:val="00842807"/>
    <w:rsid w:val="00842B61"/>
    <w:rsid w:val="00842B7B"/>
    <w:rsid w:val="00842D66"/>
    <w:rsid w:val="00846A81"/>
    <w:rsid w:val="0084700A"/>
    <w:rsid w:val="00847B58"/>
    <w:rsid w:val="00851334"/>
    <w:rsid w:val="0085147C"/>
    <w:rsid w:val="0085277A"/>
    <w:rsid w:val="00852ACC"/>
    <w:rsid w:val="00852BC6"/>
    <w:rsid w:val="00852BDD"/>
    <w:rsid w:val="00852C21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14E7"/>
    <w:rsid w:val="00872370"/>
    <w:rsid w:val="008731E4"/>
    <w:rsid w:val="008734A0"/>
    <w:rsid w:val="00873E0F"/>
    <w:rsid w:val="00876749"/>
    <w:rsid w:val="008768E5"/>
    <w:rsid w:val="0087690C"/>
    <w:rsid w:val="00876ADD"/>
    <w:rsid w:val="00876C11"/>
    <w:rsid w:val="00877D2D"/>
    <w:rsid w:val="0088026A"/>
    <w:rsid w:val="00880FA2"/>
    <w:rsid w:val="00881BF6"/>
    <w:rsid w:val="00882164"/>
    <w:rsid w:val="00883895"/>
    <w:rsid w:val="00883B47"/>
    <w:rsid w:val="00884CEA"/>
    <w:rsid w:val="00884FF6"/>
    <w:rsid w:val="00885477"/>
    <w:rsid w:val="00885C84"/>
    <w:rsid w:val="008871F1"/>
    <w:rsid w:val="008879F3"/>
    <w:rsid w:val="00887C8A"/>
    <w:rsid w:val="00892B34"/>
    <w:rsid w:val="00893A47"/>
    <w:rsid w:val="00893CE6"/>
    <w:rsid w:val="00894D35"/>
    <w:rsid w:val="00895EEF"/>
    <w:rsid w:val="0089637A"/>
    <w:rsid w:val="008964EB"/>
    <w:rsid w:val="00896DA5"/>
    <w:rsid w:val="008A18B0"/>
    <w:rsid w:val="008A200A"/>
    <w:rsid w:val="008A23FD"/>
    <w:rsid w:val="008A38E0"/>
    <w:rsid w:val="008A39E6"/>
    <w:rsid w:val="008A4702"/>
    <w:rsid w:val="008A60D8"/>
    <w:rsid w:val="008A6261"/>
    <w:rsid w:val="008A6A52"/>
    <w:rsid w:val="008B0213"/>
    <w:rsid w:val="008B0260"/>
    <w:rsid w:val="008B04A3"/>
    <w:rsid w:val="008B0545"/>
    <w:rsid w:val="008B0AF1"/>
    <w:rsid w:val="008B207B"/>
    <w:rsid w:val="008B3A12"/>
    <w:rsid w:val="008B3B1B"/>
    <w:rsid w:val="008B3D9B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6146"/>
    <w:rsid w:val="008F637E"/>
    <w:rsid w:val="008F79EB"/>
    <w:rsid w:val="00900305"/>
    <w:rsid w:val="0090041C"/>
    <w:rsid w:val="009011E6"/>
    <w:rsid w:val="00901A0E"/>
    <w:rsid w:val="00901EAE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20432"/>
    <w:rsid w:val="00920BCA"/>
    <w:rsid w:val="00921CB0"/>
    <w:rsid w:val="0092526E"/>
    <w:rsid w:val="00925485"/>
    <w:rsid w:val="009260CD"/>
    <w:rsid w:val="00926451"/>
    <w:rsid w:val="00926817"/>
    <w:rsid w:val="0092698E"/>
    <w:rsid w:val="00927FBC"/>
    <w:rsid w:val="0093013F"/>
    <w:rsid w:val="0093107F"/>
    <w:rsid w:val="00931097"/>
    <w:rsid w:val="0093148E"/>
    <w:rsid w:val="00931A06"/>
    <w:rsid w:val="00931CA5"/>
    <w:rsid w:val="00932B70"/>
    <w:rsid w:val="00934ACE"/>
    <w:rsid w:val="00934F26"/>
    <w:rsid w:val="00935FAC"/>
    <w:rsid w:val="00936DCA"/>
    <w:rsid w:val="00941054"/>
    <w:rsid w:val="009424AA"/>
    <w:rsid w:val="009428C5"/>
    <w:rsid w:val="00943552"/>
    <w:rsid w:val="009442BB"/>
    <w:rsid w:val="00944E90"/>
    <w:rsid w:val="00946682"/>
    <w:rsid w:val="00947B3C"/>
    <w:rsid w:val="00947D4C"/>
    <w:rsid w:val="009519AE"/>
    <w:rsid w:val="009520C2"/>
    <w:rsid w:val="009525A4"/>
    <w:rsid w:val="00952EED"/>
    <w:rsid w:val="0095336D"/>
    <w:rsid w:val="00953B7B"/>
    <w:rsid w:val="00954A69"/>
    <w:rsid w:val="009568D8"/>
    <w:rsid w:val="0095792B"/>
    <w:rsid w:val="00957A2E"/>
    <w:rsid w:val="0096104A"/>
    <w:rsid w:val="00961242"/>
    <w:rsid w:val="00961DE0"/>
    <w:rsid w:val="00962E00"/>
    <w:rsid w:val="009639E5"/>
    <w:rsid w:val="00964A04"/>
    <w:rsid w:val="00964ACE"/>
    <w:rsid w:val="0096604B"/>
    <w:rsid w:val="00966870"/>
    <w:rsid w:val="009670EE"/>
    <w:rsid w:val="00970E9B"/>
    <w:rsid w:val="00971729"/>
    <w:rsid w:val="00973BD1"/>
    <w:rsid w:val="00973C93"/>
    <w:rsid w:val="00973EB0"/>
    <w:rsid w:val="009749C1"/>
    <w:rsid w:val="00975E4A"/>
    <w:rsid w:val="0097630D"/>
    <w:rsid w:val="00976AF9"/>
    <w:rsid w:val="009770E7"/>
    <w:rsid w:val="009776E8"/>
    <w:rsid w:val="00977A6A"/>
    <w:rsid w:val="00977CD0"/>
    <w:rsid w:val="00977EF3"/>
    <w:rsid w:val="00980990"/>
    <w:rsid w:val="00980DEE"/>
    <w:rsid w:val="009837CE"/>
    <w:rsid w:val="009840D0"/>
    <w:rsid w:val="00985364"/>
    <w:rsid w:val="00985665"/>
    <w:rsid w:val="00986A69"/>
    <w:rsid w:val="00993B6D"/>
    <w:rsid w:val="009944CE"/>
    <w:rsid w:val="00994870"/>
    <w:rsid w:val="0099731D"/>
    <w:rsid w:val="00997887"/>
    <w:rsid w:val="009A00AC"/>
    <w:rsid w:val="009A0C98"/>
    <w:rsid w:val="009A0CF8"/>
    <w:rsid w:val="009A26F7"/>
    <w:rsid w:val="009A462D"/>
    <w:rsid w:val="009A4BC4"/>
    <w:rsid w:val="009A5562"/>
    <w:rsid w:val="009A697B"/>
    <w:rsid w:val="009A6A61"/>
    <w:rsid w:val="009A6F1A"/>
    <w:rsid w:val="009B18A6"/>
    <w:rsid w:val="009B3DBC"/>
    <w:rsid w:val="009B4536"/>
    <w:rsid w:val="009B45EC"/>
    <w:rsid w:val="009B4E4F"/>
    <w:rsid w:val="009B57BE"/>
    <w:rsid w:val="009B6534"/>
    <w:rsid w:val="009B655E"/>
    <w:rsid w:val="009B69F2"/>
    <w:rsid w:val="009B73AB"/>
    <w:rsid w:val="009C0187"/>
    <w:rsid w:val="009C328A"/>
    <w:rsid w:val="009C3630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D23"/>
    <w:rsid w:val="009D4DA1"/>
    <w:rsid w:val="009D55E5"/>
    <w:rsid w:val="009D617E"/>
    <w:rsid w:val="009D6E03"/>
    <w:rsid w:val="009D7573"/>
    <w:rsid w:val="009D7789"/>
    <w:rsid w:val="009D7AF5"/>
    <w:rsid w:val="009D7CAF"/>
    <w:rsid w:val="009E40A2"/>
    <w:rsid w:val="009E542D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6745"/>
    <w:rsid w:val="009F7A9D"/>
    <w:rsid w:val="00A00B2A"/>
    <w:rsid w:val="00A03D66"/>
    <w:rsid w:val="00A043CD"/>
    <w:rsid w:val="00A055AF"/>
    <w:rsid w:val="00A06541"/>
    <w:rsid w:val="00A06979"/>
    <w:rsid w:val="00A06AE1"/>
    <w:rsid w:val="00A07252"/>
    <w:rsid w:val="00A101FD"/>
    <w:rsid w:val="00A112B0"/>
    <w:rsid w:val="00A116E8"/>
    <w:rsid w:val="00A11AF9"/>
    <w:rsid w:val="00A11B1A"/>
    <w:rsid w:val="00A1365B"/>
    <w:rsid w:val="00A13D35"/>
    <w:rsid w:val="00A141C6"/>
    <w:rsid w:val="00A15E15"/>
    <w:rsid w:val="00A16A46"/>
    <w:rsid w:val="00A17738"/>
    <w:rsid w:val="00A22146"/>
    <w:rsid w:val="00A2322A"/>
    <w:rsid w:val="00A2353B"/>
    <w:rsid w:val="00A244FA"/>
    <w:rsid w:val="00A25915"/>
    <w:rsid w:val="00A25B7E"/>
    <w:rsid w:val="00A26274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46C"/>
    <w:rsid w:val="00A50778"/>
    <w:rsid w:val="00A50A42"/>
    <w:rsid w:val="00A5217C"/>
    <w:rsid w:val="00A52473"/>
    <w:rsid w:val="00A5282D"/>
    <w:rsid w:val="00A54E24"/>
    <w:rsid w:val="00A54EBA"/>
    <w:rsid w:val="00A55E7F"/>
    <w:rsid w:val="00A568E8"/>
    <w:rsid w:val="00A60593"/>
    <w:rsid w:val="00A61BBD"/>
    <w:rsid w:val="00A62D07"/>
    <w:rsid w:val="00A62E65"/>
    <w:rsid w:val="00A63208"/>
    <w:rsid w:val="00A64391"/>
    <w:rsid w:val="00A65560"/>
    <w:rsid w:val="00A6689B"/>
    <w:rsid w:val="00A67C87"/>
    <w:rsid w:val="00A70447"/>
    <w:rsid w:val="00A72DDD"/>
    <w:rsid w:val="00A72FFB"/>
    <w:rsid w:val="00A7375B"/>
    <w:rsid w:val="00A73A6B"/>
    <w:rsid w:val="00A755EF"/>
    <w:rsid w:val="00A762B5"/>
    <w:rsid w:val="00A76469"/>
    <w:rsid w:val="00A7705F"/>
    <w:rsid w:val="00A80293"/>
    <w:rsid w:val="00A80335"/>
    <w:rsid w:val="00A819DF"/>
    <w:rsid w:val="00A82FC3"/>
    <w:rsid w:val="00A84535"/>
    <w:rsid w:val="00A8462C"/>
    <w:rsid w:val="00A84C8A"/>
    <w:rsid w:val="00A85625"/>
    <w:rsid w:val="00A86293"/>
    <w:rsid w:val="00A863C3"/>
    <w:rsid w:val="00A90597"/>
    <w:rsid w:val="00A90E54"/>
    <w:rsid w:val="00A91C25"/>
    <w:rsid w:val="00A9209D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53A2"/>
    <w:rsid w:val="00AA53B7"/>
    <w:rsid w:val="00AA55EC"/>
    <w:rsid w:val="00AA6D31"/>
    <w:rsid w:val="00AA6E5F"/>
    <w:rsid w:val="00AA764C"/>
    <w:rsid w:val="00AB229D"/>
    <w:rsid w:val="00AB26D2"/>
    <w:rsid w:val="00AB273C"/>
    <w:rsid w:val="00AB2888"/>
    <w:rsid w:val="00AB3366"/>
    <w:rsid w:val="00AB54AD"/>
    <w:rsid w:val="00AB5ED9"/>
    <w:rsid w:val="00AB6DC2"/>
    <w:rsid w:val="00AB7CB4"/>
    <w:rsid w:val="00AC27A0"/>
    <w:rsid w:val="00AC29D5"/>
    <w:rsid w:val="00AC396B"/>
    <w:rsid w:val="00AC58FB"/>
    <w:rsid w:val="00AC5AD3"/>
    <w:rsid w:val="00AC5AD6"/>
    <w:rsid w:val="00AC638C"/>
    <w:rsid w:val="00AC727F"/>
    <w:rsid w:val="00AC7DF6"/>
    <w:rsid w:val="00AD05B2"/>
    <w:rsid w:val="00AD0B9C"/>
    <w:rsid w:val="00AD1505"/>
    <w:rsid w:val="00AD182F"/>
    <w:rsid w:val="00AD260A"/>
    <w:rsid w:val="00AD2883"/>
    <w:rsid w:val="00AD2CBC"/>
    <w:rsid w:val="00AD34E6"/>
    <w:rsid w:val="00AD3D05"/>
    <w:rsid w:val="00AD492E"/>
    <w:rsid w:val="00AD7D6B"/>
    <w:rsid w:val="00AE028E"/>
    <w:rsid w:val="00AE098B"/>
    <w:rsid w:val="00AE208E"/>
    <w:rsid w:val="00AE2157"/>
    <w:rsid w:val="00AE2246"/>
    <w:rsid w:val="00AE2C00"/>
    <w:rsid w:val="00AE4780"/>
    <w:rsid w:val="00AE4AA7"/>
    <w:rsid w:val="00AE5280"/>
    <w:rsid w:val="00AE76E5"/>
    <w:rsid w:val="00AE7A7E"/>
    <w:rsid w:val="00AF02F4"/>
    <w:rsid w:val="00AF04A6"/>
    <w:rsid w:val="00AF0A56"/>
    <w:rsid w:val="00AF0D07"/>
    <w:rsid w:val="00AF1E7F"/>
    <w:rsid w:val="00AF221F"/>
    <w:rsid w:val="00AF33B9"/>
    <w:rsid w:val="00AF3A1B"/>
    <w:rsid w:val="00AF4299"/>
    <w:rsid w:val="00AF480D"/>
    <w:rsid w:val="00AF63D1"/>
    <w:rsid w:val="00B00F5F"/>
    <w:rsid w:val="00B0156B"/>
    <w:rsid w:val="00B02D13"/>
    <w:rsid w:val="00B03DCF"/>
    <w:rsid w:val="00B0413A"/>
    <w:rsid w:val="00B0499A"/>
    <w:rsid w:val="00B04A02"/>
    <w:rsid w:val="00B04EEE"/>
    <w:rsid w:val="00B06BF8"/>
    <w:rsid w:val="00B06CAF"/>
    <w:rsid w:val="00B071A7"/>
    <w:rsid w:val="00B103B5"/>
    <w:rsid w:val="00B11B92"/>
    <w:rsid w:val="00B126E1"/>
    <w:rsid w:val="00B12A59"/>
    <w:rsid w:val="00B12EAF"/>
    <w:rsid w:val="00B132BD"/>
    <w:rsid w:val="00B14E9F"/>
    <w:rsid w:val="00B15B68"/>
    <w:rsid w:val="00B1695B"/>
    <w:rsid w:val="00B1750E"/>
    <w:rsid w:val="00B20218"/>
    <w:rsid w:val="00B211A1"/>
    <w:rsid w:val="00B21BB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6FF"/>
    <w:rsid w:val="00B3385A"/>
    <w:rsid w:val="00B35EA3"/>
    <w:rsid w:val="00B36CAF"/>
    <w:rsid w:val="00B37283"/>
    <w:rsid w:val="00B37360"/>
    <w:rsid w:val="00B37DB2"/>
    <w:rsid w:val="00B4082A"/>
    <w:rsid w:val="00B40E7C"/>
    <w:rsid w:val="00B421D6"/>
    <w:rsid w:val="00B4360F"/>
    <w:rsid w:val="00B4446C"/>
    <w:rsid w:val="00B45C5C"/>
    <w:rsid w:val="00B46247"/>
    <w:rsid w:val="00B4647E"/>
    <w:rsid w:val="00B46AF6"/>
    <w:rsid w:val="00B47364"/>
    <w:rsid w:val="00B5088E"/>
    <w:rsid w:val="00B52DF4"/>
    <w:rsid w:val="00B53D75"/>
    <w:rsid w:val="00B5536A"/>
    <w:rsid w:val="00B5539A"/>
    <w:rsid w:val="00B553A1"/>
    <w:rsid w:val="00B55888"/>
    <w:rsid w:val="00B55CE4"/>
    <w:rsid w:val="00B563F8"/>
    <w:rsid w:val="00B5748E"/>
    <w:rsid w:val="00B612DA"/>
    <w:rsid w:val="00B6336D"/>
    <w:rsid w:val="00B637F1"/>
    <w:rsid w:val="00B643B0"/>
    <w:rsid w:val="00B65BC1"/>
    <w:rsid w:val="00B65D13"/>
    <w:rsid w:val="00B65E98"/>
    <w:rsid w:val="00B66F42"/>
    <w:rsid w:val="00B6707A"/>
    <w:rsid w:val="00B67806"/>
    <w:rsid w:val="00B70766"/>
    <w:rsid w:val="00B7114C"/>
    <w:rsid w:val="00B71B23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21B2"/>
    <w:rsid w:val="00B8223F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A049C"/>
    <w:rsid w:val="00BA0EA5"/>
    <w:rsid w:val="00BA2261"/>
    <w:rsid w:val="00BA30EC"/>
    <w:rsid w:val="00BA3C52"/>
    <w:rsid w:val="00BA4847"/>
    <w:rsid w:val="00BA5013"/>
    <w:rsid w:val="00BA540A"/>
    <w:rsid w:val="00BA66C0"/>
    <w:rsid w:val="00BA6D44"/>
    <w:rsid w:val="00BB0131"/>
    <w:rsid w:val="00BB0C39"/>
    <w:rsid w:val="00BB11BE"/>
    <w:rsid w:val="00BB3288"/>
    <w:rsid w:val="00BB521F"/>
    <w:rsid w:val="00BB5ADD"/>
    <w:rsid w:val="00BB5FD8"/>
    <w:rsid w:val="00BB60A0"/>
    <w:rsid w:val="00BB62B8"/>
    <w:rsid w:val="00BC13A1"/>
    <w:rsid w:val="00BC245F"/>
    <w:rsid w:val="00BC24FB"/>
    <w:rsid w:val="00BC2CC5"/>
    <w:rsid w:val="00BC4B3B"/>
    <w:rsid w:val="00BC5BCF"/>
    <w:rsid w:val="00BC6AEB"/>
    <w:rsid w:val="00BC6F3D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4DD3"/>
    <w:rsid w:val="00BE5D00"/>
    <w:rsid w:val="00BE6379"/>
    <w:rsid w:val="00BE713B"/>
    <w:rsid w:val="00BF0E1E"/>
    <w:rsid w:val="00BF2D0E"/>
    <w:rsid w:val="00BF3F29"/>
    <w:rsid w:val="00BF44A1"/>
    <w:rsid w:val="00BF54ED"/>
    <w:rsid w:val="00BF60EF"/>
    <w:rsid w:val="00C01222"/>
    <w:rsid w:val="00C0189F"/>
    <w:rsid w:val="00C01E8C"/>
    <w:rsid w:val="00C01F40"/>
    <w:rsid w:val="00C01FA0"/>
    <w:rsid w:val="00C02E15"/>
    <w:rsid w:val="00C0515A"/>
    <w:rsid w:val="00C05E16"/>
    <w:rsid w:val="00C06097"/>
    <w:rsid w:val="00C068AF"/>
    <w:rsid w:val="00C06DAE"/>
    <w:rsid w:val="00C0782E"/>
    <w:rsid w:val="00C1086A"/>
    <w:rsid w:val="00C11411"/>
    <w:rsid w:val="00C11ADF"/>
    <w:rsid w:val="00C11E53"/>
    <w:rsid w:val="00C12966"/>
    <w:rsid w:val="00C12D63"/>
    <w:rsid w:val="00C137D3"/>
    <w:rsid w:val="00C15034"/>
    <w:rsid w:val="00C15349"/>
    <w:rsid w:val="00C1671F"/>
    <w:rsid w:val="00C16977"/>
    <w:rsid w:val="00C16B84"/>
    <w:rsid w:val="00C21156"/>
    <w:rsid w:val="00C212C4"/>
    <w:rsid w:val="00C22A74"/>
    <w:rsid w:val="00C23417"/>
    <w:rsid w:val="00C23634"/>
    <w:rsid w:val="00C24464"/>
    <w:rsid w:val="00C24815"/>
    <w:rsid w:val="00C26A07"/>
    <w:rsid w:val="00C272DC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A37"/>
    <w:rsid w:val="00C7015D"/>
    <w:rsid w:val="00C71E04"/>
    <w:rsid w:val="00C749BC"/>
    <w:rsid w:val="00C74A56"/>
    <w:rsid w:val="00C7526F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BB"/>
    <w:rsid w:val="00C917ED"/>
    <w:rsid w:val="00C91872"/>
    <w:rsid w:val="00C92341"/>
    <w:rsid w:val="00C94864"/>
    <w:rsid w:val="00C94A3B"/>
    <w:rsid w:val="00C94AAC"/>
    <w:rsid w:val="00C9564A"/>
    <w:rsid w:val="00C95C81"/>
    <w:rsid w:val="00C979D2"/>
    <w:rsid w:val="00CA0474"/>
    <w:rsid w:val="00CA10FE"/>
    <w:rsid w:val="00CA2ED1"/>
    <w:rsid w:val="00CA45B2"/>
    <w:rsid w:val="00CA4DEC"/>
    <w:rsid w:val="00CA5109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5436"/>
    <w:rsid w:val="00CB6540"/>
    <w:rsid w:val="00CB692E"/>
    <w:rsid w:val="00CB6A6D"/>
    <w:rsid w:val="00CB7434"/>
    <w:rsid w:val="00CC1142"/>
    <w:rsid w:val="00CC14EE"/>
    <w:rsid w:val="00CC1635"/>
    <w:rsid w:val="00CC5372"/>
    <w:rsid w:val="00CC53B8"/>
    <w:rsid w:val="00CC583D"/>
    <w:rsid w:val="00CC70F7"/>
    <w:rsid w:val="00CC776D"/>
    <w:rsid w:val="00CC7E75"/>
    <w:rsid w:val="00CC7EC3"/>
    <w:rsid w:val="00CD0293"/>
    <w:rsid w:val="00CD223D"/>
    <w:rsid w:val="00CD2B46"/>
    <w:rsid w:val="00CD2D6F"/>
    <w:rsid w:val="00CD3229"/>
    <w:rsid w:val="00CD32AA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1252"/>
    <w:rsid w:val="00CF2317"/>
    <w:rsid w:val="00CF245F"/>
    <w:rsid w:val="00CF2761"/>
    <w:rsid w:val="00CF28B6"/>
    <w:rsid w:val="00CF3AFE"/>
    <w:rsid w:val="00CF3EB2"/>
    <w:rsid w:val="00CF4835"/>
    <w:rsid w:val="00CF4C2C"/>
    <w:rsid w:val="00CF4C4E"/>
    <w:rsid w:val="00CF52A1"/>
    <w:rsid w:val="00CF58F5"/>
    <w:rsid w:val="00CF59FD"/>
    <w:rsid w:val="00D00E2E"/>
    <w:rsid w:val="00D00EB9"/>
    <w:rsid w:val="00D0155E"/>
    <w:rsid w:val="00D01C59"/>
    <w:rsid w:val="00D01E0D"/>
    <w:rsid w:val="00D03409"/>
    <w:rsid w:val="00D035CD"/>
    <w:rsid w:val="00D03900"/>
    <w:rsid w:val="00D040FD"/>
    <w:rsid w:val="00D04B6A"/>
    <w:rsid w:val="00D0598C"/>
    <w:rsid w:val="00D05F98"/>
    <w:rsid w:val="00D06AE1"/>
    <w:rsid w:val="00D0713B"/>
    <w:rsid w:val="00D07187"/>
    <w:rsid w:val="00D100E7"/>
    <w:rsid w:val="00D105C6"/>
    <w:rsid w:val="00D10F3B"/>
    <w:rsid w:val="00D11514"/>
    <w:rsid w:val="00D11989"/>
    <w:rsid w:val="00D11D77"/>
    <w:rsid w:val="00D1397A"/>
    <w:rsid w:val="00D13D2D"/>
    <w:rsid w:val="00D14695"/>
    <w:rsid w:val="00D14CAA"/>
    <w:rsid w:val="00D14E56"/>
    <w:rsid w:val="00D155F8"/>
    <w:rsid w:val="00D15E71"/>
    <w:rsid w:val="00D169AA"/>
    <w:rsid w:val="00D17E65"/>
    <w:rsid w:val="00D2229A"/>
    <w:rsid w:val="00D223BC"/>
    <w:rsid w:val="00D22DD2"/>
    <w:rsid w:val="00D238C7"/>
    <w:rsid w:val="00D24845"/>
    <w:rsid w:val="00D24E95"/>
    <w:rsid w:val="00D25490"/>
    <w:rsid w:val="00D254BA"/>
    <w:rsid w:val="00D25F4D"/>
    <w:rsid w:val="00D26DB2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FDA"/>
    <w:rsid w:val="00D400C8"/>
    <w:rsid w:val="00D41645"/>
    <w:rsid w:val="00D41DCE"/>
    <w:rsid w:val="00D424EB"/>
    <w:rsid w:val="00D42EFA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36E0"/>
    <w:rsid w:val="00D536ED"/>
    <w:rsid w:val="00D539E2"/>
    <w:rsid w:val="00D54FB5"/>
    <w:rsid w:val="00D557E3"/>
    <w:rsid w:val="00D5632E"/>
    <w:rsid w:val="00D5672C"/>
    <w:rsid w:val="00D56936"/>
    <w:rsid w:val="00D611B0"/>
    <w:rsid w:val="00D614C9"/>
    <w:rsid w:val="00D61880"/>
    <w:rsid w:val="00D61E43"/>
    <w:rsid w:val="00D63456"/>
    <w:rsid w:val="00D64C72"/>
    <w:rsid w:val="00D676D5"/>
    <w:rsid w:val="00D71211"/>
    <w:rsid w:val="00D72EE8"/>
    <w:rsid w:val="00D733FE"/>
    <w:rsid w:val="00D755C7"/>
    <w:rsid w:val="00D75AFA"/>
    <w:rsid w:val="00D77205"/>
    <w:rsid w:val="00D77974"/>
    <w:rsid w:val="00D80A09"/>
    <w:rsid w:val="00D82835"/>
    <w:rsid w:val="00D834A1"/>
    <w:rsid w:val="00D853D7"/>
    <w:rsid w:val="00D85476"/>
    <w:rsid w:val="00D85A16"/>
    <w:rsid w:val="00D877EC"/>
    <w:rsid w:val="00D87AF6"/>
    <w:rsid w:val="00D921ED"/>
    <w:rsid w:val="00D923C9"/>
    <w:rsid w:val="00D92B0A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3524"/>
    <w:rsid w:val="00DA3901"/>
    <w:rsid w:val="00DA4515"/>
    <w:rsid w:val="00DA475B"/>
    <w:rsid w:val="00DA4764"/>
    <w:rsid w:val="00DA54BF"/>
    <w:rsid w:val="00DA5792"/>
    <w:rsid w:val="00DA6136"/>
    <w:rsid w:val="00DA7527"/>
    <w:rsid w:val="00DB022F"/>
    <w:rsid w:val="00DB1058"/>
    <w:rsid w:val="00DB15AB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9C7"/>
    <w:rsid w:val="00DC1D7A"/>
    <w:rsid w:val="00DC3720"/>
    <w:rsid w:val="00DC4019"/>
    <w:rsid w:val="00DC45DD"/>
    <w:rsid w:val="00DC63C2"/>
    <w:rsid w:val="00DC736C"/>
    <w:rsid w:val="00DC7960"/>
    <w:rsid w:val="00DD070B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6C9"/>
    <w:rsid w:val="00DE3298"/>
    <w:rsid w:val="00DE38FD"/>
    <w:rsid w:val="00DE405D"/>
    <w:rsid w:val="00DE468B"/>
    <w:rsid w:val="00DE78AC"/>
    <w:rsid w:val="00DF0176"/>
    <w:rsid w:val="00DF09BE"/>
    <w:rsid w:val="00DF0F2B"/>
    <w:rsid w:val="00DF1512"/>
    <w:rsid w:val="00DF19F7"/>
    <w:rsid w:val="00DF2C3E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D92"/>
    <w:rsid w:val="00E115E7"/>
    <w:rsid w:val="00E12C32"/>
    <w:rsid w:val="00E13847"/>
    <w:rsid w:val="00E14975"/>
    <w:rsid w:val="00E15621"/>
    <w:rsid w:val="00E163D7"/>
    <w:rsid w:val="00E16508"/>
    <w:rsid w:val="00E166FB"/>
    <w:rsid w:val="00E16816"/>
    <w:rsid w:val="00E16AF7"/>
    <w:rsid w:val="00E16F9F"/>
    <w:rsid w:val="00E20E2B"/>
    <w:rsid w:val="00E229B4"/>
    <w:rsid w:val="00E22BE7"/>
    <w:rsid w:val="00E2330B"/>
    <w:rsid w:val="00E26055"/>
    <w:rsid w:val="00E265F1"/>
    <w:rsid w:val="00E276D2"/>
    <w:rsid w:val="00E27D18"/>
    <w:rsid w:val="00E317E7"/>
    <w:rsid w:val="00E31B7F"/>
    <w:rsid w:val="00E33C29"/>
    <w:rsid w:val="00E33F0D"/>
    <w:rsid w:val="00E3465B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4655"/>
    <w:rsid w:val="00E553C2"/>
    <w:rsid w:val="00E60403"/>
    <w:rsid w:val="00E61050"/>
    <w:rsid w:val="00E6270F"/>
    <w:rsid w:val="00E64076"/>
    <w:rsid w:val="00E644A8"/>
    <w:rsid w:val="00E64F15"/>
    <w:rsid w:val="00E652BF"/>
    <w:rsid w:val="00E65939"/>
    <w:rsid w:val="00E67022"/>
    <w:rsid w:val="00E7040E"/>
    <w:rsid w:val="00E70837"/>
    <w:rsid w:val="00E71B57"/>
    <w:rsid w:val="00E71EB7"/>
    <w:rsid w:val="00E72155"/>
    <w:rsid w:val="00E7245B"/>
    <w:rsid w:val="00E7367F"/>
    <w:rsid w:val="00E74F2A"/>
    <w:rsid w:val="00E74F4B"/>
    <w:rsid w:val="00E778F9"/>
    <w:rsid w:val="00E80A66"/>
    <w:rsid w:val="00E815D6"/>
    <w:rsid w:val="00E817EC"/>
    <w:rsid w:val="00E82D8E"/>
    <w:rsid w:val="00E83ADC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1575"/>
    <w:rsid w:val="00EA3729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3A21"/>
    <w:rsid w:val="00EE0099"/>
    <w:rsid w:val="00EE063C"/>
    <w:rsid w:val="00EE1E28"/>
    <w:rsid w:val="00EE323A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501E"/>
    <w:rsid w:val="00EF5117"/>
    <w:rsid w:val="00EF545F"/>
    <w:rsid w:val="00EF604E"/>
    <w:rsid w:val="00EF64C5"/>
    <w:rsid w:val="00EF657B"/>
    <w:rsid w:val="00EF6FDD"/>
    <w:rsid w:val="00EF7169"/>
    <w:rsid w:val="00EF7423"/>
    <w:rsid w:val="00EF76DE"/>
    <w:rsid w:val="00EF78AE"/>
    <w:rsid w:val="00F00AFD"/>
    <w:rsid w:val="00F01679"/>
    <w:rsid w:val="00F02FDC"/>
    <w:rsid w:val="00F03391"/>
    <w:rsid w:val="00F0347B"/>
    <w:rsid w:val="00F03528"/>
    <w:rsid w:val="00F03715"/>
    <w:rsid w:val="00F03865"/>
    <w:rsid w:val="00F04308"/>
    <w:rsid w:val="00F046FC"/>
    <w:rsid w:val="00F04B1B"/>
    <w:rsid w:val="00F0551C"/>
    <w:rsid w:val="00F05A56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6C67"/>
    <w:rsid w:val="00F46E50"/>
    <w:rsid w:val="00F506DD"/>
    <w:rsid w:val="00F50A67"/>
    <w:rsid w:val="00F50E4A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FA9"/>
    <w:rsid w:val="00F66764"/>
    <w:rsid w:val="00F67611"/>
    <w:rsid w:val="00F70686"/>
    <w:rsid w:val="00F70768"/>
    <w:rsid w:val="00F70DC8"/>
    <w:rsid w:val="00F71162"/>
    <w:rsid w:val="00F72296"/>
    <w:rsid w:val="00F730C9"/>
    <w:rsid w:val="00F73DD7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43B0"/>
    <w:rsid w:val="00F86BFC"/>
    <w:rsid w:val="00F86E3C"/>
    <w:rsid w:val="00F90431"/>
    <w:rsid w:val="00F908CB"/>
    <w:rsid w:val="00F90ACB"/>
    <w:rsid w:val="00F913ED"/>
    <w:rsid w:val="00F92D70"/>
    <w:rsid w:val="00F92EC3"/>
    <w:rsid w:val="00F933B4"/>
    <w:rsid w:val="00F93663"/>
    <w:rsid w:val="00F93A3A"/>
    <w:rsid w:val="00F958A3"/>
    <w:rsid w:val="00F95FEE"/>
    <w:rsid w:val="00F9751E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553"/>
    <w:rsid w:val="00FB0D21"/>
    <w:rsid w:val="00FB0F5C"/>
    <w:rsid w:val="00FB2EE2"/>
    <w:rsid w:val="00FB35EC"/>
    <w:rsid w:val="00FB4398"/>
    <w:rsid w:val="00FB6B96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72D8"/>
    <w:rsid w:val="00FC7CAD"/>
    <w:rsid w:val="00FC7F55"/>
    <w:rsid w:val="00FD0651"/>
    <w:rsid w:val="00FD09FE"/>
    <w:rsid w:val="00FD15B6"/>
    <w:rsid w:val="00FD552B"/>
    <w:rsid w:val="00FD62BF"/>
    <w:rsid w:val="00FD641A"/>
    <w:rsid w:val="00FD781B"/>
    <w:rsid w:val="00FE0E40"/>
    <w:rsid w:val="00FE2C5B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character" w:styleId="aa">
    <w:name w:val="FollowedHyperlink"/>
    <w:rPr>
      <w:color w:val="800080"/>
      <w:u w:val="single"/>
    </w:rPr>
  </w:style>
  <w:style w:type="paragraph" w:styleId="31">
    <w:name w:val="Body Text 3"/>
    <w:basedOn w:val="a"/>
    <w:link w:val="32"/>
    <w:pPr>
      <w:tabs>
        <w:tab w:val="left" w:pos="1134"/>
      </w:tabs>
      <w:jc w:val="both"/>
    </w:pPr>
    <w:rPr>
      <w:b/>
      <w:bCs/>
      <w:sz w:val="28"/>
      <w:lang w:val="uk-UA" w:eastAsia="x-none"/>
    </w:rPr>
  </w:style>
  <w:style w:type="paragraph" w:styleId="ab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character" w:styleId="aa">
    <w:name w:val="FollowedHyperlink"/>
    <w:rPr>
      <w:color w:val="800080"/>
      <w:u w:val="single"/>
    </w:rPr>
  </w:style>
  <w:style w:type="paragraph" w:styleId="31">
    <w:name w:val="Body Text 3"/>
    <w:basedOn w:val="a"/>
    <w:link w:val="32"/>
    <w:pPr>
      <w:tabs>
        <w:tab w:val="left" w:pos="1134"/>
      </w:tabs>
      <w:jc w:val="both"/>
    </w:pPr>
    <w:rPr>
      <w:b/>
      <w:bCs/>
      <w:sz w:val="28"/>
      <w:lang w:val="uk-UA" w:eastAsia="x-none"/>
    </w:rPr>
  </w:style>
  <w:style w:type="paragraph" w:styleId="ab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3B53F-8DF6-4CB8-B287-F3B9D979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1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Windows</cp:lastModifiedBy>
  <cp:revision>2</cp:revision>
  <cp:lastPrinted>2018-07-11T05:25:00Z</cp:lastPrinted>
  <dcterms:created xsi:type="dcterms:W3CDTF">2018-08-15T08:12:00Z</dcterms:created>
  <dcterms:modified xsi:type="dcterms:W3CDTF">2018-08-15T08:12:00Z</dcterms:modified>
</cp:coreProperties>
</file>