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30A" w:rsidRPr="004326F6" w:rsidRDefault="0036630A" w:rsidP="00A73A60">
      <w:pPr>
        <w:spacing w:after="0" w:line="240" w:lineRule="auto"/>
        <w:jc w:val="center"/>
        <w:rPr>
          <w:lang w:val="uk-UA"/>
        </w:rPr>
      </w:pPr>
      <w:r w:rsidRPr="008448C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48pt;visibility:visible" filled="t">
            <v:fill recolor="t" type="frame"/>
            <v:imagedata r:id="rId5" o:title=""/>
          </v:shape>
        </w:pict>
      </w:r>
      <w:r w:rsidRPr="004326F6">
        <w:rPr>
          <w:lang w:val="uk-UA"/>
        </w:rPr>
        <w:t xml:space="preserve">   </w:t>
      </w:r>
    </w:p>
    <w:p w:rsidR="0036630A" w:rsidRPr="004326F6" w:rsidRDefault="0036630A" w:rsidP="00A73A60">
      <w:pPr>
        <w:pStyle w:val="Heading8"/>
      </w:pPr>
    </w:p>
    <w:p w:rsidR="0036630A" w:rsidRPr="004326F6" w:rsidRDefault="0036630A" w:rsidP="00A73A60">
      <w:pPr>
        <w:pStyle w:val="Heading3"/>
        <w:tabs>
          <w:tab w:val="left" w:pos="540"/>
        </w:tabs>
        <w:ind w:right="0"/>
        <w:rPr>
          <w:spacing w:val="80"/>
          <w:lang w:val="uk-UA"/>
        </w:rPr>
      </w:pPr>
      <w:r w:rsidRPr="004326F6">
        <w:rPr>
          <w:spacing w:val="80"/>
          <w:lang w:val="uk-UA"/>
        </w:rPr>
        <w:t>УКРАЇНА</w:t>
      </w:r>
    </w:p>
    <w:p w:rsidR="0036630A" w:rsidRPr="004326F6" w:rsidRDefault="0036630A" w:rsidP="00A73A60">
      <w:pPr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  <w:lang w:val="uk-UA"/>
        </w:rPr>
      </w:pPr>
    </w:p>
    <w:p w:rsidR="0036630A" w:rsidRPr="004326F6" w:rsidRDefault="0036630A" w:rsidP="00A73A60">
      <w:pPr>
        <w:pStyle w:val="Heading2"/>
        <w:tabs>
          <w:tab w:val="left" w:pos="540"/>
        </w:tabs>
        <w:ind w:left="0"/>
        <w:rPr>
          <w:spacing w:val="60"/>
          <w:sz w:val="36"/>
          <w:szCs w:val="36"/>
        </w:rPr>
      </w:pPr>
      <w:r w:rsidRPr="004326F6">
        <w:rPr>
          <w:spacing w:val="60"/>
          <w:sz w:val="36"/>
          <w:szCs w:val="36"/>
        </w:rPr>
        <w:t>Бахмутська міська рада</w:t>
      </w:r>
    </w:p>
    <w:p w:rsidR="0036630A" w:rsidRPr="004326F6" w:rsidRDefault="0036630A" w:rsidP="00A73A60">
      <w:pPr>
        <w:tabs>
          <w:tab w:val="left" w:pos="540"/>
        </w:tabs>
        <w:spacing w:after="0" w:line="240" w:lineRule="auto"/>
        <w:jc w:val="center"/>
        <w:rPr>
          <w:sz w:val="28"/>
          <w:szCs w:val="28"/>
          <w:lang w:val="uk-UA"/>
        </w:rPr>
      </w:pPr>
    </w:p>
    <w:p w:rsidR="0036630A" w:rsidRPr="004326F6" w:rsidRDefault="0036630A" w:rsidP="00A73A60">
      <w:pPr>
        <w:pStyle w:val="Heading3"/>
        <w:numPr>
          <w:ilvl w:val="0"/>
          <w:numId w:val="0"/>
        </w:numPr>
        <w:tabs>
          <w:tab w:val="clear" w:pos="5387"/>
        </w:tabs>
        <w:ind w:right="0"/>
        <w:rPr>
          <w:sz w:val="40"/>
          <w:szCs w:val="40"/>
          <w:lang w:val="uk-UA"/>
        </w:rPr>
      </w:pPr>
      <w:r w:rsidRPr="004326F6">
        <w:rPr>
          <w:sz w:val="40"/>
          <w:szCs w:val="40"/>
          <w:lang w:val="uk-UA"/>
        </w:rPr>
        <w:t>1</w:t>
      </w:r>
      <w:r>
        <w:rPr>
          <w:sz w:val="40"/>
          <w:szCs w:val="40"/>
          <w:lang w:val="uk-UA"/>
        </w:rPr>
        <w:t>37</w:t>
      </w:r>
      <w:r w:rsidRPr="004326F6">
        <w:rPr>
          <w:sz w:val="40"/>
          <w:szCs w:val="40"/>
          <w:lang w:val="uk-UA"/>
        </w:rPr>
        <w:t xml:space="preserve"> СЕСІЯ 6 СКЛИКАННЯ</w:t>
      </w:r>
    </w:p>
    <w:p w:rsidR="0036630A" w:rsidRPr="004326F6" w:rsidRDefault="0036630A" w:rsidP="00A73A60">
      <w:pPr>
        <w:spacing w:after="0" w:line="240" w:lineRule="auto"/>
        <w:jc w:val="center"/>
        <w:rPr>
          <w:sz w:val="28"/>
          <w:szCs w:val="28"/>
          <w:lang w:val="uk-UA"/>
        </w:rPr>
      </w:pPr>
    </w:p>
    <w:p w:rsidR="0036630A" w:rsidRPr="004326F6" w:rsidRDefault="0036630A" w:rsidP="00A73A60">
      <w:pPr>
        <w:pStyle w:val="Heading4"/>
        <w:tabs>
          <w:tab w:val="left" w:pos="540"/>
        </w:tabs>
        <w:jc w:val="center"/>
        <w:rPr>
          <w:spacing w:val="80"/>
          <w:sz w:val="32"/>
          <w:szCs w:val="32"/>
          <w:lang w:val="uk-UA"/>
        </w:rPr>
      </w:pPr>
      <w:r w:rsidRPr="004326F6">
        <w:rPr>
          <w:spacing w:val="80"/>
          <w:sz w:val="40"/>
          <w:szCs w:val="40"/>
          <w:lang w:val="uk-UA"/>
        </w:rPr>
        <w:t>РІШЕННЯ</w:t>
      </w:r>
    </w:p>
    <w:p w:rsidR="0036630A" w:rsidRPr="004326F6" w:rsidRDefault="0036630A" w:rsidP="00A73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6630A" w:rsidRPr="004326F6" w:rsidRDefault="0036630A" w:rsidP="00A73A6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20.12.2019</w:t>
      </w:r>
      <w:r w:rsidRPr="004326F6">
        <w:rPr>
          <w:rFonts w:ascii="Times New Roman" w:hAnsi="Times New Roman" w:cs="Times New Roman"/>
          <w:sz w:val="24"/>
          <w:szCs w:val="24"/>
          <w:lang w:val="uk-UA"/>
        </w:rPr>
        <w:t xml:space="preserve"> № 6/</w:t>
      </w:r>
      <w:r>
        <w:rPr>
          <w:rFonts w:ascii="Times New Roman" w:hAnsi="Times New Roman" w:cs="Times New Roman"/>
          <w:sz w:val="24"/>
          <w:szCs w:val="24"/>
          <w:lang w:val="uk-UA"/>
        </w:rPr>
        <w:t>137-2841</w:t>
      </w:r>
    </w:p>
    <w:p w:rsidR="0036630A" w:rsidRPr="004326F6" w:rsidRDefault="0036630A" w:rsidP="00A73A60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326F6">
        <w:rPr>
          <w:rFonts w:ascii="Times New Roman" w:hAnsi="Times New Roman" w:cs="Times New Roman"/>
          <w:sz w:val="24"/>
          <w:szCs w:val="24"/>
          <w:lang w:val="uk-UA"/>
        </w:rPr>
        <w:t>м. Бахмут</w:t>
      </w:r>
    </w:p>
    <w:p w:rsidR="0036630A" w:rsidRPr="004326F6" w:rsidRDefault="0036630A" w:rsidP="00A73A60">
      <w:pPr>
        <w:tabs>
          <w:tab w:val="left" w:pos="5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6630A" w:rsidRPr="004326F6" w:rsidRDefault="0036630A" w:rsidP="00C851F2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4326F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Про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>затвердження передавального акту Зайцівської</w:t>
      </w:r>
      <w:r w:rsidRPr="004326F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 сільської ради Бахмутського району Донецької області </w:t>
      </w:r>
    </w:p>
    <w:p w:rsidR="0036630A" w:rsidRPr="004326F6" w:rsidRDefault="0036630A" w:rsidP="006404B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uk-UA" w:eastAsia="ru-RU"/>
        </w:rPr>
      </w:pPr>
    </w:p>
    <w:p w:rsidR="0036630A" w:rsidRPr="004326F6" w:rsidRDefault="0036630A" w:rsidP="008C676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Н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а виконання рішення </w:t>
      </w:r>
      <w:r w:rsidRPr="001259C2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Бахмутської міської ради </w:t>
      </w:r>
      <w:r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від </w:t>
      </w:r>
      <w:r w:rsidRPr="001259C2">
        <w:rPr>
          <w:rFonts w:ascii="Times New Roman" w:hAnsi="Times New Roman" w:cs="Times New Roman"/>
          <w:sz w:val="28"/>
          <w:szCs w:val="28"/>
          <w:lang w:val="uk-UA"/>
        </w:rPr>
        <w:t>26.06.2019 № 6/131-2628 «</w:t>
      </w:r>
      <w:r w:rsidRPr="001259C2">
        <w:rPr>
          <w:rFonts w:ascii="Times New Roman" w:hAnsi="Times New Roman" w:cs="Times New Roman"/>
          <w:sz w:val="28"/>
          <w:szCs w:val="28"/>
          <w:lang w:val="uk-UA" w:eastAsia="ru-RU"/>
        </w:rPr>
        <w:t>Про початок припинення Зайцівської сільської ради Бахмутського району Донецької області в результаті її реорганізації шляхом приєднання до Бахмутської міської ради»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, </w:t>
      </w:r>
      <w:r w:rsidRPr="00A803F2">
        <w:rPr>
          <w:rFonts w:ascii="Times New Roman" w:hAnsi="Times New Roman" w:cs="Times New Roman"/>
          <w:sz w:val="28"/>
          <w:szCs w:val="28"/>
          <w:lang w:val="uk-UA" w:eastAsia="ru-RU"/>
        </w:rPr>
        <w:t>відповідно до Цивільного кодексу України</w:t>
      </w:r>
      <w:r w:rsidRPr="00293B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від 16.01.2003 № 435-І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із внесеними  до нього змінами</w:t>
      </w:r>
      <w:r w:rsidRPr="00A803F2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493E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Господарського</w:t>
      </w:r>
      <w:r w:rsidRPr="00A803F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кодексу України</w:t>
      </w:r>
      <w:r w:rsidRPr="00293BBD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від 16.01.2003 № 436-І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із внесеними  до нього змінами,</w:t>
      </w:r>
      <w:r w:rsidRPr="00A803F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Закону України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 </w:t>
      </w:r>
      <w:r w:rsidRPr="00617A13">
        <w:rPr>
          <w:rFonts w:ascii="Times New Roman" w:hAnsi="Times New Roman" w:cs="Times New Roman"/>
          <w:sz w:val="28"/>
          <w:szCs w:val="28"/>
          <w:lang w:val="uk-UA" w:eastAsia="ru-RU"/>
        </w:rPr>
        <w:t>16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.07.</w:t>
      </w:r>
      <w:r w:rsidRPr="00617A1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1999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№</w:t>
      </w:r>
      <w:r w:rsidRPr="00617A1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996-XIV </w:t>
      </w:r>
      <w:r w:rsidRPr="00A803F2">
        <w:rPr>
          <w:rFonts w:ascii="Times New Roman" w:hAnsi="Times New Roman" w:cs="Times New Roman"/>
          <w:sz w:val="28"/>
          <w:szCs w:val="28"/>
          <w:lang w:val="uk-UA" w:eastAsia="ru-RU"/>
        </w:rPr>
        <w:t>«Про бухгалтерський облік та фінансову звітність в Україні»,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</w:t>
      </w:r>
      <w:r w:rsidRPr="00A803F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Закону України «Про Національний архівний фонд та архівні установи»</w:t>
      </w:r>
      <w:r w:rsidRPr="00617A13">
        <w:rPr>
          <w:lang w:val="uk-UA"/>
        </w:rPr>
        <w:t xml:space="preserve"> </w:t>
      </w:r>
      <w:r w:rsidRPr="00617A13">
        <w:rPr>
          <w:rFonts w:ascii="Times New Roman" w:hAnsi="Times New Roman" w:cs="Times New Roman"/>
          <w:sz w:val="28"/>
          <w:szCs w:val="28"/>
          <w:lang w:val="uk-UA"/>
        </w:rPr>
        <w:t>в редакції</w:t>
      </w:r>
      <w:r>
        <w:rPr>
          <w:lang w:val="uk-UA"/>
        </w:rPr>
        <w:t xml:space="preserve"> </w:t>
      </w:r>
      <w:r w:rsidRPr="00617A13">
        <w:rPr>
          <w:rFonts w:ascii="Times New Roman" w:hAnsi="Times New Roman" w:cs="Times New Roman"/>
          <w:sz w:val="28"/>
          <w:szCs w:val="28"/>
          <w:lang w:val="uk-UA" w:eastAsia="ru-RU"/>
        </w:rPr>
        <w:t>від 13.12.2001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№</w:t>
      </w:r>
      <w:r w:rsidRPr="00617A13">
        <w:rPr>
          <w:rFonts w:ascii="Times New Roman" w:hAnsi="Times New Roman" w:cs="Times New Roman"/>
          <w:sz w:val="28"/>
          <w:szCs w:val="28"/>
          <w:lang w:val="uk-UA" w:eastAsia="ru-RU"/>
        </w:rPr>
        <w:t>2888-III</w:t>
      </w:r>
      <w:r w:rsidRPr="00A803F2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 </w:t>
      </w:r>
      <w:r w:rsidRPr="00A803F2">
        <w:rPr>
          <w:rFonts w:ascii="Times New Roman" w:hAnsi="Times New Roman" w:cs="Times New Roman"/>
          <w:sz w:val="28"/>
          <w:szCs w:val="28"/>
          <w:lang w:val="uk-UA" w:eastAsia="ru-RU"/>
        </w:rPr>
        <w:t>Закону України «</w:t>
      </w:r>
      <w:r w:rsidRPr="00617A13">
        <w:rPr>
          <w:rFonts w:ascii="Times New Roman" w:hAnsi="Times New Roman" w:cs="Times New Roman"/>
          <w:sz w:val="28"/>
          <w:szCs w:val="28"/>
          <w:lang w:val="uk-UA" w:eastAsia="ru-RU"/>
        </w:rPr>
        <w:t>Про державну реєстрацію юридичних осіб, фізичних осіб - підприємців та громадських формувань</w:t>
      </w:r>
      <w:r w:rsidRPr="00A803F2"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 редакції </w:t>
      </w:r>
      <w:r w:rsidRPr="00617A13">
        <w:rPr>
          <w:rFonts w:ascii="Times New Roman" w:hAnsi="Times New Roman" w:cs="Times New Roman"/>
          <w:sz w:val="28"/>
          <w:szCs w:val="28"/>
          <w:lang w:val="uk-UA" w:eastAsia="ru-RU"/>
        </w:rPr>
        <w:t>від 26.11.2015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617A13">
        <w:rPr>
          <w:rFonts w:ascii="Times New Roman" w:hAnsi="Times New Roman" w:cs="Times New Roman"/>
          <w:sz w:val="28"/>
          <w:szCs w:val="28"/>
          <w:lang w:val="uk-UA" w:eastAsia="ru-RU"/>
        </w:rPr>
        <w:t>№ 835-VIII</w:t>
      </w:r>
      <w:r w:rsidRPr="00A803F2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із внесеними до нього змінами,</w:t>
      </w:r>
      <w:r w:rsidRPr="00A803F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Порядку подання фінансової звітності, затвердженого постановою Кабінету Мі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ністрів України від 28.02.2000</w:t>
      </w:r>
      <w:r w:rsidRPr="00A803F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№ 419,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із внесеними до нього змінами, </w:t>
      </w:r>
      <w:r w:rsidRPr="00A803F2">
        <w:rPr>
          <w:rFonts w:ascii="Times New Roman" w:hAnsi="Times New Roman" w:cs="Times New Roman"/>
          <w:sz w:val="28"/>
          <w:szCs w:val="28"/>
          <w:lang w:val="uk-UA" w:eastAsia="ru-RU"/>
        </w:rPr>
        <w:t>Положення про інвентаризацію активів та зобов’язань, затвердженого наказом Міністерства фі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нансів України від 02.09.2014</w:t>
      </w:r>
      <w:r w:rsidRPr="00A803F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№ 879,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із внесеними до нього змінами, </w:t>
      </w:r>
      <w:r w:rsidRPr="00676EBF">
        <w:rPr>
          <w:rFonts w:ascii="Times New Roman" w:hAnsi="Times New Roman" w:cs="Times New Roman"/>
          <w:sz w:val="28"/>
          <w:szCs w:val="28"/>
          <w:lang w:val="uk-UA" w:eastAsia="ru-RU"/>
        </w:rPr>
        <w:t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</w:t>
      </w:r>
      <w:r w:rsidRPr="00A803F2">
        <w:rPr>
          <w:rFonts w:ascii="Times New Roman" w:hAnsi="Times New Roman" w:cs="Times New Roman"/>
          <w:sz w:val="28"/>
          <w:szCs w:val="28"/>
          <w:lang w:val="uk-UA" w:eastAsia="ru-RU"/>
        </w:rPr>
        <w:t>, затверджених наказом Міністерства юс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тиції України від 18.06.2015</w:t>
      </w:r>
      <w:r w:rsidRPr="00A803F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№ 1000/5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C2028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із внесеними до нього змінами,</w:t>
      </w:r>
      <w:r w:rsidRPr="004326F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 xml:space="preserve"> к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>еруючись ст.ст. 25, 26, 59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73</w:t>
      </w:r>
      <w:r w:rsidRPr="004326F6">
        <w:rPr>
          <w:lang w:val="uk-UA"/>
        </w:rPr>
        <w:t xml:space="preserve"> 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Закону України від 21.05.1997 № 280/97-ВР «Про місцеве самоврядування в Україні», із внесеними до нього змінами, Законом України </w:t>
      </w:r>
      <w:r w:rsidRPr="004326F6">
        <w:rPr>
          <w:rFonts w:ascii="Times New Roman" w:hAnsi="Times New Roman" w:cs="Times New Roman"/>
          <w:color w:val="000000"/>
          <w:sz w:val="28"/>
          <w:szCs w:val="28"/>
          <w:lang w:val="uk-UA" w:eastAsia="ru-RU"/>
        </w:rPr>
        <w:t>від 05.02.2015 № 157-VIII «Про добровільне об’єднання територіальних громад», із внесеними до нього змінами,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Бахмутська міська рада</w:t>
      </w: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> </w:t>
      </w: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4326F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ВИРІШИЛА:</w:t>
      </w:r>
    </w:p>
    <w:p w:rsidR="0036630A" w:rsidRPr="004326F6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6630A" w:rsidRPr="004326F6" w:rsidRDefault="0036630A" w:rsidP="008C6766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Затвердити передавальний акт </w:t>
      </w:r>
      <w:r w:rsidRPr="008C6766">
        <w:rPr>
          <w:rFonts w:ascii="Times New Roman" w:hAnsi="Times New Roman" w:cs="Times New Roman"/>
          <w:sz w:val="28"/>
          <w:szCs w:val="28"/>
          <w:lang w:val="uk-UA" w:eastAsia="ru-RU"/>
        </w:rPr>
        <w:t>Зайцівської сільської ради Бахмутського району Донецької області (ЄДРПОУ 04341063), місцезнаходження юридичної особи: вул. Кооперативна, будинок 1, с. Зайцеве, Бахмутський район, Донецької області, 84570, в результаті її реорганізації шляхом приєднання до юридичної особи Бахмутської міської ради (ЄДРПОУ 04052732), місцезнаходження юридичної особи: вул. Миру, будинок 44, м. Бахмут Донецької області, 84500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(додаток 1)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36630A" w:rsidRPr="004326F6" w:rsidRDefault="0036630A" w:rsidP="008C6766">
      <w:pPr>
        <w:pStyle w:val="ListParagraph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Передати безоплатно від Бахмутської міської ради до:</w:t>
      </w: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2.1. Управління культури Бахмутської міської ради із закріпленням за ним на праві оперативного управління окреме індивідуально-визначене майно,</w:t>
      </w:r>
      <w:r w:rsidRPr="00A7188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згідно переліку (додаток 2)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2.2. Управління розвитку міського господарства та капітального будівництва Бахмутської міської ради</w:t>
      </w:r>
      <w:r w:rsidRPr="00A7188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із закріпленням за ним на праві оперативного управління окреме індивідуально-визначене майно,</w:t>
      </w:r>
      <w:r w:rsidRPr="00A7188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згідно переліку (додаток 3)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2.3.Управління освіти Бахмутської міської ради із закріпленням за ним на праві оперативного управління цілісний майновий комплекс дошкільного навчального закладу ясел-садка загального розвитку «Івушка» Зайцівської сільської ради Бахмутського району,</w:t>
      </w:r>
      <w:r w:rsidRPr="00A7188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згідно переліку (додаток 4)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2.4. Комунального некомерційного підприємства «Центр первинної медичної допомоги м. Бахмута» із закріпленням за ним на праві оперативного управління окреме індивідуально-визначене майно,</w:t>
      </w:r>
      <w:r w:rsidRPr="00A7188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згідно переліку (додаток 5)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2.5. КОМУНАЛЬНОГО ПІДПРИЄМСТВА «БАХМУТСЬКИЙ КОМБІНАТ КОМУНАЛЬНИХ ПІДПРИЄМСТВ» із закріпленням за ним на праві господарського віддання окреме індивідуально-визначене майно,</w:t>
      </w:r>
      <w:r w:rsidRPr="00A7188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згідно переліку (додаток 6)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3. Визначити, що за Бахмутською міською радою в особі відділу бухгалтерського обліку і звітності Бахмутської міської ради на праві оперативного управління закріплюється окреме індивідуально-визначене майно,</w:t>
      </w:r>
      <w:r w:rsidRPr="00A7188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згідно переліку (додаток 7)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4. Виконавчим органам Бахмутської міської ради  та комунальним підприємствам територіальної громади м.Бахмут, зазначеним в цьому рішенні передбачити фінансування на утримання майна/цілісного майнового комплексу, переданих їм згідно цього рішення.</w:t>
      </w: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5. </w:t>
      </w:r>
      <w:r w:rsidRPr="0024722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Комісії з припинення юридичної особи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Зайцівської</w:t>
      </w:r>
      <w:r w:rsidRPr="0024722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ради Бахмутського району Донецької області в результаті її реорганізації шляхом приєднання до Бахмутської міської ради (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Кіщенко) завершити процедуру припинення Зайцівської</w:t>
      </w:r>
      <w:r w:rsidRPr="0024722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сільської ради Бахмутського району Донецької області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 порядку, передбаченому чинним законодавством України.</w:t>
      </w: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6. Встановити, що дане рішення набирає чинності 31.12.2019 року.</w:t>
      </w: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7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Організаційне 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виконання рішення покласти на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комісію 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припинення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юридичної особи Зайцівської 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сільської ради Бахмутського району Донецької області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 результаті її реорганізації 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>шляхом приєднання до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(Кіщенко)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>,</w:t>
      </w:r>
      <w:r w:rsidRPr="003B3A14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керівників виконавчих органів Бахмутської міської ради  та комунальних підприємств територіальної громади м.Бахмут, зазначених в цьому рішенні, 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>заступників міського голови Стрющенка О.В.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Точену В.В.</w:t>
      </w:r>
    </w:p>
    <w:p w:rsidR="0036630A" w:rsidRPr="004326F6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6630A" w:rsidRPr="004326F6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8</w:t>
      </w:r>
      <w:r w:rsidRPr="004326F6">
        <w:rPr>
          <w:rFonts w:ascii="Times New Roman" w:hAnsi="Times New Roman" w:cs="Times New Roman"/>
          <w:sz w:val="28"/>
          <w:szCs w:val="28"/>
          <w:lang w:val="uk-UA" w:eastAsia="ru-RU"/>
        </w:rPr>
        <w:t>. Контроль за виконанням рішення покласти на постійні комісії Бахмутської міської ради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36630A" w:rsidRPr="004326F6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6630A" w:rsidRPr="004326F6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p w:rsidR="0036630A" w:rsidRDefault="0036630A" w:rsidP="008C67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  <w:r w:rsidRPr="004326F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Міський голова </w:t>
      </w:r>
      <w:r w:rsidRPr="004326F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4326F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4326F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Pr="004326F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r w:rsidRPr="004326F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 xml:space="preserve">        </w:t>
      </w:r>
      <w:r w:rsidRPr="004326F6"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  <w:t>О.О. РЕВА</w:t>
      </w:r>
    </w:p>
    <w:p w:rsidR="0036630A" w:rsidRDefault="0036630A" w:rsidP="008C6766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6630A" w:rsidRDefault="0036630A" w:rsidP="008C6766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6630A" w:rsidRDefault="0036630A" w:rsidP="008C6766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6630A" w:rsidRDefault="0036630A" w:rsidP="008C6766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6630A" w:rsidRDefault="0036630A" w:rsidP="008C6766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36630A" w:rsidRPr="004C6374" w:rsidRDefault="0036630A" w:rsidP="008C6766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</w:p>
    <w:sectPr w:rsidR="0036630A" w:rsidRPr="004C6374" w:rsidSect="000A3DED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Heading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Heading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Heading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Heading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Heading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Heading9"/>
      <w:lvlText w:val=""/>
      <w:lvlJc w:val="left"/>
      <w:pPr>
        <w:tabs>
          <w:tab w:val="num" w:pos="0"/>
        </w:tabs>
      </w:pPr>
    </w:lvl>
  </w:abstractNum>
  <w:abstractNum w:abstractNumId="1">
    <w:nsid w:val="01193E53"/>
    <w:multiLevelType w:val="hybridMultilevel"/>
    <w:tmpl w:val="54DABBEE"/>
    <w:lvl w:ilvl="0" w:tplc="6A2C9456">
      <w:start w:val="6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17D6B7B"/>
    <w:multiLevelType w:val="hybridMultilevel"/>
    <w:tmpl w:val="E50CA95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C125935"/>
    <w:multiLevelType w:val="hybridMultilevel"/>
    <w:tmpl w:val="F350F66E"/>
    <w:lvl w:ilvl="0" w:tplc="CE1A37E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F30EAF"/>
    <w:multiLevelType w:val="hybridMultilevel"/>
    <w:tmpl w:val="E50CA95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9FB3DB6"/>
    <w:multiLevelType w:val="hybridMultilevel"/>
    <w:tmpl w:val="476EC2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778A"/>
    <w:rsid w:val="00033A43"/>
    <w:rsid w:val="00054273"/>
    <w:rsid w:val="00055F88"/>
    <w:rsid w:val="0006042A"/>
    <w:rsid w:val="00063C12"/>
    <w:rsid w:val="0006415C"/>
    <w:rsid w:val="00077E60"/>
    <w:rsid w:val="000A10F2"/>
    <w:rsid w:val="000A15F5"/>
    <w:rsid w:val="000A3DED"/>
    <w:rsid w:val="000C3175"/>
    <w:rsid w:val="000C6656"/>
    <w:rsid w:val="000D300B"/>
    <w:rsid w:val="000D34AC"/>
    <w:rsid w:val="000E0CF7"/>
    <w:rsid w:val="000F038C"/>
    <w:rsid w:val="00100674"/>
    <w:rsid w:val="001105FE"/>
    <w:rsid w:val="00110CC9"/>
    <w:rsid w:val="00113AAF"/>
    <w:rsid w:val="0012078D"/>
    <w:rsid w:val="00120AC3"/>
    <w:rsid w:val="00121E24"/>
    <w:rsid w:val="001259C2"/>
    <w:rsid w:val="0013548A"/>
    <w:rsid w:val="00144B0E"/>
    <w:rsid w:val="001653B5"/>
    <w:rsid w:val="00173B99"/>
    <w:rsid w:val="0018706C"/>
    <w:rsid w:val="00196B65"/>
    <w:rsid w:val="001C4E24"/>
    <w:rsid w:val="001F72D9"/>
    <w:rsid w:val="00205841"/>
    <w:rsid w:val="00215360"/>
    <w:rsid w:val="00215EEB"/>
    <w:rsid w:val="00223955"/>
    <w:rsid w:val="00230B26"/>
    <w:rsid w:val="00233773"/>
    <w:rsid w:val="00247222"/>
    <w:rsid w:val="0026009B"/>
    <w:rsid w:val="00263E85"/>
    <w:rsid w:val="00283901"/>
    <w:rsid w:val="00284581"/>
    <w:rsid w:val="00293BBD"/>
    <w:rsid w:val="002A6CC7"/>
    <w:rsid w:val="002B7B1B"/>
    <w:rsid w:val="002E5854"/>
    <w:rsid w:val="002E5A0B"/>
    <w:rsid w:val="002F4F48"/>
    <w:rsid w:val="003069A9"/>
    <w:rsid w:val="00310A9F"/>
    <w:rsid w:val="003148E5"/>
    <w:rsid w:val="0032200C"/>
    <w:rsid w:val="0032771E"/>
    <w:rsid w:val="00333245"/>
    <w:rsid w:val="0034024D"/>
    <w:rsid w:val="003435FC"/>
    <w:rsid w:val="00347905"/>
    <w:rsid w:val="00350FBE"/>
    <w:rsid w:val="0035258D"/>
    <w:rsid w:val="00354866"/>
    <w:rsid w:val="00360002"/>
    <w:rsid w:val="0036630A"/>
    <w:rsid w:val="0038369D"/>
    <w:rsid w:val="003857DA"/>
    <w:rsid w:val="00390F00"/>
    <w:rsid w:val="003A1975"/>
    <w:rsid w:val="003B3A14"/>
    <w:rsid w:val="003C34C3"/>
    <w:rsid w:val="003E3773"/>
    <w:rsid w:val="003F47B2"/>
    <w:rsid w:val="003F79A3"/>
    <w:rsid w:val="00413B47"/>
    <w:rsid w:val="0041439E"/>
    <w:rsid w:val="00424DD7"/>
    <w:rsid w:val="004326F6"/>
    <w:rsid w:val="0043289C"/>
    <w:rsid w:val="00446839"/>
    <w:rsid w:val="00457A2F"/>
    <w:rsid w:val="0046294E"/>
    <w:rsid w:val="00481AFC"/>
    <w:rsid w:val="00493936"/>
    <w:rsid w:val="00493E6F"/>
    <w:rsid w:val="004944D6"/>
    <w:rsid w:val="00494FF1"/>
    <w:rsid w:val="004A3A3E"/>
    <w:rsid w:val="004C6374"/>
    <w:rsid w:val="004F3EFF"/>
    <w:rsid w:val="004F4418"/>
    <w:rsid w:val="004F514E"/>
    <w:rsid w:val="00500D19"/>
    <w:rsid w:val="00504A27"/>
    <w:rsid w:val="00530040"/>
    <w:rsid w:val="005407B1"/>
    <w:rsid w:val="00571983"/>
    <w:rsid w:val="00582584"/>
    <w:rsid w:val="00591D87"/>
    <w:rsid w:val="005B530A"/>
    <w:rsid w:val="005C60AE"/>
    <w:rsid w:val="005C7A80"/>
    <w:rsid w:val="005E50C1"/>
    <w:rsid w:val="005F4265"/>
    <w:rsid w:val="00612B37"/>
    <w:rsid w:val="00617A13"/>
    <w:rsid w:val="0063541F"/>
    <w:rsid w:val="006404B8"/>
    <w:rsid w:val="00642E49"/>
    <w:rsid w:val="00655B74"/>
    <w:rsid w:val="00656EDB"/>
    <w:rsid w:val="00676EBF"/>
    <w:rsid w:val="00691E32"/>
    <w:rsid w:val="0069337B"/>
    <w:rsid w:val="00695E7B"/>
    <w:rsid w:val="00696073"/>
    <w:rsid w:val="006973F5"/>
    <w:rsid w:val="006D3161"/>
    <w:rsid w:val="006D5F32"/>
    <w:rsid w:val="006F5906"/>
    <w:rsid w:val="006F735D"/>
    <w:rsid w:val="00706DB6"/>
    <w:rsid w:val="00713286"/>
    <w:rsid w:val="0072120E"/>
    <w:rsid w:val="00731CA9"/>
    <w:rsid w:val="00743135"/>
    <w:rsid w:val="00777BCB"/>
    <w:rsid w:val="0078795D"/>
    <w:rsid w:val="00794F61"/>
    <w:rsid w:val="007A08EF"/>
    <w:rsid w:val="007A6EF6"/>
    <w:rsid w:val="007B6125"/>
    <w:rsid w:val="007C6701"/>
    <w:rsid w:val="007D535E"/>
    <w:rsid w:val="007E0FA8"/>
    <w:rsid w:val="007E7092"/>
    <w:rsid w:val="0082721D"/>
    <w:rsid w:val="008448CE"/>
    <w:rsid w:val="0085328E"/>
    <w:rsid w:val="00870AC0"/>
    <w:rsid w:val="00892B79"/>
    <w:rsid w:val="00894BD5"/>
    <w:rsid w:val="008A3459"/>
    <w:rsid w:val="008B1058"/>
    <w:rsid w:val="008B3E61"/>
    <w:rsid w:val="008B4B8A"/>
    <w:rsid w:val="008C28C7"/>
    <w:rsid w:val="008C4E70"/>
    <w:rsid w:val="008C6766"/>
    <w:rsid w:val="008C7C5D"/>
    <w:rsid w:val="008D24C8"/>
    <w:rsid w:val="008F0E2A"/>
    <w:rsid w:val="0092723A"/>
    <w:rsid w:val="00935CA0"/>
    <w:rsid w:val="009521D4"/>
    <w:rsid w:val="00953820"/>
    <w:rsid w:val="009633D9"/>
    <w:rsid w:val="00977F1B"/>
    <w:rsid w:val="009C2E18"/>
    <w:rsid w:val="009D2DB8"/>
    <w:rsid w:val="009D2E6B"/>
    <w:rsid w:val="009D502A"/>
    <w:rsid w:val="009D655F"/>
    <w:rsid w:val="009D6E0D"/>
    <w:rsid w:val="009D70FF"/>
    <w:rsid w:val="009E3461"/>
    <w:rsid w:val="00A06221"/>
    <w:rsid w:val="00A4789E"/>
    <w:rsid w:val="00A520F1"/>
    <w:rsid w:val="00A56453"/>
    <w:rsid w:val="00A62B9A"/>
    <w:rsid w:val="00A65538"/>
    <w:rsid w:val="00A7188F"/>
    <w:rsid w:val="00A73A60"/>
    <w:rsid w:val="00A73BD6"/>
    <w:rsid w:val="00A75454"/>
    <w:rsid w:val="00A803F2"/>
    <w:rsid w:val="00A85D82"/>
    <w:rsid w:val="00A90202"/>
    <w:rsid w:val="00A928CD"/>
    <w:rsid w:val="00AA0312"/>
    <w:rsid w:val="00AA3F93"/>
    <w:rsid w:val="00AA5078"/>
    <w:rsid w:val="00AB6F44"/>
    <w:rsid w:val="00AB70B0"/>
    <w:rsid w:val="00AC6D52"/>
    <w:rsid w:val="00AD0463"/>
    <w:rsid w:val="00AD2430"/>
    <w:rsid w:val="00B03943"/>
    <w:rsid w:val="00B07CC1"/>
    <w:rsid w:val="00B4701F"/>
    <w:rsid w:val="00B51FC5"/>
    <w:rsid w:val="00B63165"/>
    <w:rsid w:val="00B7558F"/>
    <w:rsid w:val="00B820E9"/>
    <w:rsid w:val="00B8706D"/>
    <w:rsid w:val="00BB7565"/>
    <w:rsid w:val="00BD2B77"/>
    <w:rsid w:val="00BD4152"/>
    <w:rsid w:val="00BD7C4C"/>
    <w:rsid w:val="00BF34C6"/>
    <w:rsid w:val="00C2028B"/>
    <w:rsid w:val="00C26F69"/>
    <w:rsid w:val="00C33BC2"/>
    <w:rsid w:val="00C420A1"/>
    <w:rsid w:val="00C42D49"/>
    <w:rsid w:val="00C70AF4"/>
    <w:rsid w:val="00C81F40"/>
    <w:rsid w:val="00C851F2"/>
    <w:rsid w:val="00C87A95"/>
    <w:rsid w:val="00CA778A"/>
    <w:rsid w:val="00CB2EB5"/>
    <w:rsid w:val="00CD169F"/>
    <w:rsid w:val="00CD4BC3"/>
    <w:rsid w:val="00CD595D"/>
    <w:rsid w:val="00CD77A1"/>
    <w:rsid w:val="00CE0F7B"/>
    <w:rsid w:val="00D014FB"/>
    <w:rsid w:val="00D05C8B"/>
    <w:rsid w:val="00D22853"/>
    <w:rsid w:val="00D233CB"/>
    <w:rsid w:val="00D328D1"/>
    <w:rsid w:val="00D33131"/>
    <w:rsid w:val="00D33318"/>
    <w:rsid w:val="00D501D7"/>
    <w:rsid w:val="00D563D7"/>
    <w:rsid w:val="00D808C6"/>
    <w:rsid w:val="00D809BA"/>
    <w:rsid w:val="00D81B87"/>
    <w:rsid w:val="00D87653"/>
    <w:rsid w:val="00DA3E38"/>
    <w:rsid w:val="00E062C4"/>
    <w:rsid w:val="00E103B7"/>
    <w:rsid w:val="00E15ACE"/>
    <w:rsid w:val="00E3766A"/>
    <w:rsid w:val="00E429A0"/>
    <w:rsid w:val="00E46099"/>
    <w:rsid w:val="00E62912"/>
    <w:rsid w:val="00EA73F1"/>
    <w:rsid w:val="00EB36DC"/>
    <w:rsid w:val="00EC307E"/>
    <w:rsid w:val="00EC4EF6"/>
    <w:rsid w:val="00EE7433"/>
    <w:rsid w:val="00EF3B0D"/>
    <w:rsid w:val="00F30992"/>
    <w:rsid w:val="00F336E1"/>
    <w:rsid w:val="00F33D2E"/>
    <w:rsid w:val="00F54C47"/>
    <w:rsid w:val="00F56360"/>
    <w:rsid w:val="00F63773"/>
    <w:rsid w:val="00F722F3"/>
    <w:rsid w:val="00F826D0"/>
    <w:rsid w:val="00F84091"/>
    <w:rsid w:val="00F91ABF"/>
    <w:rsid w:val="00FA0B9F"/>
    <w:rsid w:val="00FB4E8A"/>
    <w:rsid w:val="00FF5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77E60"/>
    <w:pPr>
      <w:spacing w:after="160" w:line="259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73A60"/>
    <w:pPr>
      <w:keepNext/>
      <w:numPr>
        <w:numId w:val="2"/>
      </w:numPr>
      <w:suppressAutoHyphens/>
      <w:spacing w:after="0" w:line="240" w:lineRule="auto"/>
      <w:ind w:left="-113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73A60"/>
    <w:pPr>
      <w:keepNext/>
      <w:numPr>
        <w:ilvl w:val="1"/>
        <w:numId w:val="2"/>
      </w:numPr>
      <w:suppressAutoHyphens/>
      <w:spacing w:after="0" w:line="240" w:lineRule="auto"/>
      <w:ind w:left="-1134"/>
      <w:jc w:val="center"/>
      <w:outlineLvl w:val="1"/>
    </w:pPr>
    <w:rPr>
      <w:rFonts w:ascii="Times New Roman" w:eastAsia="Times New Roman" w:hAnsi="Times New Roman" w:cs="Times New Roman"/>
      <w:b/>
      <w:bCs/>
      <w:sz w:val="40"/>
      <w:szCs w:val="40"/>
      <w:lang w:val="uk-UA" w:eastAsia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73A60"/>
    <w:pPr>
      <w:keepNext/>
      <w:numPr>
        <w:ilvl w:val="2"/>
        <w:numId w:val="2"/>
      </w:numPr>
      <w:tabs>
        <w:tab w:val="left" w:pos="5387"/>
      </w:tabs>
      <w:suppressAutoHyphens/>
      <w:spacing w:after="0" w:line="240" w:lineRule="auto"/>
      <w:ind w:right="-680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ar-S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73A60"/>
    <w:pPr>
      <w:keepNext/>
      <w:numPr>
        <w:ilvl w:val="3"/>
        <w:numId w:val="2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73A60"/>
    <w:pPr>
      <w:keepNext/>
      <w:numPr>
        <w:ilvl w:val="4"/>
        <w:numId w:val="2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73A60"/>
    <w:pPr>
      <w:keepNext/>
      <w:numPr>
        <w:ilvl w:val="5"/>
        <w:numId w:val="2"/>
      </w:numPr>
      <w:suppressAutoHyphens/>
      <w:spacing w:after="0" w:line="240" w:lineRule="auto"/>
      <w:ind w:left="851"/>
      <w:outlineLvl w:val="5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73A60"/>
    <w:pPr>
      <w:keepNext/>
      <w:numPr>
        <w:ilvl w:val="6"/>
        <w:numId w:val="2"/>
      </w:numPr>
      <w:suppressAutoHyphens/>
      <w:spacing w:after="0" w:line="240" w:lineRule="auto"/>
      <w:ind w:left="-42" w:right="-680"/>
      <w:jc w:val="both"/>
      <w:outlineLvl w:val="6"/>
    </w:pPr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73A60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8"/>
      <w:szCs w:val="28"/>
      <w:lang w:val="uk-UA" w:eastAsia="ar-S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73A60"/>
    <w:pPr>
      <w:keepNext/>
      <w:numPr>
        <w:ilvl w:val="8"/>
        <w:numId w:val="2"/>
      </w:numPr>
      <w:suppressAutoHyphens/>
      <w:spacing w:after="0" w:line="240" w:lineRule="auto"/>
      <w:ind w:left="709"/>
      <w:outlineLvl w:val="8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73A60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73A60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A73A60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A73A60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A73A60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73A60"/>
    <w:rPr>
      <w:rFonts w:ascii="Times New Roman" w:hAnsi="Times New Roman" w:cs="Times New Roman"/>
      <w:sz w:val="20"/>
      <w:szCs w:val="20"/>
      <w:lang w:val="uk-UA"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A73A60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A73A60"/>
    <w:rPr>
      <w:rFonts w:ascii="Times New Roman" w:hAnsi="Times New Roman" w:cs="Times New Roman"/>
      <w:b/>
      <w:bCs/>
      <w:sz w:val="20"/>
      <w:szCs w:val="20"/>
      <w:lang w:val="uk-UA"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A73A60"/>
    <w:rPr>
      <w:rFonts w:ascii="Times New Roman" w:hAnsi="Times New Roman" w:cs="Times New Roman"/>
      <w:sz w:val="20"/>
      <w:szCs w:val="20"/>
      <w:lang w:val="uk-UA" w:eastAsia="ar-SA" w:bidi="ar-SA"/>
    </w:rPr>
  </w:style>
  <w:style w:type="character" w:customStyle="1" w:styleId="fontstyle01">
    <w:name w:val="fontstyle01"/>
    <w:basedOn w:val="DefaultParagraphFont"/>
    <w:uiPriority w:val="99"/>
    <w:rsid w:val="009E3461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21">
    <w:name w:val="fontstyle21"/>
    <w:basedOn w:val="DefaultParagraphFont"/>
    <w:uiPriority w:val="99"/>
    <w:rsid w:val="009E3461"/>
    <w:rPr>
      <w:rFonts w:ascii="Times New Roman" w:hAnsi="Times New Roman" w:cs="Times New Roman"/>
      <w:b/>
      <w:bCs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731CA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A73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73A6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6415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aliases w:val="Обычный (Web)"/>
    <w:basedOn w:val="Normal"/>
    <w:uiPriority w:val="99"/>
    <w:rsid w:val="006404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6404B8"/>
    <w:rPr>
      <w:b/>
      <w:bCs/>
    </w:rPr>
  </w:style>
  <w:style w:type="character" w:customStyle="1" w:styleId="rvts0">
    <w:name w:val="rvts0"/>
    <w:basedOn w:val="DefaultParagraphFont"/>
    <w:uiPriority w:val="99"/>
    <w:rsid w:val="00A928CD"/>
  </w:style>
  <w:style w:type="paragraph" w:styleId="BodyTextIndent">
    <w:name w:val="Body Text Indent"/>
    <w:basedOn w:val="Normal"/>
    <w:link w:val="BodyTextIndentChar"/>
    <w:uiPriority w:val="99"/>
    <w:rsid w:val="00695E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95E7B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Основной текст_"/>
    <w:link w:val="2"/>
    <w:uiPriority w:val="99"/>
    <w:locked/>
    <w:rsid w:val="00695E7B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695E7B"/>
    <w:pPr>
      <w:widowControl w:val="0"/>
      <w:shd w:val="clear" w:color="auto" w:fill="FFFFFF"/>
      <w:spacing w:before="720" w:after="0" w:line="240" w:lineRule="atLeast"/>
      <w:jc w:val="both"/>
    </w:pPr>
    <w:rPr>
      <w:sz w:val="23"/>
      <w:szCs w:val="23"/>
      <w:lang w:eastAsia="ru-RU"/>
    </w:rPr>
  </w:style>
  <w:style w:type="paragraph" w:styleId="BodyText2">
    <w:name w:val="Body Text 2"/>
    <w:basedOn w:val="Normal"/>
    <w:link w:val="BodyText2Char"/>
    <w:uiPriority w:val="99"/>
    <w:rsid w:val="008A345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A345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t42">
    <w:name w:val="st42"/>
    <w:uiPriority w:val="99"/>
    <w:rsid w:val="00F826D0"/>
    <w:rPr>
      <w:rFonts w:ascii="Times New Roman" w:hAnsi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60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1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0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01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1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6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0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254</TotalTime>
  <Pages>3</Pages>
  <Words>751</Words>
  <Characters>4287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ch02</dc:creator>
  <cp:keywords/>
  <dc:description/>
  <cp:lastModifiedBy>Customer</cp:lastModifiedBy>
  <cp:revision>24</cp:revision>
  <cp:lastPrinted>2019-12-23T07:52:00Z</cp:lastPrinted>
  <dcterms:created xsi:type="dcterms:W3CDTF">2019-11-20T14:23:00Z</dcterms:created>
  <dcterms:modified xsi:type="dcterms:W3CDTF">2019-12-23T07:54:00Z</dcterms:modified>
</cp:coreProperties>
</file>