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C0" w:rsidRDefault="005D10B2" w:rsidP="00B23AE1">
      <w:pPr>
        <w:tabs>
          <w:tab w:val="left" w:pos="8647"/>
        </w:tabs>
        <w:ind w:firstLine="720"/>
      </w:pPr>
      <w:r>
        <w:rPr>
          <w:lang w:val="uk-UA"/>
        </w:rPr>
        <w:t xml:space="preserve">  </w:t>
      </w:r>
      <w:r w:rsidR="003709BF">
        <w:rPr>
          <w:lang w:val="uk-UA"/>
        </w:rPr>
        <w:t xml:space="preserve">                                                                       </w:t>
      </w:r>
      <w:r w:rsidR="00664BF3"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8C0" w:rsidRDefault="005E78C0">
      <w:pPr>
        <w:pStyle w:val="8"/>
      </w:pPr>
    </w:p>
    <w:p w:rsidR="005E78C0" w:rsidRDefault="005E78C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5E78C0" w:rsidRDefault="005E78C0">
      <w:pPr>
        <w:jc w:val="center"/>
        <w:rPr>
          <w:b/>
          <w:sz w:val="32"/>
          <w:lang w:val="uk-UA"/>
        </w:rPr>
      </w:pPr>
    </w:p>
    <w:p w:rsidR="005E78C0" w:rsidRDefault="00357984">
      <w:pPr>
        <w:jc w:val="center"/>
        <w:rPr>
          <w:b/>
          <w:spacing w:val="80"/>
          <w:sz w:val="36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Бахмутська</w:t>
      </w:r>
      <w:proofErr w:type="spellEnd"/>
      <w:r>
        <w:rPr>
          <w:b/>
          <w:spacing w:val="80"/>
          <w:sz w:val="36"/>
          <w:lang w:val="uk-UA"/>
        </w:rPr>
        <w:t xml:space="preserve"> </w:t>
      </w:r>
      <w:r w:rsidR="005E78C0">
        <w:rPr>
          <w:b/>
          <w:spacing w:val="80"/>
          <w:sz w:val="36"/>
          <w:lang w:val="uk-UA"/>
        </w:rPr>
        <w:t>міська рада</w:t>
      </w:r>
    </w:p>
    <w:p w:rsidR="005E78C0" w:rsidRDefault="005E78C0">
      <w:pPr>
        <w:jc w:val="center"/>
        <w:rPr>
          <w:b/>
          <w:spacing w:val="80"/>
          <w:sz w:val="36"/>
          <w:lang w:val="uk-UA"/>
        </w:rPr>
      </w:pPr>
    </w:p>
    <w:p w:rsidR="005E78C0" w:rsidRDefault="005E78C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5E78C0" w:rsidRDefault="005E78C0">
      <w:pPr>
        <w:jc w:val="center"/>
        <w:rPr>
          <w:b/>
          <w:lang w:val="uk-UA"/>
        </w:rPr>
      </w:pPr>
    </w:p>
    <w:p w:rsidR="005E78C0" w:rsidRDefault="005E78C0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5E78C0" w:rsidRDefault="005E78C0" w:rsidP="00E42871">
      <w:pPr>
        <w:rPr>
          <w:b/>
          <w:sz w:val="28"/>
          <w:lang w:val="uk-UA"/>
        </w:rPr>
      </w:pPr>
    </w:p>
    <w:p w:rsidR="005E78C0" w:rsidRDefault="00F50F08">
      <w:pPr>
        <w:pStyle w:val="10"/>
        <w:autoSpaceDE w:val="0"/>
        <w:autoSpaceDN w:val="0"/>
        <w:spacing w:before="0" w:after="0"/>
        <w:rPr>
          <w:snapToGrid/>
          <w:sz w:val="26"/>
          <w:lang w:val="uk-UA"/>
        </w:rPr>
      </w:pPr>
      <w:r>
        <w:rPr>
          <w:snapToGrid/>
          <w:sz w:val="26"/>
          <w:lang w:val="uk-UA"/>
        </w:rPr>
        <w:t>09.09</w:t>
      </w:r>
      <w:r w:rsidR="001132EC">
        <w:rPr>
          <w:snapToGrid/>
          <w:sz w:val="26"/>
          <w:lang w:val="uk-UA"/>
        </w:rPr>
        <w:t>.</w:t>
      </w:r>
      <w:r w:rsidR="00846A81">
        <w:rPr>
          <w:snapToGrid/>
          <w:sz w:val="26"/>
          <w:lang w:val="uk-UA"/>
        </w:rPr>
        <w:t>20</w:t>
      </w:r>
      <w:r w:rsidR="00324772">
        <w:rPr>
          <w:snapToGrid/>
          <w:sz w:val="26"/>
          <w:lang w:val="uk-UA"/>
        </w:rPr>
        <w:t>20</w:t>
      </w:r>
      <w:r w:rsidR="00842B61">
        <w:rPr>
          <w:snapToGrid/>
          <w:sz w:val="26"/>
          <w:lang w:val="uk-UA"/>
        </w:rPr>
        <w:t xml:space="preserve"> № </w:t>
      </w:r>
      <w:r>
        <w:rPr>
          <w:snapToGrid/>
          <w:sz w:val="26"/>
          <w:lang w:val="uk-UA"/>
        </w:rPr>
        <w:t>276</w:t>
      </w:r>
    </w:p>
    <w:p w:rsidR="005E78C0" w:rsidRPr="00E42871" w:rsidRDefault="00357984">
      <w:pPr>
        <w:rPr>
          <w:sz w:val="24"/>
          <w:szCs w:val="24"/>
          <w:lang w:val="uk-UA"/>
        </w:rPr>
      </w:pPr>
      <w:proofErr w:type="spellStart"/>
      <w:r w:rsidRPr="00E42871">
        <w:rPr>
          <w:sz w:val="24"/>
          <w:szCs w:val="24"/>
          <w:lang w:val="uk-UA"/>
        </w:rPr>
        <w:t>м.Бахмут</w:t>
      </w:r>
      <w:proofErr w:type="spellEnd"/>
    </w:p>
    <w:p w:rsidR="00093853" w:rsidRDefault="00093853" w:rsidP="00633B4D">
      <w:pPr>
        <w:jc w:val="both"/>
        <w:rPr>
          <w:sz w:val="28"/>
          <w:lang w:val="uk-UA"/>
        </w:rPr>
      </w:pPr>
    </w:p>
    <w:tbl>
      <w:tblPr>
        <w:tblW w:w="5365" w:type="dxa"/>
        <w:tblInd w:w="-12" w:type="dxa"/>
        <w:tblLook w:val="0000"/>
      </w:tblPr>
      <w:tblGrid>
        <w:gridCol w:w="5365"/>
      </w:tblGrid>
      <w:tr w:rsidR="0040006F" w:rsidRPr="000C2ADA" w:rsidTr="00E42871">
        <w:trPr>
          <w:trHeight w:val="240"/>
        </w:trPr>
        <w:tc>
          <w:tcPr>
            <w:tcW w:w="5365" w:type="dxa"/>
          </w:tcPr>
          <w:p w:rsidR="0040006F" w:rsidRPr="00CD32AA" w:rsidRDefault="0040006F" w:rsidP="00B5786A">
            <w:pPr>
              <w:jc w:val="both"/>
              <w:rPr>
                <w:color w:val="000000"/>
                <w:sz w:val="28"/>
                <w:lang w:val="uk-UA"/>
              </w:rPr>
            </w:pPr>
            <w:r w:rsidRPr="00CD32AA">
              <w:rPr>
                <w:b/>
                <w:i/>
                <w:color w:val="000000"/>
                <w:sz w:val="28"/>
                <w:lang w:val="uk-UA"/>
              </w:rPr>
              <w:t xml:space="preserve">Про </w:t>
            </w:r>
            <w:r w:rsidR="00B5786A">
              <w:rPr>
                <w:b/>
                <w:i/>
                <w:color w:val="000000"/>
                <w:sz w:val="28"/>
                <w:lang w:val="uk-UA"/>
              </w:rPr>
              <w:t>включення квартир до числа службових</w:t>
            </w:r>
          </w:p>
        </w:tc>
      </w:tr>
    </w:tbl>
    <w:p w:rsidR="00093853" w:rsidRDefault="00093853" w:rsidP="00186A84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</w:p>
    <w:p w:rsidR="00E42871" w:rsidRDefault="00D7231F" w:rsidP="00E42871">
      <w:pPr>
        <w:ind w:firstLine="720"/>
        <w:jc w:val="both"/>
        <w:rPr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Заслухавши інформацію </w:t>
      </w:r>
      <w:proofErr w:type="spellStart"/>
      <w:r>
        <w:rPr>
          <w:color w:val="000000" w:themeColor="text1"/>
          <w:sz w:val="28"/>
          <w:lang w:val="uk-UA"/>
        </w:rPr>
        <w:t>в.о.начальника</w:t>
      </w:r>
      <w:proofErr w:type="spellEnd"/>
      <w:r>
        <w:rPr>
          <w:color w:val="000000" w:themeColor="text1"/>
          <w:sz w:val="28"/>
          <w:lang w:val="uk-UA"/>
        </w:rPr>
        <w:t xml:space="preserve"> Управління розвитку міського господарства та капітального будівництва </w:t>
      </w:r>
      <w:proofErr w:type="spellStart"/>
      <w:r>
        <w:rPr>
          <w:color w:val="000000" w:themeColor="text1"/>
          <w:sz w:val="28"/>
          <w:lang w:val="uk-UA"/>
        </w:rPr>
        <w:t>Бахмутської</w:t>
      </w:r>
      <w:proofErr w:type="spellEnd"/>
      <w:r>
        <w:rPr>
          <w:color w:val="000000" w:themeColor="text1"/>
          <w:sz w:val="28"/>
          <w:lang w:val="uk-UA"/>
        </w:rPr>
        <w:t xml:space="preserve"> міської ради Орел Н.І., р</w:t>
      </w:r>
      <w:r w:rsidR="002A7A92" w:rsidRPr="00BB4D2C">
        <w:rPr>
          <w:color w:val="000000" w:themeColor="text1"/>
          <w:sz w:val="28"/>
          <w:lang w:val="uk-UA"/>
        </w:rPr>
        <w:t xml:space="preserve">озглянувши </w:t>
      </w:r>
      <w:r w:rsidR="00B5786A">
        <w:rPr>
          <w:color w:val="000000" w:themeColor="text1"/>
          <w:sz w:val="28"/>
          <w:lang w:val="uk-UA"/>
        </w:rPr>
        <w:t xml:space="preserve">листи Головного управління Національної поліції в </w:t>
      </w:r>
      <w:r w:rsidR="009B5877">
        <w:rPr>
          <w:color w:val="000000" w:themeColor="text1"/>
          <w:sz w:val="28"/>
          <w:lang w:val="uk-UA"/>
        </w:rPr>
        <w:t>Д</w:t>
      </w:r>
      <w:r w:rsidR="00B5786A">
        <w:rPr>
          <w:color w:val="000000" w:themeColor="text1"/>
          <w:sz w:val="28"/>
          <w:lang w:val="uk-UA"/>
        </w:rPr>
        <w:t xml:space="preserve">онецькій області від </w:t>
      </w:r>
      <w:r w:rsidR="00011636">
        <w:rPr>
          <w:color w:val="000000" w:themeColor="text1"/>
          <w:sz w:val="28"/>
          <w:lang w:val="uk-UA"/>
        </w:rPr>
        <w:t xml:space="preserve">08.07.2020 № 4246/05/28-2020 (вх. від 14.07.2020 № 06/10-8063) та територіального управління Державної судової адміністрації України в Донецькій області від 21.07.2020 № 03-1872/20 (вх. від 27.07.2020                      № 06-10/8772) </w:t>
      </w:r>
      <w:r w:rsidR="00620552">
        <w:rPr>
          <w:color w:val="000000" w:themeColor="text1"/>
          <w:sz w:val="28"/>
          <w:szCs w:val="28"/>
          <w:lang w:val="uk-UA"/>
        </w:rPr>
        <w:t xml:space="preserve">щодо </w:t>
      </w:r>
      <w:r w:rsidR="00B5786A">
        <w:rPr>
          <w:color w:val="000000" w:themeColor="text1"/>
          <w:sz w:val="28"/>
          <w:szCs w:val="28"/>
          <w:lang w:val="uk-UA"/>
        </w:rPr>
        <w:t>включення квартир до числа службових</w:t>
      </w:r>
      <w:r w:rsidR="002E243D">
        <w:rPr>
          <w:color w:val="000000" w:themeColor="text1"/>
          <w:sz w:val="28"/>
          <w:szCs w:val="28"/>
          <w:lang w:val="uk-UA"/>
        </w:rPr>
        <w:t>,</w:t>
      </w:r>
      <w:r w:rsidR="00620552">
        <w:rPr>
          <w:color w:val="000000" w:themeColor="text1"/>
          <w:sz w:val="28"/>
          <w:szCs w:val="28"/>
          <w:lang w:val="uk-UA"/>
        </w:rPr>
        <w:t xml:space="preserve"> протокольне рішення </w:t>
      </w:r>
      <w:r w:rsidR="00620552" w:rsidRPr="00BB4D2C">
        <w:rPr>
          <w:color w:val="000000" w:themeColor="text1"/>
          <w:sz w:val="28"/>
          <w:lang w:val="uk-UA"/>
        </w:rPr>
        <w:t xml:space="preserve">міської житлової комісії при виконкомі </w:t>
      </w:r>
      <w:proofErr w:type="spellStart"/>
      <w:r w:rsidR="00620552" w:rsidRPr="00BB4D2C">
        <w:rPr>
          <w:color w:val="000000" w:themeColor="text1"/>
          <w:sz w:val="28"/>
          <w:lang w:val="uk-UA"/>
        </w:rPr>
        <w:t>Бахмутської</w:t>
      </w:r>
      <w:proofErr w:type="spellEnd"/>
      <w:r w:rsidR="00620552" w:rsidRPr="00BB4D2C">
        <w:rPr>
          <w:color w:val="000000" w:themeColor="text1"/>
          <w:sz w:val="28"/>
          <w:lang w:val="uk-UA"/>
        </w:rPr>
        <w:t xml:space="preserve"> міської ради</w:t>
      </w:r>
      <w:r w:rsidR="00620552" w:rsidRPr="002259F0">
        <w:rPr>
          <w:color w:val="000000" w:themeColor="text1"/>
          <w:sz w:val="28"/>
          <w:szCs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>(витяг з протоколу</w:t>
      </w:r>
      <w:r w:rsidR="00BB4D2C" w:rsidRPr="00BB4D2C">
        <w:rPr>
          <w:color w:val="000000" w:themeColor="text1"/>
          <w:sz w:val="28"/>
          <w:lang w:val="uk-UA"/>
        </w:rPr>
        <w:t xml:space="preserve"> </w:t>
      </w:r>
      <w:r w:rsidR="002A7A92" w:rsidRPr="00BB4D2C">
        <w:rPr>
          <w:color w:val="000000" w:themeColor="text1"/>
          <w:sz w:val="28"/>
          <w:lang w:val="uk-UA"/>
        </w:rPr>
        <w:t xml:space="preserve">від </w:t>
      </w:r>
      <w:r w:rsidR="002B0425" w:rsidRPr="00BB4D2C">
        <w:rPr>
          <w:color w:val="000000" w:themeColor="text1"/>
          <w:sz w:val="28"/>
          <w:lang w:val="uk-UA"/>
        </w:rPr>
        <w:t>0</w:t>
      </w:r>
      <w:r w:rsidR="002E243D">
        <w:rPr>
          <w:color w:val="000000" w:themeColor="text1"/>
          <w:sz w:val="28"/>
          <w:lang w:val="uk-UA"/>
        </w:rPr>
        <w:t>7</w:t>
      </w:r>
      <w:r w:rsidR="00CA08BD" w:rsidRPr="00BB4D2C">
        <w:rPr>
          <w:color w:val="000000" w:themeColor="text1"/>
          <w:sz w:val="28"/>
          <w:lang w:val="uk-UA"/>
        </w:rPr>
        <w:t>.</w:t>
      </w:r>
      <w:r w:rsidR="002B0425" w:rsidRPr="00BB4D2C">
        <w:rPr>
          <w:color w:val="000000" w:themeColor="text1"/>
          <w:sz w:val="28"/>
          <w:lang w:val="uk-UA"/>
        </w:rPr>
        <w:t>0</w:t>
      </w:r>
      <w:r w:rsidR="002E243D">
        <w:rPr>
          <w:color w:val="000000" w:themeColor="text1"/>
          <w:sz w:val="28"/>
          <w:lang w:val="uk-UA"/>
        </w:rPr>
        <w:t>8</w:t>
      </w:r>
      <w:r w:rsidR="002A7A92" w:rsidRPr="00BB4D2C">
        <w:rPr>
          <w:color w:val="000000" w:themeColor="text1"/>
          <w:sz w:val="28"/>
          <w:lang w:val="uk-UA"/>
        </w:rPr>
        <w:t>.20</w:t>
      </w:r>
      <w:r w:rsidR="002B0425" w:rsidRPr="00BB4D2C">
        <w:rPr>
          <w:color w:val="000000" w:themeColor="text1"/>
          <w:sz w:val="28"/>
          <w:lang w:val="uk-UA"/>
        </w:rPr>
        <w:t>20</w:t>
      </w:r>
      <w:r w:rsidR="002A7A92" w:rsidRPr="00BB4D2C">
        <w:rPr>
          <w:color w:val="000000" w:themeColor="text1"/>
          <w:sz w:val="28"/>
          <w:lang w:val="uk-UA"/>
        </w:rPr>
        <w:t xml:space="preserve"> № </w:t>
      </w:r>
      <w:r w:rsidR="002E243D">
        <w:rPr>
          <w:color w:val="000000" w:themeColor="text1"/>
          <w:sz w:val="28"/>
          <w:lang w:val="uk-UA"/>
        </w:rPr>
        <w:t>8</w:t>
      </w:r>
      <w:r w:rsidR="002A7A92" w:rsidRPr="00BB4D2C">
        <w:rPr>
          <w:color w:val="000000" w:themeColor="text1"/>
          <w:sz w:val="28"/>
          <w:lang w:val="uk-UA"/>
        </w:rPr>
        <w:t>),</w:t>
      </w:r>
      <w:r w:rsidR="002A7A92" w:rsidRPr="00E42871">
        <w:rPr>
          <w:color w:val="FF0000"/>
          <w:sz w:val="28"/>
          <w:lang w:val="uk-UA"/>
        </w:rPr>
        <w:t xml:space="preserve"> </w:t>
      </w:r>
      <w:r w:rsidR="002E04E3">
        <w:rPr>
          <w:color w:val="000000"/>
          <w:sz w:val="28"/>
          <w:szCs w:val="28"/>
          <w:lang w:val="uk-UA"/>
        </w:rPr>
        <w:t xml:space="preserve"> </w:t>
      </w:r>
      <w:r w:rsidR="00E42871" w:rsidRPr="00B765AF">
        <w:rPr>
          <w:sz w:val="28"/>
          <w:lang w:val="uk-UA"/>
        </w:rPr>
        <w:t xml:space="preserve">відповідно </w:t>
      </w:r>
      <w:r w:rsidR="00E42871">
        <w:rPr>
          <w:sz w:val="28"/>
          <w:lang w:val="uk-UA"/>
        </w:rPr>
        <w:t xml:space="preserve">до </w:t>
      </w:r>
      <w:r w:rsidR="00E42871" w:rsidRPr="008C3856">
        <w:rPr>
          <w:sz w:val="28"/>
          <w:lang w:val="uk-UA"/>
        </w:rPr>
        <w:t>ст.</w:t>
      </w:r>
      <w:r w:rsidR="00E42871" w:rsidRPr="00510897">
        <w:rPr>
          <w:color w:val="000000"/>
          <w:sz w:val="28"/>
          <w:lang w:val="uk-UA"/>
        </w:rPr>
        <w:t xml:space="preserve">ст. </w:t>
      </w:r>
      <w:r w:rsidR="00E42871">
        <w:rPr>
          <w:color w:val="000000"/>
          <w:sz w:val="28"/>
          <w:lang w:val="uk-UA"/>
        </w:rPr>
        <w:t xml:space="preserve">15, </w:t>
      </w:r>
      <w:r w:rsidR="00B5786A">
        <w:rPr>
          <w:color w:val="000000"/>
          <w:sz w:val="28"/>
          <w:lang w:val="uk-UA"/>
        </w:rPr>
        <w:t>118</w:t>
      </w:r>
      <w:r w:rsidR="00E42871" w:rsidRPr="00701C8E">
        <w:rPr>
          <w:sz w:val="28"/>
          <w:lang w:val="uk-UA"/>
        </w:rPr>
        <w:t xml:space="preserve"> </w:t>
      </w:r>
      <w:r w:rsidR="00E42871">
        <w:rPr>
          <w:sz w:val="28"/>
          <w:lang w:val="uk-UA"/>
        </w:rPr>
        <w:t>Житлового К</w:t>
      </w:r>
      <w:r w:rsidR="00E42871" w:rsidRPr="00016C00">
        <w:rPr>
          <w:sz w:val="28"/>
          <w:lang w:val="uk-UA"/>
        </w:rPr>
        <w:t>одексу Української РСР</w:t>
      </w:r>
      <w:r w:rsidR="00E42871" w:rsidRPr="00016C00">
        <w:rPr>
          <w:sz w:val="28"/>
          <w:szCs w:val="28"/>
          <w:lang w:val="uk-UA"/>
        </w:rPr>
        <w:t>,</w:t>
      </w:r>
      <w:r w:rsidR="00E42871" w:rsidRPr="00F95FEE">
        <w:rPr>
          <w:sz w:val="28"/>
          <w:lang w:val="uk-UA"/>
        </w:rPr>
        <w:t xml:space="preserve"> </w:t>
      </w:r>
      <w:r w:rsidR="00B5786A">
        <w:rPr>
          <w:sz w:val="28"/>
          <w:lang w:val="uk-UA"/>
        </w:rPr>
        <w:t>Положення про порядок надання службових жилих приміщень і користування ними в Українській РСР</w:t>
      </w:r>
      <w:r w:rsidR="00E42871">
        <w:rPr>
          <w:sz w:val="28"/>
          <w:lang w:val="uk-UA"/>
        </w:rPr>
        <w:t>, затверджен</w:t>
      </w:r>
      <w:r w:rsidR="00B5786A">
        <w:rPr>
          <w:sz w:val="28"/>
          <w:lang w:val="uk-UA"/>
        </w:rPr>
        <w:t>ого</w:t>
      </w:r>
      <w:r w:rsidR="00E42871">
        <w:rPr>
          <w:sz w:val="28"/>
          <w:lang w:val="uk-UA"/>
        </w:rPr>
        <w:t xml:space="preserve"> постановою Ради Міністрів Української РСР від </w:t>
      </w:r>
      <w:r w:rsidR="00B5786A">
        <w:rPr>
          <w:sz w:val="28"/>
          <w:lang w:val="uk-UA"/>
        </w:rPr>
        <w:t>04.0</w:t>
      </w:r>
      <w:r w:rsidR="00E42871">
        <w:rPr>
          <w:sz w:val="28"/>
          <w:lang w:val="uk-UA"/>
        </w:rPr>
        <w:t>2.8</w:t>
      </w:r>
      <w:r w:rsidR="00B5786A">
        <w:rPr>
          <w:sz w:val="28"/>
          <w:lang w:val="uk-UA"/>
        </w:rPr>
        <w:t>8</w:t>
      </w:r>
      <w:r w:rsidR="00E42871">
        <w:rPr>
          <w:sz w:val="28"/>
          <w:lang w:val="uk-UA"/>
        </w:rPr>
        <w:t xml:space="preserve"> № </w:t>
      </w:r>
      <w:r w:rsidR="00B5786A">
        <w:rPr>
          <w:sz w:val="28"/>
          <w:lang w:val="uk-UA"/>
        </w:rPr>
        <w:t>37</w:t>
      </w:r>
      <w:r w:rsidR="00E42871">
        <w:rPr>
          <w:sz w:val="28"/>
          <w:lang w:val="uk-UA"/>
        </w:rPr>
        <w:t xml:space="preserve"> (зі змінами), керуючись ст.ст. 30, 52 Закону України </w:t>
      </w:r>
      <w:proofErr w:type="spellStart"/>
      <w:r w:rsidR="00E42871">
        <w:rPr>
          <w:sz w:val="28"/>
          <w:lang w:val="uk-UA"/>
        </w:rPr>
        <w:t>“Про</w:t>
      </w:r>
      <w:proofErr w:type="spellEnd"/>
      <w:r w:rsidR="00E42871">
        <w:rPr>
          <w:sz w:val="28"/>
          <w:lang w:val="uk-UA"/>
        </w:rPr>
        <w:t xml:space="preserve"> місцеве самоврядування в </w:t>
      </w:r>
      <w:proofErr w:type="spellStart"/>
      <w:r w:rsidR="00E42871">
        <w:rPr>
          <w:sz w:val="28"/>
          <w:lang w:val="uk-UA"/>
        </w:rPr>
        <w:t>Україні”</w:t>
      </w:r>
      <w:proofErr w:type="spellEnd"/>
      <w:r w:rsidR="00E42871">
        <w:rPr>
          <w:sz w:val="28"/>
          <w:lang w:val="uk-UA"/>
        </w:rPr>
        <w:t>, викон</w:t>
      </w:r>
      <w:r>
        <w:rPr>
          <w:sz w:val="28"/>
          <w:lang w:val="uk-UA"/>
        </w:rPr>
        <w:t xml:space="preserve">авчий </w:t>
      </w:r>
      <w:r w:rsidR="00E42871">
        <w:rPr>
          <w:sz w:val="28"/>
          <w:lang w:val="uk-UA"/>
        </w:rPr>
        <w:t>ком</w:t>
      </w:r>
      <w:r>
        <w:rPr>
          <w:sz w:val="28"/>
          <w:lang w:val="uk-UA"/>
        </w:rPr>
        <w:t>ітет</w:t>
      </w:r>
      <w:r w:rsidR="00E42871">
        <w:rPr>
          <w:sz w:val="28"/>
          <w:lang w:val="uk-UA"/>
        </w:rPr>
        <w:t xml:space="preserve"> </w:t>
      </w:r>
      <w:proofErr w:type="spellStart"/>
      <w:r w:rsidR="00E42871">
        <w:rPr>
          <w:sz w:val="28"/>
          <w:lang w:val="uk-UA"/>
        </w:rPr>
        <w:t>Бахмутської</w:t>
      </w:r>
      <w:proofErr w:type="spellEnd"/>
      <w:r w:rsidR="00E42871">
        <w:rPr>
          <w:sz w:val="28"/>
          <w:lang w:val="uk-UA"/>
        </w:rPr>
        <w:t xml:space="preserve"> міської ради</w:t>
      </w:r>
    </w:p>
    <w:p w:rsidR="00D7231F" w:rsidRDefault="00D7231F">
      <w:pPr>
        <w:ind w:firstLine="720"/>
        <w:jc w:val="both"/>
        <w:rPr>
          <w:b/>
          <w:sz w:val="28"/>
          <w:lang w:val="uk-UA"/>
        </w:rPr>
      </w:pPr>
    </w:p>
    <w:p w:rsidR="005E78C0" w:rsidRDefault="005E78C0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F73FDD" w:rsidRDefault="00F73FDD">
      <w:pPr>
        <w:ind w:firstLine="720"/>
        <w:jc w:val="both"/>
        <w:rPr>
          <w:b/>
          <w:sz w:val="28"/>
          <w:lang w:val="uk-UA"/>
        </w:rPr>
      </w:pPr>
    </w:p>
    <w:p w:rsidR="00CD10DE" w:rsidRDefault="00E42871" w:rsidP="00B5786A">
      <w:pPr>
        <w:pStyle w:val="31"/>
        <w:numPr>
          <w:ilvl w:val="0"/>
          <w:numId w:val="17"/>
        </w:numPr>
        <w:tabs>
          <w:tab w:val="clear" w:pos="1134"/>
          <w:tab w:val="left" w:pos="709"/>
        </w:tabs>
        <w:rPr>
          <w:b w:val="0"/>
        </w:rPr>
      </w:pPr>
      <w:r>
        <w:rPr>
          <w:b w:val="0"/>
        </w:rPr>
        <w:t>В</w:t>
      </w:r>
      <w:r w:rsidR="00B5786A">
        <w:rPr>
          <w:b w:val="0"/>
        </w:rPr>
        <w:t>ключити до числа службових жилих приміщень</w:t>
      </w:r>
      <w:r w:rsidR="009B5877">
        <w:rPr>
          <w:b w:val="0"/>
        </w:rPr>
        <w:t>:</w:t>
      </w:r>
    </w:p>
    <w:p w:rsidR="00B5786A" w:rsidRDefault="00B5786A" w:rsidP="00B5786A">
      <w:pPr>
        <w:pStyle w:val="31"/>
        <w:tabs>
          <w:tab w:val="clear" w:pos="1134"/>
          <w:tab w:val="left" w:pos="709"/>
        </w:tabs>
        <w:ind w:left="1080"/>
        <w:rPr>
          <w:b w:val="0"/>
        </w:rPr>
      </w:pPr>
    </w:p>
    <w:p w:rsidR="00B5786A" w:rsidRDefault="009B5877" w:rsidP="009B5877">
      <w:pPr>
        <w:pStyle w:val="31"/>
        <w:tabs>
          <w:tab w:val="clear" w:pos="1134"/>
          <w:tab w:val="left" w:pos="0"/>
        </w:tabs>
        <w:ind w:firstLine="720"/>
        <w:rPr>
          <w:b w:val="0"/>
          <w:color w:val="000000" w:themeColor="text1"/>
        </w:rPr>
      </w:pPr>
      <w:r>
        <w:rPr>
          <w:b w:val="0"/>
        </w:rPr>
        <w:t xml:space="preserve">1.1. Головного </w:t>
      </w:r>
      <w:r w:rsidRPr="009B5877">
        <w:rPr>
          <w:b w:val="0"/>
          <w:color w:val="000000" w:themeColor="text1"/>
        </w:rPr>
        <w:t>управлінн</w:t>
      </w:r>
      <w:r>
        <w:rPr>
          <w:b w:val="0"/>
          <w:color w:val="000000" w:themeColor="text1"/>
        </w:rPr>
        <w:t>я</w:t>
      </w:r>
      <w:r w:rsidRPr="009B5877">
        <w:rPr>
          <w:b w:val="0"/>
          <w:color w:val="000000" w:themeColor="text1"/>
        </w:rPr>
        <w:t xml:space="preserve"> Національної поліції в </w:t>
      </w:r>
      <w:r>
        <w:rPr>
          <w:b w:val="0"/>
          <w:color w:val="000000" w:themeColor="text1"/>
        </w:rPr>
        <w:t>Д</w:t>
      </w:r>
      <w:r w:rsidRPr="009B5877">
        <w:rPr>
          <w:b w:val="0"/>
          <w:color w:val="000000" w:themeColor="text1"/>
        </w:rPr>
        <w:t>онецькій області</w:t>
      </w:r>
      <w:r>
        <w:rPr>
          <w:b w:val="0"/>
          <w:color w:val="000000" w:themeColor="text1"/>
        </w:rPr>
        <w:t xml:space="preserve"> – двокімнатну квартиру № 6, жилою площею 29,70 </w:t>
      </w:r>
      <w:proofErr w:type="spellStart"/>
      <w:r>
        <w:rPr>
          <w:b w:val="0"/>
          <w:color w:val="000000" w:themeColor="text1"/>
        </w:rPr>
        <w:t>кв.м</w:t>
      </w:r>
      <w:proofErr w:type="spellEnd"/>
      <w:r>
        <w:rPr>
          <w:b w:val="0"/>
          <w:color w:val="000000" w:themeColor="text1"/>
        </w:rPr>
        <w:t xml:space="preserve">., загальною площею 50,60 </w:t>
      </w:r>
      <w:proofErr w:type="spellStart"/>
      <w:r>
        <w:rPr>
          <w:b w:val="0"/>
          <w:color w:val="000000" w:themeColor="text1"/>
        </w:rPr>
        <w:t>кв.м</w:t>
      </w:r>
      <w:proofErr w:type="spellEnd"/>
      <w:r>
        <w:rPr>
          <w:b w:val="0"/>
          <w:color w:val="000000" w:themeColor="text1"/>
        </w:rPr>
        <w:t xml:space="preserve"> , по вулиці Перемоги, 32 у місті </w:t>
      </w:r>
      <w:proofErr w:type="spellStart"/>
      <w:r>
        <w:rPr>
          <w:b w:val="0"/>
          <w:color w:val="000000" w:themeColor="text1"/>
        </w:rPr>
        <w:t>Бахмуті</w:t>
      </w:r>
      <w:proofErr w:type="spellEnd"/>
      <w:r>
        <w:rPr>
          <w:b w:val="0"/>
          <w:color w:val="000000" w:themeColor="text1"/>
        </w:rPr>
        <w:t>.</w:t>
      </w:r>
    </w:p>
    <w:p w:rsidR="009B5877" w:rsidRDefault="009B5877" w:rsidP="009B5877">
      <w:pPr>
        <w:pStyle w:val="31"/>
        <w:tabs>
          <w:tab w:val="clear" w:pos="1134"/>
          <w:tab w:val="left" w:pos="0"/>
        </w:tabs>
        <w:ind w:firstLine="720"/>
        <w:rPr>
          <w:b w:val="0"/>
        </w:rPr>
      </w:pPr>
    </w:p>
    <w:p w:rsidR="009B5877" w:rsidRDefault="009B5877" w:rsidP="009B5877">
      <w:pPr>
        <w:pStyle w:val="31"/>
        <w:tabs>
          <w:tab w:val="clear" w:pos="1134"/>
          <w:tab w:val="left" w:pos="0"/>
        </w:tabs>
        <w:ind w:firstLine="720"/>
        <w:rPr>
          <w:b w:val="0"/>
          <w:color w:val="000000" w:themeColor="text1"/>
        </w:rPr>
      </w:pPr>
      <w:r>
        <w:rPr>
          <w:b w:val="0"/>
        </w:rPr>
        <w:t xml:space="preserve">1.2. Територіального управління Державної судової адміністрації України в Донецькій області - </w:t>
      </w:r>
      <w:r>
        <w:rPr>
          <w:b w:val="0"/>
          <w:color w:val="000000" w:themeColor="text1"/>
        </w:rPr>
        <w:t xml:space="preserve">двокімнатну квартиру № 21, жилою площею 31,90 </w:t>
      </w:r>
      <w:proofErr w:type="spellStart"/>
      <w:r>
        <w:rPr>
          <w:b w:val="0"/>
          <w:color w:val="000000" w:themeColor="text1"/>
        </w:rPr>
        <w:t>кв.м</w:t>
      </w:r>
      <w:proofErr w:type="spellEnd"/>
      <w:r>
        <w:rPr>
          <w:b w:val="0"/>
          <w:color w:val="000000" w:themeColor="text1"/>
        </w:rPr>
        <w:t xml:space="preserve">., загальною площею 46,50 </w:t>
      </w:r>
      <w:proofErr w:type="spellStart"/>
      <w:r>
        <w:rPr>
          <w:b w:val="0"/>
          <w:color w:val="000000" w:themeColor="text1"/>
        </w:rPr>
        <w:t>кв.м</w:t>
      </w:r>
      <w:proofErr w:type="spellEnd"/>
      <w:r>
        <w:rPr>
          <w:b w:val="0"/>
          <w:color w:val="000000" w:themeColor="text1"/>
        </w:rPr>
        <w:t xml:space="preserve"> , по вулиці Польовій, 41 у місті </w:t>
      </w:r>
      <w:proofErr w:type="spellStart"/>
      <w:r>
        <w:rPr>
          <w:b w:val="0"/>
          <w:color w:val="000000" w:themeColor="text1"/>
        </w:rPr>
        <w:t>Бахмуті</w:t>
      </w:r>
      <w:proofErr w:type="spellEnd"/>
      <w:r>
        <w:rPr>
          <w:b w:val="0"/>
          <w:color w:val="000000" w:themeColor="text1"/>
        </w:rPr>
        <w:t>.</w:t>
      </w:r>
    </w:p>
    <w:p w:rsidR="00587926" w:rsidRPr="00555F85" w:rsidRDefault="005A2F31" w:rsidP="00852DCE">
      <w:pPr>
        <w:pStyle w:val="31"/>
        <w:tabs>
          <w:tab w:val="left" w:pos="709"/>
        </w:tabs>
        <w:rPr>
          <w:b w:val="0"/>
        </w:rPr>
      </w:pPr>
      <w:r>
        <w:rPr>
          <w:b w:val="0"/>
          <w:color w:val="000000"/>
          <w:szCs w:val="28"/>
        </w:rPr>
        <w:lastRenderedPageBreak/>
        <w:tab/>
      </w:r>
      <w:r w:rsidR="00B5786A">
        <w:rPr>
          <w:b w:val="0"/>
          <w:color w:val="000000"/>
          <w:szCs w:val="28"/>
        </w:rPr>
        <w:t>2</w:t>
      </w:r>
      <w:r w:rsidR="00587926" w:rsidRPr="00555F85">
        <w:rPr>
          <w:b w:val="0"/>
        </w:rPr>
        <w:t xml:space="preserve">. </w:t>
      </w:r>
      <w:r w:rsidR="00B5786A">
        <w:rPr>
          <w:b w:val="0"/>
        </w:rPr>
        <w:t>У</w:t>
      </w:r>
      <w:r w:rsidR="00587926" w:rsidRPr="00555F85">
        <w:rPr>
          <w:b w:val="0"/>
        </w:rPr>
        <w:t>правлінн</w:t>
      </w:r>
      <w:r w:rsidR="00B5786A">
        <w:rPr>
          <w:b w:val="0"/>
        </w:rPr>
        <w:t>ю</w:t>
      </w:r>
      <w:r w:rsidR="00587926" w:rsidRPr="00555F85">
        <w:rPr>
          <w:b w:val="0"/>
        </w:rPr>
        <w:t xml:space="preserve"> розвитку міського господарства та капітального будівництва </w:t>
      </w:r>
      <w:proofErr w:type="spellStart"/>
      <w:r w:rsidR="00587926" w:rsidRPr="00555F85">
        <w:rPr>
          <w:b w:val="0"/>
        </w:rPr>
        <w:t>Бахмутської</w:t>
      </w:r>
      <w:proofErr w:type="spellEnd"/>
      <w:r w:rsidR="00587926" w:rsidRPr="00555F85">
        <w:rPr>
          <w:b w:val="0"/>
        </w:rPr>
        <w:t xml:space="preserve"> міської ради (</w:t>
      </w:r>
      <w:r w:rsidR="0080259C">
        <w:rPr>
          <w:b w:val="0"/>
        </w:rPr>
        <w:t>Орел</w:t>
      </w:r>
      <w:r w:rsidR="00587926" w:rsidRPr="00555F85">
        <w:rPr>
          <w:b w:val="0"/>
        </w:rPr>
        <w:t>)</w:t>
      </w:r>
      <w:r w:rsidR="00B5786A">
        <w:rPr>
          <w:b w:val="0"/>
        </w:rPr>
        <w:t xml:space="preserve"> поставити зазначені службові приміщення на облік службових жилих приміщень в установленому законом порядку.</w:t>
      </w:r>
    </w:p>
    <w:p w:rsidR="00587926" w:rsidRDefault="00587926" w:rsidP="00587926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587926" w:rsidRPr="008D6463" w:rsidRDefault="00B5786A" w:rsidP="00587926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3</w:t>
      </w:r>
      <w:r w:rsidR="002B0425">
        <w:rPr>
          <w:sz w:val="28"/>
          <w:szCs w:val="28"/>
          <w:lang w:val="uk-UA"/>
        </w:rPr>
        <w:t>.</w:t>
      </w:r>
      <w:r w:rsidR="0040472F">
        <w:rPr>
          <w:sz w:val="28"/>
          <w:szCs w:val="28"/>
          <w:lang w:val="uk-UA"/>
        </w:rPr>
        <w:t xml:space="preserve"> </w:t>
      </w:r>
      <w:r w:rsidR="00587926">
        <w:rPr>
          <w:sz w:val="28"/>
          <w:lang w:val="uk-UA"/>
        </w:rPr>
        <w:t xml:space="preserve">Координаційне забезпечення виконання рішення покласти на  заступника міського голови </w:t>
      </w:r>
      <w:proofErr w:type="spellStart"/>
      <w:r w:rsidR="00587926">
        <w:rPr>
          <w:sz w:val="28"/>
          <w:lang w:val="uk-UA"/>
        </w:rPr>
        <w:t>Стрющенка</w:t>
      </w:r>
      <w:proofErr w:type="spellEnd"/>
      <w:r w:rsidR="00587926">
        <w:rPr>
          <w:sz w:val="28"/>
          <w:lang w:val="uk-UA"/>
        </w:rPr>
        <w:t xml:space="preserve"> О.В.</w:t>
      </w:r>
    </w:p>
    <w:p w:rsidR="00587926" w:rsidRDefault="00587926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87926" w:rsidRDefault="00587926" w:rsidP="0058792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38142F" w:rsidRDefault="003B0367" w:rsidP="00E13572">
      <w:pPr>
        <w:tabs>
          <w:tab w:val="left" w:pos="709"/>
          <w:tab w:val="left" w:pos="1134"/>
          <w:tab w:val="left" w:pos="7088"/>
        </w:tabs>
        <w:rPr>
          <w:b/>
          <w:sz w:val="28"/>
          <w:szCs w:val="28"/>
          <w:lang w:val="uk-UA"/>
        </w:rPr>
      </w:pPr>
      <w:r w:rsidRPr="00E42871">
        <w:rPr>
          <w:b/>
          <w:i/>
          <w:sz w:val="28"/>
          <w:szCs w:val="28"/>
          <w:lang w:val="uk-UA"/>
        </w:rPr>
        <w:t>М</w:t>
      </w:r>
      <w:r w:rsidR="00587926" w:rsidRPr="00E42871">
        <w:rPr>
          <w:b/>
          <w:i/>
          <w:sz w:val="28"/>
          <w:szCs w:val="28"/>
          <w:lang w:val="uk-UA"/>
        </w:rPr>
        <w:t>іськ</w:t>
      </w:r>
      <w:r w:rsidRPr="00E42871">
        <w:rPr>
          <w:b/>
          <w:i/>
          <w:sz w:val="28"/>
          <w:szCs w:val="28"/>
          <w:lang w:val="uk-UA"/>
        </w:rPr>
        <w:t>ий</w:t>
      </w:r>
      <w:r w:rsidR="00587926" w:rsidRPr="00E42871">
        <w:rPr>
          <w:b/>
          <w:i/>
          <w:sz w:val="28"/>
          <w:szCs w:val="28"/>
          <w:lang w:val="uk-UA"/>
        </w:rPr>
        <w:t xml:space="preserve"> голов</w:t>
      </w:r>
      <w:r w:rsidRPr="00E42871">
        <w:rPr>
          <w:b/>
          <w:i/>
          <w:sz w:val="28"/>
          <w:szCs w:val="28"/>
          <w:lang w:val="uk-UA"/>
        </w:rPr>
        <w:t>а</w:t>
      </w:r>
      <w:r w:rsidR="005A2F31">
        <w:rPr>
          <w:b/>
          <w:i/>
          <w:sz w:val="28"/>
          <w:szCs w:val="28"/>
          <w:lang w:val="uk-UA"/>
        </w:rPr>
        <w:t xml:space="preserve">                                                                         </w:t>
      </w:r>
      <w:r w:rsidRPr="00E42871">
        <w:rPr>
          <w:b/>
          <w:i/>
          <w:sz w:val="28"/>
          <w:szCs w:val="28"/>
          <w:lang w:val="uk-UA"/>
        </w:rPr>
        <w:t>О.О.РЕВА</w:t>
      </w:r>
    </w:p>
    <w:sectPr w:rsidR="0038142F" w:rsidSect="00FE31C8">
      <w:headerReference w:type="default" r:id="rId9"/>
      <w:footerReference w:type="even" r:id="rId10"/>
      <w:footerReference w:type="default" r:id="rId11"/>
      <w:pgSz w:w="11906" w:h="16838" w:code="9"/>
      <w:pgMar w:top="1134" w:right="567" w:bottom="992" w:left="1701" w:header="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B59" w:rsidRDefault="00D16B59">
      <w:r>
        <w:separator/>
      </w:r>
    </w:p>
  </w:endnote>
  <w:endnote w:type="continuationSeparator" w:id="1">
    <w:p w:rsidR="00D16B59" w:rsidRDefault="00D16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Default="001110BA" w:rsidP="007667F6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18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1835" w:rsidRDefault="003A1835" w:rsidP="00BC245F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835" w:rsidRPr="006509D3" w:rsidRDefault="003A1835" w:rsidP="00BC245F">
    <w:pPr>
      <w:pStyle w:val="ab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B59" w:rsidRDefault="00D16B59">
      <w:r>
        <w:separator/>
      </w:r>
    </w:p>
  </w:footnote>
  <w:footnote w:type="continuationSeparator" w:id="1">
    <w:p w:rsidR="00D16B59" w:rsidRDefault="00D16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F5A" w:rsidRDefault="00231F5A">
    <w:pPr>
      <w:pStyle w:val="a3"/>
      <w:jc w:val="center"/>
    </w:pPr>
  </w:p>
  <w:p w:rsidR="003A1835" w:rsidRDefault="003A183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033542D3"/>
    <w:multiLevelType w:val="hybridMultilevel"/>
    <w:tmpl w:val="3702B940"/>
    <w:lvl w:ilvl="0" w:tplc="B7DE5B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4973770"/>
    <w:multiLevelType w:val="hybridMultilevel"/>
    <w:tmpl w:val="8B24600C"/>
    <w:lvl w:ilvl="0" w:tplc="6374ADA8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">
    <w:nsid w:val="109E211A"/>
    <w:multiLevelType w:val="multilevel"/>
    <w:tmpl w:val="DF9851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  <w:b/>
        <w:i/>
      </w:rPr>
    </w:lvl>
  </w:abstractNum>
  <w:abstractNum w:abstractNumId="4">
    <w:nsid w:val="125B5C83"/>
    <w:multiLevelType w:val="multilevel"/>
    <w:tmpl w:val="CDB42A2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">
    <w:nsid w:val="15A344B0"/>
    <w:multiLevelType w:val="hybridMultilevel"/>
    <w:tmpl w:val="C15459C4"/>
    <w:lvl w:ilvl="0" w:tplc="23A4A22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062C2"/>
    <w:multiLevelType w:val="hybridMultilevel"/>
    <w:tmpl w:val="53E4DE86"/>
    <w:lvl w:ilvl="0" w:tplc="F4421A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EC93D0C"/>
    <w:multiLevelType w:val="multilevel"/>
    <w:tmpl w:val="5AF608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  <w:i/>
      </w:rPr>
    </w:lvl>
  </w:abstractNum>
  <w:abstractNum w:abstractNumId="8">
    <w:nsid w:val="29155845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2F0B7918"/>
    <w:multiLevelType w:val="hybridMultilevel"/>
    <w:tmpl w:val="04768BE8"/>
    <w:lvl w:ilvl="0" w:tplc="BE5ECAC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</w:rPr>
    </w:lvl>
    <w:lvl w:ilvl="1" w:tplc="C99032CA">
      <w:numFmt w:val="none"/>
      <w:lvlText w:val=""/>
      <w:lvlJc w:val="left"/>
      <w:pPr>
        <w:tabs>
          <w:tab w:val="num" w:pos="360"/>
        </w:tabs>
      </w:pPr>
    </w:lvl>
    <w:lvl w:ilvl="2" w:tplc="DF14C10C">
      <w:numFmt w:val="none"/>
      <w:lvlText w:val=""/>
      <w:lvlJc w:val="left"/>
      <w:pPr>
        <w:tabs>
          <w:tab w:val="num" w:pos="360"/>
        </w:tabs>
      </w:pPr>
    </w:lvl>
    <w:lvl w:ilvl="3" w:tplc="A5C29400">
      <w:numFmt w:val="none"/>
      <w:lvlText w:val=""/>
      <w:lvlJc w:val="left"/>
      <w:pPr>
        <w:tabs>
          <w:tab w:val="num" w:pos="360"/>
        </w:tabs>
      </w:pPr>
    </w:lvl>
    <w:lvl w:ilvl="4" w:tplc="3148E652">
      <w:numFmt w:val="none"/>
      <w:lvlText w:val=""/>
      <w:lvlJc w:val="left"/>
      <w:pPr>
        <w:tabs>
          <w:tab w:val="num" w:pos="360"/>
        </w:tabs>
      </w:pPr>
    </w:lvl>
    <w:lvl w:ilvl="5" w:tplc="61D2404C">
      <w:numFmt w:val="none"/>
      <w:lvlText w:val=""/>
      <w:lvlJc w:val="left"/>
      <w:pPr>
        <w:tabs>
          <w:tab w:val="num" w:pos="360"/>
        </w:tabs>
      </w:pPr>
    </w:lvl>
    <w:lvl w:ilvl="6" w:tplc="19CC2E12">
      <w:numFmt w:val="none"/>
      <w:lvlText w:val=""/>
      <w:lvlJc w:val="left"/>
      <w:pPr>
        <w:tabs>
          <w:tab w:val="num" w:pos="360"/>
        </w:tabs>
      </w:pPr>
    </w:lvl>
    <w:lvl w:ilvl="7" w:tplc="F16EAE36">
      <w:numFmt w:val="none"/>
      <w:lvlText w:val=""/>
      <w:lvlJc w:val="left"/>
      <w:pPr>
        <w:tabs>
          <w:tab w:val="num" w:pos="360"/>
        </w:tabs>
      </w:pPr>
    </w:lvl>
    <w:lvl w:ilvl="8" w:tplc="D9425E9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61F7E3E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96761EF"/>
    <w:multiLevelType w:val="hybridMultilevel"/>
    <w:tmpl w:val="4300D376"/>
    <w:lvl w:ilvl="0" w:tplc="7958C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A31596"/>
    <w:multiLevelType w:val="multilevel"/>
    <w:tmpl w:val="B6CE78E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3">
    <w:nsid w:val="4DCB214D"/>
    <w:multiLevelType w:val="multilevel"/>
    <w:tmpl w:val="8AD6A5F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i/>
      </w:rPr>
    </w:lvl>
  </w:abstractNum>
  <w:abstractNum w:abstractNumId="14">
    <w:nsid w:val="504A5CC3"/>
    <w:multiLevelType w:val="multilevel"/>
    <w:tmpl w:val="E49CF7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58916AC9"/>
    <w:multiLevelType w:val="multilevel"/>
    <w:tmpl w:val="ED9E6C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6ED6566D"/>
    <w:multiLevelType w:val="hybridMultilevel"/>
    <w:tmpl w:val="BEE4BB4C"/>
    <w:lvl w:ilvl="0" w:tplc="3786746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F3752E2"/>
    <w:multiLevelType w:val="hybridMultilevel"/>
    <w:tmpl w:val="12EEA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BF51F3"/>
    <w:multiLevelType w:val="multilevel"/>
    <w:tmpl w:val="373A0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8"/>
  </w:num>
  <w:num w:numId="5">
    <w:abstractNumId w:val="4"/>
  </w:num>
  <w:num w:numId="6">
    <w:abstractNumId w:val="2"/>
  </w:num>
  <w:num w:numId="7">
    <w:abstractNumId w:val="7"/>
  </w:num>
  <w:num w:numId="8">
    <w:abstractNumId w:val="13"/>
  </w:num>
  <w:num w:numId="9">
    <w:abstractNumId w:val="15"/>
  </w:num>
  <w:num w:numId="10">
    <w:abstractNumId w:val="14"/>
  </w:num>
  <w:num w:numId="11">
    <w:abstractNumId w:val="17"/>
  </w:num>
  <w:num w:numId="12">
    <w:abstractNumId w:val="11"/>
  </w:num>
  <w:num w:numId="13">
    <w:abstractNumId w:val="0"/>
  </w:num>
  <w:num w:numId="14">
    <w:abstractNumId w:val="6"/>
  </w:num>
  <w:num w:numId="15">
    <w:abstractNumId w:val="10"/>
  </w:num>
  <w:num w:numId="16">
    <w:abstractNumId w:val="8"/>
  </w:num>
  <w:num w:numId="17">
    <w:abstractNumId w:val="12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7808D6"/>
    <w:rsid w:val="000000D4"/>
    <w:rsid w:val="000004E4"/>
    <w:rsid w:val="0000063D"/>
    <w:rsid w:val="00000725"/>
    <w:rsid w:val="00000ACB"/>
    <w:rsid w:val="00001909"/>
    <w:rsid w:val="00004097"/>
    <w:rsid w:val="000040D7"/>
    <w:rsid w:val="0000562B"/>
    <w:rsid w:val="00006545"/>
    <w:rsid w:val="00007441"/>
    <w:rsid w:val="00007658"/>
    <w:rsid w:val="00007B1D"/>
    <w:rsid w:val="00007EC8"/>
    <w:rsid w:val="000101F4"/>
    <w:rsid w:val="000104CD"/>
    <w:rsid w:val="0001063C"/>
    <w:rsid w:val="00011636"/>
    <w:rsid w:val="00012690"/>
    <w:rsid w:val="00012879"/>
    <w:rsid w:val="00013C21"/>
    <w:rsid w:val="00016C00"/>
    <w:rsid w:val="00016C04"/>
    <w:rsid w:val="00017318"/>
    <w:rsid w:val="00017CD8"/>
    <w:rsid w:val="00017FC4"/>
    <w:rsid w:val="00020073"/>
    <w:rsid w:val="000209D8"/>
    <w:rsid w:val="00020CDD"/>
    <w:rsid w:val="000211D0"/>
    <w:rsid w:val="00021340"/>
    <w:rsid w:val="000216B9"/>
    <w:rsid w:val="000223AB"/>
    <w:rsid w:val="000238CE"/>
    <w:rsid w:val="00024EEA"/>
    <w:rsid w:val="00025B5F"/>
    <w:rsid w:val="00025ED6"/>
    <w:rsid w:val="00025F20"/>
    <w:rsid w:val="00026CBB"/>
    <w:rsid w:val="000277E6"/>
    <w:rsid w:val="00027894"/>
    <w:rsid w:val="000279F6"/>
    <w:rsid w:val="00027AEF"/>
    <w:rsid w:val="00030DBE"/>
    <w:rsid w:val="00030FB6"/>
    <w:rsid w:val="0003248A"/>
    <w:rsid w:val="00032B28"/>
    <w:rsid w:val="00033529"/>
    <w:rsid w:val="00033B87"/>
    <w:rsid w:val="000355E5"/>
    <w:rsid w:val="0003566E"/>
    <w:rsid w:val="00036588"/>
    <w:rsid w:val="000405FD"/>
    <w:rsid w:val="000408F3"/>
    <w:rsid w:val="00041FD4"/>
    <w:rsid w:val="00042966"/>
    <w:rsid w:val="00043071"/>
    <w:rsid w:val="0004327F"/>
    <w:rsid w:val="0004335C"/>
    <w:rsid w:val="00044AA8"/>
    <w:rsid w:val="0004541B"/>
    <w:rsid w:val="00045518"/>
    <w:rsid w:val="000457BB"/>
    <w:rsid w:val="00045975"/>
    <w:rsid w:val="00047261"/>
    <w:rsid w:val="00050C50"/>
    <w:rsid w:val="00050F17"/>
    <w:rsid w:val="000512E6"/>
    <w:rsid w:val="00052038"/>
    <w:rsid w:val="000547B5"/>
    <w:rsid w:val="00054A86"/>
    <w:rsid w:val="00054DDE"/>
    <w:rsid w:val="000553BA"/>
    <w:rsid w:val="00055959"/>
    <w:rsid w:val="000560D2"/>
    <w:rsid w:val="000563ED"/>
    <w:rsid w:val="000565C5"/>
    <w:rsid w:val="000569B8"/>
    <w:rsid w:val="00057CE2"/>
    <w:rsid w:val="00057D81"/>
    <w:rsid w:val="00060419"/>
    <w:rsid w:val="0006109C"/>
    <w:rsid w:val="00061454"/>
    <w:rsid w:val="00061DBF"/>
    <w:rsid w:val="00062201"/>
    <w:rsid w:val="0006307E"/>
    <w:rsid w:val="000635F9"/>
    <w:rsid w:val="000637EB"/>
    <w:rsid w:val="000638AD"/>
    <w:rsid w:val="00063C80"/>
    <w:rsid w:val="00065D00"/>
    <w:rsid w:val="00066869"/>
    <w:rsid w:val="0007075E"/>
    <w:rsid w:val="00070B2A"/>
    <w:rsid w:val="00071BB2"/>
    <w:rsid w:val="000730E3"/>
    <w:rsid w:val="0007328D"/>
    <w:rsid w:val="000750A4"/>
    <w:rsid w:val="00076235"/>
    <w:rsid w:val="00076263"/>
    <w:rsid w:val="00076F45"/>
    <w:rsid w:val="00076FD7"/>
    <w:rsid w:val="000772C6"/>
    <w:rsid w:val="000772FD"/>
    <w:rsid w:val="0007739F"/>
    <w:rsid w:val="00077841"/>
    <w:rsid w:val="0008052C"/>
    <w:rsid w:val="0008249A"/>
    <w:rsid w:val="00083BCC"/>
    <w:rsid w:val="00083F4E"/>
    <w:rsid w:val="00084C2F"/>
    <w:rsid w:val="00084E4C"/>
    <w:rsid w:val="00084EE3"/>
    <w:rsid w:val="00085A8B"/>
    <w:rsid w:val="00085F62"/>
    <w:rsid w:val="0008706A"/>
    <w:rsid w:val="000873C3"/>
    <w:rsid w:val="000876D5"/>
    <w:rsid w:val="000927B9"/>
    <w:rsid w:val="00092831"/>
    <w:rsid w:val="00092AB9"/>
    <w:rsid w:val="00092BF1"/>
    <w:rsid w:val="000930C1"/>
    <w:rsid w:val="00093200"/>
    <w:rsid w:val="00093853"/>
    <w:rsid w:val="00093B52"/>
    <w:rsid w:val="0009527E"/>
    <w:rsid w:val="000955C4"/>
    <w:rsid w:val="00097786"/>
    <w:rsid w:val="000A0157"/>
    <w:rsid w:val="000A1C65"/>
    <w:rsid w:val="000A35A7"/>
    <w:rsid w:val="000A45A0"/>
    <w:rsid w:val="000A547B"/>
    <w:rsid w:val="000A5706"/>
    <w:rsid w:val="000A6462"/>
    <w:rsid w:val="000A74B2"/>
    <w:rsid w:val="000B131F"/>
    <w:rsid w:val="000B1ADC"/>
    <w:rsid w:val="000B1EEF"/>
    <w:rsid w:val="000B2740"/>
    <w:rsid w:val="000B378E"/>
    <w:rsid w:val="000B42E4"/>
    <w:rsid w:val="000B4446"/>
    <w:rsid w:val="000B5930"/>
    <w:rsid w:val="000B6015"/>
    <w:rsid w:val="000B6D01"/>
    <w:rsid w:val="000B6FC1"/>
    <w:rsid w:val="000B78E1"/>
    <w:rsid w:val="000C0554"/>
    <w:rsid w:val="000C1A13"/>
    <w:rsid w:val="000C2ADA"/>
    <w:rsid w:val="000C2E01"/>
    <w:rsid w:val="000C3535"/>
    <w:rsid w:val="000C36CD"/>
    <w:rsid w:val="000C36E6"/>
    <w:rsid w:val="000C4239"/>
    <w:rsid w:val="000C4466"/>
    <w:rsid w:val="000C48ED"/>
    <w:rsid w:val="000C6002"/>
    <w:rsid w:val="000C60C0"/>
    <w:rsid w:val="000C675C"/>
    <w:rsid w:val="000C6B6B"/>
    <w:rsid w:val="000C7CF8"/>
    <w:rsid w:val="000D09B3"/>
    <w:rsid w:val="000D10DB"/>
    <w:rsid w:val="000D16F6"/>
    <w:rsid w:val="000D1858"/>
    <w:rsid w:val="000D2A28"/>
    <w:rsid w:val="000D2E87"/>
    <w:rsid w:val="000D3898"/>
    <w:rsid w:val="000D42EB"/>
    <w:rsid w:val="000D4CA1"/>
    <w:rsid w:val="000D4D64"/>
    <w:rsid w:val="000D6264"/>
    <w:rsid w:val="000D711A"/>
    <w:rsid w:val="000E0C40"/>
    <w:rsid w:val="000E11AF"/>
    <w:rsid w:val="000E1541"/>
    <w:rsid w:val="000E1D18"/>
    <w:rsid w:val="000E3B63"/>
    <w:rsid w:val="000E5B8E"/>
    <w:rsid w:val="000E6D04"/>
    <w:rsid w:val="000E75AC"/>
    <w:rsid w:val="000E7F9D"/>
    <w:rsid w:val="000F13B0"/>
    <w:rsid w:val="000F17FE"/>
    <w:rsid w:val="000F23DD"/>
    <w:rsid w:val="000F48C2"/>
    <w:rsid w:val="000F5361"/>
    <w:rsid w:val="000F5610"/>
    <w:rsid w:val="000F58FA"/>
    <w:rsid w:val="000F5D84"/>
    <w:rsid w:val="000F75DE"/>
    <w:rsid w:val="000F77F3"/>
    <w:rsid w:val="000F7C96"/>
    <w:rsid w:val="00100EA6"/>
    <w:rsid w:val="001016CF"/>
    <w:rsid w:val="00102887"/>
    <w:rsid w:val="00102976"/>
    <w:rsid w:val="00105899"/>
    <w:rsid w:val="0010614E"/>
    <w:rsid w:val="001065DB"/>
    <w:rsid w:val="0010733B"/>
    <w:rsid w:val="00111008"/>
    <w:rsid w:val="001110BA"/>
    <w:rsid w:val="001117A0"/>
    <w:rsid w:val="0011219A"/>
    <w:rsid w:val="0011289E"/>
    <w:rsid w:val="00112991"/>
    <w:rsid w:val="001132EC"/>
    <w:rsid w:val="00113E45"/>
    <w:rsid w:val="001147E9"/>
    <w:rsid w:val="001151B7"/>
    <w:rsid w:val="00115657"/>
    <w:rsid w:val="00115F6B"/>
    <w:rsid w:val="001163C8"/>
    <w:rsid w:val="00116466"/>
    <w:rsid w:val="00116DBF"/>
    <w:rsid w:val="00116F61"/>
    <w:rsid w:val="001171F3"/>
    <w:rsid w:val="00117E78"/>
    <w:rsid w:val="00120BA1"/>
    <w:rsid w:val="001224DD"/>
    <w:rsid w:val="00122DAA"/>
    <w:rsid w:val="00123D99"/>
    <w:rsid w:val="0013119F"/>
    <w:rsid w:val="00131482"/>
    <w:rsid w:val="001315BB"/>
    <w:rsid w:val="0013166C"/>
    <w:rsid w:val="00131907"/>
    <w:rsid w:val="00131E1C"/>
    <w:rsid w:val="00133019"/>
    <w:rsid w:val="00134456"/>
    <w:rsid w:val="001349BD"/>
    <w:rsid w:val="00134E23"/>
    <w:rsid w:val="00134E65"/>
    <w:rsid w:val="00136D81"/>
    <w:rsid w:val="001372BC"/>
    <w:rsid w:val="00137747"/>
    <w:rsid w:val="001400F4"/>
    <w:rsid w:val="001404B1"/>
    <w:rsid w:val="0014054F"/>
    <w:rsid w:val="00140A8A"/>
    <w:rsid w:val="0014147E"/>
    <w:rsid w:val="001414EE"/>
    <w:rsid w:val="00141DA8"/>
    <w:rsid w:val="00141F23"/>
    <w:rsid w:val="00142823"/>
    <w:rsid w:val="001435F7"/>
    <w:rsid w:val="0014388D"/>
    <w:rsid w:val="00144005"/>
    <w:rsid w:val="001450D3"/>
    <w:rsid w:val="00145307"/>
    <w:rsid w:val="001453E3"/>
    <w:rsid w:val="0014666E"/>
    <w:rsid w:val="001466E7"/>
    <w:rsid w:val="00146743"/>
    <w:rsid w:val="00146E8B"/>
    <w:rsid w:val="00147A5E"/>
    <w:rsid w:val="001504A3"/>
    <w:rsid w:val="00150C33"/>
    <w:rsid w:val="0015121D"/>
    <w:rsid w:val="001520C6"/>
    <w:rsid w:val="001549D3"/>
    <w:rsid w:val="00155039"/>
    <w:rsid w:val="00155A1B"/>
    <w:rsid w:val="001566E9"/>
    <w:rsid w:val="00156B44"/>
    <w:rsid w:val="00156DDF"/>
    <w:rsid w:val="00157205"/>
    <w:rsid w:val="00157FFD"/>
    <w:rsid w:val="00160058"/>
    <w:rsid w:val="001619AF"/>
    <w:rsid w:val="001635C7"/>
    <w:rsid w:val="00163A42"/>
    <w:rsid w:val="00163BC9"/>
    <w:rsid w:val="00164065"/>
    <w:rsid w:val="0016528A"/>
    <w:rsid w:val="001653FA"/>
    <w:rsid w:val="0016557C"/>
    <w:rsid w:val="00165D50"/>
    <w:rsid w:val="00165F79"/>
    <w:rsid w:val="00166840"/>
    <w:rsid w:val="001708B0"/>
    <w:rsid w:val="0017115F"/>
    <w:rsid w:val="00171201"/>
    <w:rsid w:val="001714C0"/>
    <w:rsid w:val="0017201D"/>
    <w:rsid w:val="0017339F"/>
    <w:rsid w:val="00173AD7"/>
    <w:rsid w:val="0017414B"/>
    <w:rsid w:val="0017429A"/>
    <w:rsid w:val="001742EB"/>
    <w:rsid w:val="00175ED9"/>
    <w:rsid w:val="00176022"/>
    <w:rsid w:val="00176E56"/>
    <w:rsid w:val="0017774D"/>
    <w:rsid w:val="001817F5"/>
    <w:rsid w:val="00182030"/>
    <w:rsid w:val="0018262C"/>
    <w:rsid w:val="001832D1"/>
    <w:rsid w:val="00183D0C"/>
    <w:rsid w:val="00184227"/>
    <w:rsid w:val="001867D2"/>
    <w:rsid w:val="00186A84"/>
    <w:rsid w:val="00186BCF"/>
    <w:rsid w:val="00186C40"/>
    <w:rsid w:val="00187BA7"/>
    <w:rsid w:val="001912BF"/>
    <w:rsid w:val="00191E87"/>
    <w:rsid w:val="001929B6"/>
    <w:rsid w:val="001941F3"/>
    <w:rsid w:val="00195335"/>
    <w:rsid w:val="00196A0A"/>
    <w:rsid w:val="00196E4F"/>
    <w:rsid w:val="001972C2"/>
    <w:rsid w:val="00197885"/>
    <w:rsid w:val="001978D0"/>
    <w:rsid w:val="001A01FA"/>
    <w:rsid w:val="001A0519"/>
    <w:rsid w:val="001A4ABE"/>
    <w:rsid w:val="001A4B17"/>
    <w:rsid w:val="001A4D0E"/>
    <w:rsid w:val="001A679D"/>
    <w:rsid w:val="001A6B04"/>
    <w:rsid w:val="001A6BEC"/>
    <w:rsid w:val="001A6C87"/>
    <w:rsid w:val="001A76EC"/>
    <w:rsid w:val="001A7AF5"/>
    <w:rsid w:val="001A7BD6"/>
    <w:rsid w:val="001B1A19"/>
    <w:rsid w:val="001B2628"/>
    <w:rsid w:val="001B2A6C"/>
    <w:rsid w:val="001B2A99"/>
    <w:rsid w:val="001B3321"/>
    <w:rsid w:val="001B3B94"/>
    <w:rsid w:val="001B3F6C"/>
    <w:rsid w:val="001B435B"/>
    <w:rsid w:val="001B52E2"/>
    <w:rsid w:val="001B541B"/>
    <w:rsid w:val="001B584F"/>
    <w:rsid w:val="001B6D8B"/>
    <w:rsid w:val="001B7E2A"/>
    <w:rsid w:val="001C069C"/>
    <w:rsid w:val="001C0A31"/>
    <w:rsid w:val="001C3B34"/>
    <w:rsid w:val="001C3B5A"/>
    <w:rsid w:val="001C49BA"/>
    <w:rsid w:val="001C5195"/>
    <w:rsid w:val="001C5670"/>
    <w:rsid w:val="001C58B4"/>
    <w:rsid w:val="001C6543"/>
    <w:rsid w:val="001C73B1"/>
    <w:rsid w:val="001C7D99"/>
    <w:rsid w:val="001D19B6"/>
    <w:rsid w:val="001D1BB3"/>
    <w:rsid w:val="001D2A8F"/>
    <w:rsid w:val="001D2DB8"/>
    <w:rsid w:val="001D317C"/>
    <w:rsid w:val="001D361E"/>
    <w:rsid w:val="001D44FB"/>
    <w:rsid w:val="001D5903"/>
    <w:rsid w:val="001D5922"/>
    <w:rsid w:val="001D5BF0"/>
    <w:rsid w:val="001D651F"/>
    <w:rsid w:val="001D6D3B"/>
    <w:rsid w:val="001D7406"/>
    <w:rsid w:val="001D7878"/>
    <w:rsid w:val="001D7BC4"/>
    <w:rsid w:val="001E03F6"/>
    <w:rsid w:val="001E05C2"/>
    <w:rsid w:val="001E0ED9"/>
    <w:rsid w:val="001E1F64"/>
    <w:rsid w:val="001E5854"/>
    <w:rsid w:val="001E761C"/>
    <w:rsid w:val="001E7812"/>
    <w:rsid w:val="001F10FE"/>
    <w:rsid w:val="001F27C4"/>
    <w:rsid w:val="001F2886"/>
    <w:rsid w:val="001F35FB"/>
    <w:rsid w:val="001F37BC"/>
    <w:rsid w:val="001F46FE"/>
    <w:rsid w:val="001F5631"/>
    <w:rsid w:val="001F60C2"/>
    <w:rsid w:val="001F7DEF"/>
    <w:rsid w:val="0020115C"/>
    <w:rsid w:val="00201550"/>
    <w:rsid w:val="002015BD"/>
    <w:rsid w:val="00201688"/>
    <w:rsid w:val="002027D9"/>
    <w:rsid w:val="002028A3"/>
    <w:rsid w:val="00204AE8"/>
    <w:rsid w:val="00205694"/>
    <w:rsid w:val="00205AA1"/>
    <w:rsid w:val="002100DD"/>
    <w:rsid w:val="002125C1"/>
    <w:rsid w:val="002126A6"/>
    <w:rsid w:val="00212F9F"/>
    <w:rsid w:val="002142F2"/>
    <w:rsid w:val="0021491D"/>
    <w:rsid w:val="00216F82"/>
    <w:rsid w:val="00217239"/>
    <w:rsid w:val="00217310"/>
    <w:rsid w:val="00217B24"/>
    <w:rsid w:val="00220416"/>
    <w:rsid w:val="0022042E"/>
    <w:rsid w:val="0022077D"/>
    <w:rsid w:val="002209E1"/>
    <w:rsid w:val="0022143A"/>
    <w:rsid w:val="00221AF6"/>
    <w:rsid w:val="002222A9"/>
    <w:rsid w:val="00222541"/>
    <w:rsid w:val="0022287A"/>
    <w:rsid w:val="00222950"/>
    <w:rsid w:val="00222D01"/>
    <w:rsid w:val="00223DB1"/>
    <w:rsid w:val="0022488E"/>
    <w:rsid w:val="00225646"/>
    <w:rsid w:val="002259F0"/>
    <w:rsid w:val="002269C8"/>
    <w:rsid w:val="00226BFE"/>
    <w:rsid w:val="00230102"/>
    <w:rsid w:val="00231F5A"/>
    <w:rsid w:val="00232042"/>
    <w:rsid w:val="002329A0"/>
    <w:rsid w:val="00232C5D"/>
    <w:rsid w:val="002347E7"/>
    <w:rsid w:val="00234C1D"/>
    <w:rsid w:val="00234E26"/>
    <w:rsid w:val="00235764"/>
    <w:rsid w:val="002364F8"/>
    <w:rsid w:val="002367E2"/>
    <w:rsid w:val="0023690E"/>
    <w:rsid w:val="00236A92"/>
    <w:rsid w:val="00237528"/>
    <w:rsid w:val="00237D37"/>
    <w:rsid w:val="0024018D"/>
    <w:rsid w:val="002410C0"/>
    <w:rsid w:val="00241F42"/>
    <w:rsid w:val="002421B8"/>
    <w:rsid w:val="00242A14"/>
    <w:rsid w:val="00242C6D"/>
    <w:rsid w:val="0024576F"/>
    <w:rsid w:val="00245F06"/>
    <w:rsid w:val="00245FAF"/>
    <w:rsid w:val="0025016D"/>
    <w:rsid w:val="002505A8"/>
    <w:rsid w:val="00250C4F"/>
    <w:rsid w:val="00250E3B"/>
    <w:rsid w:val="00250EC2"/>
    <w:rsid w:val="00251360"/>
    <w:rsid w:val="00251D6A"/>
    <w:rsid w:val="00252A1E"/>
    <w:rsid w:val="00254CCB"/>
    <w:rsid w:val="002561CC"/>
    <w:rsid w:val="002566BE"/>
    <w:rsid w:val="00256F6D"/>
    <w:rsid w:val="0025774D"/>
    <w:rsid w:val="002605E3"/>
    <w:rsid w:val="00260A39"/>
    <w:rsid w:val="00261DFD"/>
    <w:rsid w:val="00261F95"/>
    <w:rsid w:val="00262255"/>
    <w:rsid w:val="00263980"/>
    <w:rsid w:val="00264626"/>
    <w:rsid w:val="00264639"/>
    <w:rsid w:val="002652B7"/>
    <w:rsid w:val="00265C83"/>
    <w:rsid w:val="00267C5B"/>
    <w:rsid w:val="002701EF"/>
    <w:rsid w:val="002702F5"/>
    <w:rsid w:val="00271164"/>
    <w:rsid w:val="0027200F"/>
    <w:rsid w:val="0027221B"/>
    <w:rsid w:val="00273391"/>
    <w:rsid w:val="00273A77"/>
    <w:rsid w:val="00274054"/>
    <w:rsid w:val="00274E9E"/>
    <w:rsid w:val="0027516C"/>
    <w:rsid w:val="002757FE"/>
    <w:rsid w:val="0027773D"/>
    <w:rsid w:val="00280C8D"/>
    <w:rsid w:val="00280D83"/>
    <w:rsid w:val="0028320A"/>
    <w:rsid w:val="00284721"/>
    <w:rsid w:val="002853C2"/>
    <w:rsid w:val="00285A31"/>
    <w:rsid w:val="002864F5"/>
    <w:rsid w:val="0028659D"/>
    <w:rsid w:val="00286B35"/>
    <w:rsid w:val="00290F6F"/>
    <w:rsid w:val="0029113F"/>
    <w:rsid w:val="00291379"/>
    <w:rsid w:val="00292104"/>
    <w:rsid w:val="002925FF"/>
    <w:rsid w:val="00292CBD"/>
    <w:rsid w:val="00292DC1"/>
    <w:rsid w:val="00292DDC"/>
    <w:rsid w:val="00293472"/>
    <w:rsid w:val="002945E0"/>
    <w:rsid w:val="00294A15"/>
    <w:rsid w:val="00294D23"/>
    <w:rsid w:val="0029518C"/>
    <w:rsid w:val="0029570D"/>
    <w:rsid w:val="0029594F"/>
    <w:rsid w:val="00296244"/>
    <w:rsid w:val="00296470"/>
    <w:rsid w:val="00297837"/>
    <w:rsid w:val="002A1DAE"/>
    <w:rsid w:val="002A2422"/>
    <w:rsid w:val="002A2F20"/>
    <w:rsid w:val="002A34F1"/>
    <w:rsid w:val="002A3853"/>
    <w:rsid w:val="002A3E70"/>
    <w:rsid w:val="002A4E2C"/>
    <w:rsid w:val="002A4FD0"/>
    <w:rsid w:val="002A7136"/>
    <w:rsid w:val="002A7A92"/>
    <w:rsid w:val="002A7B0A"/>
    <w:rsid w:val="002B0425"/>
    <w:rsid w:val="002B206A"/>
    <w:rsid w:val="002B3830"/>
    <w:rsid w:val="002B3B5F"/>
    <w:rsid w:val="002B4B52"/>
    <w:rsid w:val="002B5181"/>
    <w:rsid w:val="002B5898"/>
    <w:rsid w:val="002B6F1A"/>
    <w:rsid w:val="002B7EFA"/>
    <w:rsid w:val="002C0088"/>
    <w:rsid w:val="002C2658"/>
    <w:rsid w:val="002C5456"/>
    <w:rsid w:val="002C583B"/>
    <w:rsid w:val="002C7A46"/>
    <w:rsid w:val="002D0A4F"/>
    <w:rsid w:val="002D174E"/>
    <w:rsid w:val="002D24D1"/>
    <w:rsid w:val="002D3F92"/>
    <w:rsid w:val="002D446E"/>
    <w:rsid w:val="002D48CD"/>
    <w:rsid w:val="002D4904"/>
    <w:rsid w:val="002D532E"/>
    <w:rsid w:val="002D59B0"/>
    <w:rsid w:val="002D62B6"/>
    <w:rsid w:val="002D755A"/>
    <w:rsid w:val="002E0306"/>
    <w:rsid w:val="002E04E3"/>
    <w:rsid w:val="002E0899"/>
    <w:rsid w:val="002E0A7E"/>
    <w:rsid w:val="002E0F5B"/>
    <w:rsid w:val="002E2171"/>
    <w:rsid w:val="002E243D"/>
    <w:rsid w:val="002E2CD4"/>
    <w:rsid w:val="002E2FCF"/>
    <w:rsid w:val="002E3508"/>
    <w:rsid w:val="002E3F77"/>
    <w:rsid w:val="002E43F4"/>
    <w:rsid w:val="002E4553"/>
    <w:rsid w:val="002E5701"/>
    <w:rsid w:val="002E58A2"/>
    <w:rsid w:val="002E65D2"/>
    <w:rsid w:val="002E66AE"/>
    <w:rsid w:val="002E745A"/>
    <w:rsid w:val="002E7806"/>
    <w:rsid w:val="002E7947"/>
    <w:rsid w:val="002F072E"/>
    <w:rsid w:val="002F1249"/>
    <w:rsid w:val="002F287D"/>
    <w:rsid w:val="002F2BF5"/>
    <w:rsid w:val="002F2EBF"/>
    <w:rsid w:val="002F3625"/>
    <w:rsid w:val="002F61E8"/>
    <w:rsid w:val="002F6229"/>
    <w:rsid w:val="002F682F"/>
    <w:rsid w:val="0030108A"/>
    <w:rsid w:val="003013C1"/>
    <w:rsid w:val="00303FBA"/>
    <w:rsid w:val="003045D9"/>
    <w:rsid w:val="003047C4"/>
    <w:rsid w:val="00304C94"/>
    <w:rsid w:val="003056F0"/>
    <w:rsid w:val="00305FCF"/>
    <w:rsid w:val="00306842"/>
    <w:rsid w:val="00307143"/>
    <w:rsid w:val="003071A4"/>
    <w:rsid w:val="0030723F"/>
    <w:rsid w:val="00307427"/>
    <w:rsid w:val="003103EB"/>
    <w:rsid w:val="00311D07"/>
    <w:rsid w:val="00311D10"/>
    <w:rsid w:val="00311D53"/>
    <w:rsid w:val="00312F00"/>
    <w:rsid w:val="00313A5C"/>
    <w:rsid w:val="003145B6"/>
    <w:rsid w:val="00314D49"/>
    <w:rsid w:val="00314E79"/>
    <w:rsid w:val="003158C0"/>
    <w:rsid w:val="00315F86"/>
    <w:rsid w:val="0031643B"/>
    <w:rsid w:val="0031643F"/>
    <w:rsid w:val="003177C1"/>
    <w:rsid w:val="00321028"/>
    <w:rsid w:val="0032124D"/>
    <w:rsid w:val="003216D7"/>
    <w:rsid w:val="003217FA"/>
    <w:rsid w:val="00321962"/>
    <w:rsid w:val="00321F15"/>
    <w:rsid w:val="00322707"/>
    <w:rsid w:val="003229BE"/>
    <w:rsid w:val="00323318"/>
    <w:rsid w:val="00324237"/>
    <w:rsid w:val="00324772"/>
    <w:rsid w:val="00324B42"/>
    <w:rsid w:val="00325936"/>
    <w:rsid w:val="003262F7"/>
    <w:rsid w:val="0032683C"/>
    <w:rsid w:val="00327092"/>
    <w:rsid w:val="00327264"/>
    <w:rsid w:val="00330FE8"/>
    <w:rsid w:val="003311B5"/>
    <w:rsid w:val="003320B3"/>
    <w:rsid w:val="0033227A"/>
    <w:rsid w:val="0033235A"/>
    <w:rsid w:val="00332A92"/>
    <w:rsid w:val="00332D13"/>
    <w:rsid w:val="00333F6D"/>
    <w:rsid w:val="0033402E"/>
    <w:rsid w:val="00334F48"/>
    <w:rsid w:val="00335E5D"/>
    <w:rsid w:val="00336FE6"/>
    <w:rsid w:val="00337369"/>
    <w:rsid w:val="003378EA"/>
    <w:rsid w:val="00337B3E"/>
    <w:rsid w:val="00337F1C"/>
    <w:rsid w:val="00340AAF"/>
    <w:rsid w:val="00341B9F"/>
    <w:rsid w:val="00342710"/>
    <w:rsid w:val="0034373E"/>
    <w:rsid w:val="00344066"/>
    <w:rsid w:val="003443DD"/>
    <w:rsid w:val="00345CA4"/>
    <w:rsid w:val="00346204"/>
    <w:rsid w:val="00346B7C"/>
    <w:rsid w:val="00350748"/>
    <w:rsid w:val="00350759"/>
    <w:rsid w:val="003525E5"/>
    <w:rsid w:val="003525F1"/>
    <w:rsid w:val="0035296F"/>
    <w:rsid w:val="00352A5D"/>
    <w:rsid w:val="00352C6E"/>
    <w:rsid w:val="00353396"/>
    <w:rsid w:val="00353822"/>
    <w:rsid w:val="00353D97"/>
    <w:rsid w:val="0035428E"/>
    <w:rsid w:val="00354A6B"/>
    <w:rsid w:val="00356259"/>
    <w:rsid w:val="003568B1"/>
    <w:rsid w:val="0035773E"/>
    <w:rsid w:val="00357984"/>
    <w:rsid w:val="00357F17"/>
    <w:rsid w:val="0036097C"/>
    <w:rsid w:val="003611C1"/>
    <w:rsid w:val="003616B2"/>
    <w:rsid w:val="0036222D"/>
    <w:rsid w:val="00362F69"/>
    <w:rsid w:val="003637E9"/>
    <w:rsid w:val="00363844"/>
    <w:rsid w:val="00363880"/>
    <w:rsid w:val="0036395E"/>
    <w:rsid w:val="0036562C"/>
    <w:rsid w:val="0036592E"/>
    <w:rsid w:val="00370833"/>
    <w:rsid w:val="003709BF"/>
    <w:rsid w:val="003712FE"/>
    <w:rsid w:val="00371792"/>
    <w:rsid w:val="00371B86"/>
    <w:rsid w:val="00371CC7"/>
    <w:rsid w:val="003723DB"/>
    <w:rsid w:val="00372B6E"/>
    <w:rsid w:val="00375E32"/>
    <w:rsid w:val="003761FD"/>
    <w:rsid w:val="00380511"/>
    <w:rsid w:val="0038142F"/>
    <w:rsid w:val="003822F0"/>
    <w:rsid w:val="00382BA1"/>
    <w:rsid w:val="003837FC"/>
    <w:rsid w:val="0038385A"/>
    <w:rsid w:val="00383A08"/>
    <w:rsid w:val="00383DF2"/>
    <w:rsid w:val="0038409B"/>
    <w:rsid w:val="00386751"/>
    <w:rsid w:val="00386ADF"/>
    <w:rsid w:val="00390540"/>
    <w:rsid w:val="0039081D"/>
    <w:rsid w:val="00390ACA"/>
    <w:rsid w:val="00392972"/>
    <w:rsid w:val="00393D50"/>
    <w:rsid w:val="00393E15"/>
    <w:rsid w:val="00395772"/>
    <w:rsid w:val="00396CB9"/>
    <w:rsid w:val="003A093F"/>
    <w:rsid w:val="003A0BC2"/>
    <w:rsid w:val="003A0E6F"/>
    <w:rsid w:val="003A1835"/>
    <w:rsid w:val="003A4078"/>
    <w:rsid w:val="003A4D41"/>
    <w:rsid w:val="003A51A7"/>
    <w:rsid w:val="003A5CB3"/>
    <w:rsid w:val="003A72F7"/>
    <w:rsid w:val="003A755E"/>
    <w:rsid w:val="003B0367"/>
    <w:rsid w:val="003B2415"/>
    <w:rsid w:val="003B2D0A"/>
    <w:rsid w:val="003B34D7"/>
    <w:rsid w:val="003B3B5A"/>
    <w:rsid w:val="003B55C6"/>
    <w:rsid w:val="003B5D49"/>
    <w:rsid w:val="003B6144"/>
    <w:rsid w:val="003B632F"/>
    <w:rsid w:val="003C0700"/>
    <w:rsid w:val="003C0F30"/>
    <w:rsid w:val="003C0FEA"/>
    <w:rsid w:val="003C2C4B"/>
    <w:rsid w:val="003C4249"/>
    <w:rsid w:val="003C68AA"/>
    <w:rsid w:val="003C6EEF"/>
    <w:rsid w:val="003D21A7"/>
    <w:rsid w:val="003D3057"/>
    <w:rsid w:val="003D4E9A"/>
    <w:rsid w:val="003D58A9"/>
    <w:rsid w:val="003D6169"/>
    <w:rsid w:val="003D6F3F"/>
    <w:rsid w:val="003D7E13"/>
    <w:rsid w:val="003D7EE8"/>
    <w:rsid w:val="003E0BA3"/>
    <w:rsid w:val="003E1F9F"/>
    <w:rsid w:val="003E255E"/>
    <w:rsid w:val="003E25B5"/>
    <w:rsid w:val="003E2C63"/>
    <w:rsid w:val="003E4132"/>
    <w:rsid w:val="003E4FB0"/>
    <w:rsid w:val="003E5085"/>
    <w:rsid w:val="003E58A0"/>
    <w:rsid w:val="003E7123"/>
    <w:rsid w:val="003F1932"/>
    <w:rsid w:val="003F1BE3"/>
    <w:rsid w:val="003F25E2"/>
    <w:rsid w:val="003F29AE"/>
    <w:rsid w:val="003F4FED"/>
    <w:rsid w:val="003F57D5"/>
    <w:rsid w:val="0040006F"/>
    <w:rsid w:val="00400125"/>
    <w:rsid w:val="00403B7F"/>
    <w:rsid w:val="00403DF5"/>
    <w:rsid w:val="004041F2"/>
    <w:rsid w:val="0040472F"/>
    <w:rsid w:val="00405D2A"/>
    <w:rsid w:val="00406861"/>
    <w:rsid w:val="00406C43"/>
    <w:rsid w:val="0041069B"/>
    <w:rsid w:val="00410829"/>
    <w:rsid w:val="00411A67"/>
    <w:rsid w:val="00412084"/>
    <w:rsid w:val="00412B02"/>
    <w:rsid w:val="0041377A"/>
    <w:rsid w:val="00414654"/>
    <w:rsid w:val="00414CEA"/>
    <w:rsid w:val="0041565D"/>
    <w:rsid w:val="00415D73"/>
    <w:rsid w:val="00417AD3"/>
    <w:rsid w:val="00420332"/>
    <w:rsid w:val="0042128B"/>
    <w:rsid w:val="00421B5D"/>
    <w:rsid w:val="004222D6"/>
    <w:rsid w:val="00423299"/>
    <w:rsid w:val="004234FD"/>
    <w:rsid w:val="00423DC6"/>
    <w:rsid w:val="0042413F"/>
    <w:rsid w:val="00424BC9"/>
    <w:rsid w:val="0042524D"/>
    <w:rsid w:val="004310D4"/>
    <w:rsid w:val="00431B98"/>
    <w:rsid w:val="004323D5"/>
    <w:rsid w:val="00432841"/>
    <w:rsid w:val="00432D42"/>
    <w:rsid w:val="00434A19"/>
    <w:rsid w:val="00434FAA"/>
    <w:rsid w:val="00435432"/>
    <w:rsid w:val="0043609F"/>
    <w:rsid w:val="00436B1E"/>
    <w:rsid w:val="00436F80"/>
    <w:rsid w:val="004405F3"/>
    <w:rsid w:val="004415E4"/>
    <w:rsid w:val="00442B39"/>
    <w:rsid w:val="00442FF4"/>
    <w:rsid w:val="00443F8C"/>
    <w:rsid w:val="0044431F"/>
    <w:rsid w:val="00444D80"/>
    <w:rsid w:val="00445ADF"/>
    <w:rsid w:val="00446D21"/>
    <w:rsid w:val="00450102"/>
    <w:rsid w:val="00450C8D"/>
    <w:rsid w:val="00450D0F"/>
    <w:rsid w:val="00450E47"/>
    <w:rsid w:val="00450F8F"/>
    <w:rsid w:val="00452528"/>
    <w:rsid w:val="00452AB0"/>
    <w:rsid w:val="0045318B"/>
    <w:rsid w:val="00455A4D"/>
    <w:rsid w:val="0045642F"/>
    <w:rsid w:val="004601C8"/>
    <w:rsid w:val="00461BC2"/>
    <w:rsid w:val="00462166"/>
    <w:rsid w:val="00462551"/>
    <w:rsid w:val="004628F6"/>
    <w:rsid w:val="00462CDF"/>
    <w:rsid w:val="004635F0"/>
    <w:rsid w:val="00464430"/>
    <w:rsid w:val="00464AC5"/>
    <w:rsid w:val="004661FB"/>
    <w:rsid w:val="0046660B"/>
    <w:rsid w:val="00466714"/>
    <w:rsid w:val="004667E7"/>
    <w:rsid w:val="00466AF7"/>
    <w:rsid w:val="00467301"/>
    <w:rsid w:val="004673FD"/>
    <w:rsid w:val="004700B0"/>
    <w:rsid w:val="004701F1"/>
    <w:rsid w:val="004719FC"/>
    <w:rsid w:val="00473109"/>
    <w:rsid w:val="00473465"/>
    <w:rsid w:val="0047402D"/>
    <w:rsid w:val="0047511D"/>
    <w:rsid w:val="004757EC"/>
    <w:rsid w:val="00476D7F"/>
    <w:rsid w:val="004774EF"/>
    <w:rsid w:val="0047781F"/>
    <w:rsid w:val="00481D1E"/>
    <w:rsid w:val="00485EB8"/>
    <w:rsid w:val="00486674"/>
    <w:rsid w:val="00487087"/>
    <w:rsid w:val="00487EA3"/>
    <w:rsid w:val="00490356"/>
    <w:rsid w:val="004925DB"/>
    <w:rsid w:val="004926D4"/>
    <w:rsid w:val="00492B4A"/>
    <w:rsid w:val="00494E53"/>
    <w:rsid w:val="004958CA"/>
    <w:rsid w:val="00495E0E"/>
    <w:rsid w:val="00496691"/>
    <w:rsid w:val="0049673B"/>
    <w:rsid w:val="004968ED"/>
    <w:rsid w:val="00496ED6"/>
    <w:rsid w:val="00497314"/>
    <w:rsid w:val="004A0D54"/>
    <w:rsid w:val="004A1250"/>
    <w:rsid w:val="004A1FF7"/>
    <w:rsid w:val="004A3B20"/>
    <w:rsid w:val="004A3B5E"/>
    <w:rsid w:val="004A3F55"/>
    <w:rsid w:val="004A51C8"/>
    <w:rsid w:val="004A5651"/>
    <w:rsid w:val="004A638D"/>
    <w:rsid w:val="004A6AA5"/>
    <w:rsid w:val="004B0108"/>
    <w:rsid w:val="004B01BD"/>
    <w:rsid w:val="004B04F5"/>
    <w:rsid w:val="004B0607"/>
    <w:rsid w:val="004B072C"/>
    <w:rsid w:val="004B1FCF"/>
    <w:rsid w:val="004B3F42"/>
    <w:rsid w:val="004B48EE"/>
    <w:rsid w:val="004B4DDD"/>
    <w:rsid w:val="004B548C"/>
    <w:rsid w:val="004B783C"/>
    <w:rsid w:val="004C0DD6"/>
    <w:rsid w:val="004C233B"/>
    <w:rsid w:val="004C3480"/>
    <w:rsid w:val="004C3546"/>
    <w:rsid w:val="004C3638"/>
    <w:rsid w:val="004C380F"/>
    <w:rsid w:val="004C55C2"/>
    <w:rsid w:val="004C57FA"/>
    <w:rsid w:val="004C79AC"/>
    <w:rsid w:val="004C7A7F"/>
    <w:rsid w:val="004C7B9C"/>
    <w:rsid w:val="004D004F"/>
    <w:rsid w:val="004D096D"/>
    <w:rsid w:val="004D1A49"/>
    <w:rsid w:val="004D2860"/>
    <w:rsid w:val="004D315A"/>
    <w:rsid w:val="004D530C"/>
    <w:rsid w:val="004D5A28"/>
    <w:rsid w:val="004D655B"/>
    <w:rsid w:val="004D759B"/>
    <w:rsid w:val="004D7802"/>
    <w:rsid w:val="004D7A35"/>
    <w:rsid w:val="004E0C3C"/>
    <w:rsid w:val="004E118A"/>
    <w:rsid w:val="004E1499"/>
    <w:rsid w:val="004E16B5"/>
    <w:rsid w:val="004E1F4E"/>
    <w:rsid w:val="004E211B"/>
    <w:rsid w:val="004E4D65"/>
    <w:rsid w:val="004E500B"/>
    <w:rsid w:val="004E52A4"/>
    <w:rsid w:val="004E6695"/>
    <w:rsid w:val="004E67B7"/>
    <w:rsid w:val="004E67F4"/>
    <w:rsid w:val="004E69AE"/>
    <w:rsid w:val="004E7244"/>
    <w:rsid w:val="004E7BA0"/>
    <w:rsid w:val="004F062C"/>
    <w:rsid w:val="004F1A55"/>
    <w:rsid w:val="004F1C32"/>
    <w:rsid w:val="004F3122"/>
    <w:rsid w:val="004F33EE"/>
    <w:rsid w:val="004F4FCC"/>
    <w:rsid w:val="004F55B6"/>
    <w:rsid w:val="004F67F5"/>
    <w:rsid w:val="00500B36"/>
    <w:rsid w:val="0050232E"/>
    <w:rsid w:val="00502D72"/>
    <w:rsid w:val="00502E4A"/>
    <w:rsid w:val="00503A2A"/>
    <w:rsid w:val="00503C46"/>
    <w:rsid w:val="0050486A"/>
    <w:rsid w:val="00504896"/>
    <w:rsid w:val="00505FC1"/>
    <w:rsid w:val="00510897"/>
    <w:rsid w:val="00510E41"/>
    <w:rsid w:val="005117E2"/>
    <w:rsid w:val="00511DF4"/>
    <w:rsid w:val="00514355"/>
    <w:rsid w:val="00514E0E"/>
    <w:rsid w:val="00514F78"/>
    <w:rsid w:val="0051599C"/>
    <w:rsid w:val="00515AF1"/>
    <w:rsid w:val="00515D44"/>
    <w:rsid w:val="005203A0"/>
    <w:rsid w:val="005203A4"/>
    <w:rsid w:val="005203AE"/>
    <w:rsid w:val="00520EB4"/>
    <w:rsid w:val="0052182E"/>
    <w:rsid w:val="0052228D"/>
    <w:rsid w:val="005223D9"/>
    <w:rsid w:val="00522498"/>
    <w:rsid w:val="0052309B"/>
    <w:rsid w:val="00523A86"/>
    <w:rsid w:val="00525440"/>
    <w:rsid w:val="00525E07"/>
    <w:rsid w:val="00526991"/>
    <w:rsid w:val="00527613"/>
    <w:rsid w:val="00527C23"/>
    <w:rsid w:val="00531511"/>
    <w:rsid w:val="005321A3"/>
    <w:rsid w:val="005323F0"/>
    <w:rsid w:val="005340A8"/>
    <w:rsid w:val="005349ED"/>
    <w:rsid w:val="00534A87"/>
    <w:rsid w:val="0053531F"/>
    <w:rsid w:val="00535B24"/>
    <w:rsid w:val="00535BAB"/>
    <w:rsid w:val="00535F41"/>
    <w:rsid w:val="005366ED"/>
    <w:rsid w:val="00536876"/>
    <w:rsid w:val="00537642"/>
    <w:rsid w:val="00537F38"/>
    <w:rsid w:val="0054048F"/>
    <w:rsid w:val="005405AB"/>
    <w:rsid w:val="00540C8E"/>
    <w:rsid w:val="00541B5D"/>
    <w:rsid w:val="005420BA"/>
    <w:rsid w:val="00542D4C"/>
    <w:rsid w:val="00543CC9"/>
    <w:rsid w:val="005445AD"/>
    <w:rsid w:val="00545AA7"/>
    <w:rsid w:val="0054609B"/>
    <w:rsid w:val="00546A37"/>
    <w:rsid w:val="00547A34"/>
    <w:rsid w:val="00547B72"/>
    <w:rsid w:val="00547DC3"/>
    <w:rsid w:val="00550098"/>
    <w:rsid w:val="005519B3"/>
    <w:rsid w:val="00553530"/>
    <w:rsid w:val="00555268"/>
    <w:rsid w:val="00555508"/>
    <w:rsid w:val="0055560E"/>
    <w:rsid w:val="005558F6"/>
    <w:rsid w:val="00555F85"/>
    <w:rsid w:val="0055701E"/>
    <w:rsid w:val="0055731E"/>
    <w:rsid w:val="00557A81"/>
    <w:rsid w:val="00557E7D"/>
    <w:rsid w:val="00560695"/>
    <w:rsid w:val="00561555"/>
    <w:rsid w:val="00563240"/>
    <w:rsid w:val="00563556"/>
    <w:rsid w:val="0056462F"/>
    <w:rsid w:val="00564C7C"/>
    <w:rsid w:val="00566714"/>
    <w:rsid w:val="00566A27"/>
    <w:rsid w:val="00567CBD"/>
    <w:rsid w:val="00571263"/>
    <w:rsid w:val="0057368F"/>
    <w:rsid w:val="00573FB7"/>
    <w:rsid w:val="0057447B"/>
    <w:rsid w:val="005745EA"/>
    <w:rsid w:val="005769A6"/>
    <w:rsid w:val="00577D0E"/>
    <w:rsid w:val="00577D60"/>
    <w:rsid w:val="00580838"/>
    <w:rsid w:val="00581A3E"/>
    <w:rsid w:val="0058255F"/>
    <w:rsid w:val="00582C59"/>
    <w:rsid w:val="0058331B"/>
    <w:rsid w:val="0058364B"/>
    <w:rsid w:val="0058412F"/>
    <w:rsid w:val="00584826"/>
    <w:rsid w:val="00584F4B"/>
    <w:rsid w:val="005852D6"/>
    <w:rsid w:val="0058570F"/>
    <w:rsid w:val="00585B63"/>
    <w:rsid w:val="005867C7"/>
    <w:rsid w:val="005871E0"/>
    <w:rsid w:val="00587433"/>
    <w:rsid w:val="00587926"/>
    <w:rsid w:val="00590A45"/>
    <w:rsid w:val="005919A0"/>
    <w:rsid w:val="00592694"/>
    <w:rsid w:val="00592971"/>
    <w:rsid w:val="00592C2A"/>
    <w:rsid w:val="0059337F"/>
    <w:rsid w:val="005947B8"/>
    <w:rsid w:val="005950B4"/>
    <w:rsid w:val="0059520E"/>
    <w:rsid w:val="00595AB0"/>
    <w:rsid w:val="00595E89"/>
    <w:rsid w:val="00596423"/>
    <w:rsid w:val="005969FA"/>
    <w:rsid w:val="00597BC5"/>
    <w:rsid w:val="00597ECF"/>
    <w:rsid w:val="00597FAC"/>
    <w:rsid w:val="005A0085"/>
    <w:rsid w:val="005A027B"/>
    <w:rsid w:val="005A0794"/>
    <w:rsid w:val="005A0876"/>
    <w:rsid w:val="005A0AC2"/>
    <w:rsid w:val="005A0B2F"/>
    <w:rsid w:val="005A1018"/>
    <w:rsid w:val="005A18DA"/>
    <w:rsid w:val="005A19BF"/>
    <w:rsid w:val="005A213C"/>
    <w:rsid w:val="005A261B"/>
    <w:rsid w:val="005A2A11"/>
    <w:rsid w:val="005A2F31"/>
    <w:rsid w:val="005A3117"/>
    <w:rsid w:val="005A3873"/>
    <w:rsid w:val="005A3F28"/>
    <w:rsid w:val="005A4867"/>
    <w:rsid w:val="005A48C2"/>
    <w:rsid w:val="005A4E33"/>
    <w:rsid w:val="005A6119"/>
    <w:rsid w:val="005A64DE"/>
    <w:rsid w:val="005A6C8A"/>
    <w:rsid w:val="005A7515"/>
    <w:rsid w:val="005B012A"/>
    <w:rsid w:val="005B0AAC"/>
    <w:rsid w:val="005B1C0F"/>
    <w:rsid w:val="005B2201"/>
    <w:rsid w:val="005B290D"/>
    <w:rsid w:val="005B36DE"/>
    <w:rsid w:val="005B6F30"/>
    <w:rsid w:val="005B7205"/>
    <w:rsid w:val="005B724B"/>
    <w:rsid w:val="005C0DB6"/>
    <w:rsid w:val="005C1CEB"/>
    <w:rsid w:val="005C2532"/>
    <w:rsid w:val="005C31E9"/>
    <w:rsid w:val="005C3D74"/>
    <w:rsid w:val="005C411A"/>
    <w:rsid w:val="005C4BBD"/>
    <w:rsid w:val="005C5220"/>
    <w:rsid w:val="005C693B"/>
    <w:rsid w:val="005C6A1F"/>
    <w:rsid w:val="005D10B2"/>
    <w:rsid w:val="005D16E0"/>
    <w:rsid w:val="005D1C17"/>
    <w:rsid w:val="005D3881"/>
    <w:rsid w:val="005D46B4"/>
    <w:rsid w:val="005D4DA5"/>
    <w:rsid w:val="005D529B"/>
    <w:rsid w:val="005D6603"/>
    <w:rsid w:val="005D6751"/>
    <w:rsid w:val="005D7547"/>
    <w:rsid w:val="005E0227"/>
    <w:rsid w:val="005E0305"/>
    <w:rsid w:val="005E1355"/>
    <w:rsid w:val="005E14DE"/>
    <w:rsid w:val="005E1A66"/>
    <w:rsid w:val="005E2744"/>
    <w:rsid w:val="005E3398"/>
    <w:rsid w:val="005E3A5F"/>
    <w:rsid w:val="005E44DF"/>
    <w:rsid w:val="005E5A66"/>
    <w:rsid w:val="005E66B3"/>
    <w:rsid w:val="005E6CFB"/>
    <w:rsid w:val="005E6E7D"/>
    <w:rsid w:val="005E7230"/>
    <w:rsid w:val="005E78C0"/>
    <w:rsid w:val="005F0E9E"/>
    <w:rsid w:val="005F1A8E"/>
    <w:rsid w:val="005F1D3E"/>
    <w:rsid w:val="005F2DB8"/>
    <w:rsid w:val="005F4AD7"/>
    <w:rsid w:val="005F4B4A"/>
    <w:rsid w:val="005F4E53"/>
    <w:rsid w:val="005F7B1C"/>
    <w:rsid w:val="00600961"/>
    <w:rsid w:val="0060184D"/>
    <w:rsid w:val="00601C2E"/>
    <w:rsid w:val="00604386"/>
    <w:rsid w:val="0060448E"/>
    <w:rsid w:val="00604910"/>
    <w:rsid w:val="0060543B"/>
    <w:rsid w:val="00605643"/>
    <w:rsid w:val="006056E8"/>
    <w:rsid w:val="00606774"/>
    <w:rsid w:val="00607628"/>
    <w:rsid w:val="006076EF"/>
    <w:rsid w:val="0060775A"/>
    <w:rsid w:val="00607F57"/>
    <w:rsid w:val="006100E2"/>
    <w:rsid w:val="00611429"/>
    <w:rsid w:val="006120F7"/>
    <w:rsid w:val="006132B7"/>
    <w:rsid w:val="00613BA1"/>
    <w:rsid w:val="006142A4"/>
    <w:rsid w:val="006144F8"/>
    <w:rsid w:val="00615048"/>
    <w:rsid w:val="00615B98"/>
    <w:rsid w:val="00615E78"/>
    <w:rsid w:val="006164D4"/>
    <w:rsid w:val="00616D7E"/>
    <w:rsid w:val="00620552"/>
    <w:rsid w:val="0062218D"/>
    <w:rsid w:val="006221CD"/>
    <w:rsid w:val="006224EA"/>
    <w:rsid w:val="00622D5F"/>
    <w:rsid w:val="00623534"/>
    <w:rsid w:val="00623D9A"/>
    <w:rsid w:val="006244D3"/>
    <w:rsid w:val="00625546"/>
    <w:rsid w:val="0062670A"/>
    <w:rsid w:val="00630118"/>
    <w:rsid w:val="00630420"/>
    <w:rsid w:val="00631891"/>
    <w:rsid w:val="00631A62"/>
    <w:rsid w:val="00631FE6"/>
    <w:rsid w:val="006329D0"/>
    <w:rsid w:val="00632FB6"/>
    <w:rsid w:val="0063320E"/>
    <w:rsid w:val="006334F5"/>
    <w:rsid w:val="00633B4D"/>
    <w:rsid w:val="00634851"/>
    <w:rsid w:val="0063586E"/>
    <w:rsid w:val="006363F1"/>
    <w:rsid w:val="00636FFE"/>
    <w:rsid w:val="00637B30"/>
    <w:rsid w:val="00637C36"/>
    <w:rsid w:val="00640C84"/>
    <w:rsid w:val="00641EA3"/>
    <w:rsid w:val="0064256F"/>
    <w:rsid w:val="0064273F"/>
    <w:rsid w:val="00642E10"/>
    <w:rsid w:val="00644085"/>
    <w:rsid w:val="0064509B"/>
    <w:rsid w:val="00645B24"/>
    <w:rsid w:val="00645B78"/>
    <w:rsid w:val="00645D8A"/>
    <w:rsid w:val="00646557"/>
    <w:rsid w:val="006465CC"/>
    <w:rsid w:val="006475D3"/>
    <w:rsid w:val="006506DC"/>
    <w:rsid w:val="006509D3"/>
    <w:rsid w:val="00650E43"/>
    <w:rsid w:val="0065219A"/>
    <w:rsid w:val="0065287C"/>
    <w:rsid w:val="00652D33"/>
    <w:rsid w:val="00652FDB"/>
    <w:rsid w:val="006540AE"/>
    <w:rsid w:val="00654363"/>
    <w:rsid w:val="00654C09"/>
    <w:rsid w:val="00654ED1"/>
    <w:rsid w:val="0065522F"/>
    <w:rsid w:val="0065569A"/>
    <w:rsid w:val="00656003"/>
    <w:rsid w:val="006566D5"/>
    <w:rsid w:val="00656BDC"/>
    <w:rsid w:val="00660094"/>
    <w:rsid w:val="0066087C"/>
    <w:rsid w:val="00661370"/>
    <w:rsid w:val="006627AB"/>
    <w:rsid w:val="006629F0"/>
    <w:rsid w:val="00662CFC"/>
    <w:rsid w:val="00664AF8"/>
    <w:rsid w:val="00664BF3"/>
    <w:rsid w:val="0066536A"/>
    <w:rsid w:val="00665699"/>
    <w:rsid w:val="00665B01"/>
    <w:rsid w:val="00667153"/>
    <w:rsid w:val="00667708"/>
    <w:rsid w:val="00670EF9"/>
    <w:rsid w:val="00670FB4"/>
    <w:rsid w:val="00672278"/>
    <w:rsid w:val="006727C9"/>
    <w:rsid w:val="00672C77"/>
    <w:rsid w:val="00673322"/>
    <w:rsid w:val="00673BF3"/>
    <w:rsid w:val="00673F69"/>
    <w:rsid w:val="00674EEE"/>
    <w:rsid w:val="006751F5"/>
    <w:rsid w:val="00675DA0"/>
    <w:rsid w:val="00677726"/>
    <w:rsid w:val="00677D69"/>
    <w:rsid w:val="0068013B"/>
    <w:rsid w:val="006815D2"/>
    <w:rsid w:val="00682323"/>
    <w:rsid w:val="0068281F"/>
    <w:rsid w:val="00682DD0"/>
    <w:rsid w:val="00685061"/>
    <w:rsid w:val="00685291"/>
    <w:rsid w:val="00685C09"/>
    <w:rsid w:val="006877C9"/>
    <w:rsid w:val="00690975"/>
    <w:rsid w:val="006910F5"/>
    <w:rsid w:val="006911A4"/>
    <w:rsid w:val="006918CF"/>
    <w:rsid w:val="00691EBD"/>
    <w:rsid w:val="006928D4"/>
    <w:rsid w:val="00692A82"/>
    <w:rsid w:val="006938BF"/>
    <w:rsid w:val="006944EC"/>
    <w:rsid w:val="00696056"/>
    <w:rsid w:val="006974BD"/>
    <w:rsid w:val="00697662"/>
    <w:rsid w:val="006A02CC"/>
    <w:rsid w:val="006A0FF5"/>
    <w:rsid w:val="006A29F9"/>
    <w:rsid w:val="006A2B3F"/>
    <w:rsid w:val="006A3096"/>
    <w:rsid w:val="006A44A3"/>
    <w:rsid w:val="006A4534"/>
    <w:rsid w:val="006A535C"/>
    <w:rsid w:val="006A5D10"/>
    <w:rsid w:val="006A6833"/>
    <w:rsid w:val="006A6E49"/>
    <w:rsid w:val="006A6F1A"/>
    <w:rsid w:val="006A7DEC"/>
    <w:rsid w:val="006B0412"/>
    <w:rsid w:val="006B13C2"/>
    <w:rsid w:val="006B1706"/>
    <w:rsid w:val="006B1D0D"/>
    <w:rsid w:val="006B2FB1"/>
    <w:rsid w:val="006B677C"/>
    <w:rsid w:val="006B6E17"/>
    <w:rsid w:val="006B76C7"/>
    <w:rsid w:val="006C04EF"/>
    <w:rsid w:val="006C1012"/>
    <w:rsid w:val="006C18CF"/>
    <w:rsid w:val="006C26AD"/>
    <w:rsid w:val="006C2CE0"/>
    <w:rsid w:val="006C388E"/>
    <w:rsid w:val="006C3B1E"/>
    <w:rsid w:val="006C3D3D"/>
    <w:rsid w:val="006C414A"/>
    <w:rsid w:val="006C472E"/>
    <w:rsid w:val="006C515A"/>
    <w:rsid w:val="006C6271"/>
    <w:rsid w:val="006C63BC"/>
    <w:rsid w:val="006C68AA"/>
    <w:rsid w:val="006D0A27"/>
    <w:rsid w:val="006D1802"/>
    <w:rsid w:val="006D1F0A"/>
    <w:rsid w:val="006D2043"/>
    <w:rsid w:val="006D2888"/>
    <w:rsid w:val="006D2DAF"/>
    <w:rsid w:val="006D3987"/>
    <w:rsid w:val="006D474D"/>
    <w:rsid w:val="006D554D"/>
    <w:rsid w:val="006D585F"/>
    <w:rsid w:val="006D641A"/>
    <w:rsid w:val="006D7DED"/>
    <w:rsid w:val="006E04A7"/>
    <w:rsid w:val="006E1048"/>
    <w:rsid w:val="006E13F1"/>
    <w:rsid w:val="006E276D"/>
    <w:rsid w:val="006E3840"/>
    <w:rsid w:val="006E3F43"/>
    <w:rsid w:val="006E4F5F"/>
    <w:rsid w:val="006F033F"/>
    <w:rsid w:val="006F0C2C"/>
    <w:rsid w:val="006F0C3F"/>
    <w:rsid w:val="006F245D"/>
    <w:rsid w:val="006F24A8"/>
    <w:rsid w:val="006F28FA"/>
    <w:rsid w:val="006F4268"/>
    <w:rsid w:val="006F484D"/>
    <w:rsid w:val="006F4B39"/>
    <w:rsid w:val="006F5220"/>
    <w:rsid w:val="006F5BC4"/>
    <w:rsid w:val="006F5EF7"/>
    <w:rsid w:val="006F63FB"/>
    <w:rsid w:val="006F6570"/>
    <w:rsid w:val="006F6AFE"/>
    <w:rsid w:val="006F7BAE"/>
    <w:rsid w:val="00701160"/>
    <w:rsid w:val="00701C8E"/>
    <w:rsid w:val="00701F4F"/>
    <w:rsid w:val="00702744"/>
    <w:rsid w:val="00703C9A"/>
    <w:rsid w:val="00705715"/>
    <w:rsid w:val="00705CB9"/>
    <w:rsid w:val="00706114"/>
    <w:rsid w:val="0070669F"/>
    <w:rsid w:val="00706E6C"/>
    <w:rsid w:val="007075D7"/>
    <w:rsid w:val="0071152E"/>
    <w:rsid w:val="007116AF"/>
    <w:rsid w:val="00713978"/>
    <w:rsid w:val="00714727"/>
    <w:rsid w:val="00715225"/>
    <w:rsid w:val="00715658"/>
    <w:rsid w:val="00715B76"/>
    <w:rsid w:val="0071660D"/>
    <w:rsid w:val="00717029"/>
    <w:rsid w:val="00717F61"/>
    <w:rsid w:val="007200FE"/>
    <w:rsid w:val="00720654"/>
    <w:rsid w:val="0072065B"/>
    <w:rsid w:val="00720B1C"/>
    <w:rsid w:val="007214C0"/>
    <w:rsid w:val="00722474"/>
    <w:rsid w:val="00722477"/>
    <w:rsid w:val="00725AEF"/>
    <w:rsid w:val="00727305"/>
    <w:rsid w:val="007277E2"/>
    <w:rsid w:val="00727C3A"/>
    <w:rsid w:val="00730732"/>
    <w:rsid w:val="00731A31"/>
    <w:rsid w:val="00731D4E"/>
    <w:rsid w:val="00731D5D"/>
    <w:rsid w:val="00732071"/>
    <w:rsid w:val="00732BA1"/>
    <w:rsid w:val="00732F84"/>
    <w:rsid w:val="0073360A"/>
    <w:rsid w:val="007336A7"/>
    <w:rsid w:val="00733D13"/>
    <w:rsid w:val="00733F16"/>
    <w:rsid w:val="00734884"/>
    <w:rsid w:val="00734AD9"/>
    <w:rsid w:val="00734E48"/>
    <w:rsid w:val="00735E73"/>
    <w:rsid w:val="00736047"/>
    <w:rsid w:val="007363D5"/>
    <w:rsid w:val="00737190"/>
    <w:rsid w:val="007375BC"/>
    <w:rsid w:val="00737F24"/>
    <w:rsid w:val="00740017"/>
    <w:rsid w:val="00740C98"/>
    <w:rsid w:val="00741094"/>
    <w:rsid w:val="007419D3"/>
    <w:rsid w:val="0074455B"/>
    <w:rsid w:val="00744AA1"/>
    <w:rsid w:val="00745037"/>
    <w:rsid w:val="00745BB0"/>
    <w:rsid w:val="00746CC2"/>
    <w:rsid w:val="00747344"/>
    <w:rsid w:val="00747430"/>
    <w:rsid w:val="00747780"/>
    <w:rsid w:val="0075034B"/>
    <w:rsid w:val="007509F7"/>
    <w:rsid w:val="00750D25"/>
    <w:rsid w:val="00750F29"/>
    <w:rsid w:val="00751056"/>
    <w:rsid w:val="00751B02"/>
    <w:rsid w:val="0075213D"/>
    <w:rsid w:val="00752B76"/>
    <w:rsid w:val="00752F69"/>
    <w:rsid w:val="0075366F"/>
    <w:rsid w:val="00753712"/>
    <w:rsid w:val="007551C3"/>
    <w:rsid w:val="00755802"/>
    <w:rsid w:val="00755D9A"/>
    <w:rsid w:val="00756001"/>
    <w:rsid w:val="007567D0"/>
    <w:rsid w:val="00757104"/>
    <w:rsid w:val="0075740F"/>
    <w:rsid w:val="00757EA2"/>
    <w:rsid w:val="007619A1"/>
    <w:rsid w:val="00761C4B"/>
    <w:rsid w:val="00762949"/>
    <w:rsid w:val="00763615"/>
    <w:rsid w:val="00763813"/>
    <w:rsid w:val="00763A1C"/>
    <w:rsid w:val="00764238"/>
    <w:rsid w:val="00764F2A"/>
    <w:rsid w:val="0076518E"/>
    <w:rsid w:val="00765280"/>
    <w:rsid w:val="00765E68"/>
    <w:rsid w:val="007663A7"/>
    <w:rsid w:val="007667F6"/>
    <w:rsid w:val="00771D4D"/>
    <w:rsid w:val="00772AA7"/>
    <w:rsid w:val="00772E2B"/>
    <w:rsid w:val="00772E37"/>
    <w:rsid w:val="00773E59"/>
    <w:rsid w:val="00773EBE"/>
    <w:rsid w:val="00775522"/>
    <w:rsid w:val="00775B8F"/>
    <w:rsid w:val="007761EC"/>
    <w:rsid w:val="007766F0"/>
    <w:rsid w:val="00777ACA"/>
    <w:rsid w:val="007808D6"/>
    <w:rsid w:val="00781130"/>
    <w:rsid w:val="00781488"/>
    <w:rsid w:val="00781678"/>
    <w:rsid w:val="00782320"/>
    <w:rsid w:val="007840A1"/>
    <w:rsid w:val="00784B35"/>
    <w:rsid w:val="00784C69"/>
    <w:rsid w:val="007850D4"/>
    <w:rsid w:val="00785B6A"/>
    <w:rsid w:val="0078680A"/>
    <w:rsid w:val="00786A00"/>
    <w:rsid w:val="007875E8"/>
    <w:rsid w:val="00790032"/>
    <w:rsid w:val="007904CF"/>
    <w:rsid w:val="00790B84"/>
    <w:rsid w:val="00791489"/>
    <w:rsid w:val="00791F52"/>
    <w:rsid w:val="00791FE8"/>
    <w:rsid w:val="007922D0"/>
    <w:rsid w:val="00792CE3"/>
    <w:rsid w:val="00792D0C"/>
    <w:rsid w:val="0079316D"/>
    <w:rsid w:val="00794310"/>
    <w:rsid w:val="007948EC"/>
    <w:rsid w:val="00794D85"/>
    <w:rsid w:val="007952DD"/>
    <w:rsid w:val="0079543E"/>
    <w:rsid w:val="0079665F"/>
    <w:rsid w:val="00796A24"/>
    <w:rsid w:val="007970C4"/>
    <w:rsid w:val="007973D6"/>
    <w:rsid w:val="007A01E5"/>
    <w:rsid w:val="007A1042"/>
    <w:rsid w:val="007A14CC"/>
    <w:rsid w:val="007A1915"/>
    <w:rsid w:val="007A1BC5"/>
    <w:rsid w:val="007A29D0"/>
    <w:rsid w:val="007A2B25"/>
    <w:rsid w:val="007A30F3"/>
    <w:rsid w:val="007A35FD"/>
    <w:rsid w:val="007A3907"/>
    <w:rsid w:val="007A4232"/>
    <w:rsid w:val="007A45A9"/>
    <w:rsid w:val="007A4A9D"/>
    <w:rsid w:val="007A52F9"/>
    <w:rsid w:val="007A59E1"/>
    <w:rsid w:val="007A5D8F"/>
    <w:rsid w:val="007A7C95"/>
    <w:rsid w:val="007B00EF"/>
    <w:rsid w:val="007B1E8B"/>
    <w:rsid w:val="007B20E5"/>
    <w:rsid w:val="007B24E2"/>
    <w:rsid w:val="007B2F14"/>
    <w:rsid w:val="007B37EC"/>
    <w:rsid w:val="007B546D"/>
    <w:rsid w:val="007B62BC"/>
    <w:rsid w:val="007B7010"/>
    <w:rsid w:val="007B75C9"/>
    <w:rsid w:val="007B787A"/>
    <w:rsid w:val="007C0D52"/>
    <w:rsid w:val="007C1998"/>
    <w:rsid w:val="007C1BD9"/>
    <w:rsid w:val="007C2233"/>
    <w:rsid w:val="007C32D9"/>
    <w:rsid w:val="007C350D"/>
    <w:rsid w:val="007C38F2"/>
    <w:rsid w:val="007C41CC"/>
    <w:rsid w:val="007C4B58"/>
    <w:rsid w:val="007C5601"/>
    <w:rsid w:val="007C6142"/>
    <w:rsid w:val="007C62C0"/>
    <w:rsid w:val="007C6A1E"/>
    <w:rsid w:val="007D02C8"/>
    <w:rsid w:val="007D1380"/>
    <w:rsid w:val="007D143F"/>
    <w:rsid w:val="007D263A"/>
    <w:rsid w:val="007D2CC9"/>
    <w:rsid w:val="007D32C6"/>
    <w:rsid w:val="007D338F"/>
    <w:rsid w:val="007D4EFE"/>
    <w:rsid w:val="007D4FD2"/>
    <w:rsid w:val="007D6DFE"/>
    <w:rsid w:val="007E164A"/>
    <w:rsid w:val="007E2E9D"/>
    <w:rsid w:val="007E3837"/>
    <w:rsid w:val="007E40FA"/>
    <w:rsid w:val="007E4819"/>
    <w:rsid w:val="007E5023"/>
    <w:rsid w:val="007E5AC1"/>
    <w:rsid w:val="007E6D9D"/>
    <w:rsid w:val="007E70D1"/>
    <w:rsid w:val="007E7617"/>
    <w:rsid w:val="007E7F9D"/>
    <w:rsid w:val="007F0B92"/>
    <w:rsid w:val="007F1B43"/>
    <w:rsid w:val="007F1F63"/>
    <w:rsid w:val="007F31A7"/>
    <w:rsid w:val="007F34B7"/>
    <w:rsid w:val="007F3573"/>
    <w:rsid w:val="007F473F"/>
    <w:rsid w:val="007F5429"/>
    <w:rsid w:val="007F54D4"/>
    <w:rsid w:val="007F5A72"/>
    <w:rsid w:val="007F5B63"/>
    <w:rsid w:val="007F604B"/>
    <w:rsid w:val="007F611F"/>
    <w:rsid w:val="007F6160"/>
    <w:rsid w:val="007F64B3"/>
    <w:rsid w:val="007F6A94"/>
    <w:rsid w:val="007F6B81"/>
    <w:rsid w:val="007F6D53"/>
    <w:rsid w:val="007F77D1"/>
    <w:rsid w:val="00800E45"/>
    <w:rsid w:val="00800E4E"/>
    <w:rsid w:val="008014A1"/>
    <w:rsid w:val="0080259C"/>
    <w:rsid w:val="0080367D"/>
    <w:rsid w:val="008036BB"/>
    <w:rsid w:val="00803713"/>
    <w:rsid w:val="00803E47"/>
    <w:rsid w:val="00805DCD"/>
    <w:rsid w:val="00805ED6"/>
    <w:rsid w:val="008065D0"/>
    <w:rsid w:val="008067FA"/>
    <w:rsid w:val="00807DAD"/>
    <w:rsid w:val="0081021E"/>
    <w:rsid w:val="008108D5"/>
    <w:rsid w:val="008111A8"/>
    <w:rsid w:val="0081150C"/>
    <w:rsid w:val="008118E0"/>
    <w:rsid w:val="008122C4"/>
    <w:rsid w:val="00812308"/>
    <w:rsid w:val="00813127"/>
    <w:rsid w:val="0081494A"/>
    <w:rsid w:val="00815AEB"/>
    <w:rsid w:val="0081660F"/>
    <w:rsid w:val="00817211"/>
    <w:rsid w:val="00817918"/>
    <w:rsid w:val="00821AF6"/>
    <w:rsid w:val="0082440E"/>
    <w:rsid w:val="00824799"/>
    <w:rsid w:val="008278CD"/>
    <w:rsid w:val="00827996"/>
    <w:rsid w:val="0083018F"/>
    <w:rsid w:val="00831476"/>
    <w:rsid w:val="00831564"/>
    <w:rsid w:val="00831AD6"/>
    <w:rsid w:val="00831B17"/>
    <w:rsid w:val="00831F6B"/>
    <w:rsid w:val="00832026"/>
    <w:rsid w:val="00832CCC"/>
    <w:rsid w:val="00832E19"/>
    <w:rsid w:val="00837087"/>
    <w:rsid w:val="008373C9"/>
    <w:rsid w:val="00837EB8"/>
    <w:rsid w:val="00840152"/>
    <w:rsid w:val="00840293"/>
    <w:rsid w:val="0084058E"/>
    <w:rsid w:val="00840B3D"/>
    <w:rsid w:val="0084136C"/>
    <w:rsid w:val="008422B3"/>
    <w:rsid w:val="00842807"/>
    <w:rsid w:val="00842B61"/>
    <w:rsid w:val="00842B7B"/>
    <w:rsid w:val="00842D66"/>
    <w:rsid w:val="00846A81"/>
    <w:rsid w:val="00846C4D"/>
    <w:rsid w:val="0084700A"/>
    <w:rsid w:val="00847B58"/>
    <w:rsid w:val="00851334"/>
    <w:rsid w:val="0085147C"/>
    <w:rsid w:val="0085277A"/>
    <w:rsid w:val="00852816"/>
    <w:rsid w:val="00852ACC"/>
    <w:rsid w:val="00852BC6"/>
    <w:rsid w:val="00852BDD"/>
    <w:rsid w:val="00852C21"/>
    <w:rsid w:val="00852DCE"/>
    <w:rsid w:val="00853034"/>
    <w:rsid w:val="00854DA0"/>
    <w:rsid w:val="00855985"/>
    <w:rsid w:val="00855B2F"/>
    <w:rsid w:val="008565B7"/>
    <w:rsid w:val="008567D5"/>
    <w:rsid w:val="008571F7"/>
    <w:rsid w:val="00857C42"/>
    <w:rsid w:val="00857F39"/>
    <w:rsid w:val="00860AEA"/>
    <w:rsid w:val="008611FB"/>
    <w:rsid w:val="00863AC2"/>
    <w:rsid w:val="00864426"/>
    <w:rsid w:val="008645B3"/>
    <w:rsid w:val="00864D28"/>
    <w:rsid w:val="00864F90"/>
    <w:rsid w:val="00865A4E"/>
    <w:rsid w:val="00866786"/>
    <w:rsid w:val="00867CF5"/>
    <w:rsid w:val="0087009F"/>
    <w:rsid w:val="0087059C"/>
    <w:rsid w:val="008712BD"/>
    <w:rsid w:val="008714E7"/>
    <w:rsid w:val="00872370"/>
    <w:rsid w:val="008731E4"/>
    <w:rsid w:val="008734A0"/>
    <w:rsid w:val="00873E0F"/>
    <w:rsid w:val="00875760"/>
    <w:rsid w:val="00876749"/>
    <w:rsid w:val="008768E5"/>
    <w:rsid w:val="0087690C"/>
    <w:rsid w:val="00876ADD"/>
    <w:rsid w:val="00876C11"/>
    <w:rsid w:val="00877D2D"/>
    <w:rsid w:val="0088026A"/>
    <w:rsid w:val="00880FA2"/>
    <w:rsid w:val="00881BF6"/>
    <w:rsid w:val="00882164"/>
    <w:rsid w:val="0088286F"/>
    <w:rsid w:val="00882E57"/>
    <w:rsid w:val="0088369B"/>
    <w:rsid w:val="00883895"/>
    <w:rsid w:val="00883B47"/>
    <w:rsid w:val="00884CEA"/>
    <w:rsid w:val="00884FF6"/>
    <w:rsid w:val="00885477"/>
    <w:rsid w:val="00885C84"/>
    <w:rsid w:val="0088668B"/>
    <w:rsid w:val="008871F1"/>
    <w:rsid w:val="008879F3"/>
    <w:rsid w:val="00887C8A"/>
    <w:rsid w:val="00893CE6"/>
    <w:rsid w:val="00894D35"/>
    <w:rsid w:val="00895EEF"/>
    <w:rsid w:val="0089637A"/>
    <w:rsid w:val="008964EB"/>
    <w:rsid w:val="00896DA5"/>
    <w:rsid w:val="008A0761"/>
    <w:rsid w:val="008A0BFC"/>
    <w:rsid w:val="008A18B0"/>
    <w:rsid w:val="008A200A"/>
    <w:rsid w:val="008A23FD"/>
    <w:rsid w:val="008A38E0"/>
    <w:rsid w:val="008A39E6"/>
    <w:rsid w:val="008A4702"/>
    <w:rsid w:val="008A60D8"/>
    <w:rsid w:val="008A6261"/>
    <w:rsid w:val="008A6A52"/>
    <w:rsid w:val="008A7319"/>
    <w:rsid w:val="008B0213"/>
    <w:rsid w:val="008B0260"/>
    <w:rsid w:val="008B04A3"/>
    <w:rsid w:val="008B0545"/>
    <w:rsid w:val="008B0AF1"/>
    <w:rsid w:val="008B1C9B"/>
    <w:rsid w:val="008B207B"/>
    <w:rsid w:val="008B3951"/>
    <w:rsid w:val="008B3A12"/>
    <w:rsid w:val="008B3B1B"/>
    <w:rsid w:val="008B3D9B"/>
    <w:rsid w:val="008B4312"/>
    <w:rsid w:val="008B44D1"/>
    <w:rsid w:val="008B45DD"/>
    <w:rsid w:val="008B51BC"/>
    <w:rsid w:val="008B51CC"/>
    <w:rsid w:val="008B65A0"/>
    <w:rsid w:val="008C05DC"/>
    <w:rsid w:val="008C0FB7"/>
    <w:rsid w:val="008C37CD"/>
    <w:rsid w:val="008C3856"/>
    <w:rsid w:val="008C54C0"/>
    <w:rsid w:val="008C5BB4"/>
    <w:rsid w:val="008C663B"/>
    <w:rsid w:val="008C69FE"/>
    <w:rsid w:val="008C70BE"/>
    <w:rsid w:val="008C73F2"/>
    <w:rsid w:val="008C7C1C"/>
    <w:rsid w:val="008D02F5"/>
    <w:rsid w:val="008D0CDE"/>
    <w:rsid w:val="008D0DF8"/>
    <w:rsid w:val="008D0F2A"/>
    <w:rsid w:val="008D0F75"/>
    <w:rsid w:val="008D2893"/>
    <w:rsid w:val="008D5AF9"/>
    <w:rsid w:val="008D6463"/>
    <w:rsid w:val="008E024C"/>
    <w:rsid w:val="008E15D5"/>
    <w:rsid w:val="008E1CD4"/>
    <w:rsid w:val="008E1DB7"/>
    <w:rsid w:val="008E23F3"/>
    <w:rsid w:val="008E3195"/>
    <w:rsid w:val="008E3907"/>
    <w:rsid w:val="008E489E"/>
    <w:rsid w:val="008E5195"/>
    <w:rsid w:val="008E5B45"/>
    <w:rsid w:val="008E69BD"/>
    <w:rsid w:val="008E6F62"/>
    <w:rsid w:val="008F0194"/>
    <w:rsid w:val="008F1DFD"/>
    <w:rsid w:val="008F2DDF"/>
    <w:rsid w:val="008F2E99"/>
    <w:rsid w:val="008F3984"/>
    <w:rsid w:val="008F42BB"/>
    <w:rsid w:val="008F42E0"/>
    <w:rsid w:val="008F4731"/>
    <w:rsid w:val="008F5215"/>
    <w:rsid w:val="008F5313"/>
    <w:rsid w:val="008F536C"/>
    <w:rsid w:val="008F6146"/>
    <w:rsid w:val="008F637E"/>
    <w:rsid w:val="008F79D6"/>
    <w:rsid w:val="008F79EB"/>
    <w:rsid w:val="00900305"/>
    <w:rsid w:val="0090041C"/>
    <w:rsid w:val="009011E6"/>
    <w:rsid w:val="00901A0E"/>
    <w:rsid w:val="00901EAE"/>
    <w:rsid w:val="00903AEF"/>
    <w:rsid w:val="00905493"/>
    <w:rsid w:val="009077AF"/>
    <w:rsid w:val="00912487"/>
    <w:rsid w:val="00912B08"/>
    <w:rsid w:val="0091471E"/>
    <w:rsid w:val="00914B40"/>
    <w:rsid w:val="00915423"/>
    <w:rsid w:val="0091546A"/>
    <w:rsid w:val="00915A8D"/>
    <w:rsid w:val="00916035"/>
    <w:rsid w:val="00916398"/>
    <w:rsid w:val="009174A4"/>
    <w:rsid w:val="00917568"/>
    <w:rsid w:val="00920432"/>
    <w:rsid w:val="00920476"/>
    <w:rsid w:val="00920BCA"/>
    <w:rsid w:val="00921A50"/>
    <w:rsid w:val="00921CB0"/>
    <w:rsid w:val="009243DE"/>
    <w:rsid w:val="0092501D"/>
    <w:rsid w:val="0092526E"/>
    <w:rsid w:val="00925485"/>
    <w:rsid w:val="009260CD"/>
    <w:rsid w:val="00926451"/>
    <w:rsid w:val="00926817"/>
    <w:rsid w:val="0092698E"/>
    <w:rsid w:val="00927FBC"/>
    <w:rsid w:val="0093013F"/>
    <w:rsid w:val="009309E8"/>
    <w:rsid w:val="0093107F"/>
    <w:rsid w:val="00931097"/>
    <w:rsid w:val="0093148E"/>
    <w:rsid w:val="00931523"/>
    <w:rsid w:val="00931A06"/>
    <w:rsid w:val="00931CA5"/>
    <w:rsid w:val="00932B70"/>
    <w:rsid w:val="00934ACE"/>
    <w:rsid w:val="00934F26"/>
    <w:rsid w:val="00935441"/>
    <w:rsid w:val="00935FAC"/>
    <w:rsid w:val="00936DCA"/>
    <w:rsid w:val="009424AA"/>
    <w:rsid w:val="00942506"/>
    <w:rsid w:val="009428C5"/>
    <w:rsid w:val="009433DF"/>
    <w:rsid w:val="00943552"/>
    <w:rsid w:val="009442BB"/>
    <w:rsid w:val="009448B5"/>
    <w:rsid w:val="00944E90"/>
    <w:rsid w:val="00946682"/>
    <w:rsid w:val="00947B3C"/>
    <w:rsid w:val="00947D4C"/>
    <w:rsid w:val="009519AE"/>
    <w:rsid w:val="009520C2"/>
    <w:rsid w:val="0095223C"/>
    <w:rsid w:val="009525A4"/>
    <w:rsid w:val="00952EED"/>
    <w:rsid w:val="0095336D"/>
    <w:rsid w:val="00953B7B"/>
    <w:rsid w:val="00954A69"/>
    <w:rsid w:val="009561E2"/>
    <w:rsid w:val="00956436"/>
    <w:rsid w:val="009568D8"/>
    <w:rsid w:val="0095792B"/>
    <w:rsid w:val="00957A2E"/>
    <w:rsid w:val="0096104A"/>
    <w:rsid w:val="00961242"/>
    <w:rsid w:val="00961DE0"/>
    <w:rsid w:val="00962A32"/>
    <w:rsid w:val="00962E00"/>
    <w:rsid w:val="009639E5"/>
    <w:rsid w:val="00964A04"/>
    <w:rsid w:val="00964ACE"/>
    <w:rsid w:val="0096604B"/>
    <w:rsid w:val="00966870"/>
    <w:rsid w:val="009670EE"/>
    <w:rsid w:val="00970258"/>
    <w:rsid w:val="00970E9B"/>
    <w:rsid w:val="00971729"/>
    <w:rsid w:val="00972C43"/>
    <w:rsid w:val="00973BD1"/>
    <w:rsid w:val="00973C93"/>
    <w:rsid w:val="00973EB0"/>
    <w:rsid w:val="009749C1"/>
    <w:rsid w:val="00975E4A"/>
    <w:rsid w:val="0097630D"/>
    <w:rsid w:val="00976AF9"/>
    <w:rsid w:val="009770CD"/>
    <w:rsid w:val="009770E7"/>
    <w:rsid w:val="009776E8"/>
    <w:rsid w:val="00977A6A"/>
    <w:rsid w:val="00977CD0"/>
    <w:rsid w:val="00977EF3"/>
    <w:rsid w:val="00980990"/>
    <w:rsid w:val="009809C9"/>
    <w:rsid w:val="00980DEE"/>
    <w:rsid w:val="009837CE"/>
    <w:rsid w:val="009840D0"/>
    <w:rsid w:val="00985364"/>
    <w:rsid w:val="00985665"/>
    <w:rsid w:val="00986A69"/>
    <w:rsid w:val="00986AED"/>
    <w:rsid w:val="009923A9"/>
    <w:rsid w:val="00992C01"/>
    <w:rsid w:val="00993B6D"/>
    <w:rsid w:val="009944CE"/>
    <w:rsid w:val="00994870"/>
    <w:rsid w:val="009948C4"/>
    <w:rsid w:val="0099731D"/>
    <w:rsid w:val="00997887"/>
    <w:rsid w:val="009A00AC"/>
    <w:rsid w:val="009A0C98"/>
    <w:rsid w:val="009A0CF8"/>
    <w:rsid w:val="009A26F7"/>
    <w:rsid w:val="009A3481"/>
    <w:rsid w:val="009A363E"/>
    <w:rsid w:val="009A462D"/>
    <w:rsid w:val="009A4BC4"/>
    <w:rsid w:val="009A53DB"/>
    <w:rsid w:val="009A5416"/>
    <w:rsid w:val="009A5562"/>
    <w:rsid w:val="009A697B"/>
    <w:rsid w:val="009A6A61"/>
    <w:rsid w:val="009A6F1A"/>
    <w:rsid w:val="009B1443"/>
    <w:rsid w:val="009B18A6"/>
    <w:rsid w:val="009B3DBC"/>
    <w:rsid w:val="009B4536"/>
    <w:rsid w:val="009B45EC"/>
    <w:rsid w:val="009B4E4F"/>
    <w:rsid w:val="009B57BE"/>
    <w:rsid w:val="009B5877"/>
    <w:rsid w:val="009B6534"/>
    <w:rsid w:val="009B655E"/>
    <w:rsid w:val="009B69F2"/>
    <w:rsid w:val="009B73AB"/>
    <w:rsid w:val="009B75B7"/>
    <w:rsid w:val="009B7FAD"/>
    <w:rsid w:val="009C0187"/>
    <w:rsid w:val="009C1522"/>
    <w:rsid w:val="009C328A"/>
    <w:rsid w:val="009C3630"/>
    <w:rsid w:val="009C3C2B"/>
    <w:rsid w:val="009C46E4"/>
    <w:rsid w:val="009C4EA8"/>
    <w:rsid w:val="009C5429"/>
    <w:rsid w:val="009C5D8C"/>
    <w:rsid w:val="009C771D"/>
    <w:rsid w:val="009C7F6E"/>
    <w:rsid w:val="009D04A3"/>
    <w:rsid w:val="009D088F"/>
    <w:rsid w:val="009D26EF"/>
    <w:rsid w:val="009D345F"/>
    <w:rsid w:val="009D3966"/>
    <w:rsid w:val="009D4D23"/>
    <w:rsid w:val="009D4DA1"/>
    <w:rsid w:val="009D55E5"/>
    <w:rsid w:val="009D58A4"/>
    <w:rsid w:val="009D617E"/>
    <w:rsid w:val="009D6E03"/>
    <w:rsid w:val="009D7573"/>
    <w:rsid w:val="009D7789"/>
    <w:rsid w:val="009D7AF5"/>
    <w:rsid w:val="009D7CAF"/>
    <w:rsid w:val="009E179F"/>
    <w:rsid w:val="009E40A2"/>
    <w:rsid w:val="009E542D"/>
    <w:rsid w:val="009E5446"/>
    <w:rsid w:val="009E5F00"/>
    <w:rsid w:val="009E7A23"/>
    <w:rsid w:val="009E7B18"/>
    <w:rsid w:val="009F16E7"/>
    <w:rsid w:val="009F181D"/>
    <w:rsid w:val="009F1871"/>
    <w:rsid w:val="009F41CE"/>
    <w:rsid w:val="009F41E0"/>
    <w:rsid w:val="009F469E"/>
    <w:rsid w:val="009F52D3"/>
    <w:rsid w:val="009F5761"/>
    <w:rsid w:val="009F6745"/>
    <w:rsid w:val="009F7232"/>
    <w:rsid w:val="009F7A9D"/>
    <w:rsid w:val="00A00B2A"/>
    <w:rsid w:val="00A03D66"/>
    <w:rsid w:val="00A03F20"/>
    <w:rsid w:val="00A043CD"/>
    <w:rsid w:val="00A055AF"/>
    <w:rsid w:val="00A06541"/>
    <w:rsid w:val="00A06979"/>
    <w:rsid w:val="00A06AE1"/>
    <w:rsid w:val="00A07252"/>
    <w:rsid w:val="00A101FD"/>
    <w:rsid w:val="00A112B0"/>
    <w:rsid w:val="00A116E8"/>
    <w:rsid w:val="00A11AF9"/>
    <w:rsid w:val="00A11B1A"/>
    <w:rsid w:val="00A1365B"/>
    <w:rsid w:val="00A13D35"/>
    <w:rsid w:val="00A141C6"/>
    <w:rsid w:val="00A15E15"/>
    <w:rsid w:val="00A16A46"/>
    <w:rsid w:val="00A17738"/>
    <w:rsid w:val="00A22146"/>
    <w:rsid w:val="00A2322A"/>
    <w:rsid w:val="00A2353B"/>
    <w:rsid w:val="00A244BE"/>
    <w:rsid w:val="00A244FA"/>
    <w:rsid w:val="00A24A59"/>
    <w:rsid w:val="00A25915"/>
    <w:rsid w:val="00A25B7E"/>
    <w:rsid w:val="00A26274"/>
    <w:rsid w:val="00A32194"/>
    <w:rsid w:val="00A321D9"/>
    <w:rsid w:val="00A33AC1"/>
    <w:rsid w:val="00A349D9"/>
    <w:rsid w:val="00A35610"/>
    <w:rsid w:val="00A36229"/>
    <w:rsid w:val="00A369F7"/>
    <w:rsid w:val="00A36AA3"/>
    <w:rsid w:val="00A36E92"/>
    <w:rsid w:val="00A3722A"/>
    <w:rsid w:val="00A37CB4"/>
    <w:rsid w:val="00A40880"/>
    <w:rsid w:val="00A40B36"/>
    <w:rsid w:val="00A42B27"/>
    <w:rsid w:val="00A438CC"/>
    <w:rsid w:val="00A43DFE"/>
    <w:rsid w:val="00A43E2E"/>
    <w:rsid w:val="00A43F93"/>
    <w:rsid w:val="00A453BA"/>
    <w:rsid w:val="00A45B4F"/>
    <w:rsid w:val="00A46333"/>
    <w:rsid w:val="00A4662C"/>
    <w:rsid w:val="00A46E3C"/>
    <w:rsid w:val="00A4776B"/>
    <w:rsid w:val="00A5046C"/>
    <w:rsid w:val="00A50778"/>
    <w:rsid w:val="00A50A42"/>
    <w:rsid w:val="00A5217C"/>
    <w:rsid w:val="00A52473"/>
    <w:rsid w:val="00A5282D"/>
    <w:rsid w:val="00A54E24"/>
    <w:rsid w:val="00A54EBA"/>
    <w:rsid w:val="00A55254"/>
    <w:rsid w:val="00A55E7F"/>
    <w:rsid w:val="00A568E8"/>
    <w:rsid w:val="00A60593"/>
    <w:rsid w:val="00A60E16"/>
    <w:rsid w:val="00A61BBD"/>
    <w:rsid w:val="00A62D07"/>
    <w:rsid w:val="00A62E65"/>
    <w:rsid w:val="00A63208"/>
    <w:rsid w:val="00A64391"/>
    <w:rsid w:val="00A65560"/>
    <w:rsid w:val="00A661ED"/>
    <w:rsid w:val="00A6624E"/>
    <w:rsid w:val="00A663A9"/>
    <w:rsid w:val="00A666CD"/>
    <w:rsid w:val="00A6689B"/>
    <w:rsid w:val="00A67C87"/>
    <w:rsid w:val="00A70447"/>
    <w:rsid w:val="00A70C0A"/>
    <w:rsid w:val="00A70F00"/>
    <w:rsid w:val="00A72DDD"/>
    <w:rsid w:val="00A72FFB"/>
    <w:rsid w:val="00A7375B"/>
    <w:rsid w:val="00A73A6B"/>
    <w:rsid w:val="00A74656"/>
    <w:rsid w:val="00A755EF"/>
    <w:rsid w:val="00A762B5"/>
    <w:rsid w:val="00A76469"/>
    <w:rsid w:val="00A76ED1"/>
    <w:rsid w:val="00A7705F"/>
    <w:rsid w:val="00A80293"/>
    <w:rsid w:val="00A81274"/>
    <w:rsid w:val="00A82FC3"/>
    <w:rsid w:val="00A84535"/>
    <w:rsid w:val="00A8462C"/>
    <w:rsid w:val="00A84AE8"/>
    <w:rsid w:val="00A84C8A"/>
    <w:rsid w:val="00A85625"/>
    <w:rsid w:val="00A86293"/>
    <w:rsid w:val="00A863C3"/>
    <w:rsid w:val="00A90597"/>
    <w:rsid w:val="00A90E54"/>
    <w:rsid w:val="00A91C25"/>
    <w:rsid w:val="00A9209D"/>
    <w:rsid w:val="00A92EFB"/>
    <w:rsid w:val="00A94BCA"/>
    <w:rsid w:val="00A96100"/>
    <w:rsid w:val="00A966A3"/>
    <w:rsid w:val="00A97212"/>
    <w:rsid w:val="00A97648"/>
    <w:rsid w:val="00A97672"/>
    <w:rsid w:val="00A97737"/>
    <w:rsid w:val="00A979D0"/>
    <w:rsid w:val="00A97BCC"/>
    <w:rsid w:val="00AA0553"/>
    <w:rsid w:val="00AA078B"/>
    <w:rsid w:val="00AA1738"/>
    <w:rsid w:val="00AA201D"/>
    <w:rsid w:val="00AA21FF"/>
    <w:rsid w:val="00AA2483"/>
    <w:rsid w:val="00AA3054"/>
    <w:rsid w:val="00AA3C64"/>
    <w:rsid w:val="00AA4887"/>
    <w:rsid w:val="00AA53A2"/>
    <w:rsid w:val="00AA53B7"/>
    <w:rsid w:val="00AA55EC"/>
    <w:rsid w:val="00AA6D31"/>
    <w:rsid w:val="00AA6E5F"/>
    <w:rsid w:val="00AA71DD"/>
    <w:rsid w:val="00AA764C"/>
    <w:rsid w:val="00AB229D"/>
    <w:rsid w:val="00AB273C"/>
    <w:rsid w:val="00AB2888"/>
    <w:rsid w:val="00AB3366"/>
    <w:rsid w:val="00AB3382"/>
    <w:rsid w:val="00AB54AD"/>
    <w:rsid w:val="00AB585E"/>
    <w:rsid w:val="00AB5ED9"/>
    <w:rsid w:val="00AB6DC2"/>
    <w:rsid w:val="00AB7CB4"/>
    <w:rsid w:val="00AC27A0"/>
    <w:rsid w:val="00AC29D5"/>
    <w:rsid w:val="00AC396B"/>
    <w:rsid w:val="00AC3F26"/>
    <w:rsid w:val="00AC58FB"/>
    <w:rsid w:val="00AC5AD3"/>
    <w:rsid w:val="00AC5AD6"/>
    <w:rsid w:val="00AC638C"/>
    <w:rsid w:val="00AC727F"/>
    <w:rsid w:val="00AC7DF6"/>
    <w:rsid w:val="00AD05B2"/>
    <w:rsid w:val="00AD0B9C"/>
    <w:rsid w:val="00AD1505"/>
    <w:rsid w:val="00AD182F"/>
    <w:rsid w:val="00AD1EB3"/>
    <w:rsid w:val="00AD260A"/>
    <w:rsid w:val="00AD2883"/>
    <w:rsid w:val="00AD2CBC"/>
    <w:rsid w:val="00AD34E6"/>
    <w:rsid w:val="00AD3D05"/>
    <w:rsid w:val="00AD492E"/>
    <w:rsid w:val="00AD759E"/>
    <w:rsid w:val="00AD7D6B"/>
    <w:rsid w:val="00AE028E"/>
    <w:rsid w:val="00AE098B"/>
    <w:rsid w:val="00AE208E"/>
    <w:rsid w:val="00AE2157"/>
    <w:rsid w:val="00AE2246"/>
    <w:rsid w:val="00AE2C00"/>
    <w:rsid w:val="00AE4780"/>
    <w:rsid w:val="00AE4AA7"/>
    <w:rsid w:val="00AE5280"/>
    <w:rsid w:val="00AE5DB4"/>
    <w:rsid w:val="00AE76E5"/>
    <w:rsid w:val="00AE7A7E"/>
    <w:rsid w:val="00AF02F4"/>
    <w:rsid w:val="00AF04A6"/>
    <w:rsid w:val="00AF0A56"/>
    <w:rsid w:val="00AF0D07"/>
    <w:rsid w:val="00AF1E7F"/>
    <w:rsid w:val="00AF221F"/>
    <w:rsid w:val="00AF33B9"/>
    <w:rsid w:val="00AF3A1B"/>
    <w:rsid w:val="00AF4299"/>
    <w:rsid w:val="00AF480D"/>
    <w:rsid w:val="00AF63D1"/>
    <w:rsid w:val="00B00F5F"/>
    <w:rsid w:val="00B0156B"/>
    <w:rsid w:val="00B028C2"/>
    <w:rsid w:val="00B02D13"/>
    <w:rsid w:val="00B034C3"/>
    <w:rsid w:val="00B03DCF"/>
    <w:rsid w:val="00B0413A"/>
    <w:rsid w:val="00B0499A"/>
    <w:rsid w:val="00B04A02"/>
    <w:rsid w:val="00B04EEE"/>
    <w:rsid w:val="00B06BF8"/>
    <w:rsid w:val="00B06CAF"/>
    <w:rsid w:val="00B06F3E"/>
    <w:rsid w:val="00B071A7"/>
    <w:rsid w:val="00B103B5"/>
    <w:rsid w:val="00B10ABD"/>
    <w:rsid w:val="00B11B92"/>
    <w:rsid w:val="00B126E1"/>
    <w:rsid w:val="00B12A59"/>
    <w:rsid w:val="00B12EAF"/>
    <w:rsid w:val="00B132BD"/>
    <w:rsid w:val="00B13817"/>
    <w:rsid w:val="00B14E9F"/>
    <w:rsid w:val="00B15B68"/>
    <w:rsid w:val="00B1695B"/>
    <w:rsid w:val="00B1750E"/>
    <w:rsid w:val="00B20218"/>
    <w:rsid w:val="00B211A1"/>
    <w:rsid w:val="00B21BB4"/>
    <w:rsid w:val="00B21F54"/>
    <w:rsid w:val="00B21F57"/>
    <w:rsid w:val="00B2264B"/>
    <w:rsid w:val="00B23AE1"/>
    <w:rsid w:val="00B254BB"/>
    <w:rsid w:val="00B258E6"/>
    <w:rsid w:val="00B259DB"/>
    <w:rsid w:val="00B26067"/>
    <w:rsid w:val="00B26144"/>
    <w:rsid w:val="00B27E13"/>
    <w:rsid w:val="00B31081"/>
    <w:rsid w:val="00B31785"/>
    <w:rsid w:val="00B33581"/>
    <w:rsid w:val="00B336FF"/>
    <w:rsid w:val="00B3385A"/>
    <w:rsid w:val="00B35EA3"/>
    <w:rsid w:val="00B36CAF"/>
    <w:rsid w:val="00B37283"/>
    <w:rsid w:val="00B37360"/>
    <w:rsid w:val="00B37DB2"/>
    <w:rsid w:val="00B4082A"/>
    <w:rsid w:val="00B40E7C"/>
    <w:rsid w:val="00B41EBE"/>
    <w:rsid w:val="00B421D6"/>
    <w:rsid w:val="00B4360F"/>
    <w:rsid w:val="00B4446C"/>
    <w:rsid w:val="00B45C5C"/>
    <w:rsid w:val="00B46247"/>
    <w:rsid w:val="00B4647E"/>
    <w:rsid w:val="00B46AF6"/>
    <w:rsid w:val="00B471DD"/>
    <w:rsid w:val="00B47364"/>
    <w:rsid w:val="00B47A0F"/>
    <w:rsid w:val="00B5088E"/>
    <w:rsid w:val="00B50F1D"/>
    <w:rsid w:val="00B5102B"/>
    <w:rsid w:val="00B52DF4"/>
    <w:rsid w:val="00B53D75"/>
    <w:rsid w:val="00B5536A"/>
    <w:rsid w:val="00B5539A"/>
    <w:rsid w:val="00B553A1"/>
    <w:rsid w:val="00B554BD"/>
    <w:rsid w:val="00B55888"/>
    <w:rsid w:val="00B55CE4"/>
    <w:rsid w:val="00B563F8"/>
    <w:rsid w:val="00B5748E"/>
    <w:rsid w:val="00B5786A"/>
    <w:rsid w:val="00B612DA"/>
    <w:rsid w:val="00B6203B"/>
    <w:rsid w:val="00B6336D"/>
    <w:rsid w:val="00B637F1"/>
    <w:rsid w:val="00B64280"/>
    <w:rsid w:val="00B643B0"/>
    <w:rsid w:val="00B6505A"/>
    <w:rsid w:val="00B65BC1"/>
    <w:rsid w:val="00B65D13"/>
    <w:rsid w:val="00B65E98"/>
    <w:rsid w:val="00B66444"/>
    <w:rsid w:val="00B66F42"/>
    <w:rsid w:val="00B6707A"/>
    <w:rsid w:val="00B67806"/>
    <w:rsid w:val="00B70766"/>
    <w:rsid w:val="00B7114C"/>
    <w:rsid w:val="00B71B23"/>
    <w:rsid w:val="00B72E3C"/>
    <w:rsid w:val="00B73AB1"/>
    <w:rsid w:val="00B75FB9"/>
    <w:rsid w:val="00B765AF"/>
    <w:rsid w:val="00B76C2D"/>
    <w:rsid w:val="00B76C57"/>
    <w:rsid w:val="00B76CCB"/>
    <w:rsid w:val="00B76E57"/>
    <w:rsid w:val="00B77759"/>
    <w:rsid w:val="00B809F8"/>
    <w:rsid w:val="00B80C4A"/>
    <w:rsid w:val="00B81060"/>
    <w:rsid w:val="00B81566"/>
    <w:rsid w:val="00B821B2"/>
    <w:rsid w:val="00B8223F"/>
    <w:rsid w:val="00B82A13"/>
    <w:rsid w:val="00B82E74"/>
    <w:rsid w:val="00B83CDB"/>
    <w:rsid w:val="00B84114"/>
    <w:rsid w:val="00B85D1F"/>
    <w:rsid w:val="00B85D42"/>
    <w:rsid w:val="00B90B10"/>
    <w:rsid w:val="00B90F10"/>
    <w:rsid w:val="00B91259"/>
    <w:rsid w:val="00B92071"/>
    <w:rsid w:val="00B924E2"/>
    <w:rsid w:val="00B93B26"/>
    <w:rsid w:val="00B9483D"/>
    <w:rsid w:val="00B972FB"/>
    <w:rsid w:val="00BA049C"/>
    <w:rsid w:val="00BA0EA5"/>
    <w:rsid w:val="00BA2261"/>
    <w:rsid w:val="00BA30EC"/>
    <w:rsid w:val="00BA3C52"/>
    <w:rsid w:val="00BA423F"/>
    <w:rsid w:val="00BA4847"/>
    <w:rsid w:val="00BA5013"/>
    <w:rsid w:val="00BA540A"/>
    <w:rsid w:val="00BA54F9"/>
    <w:rsid w:val="00BA66C0"/>
    <w:rsid w:val="00BA6D44"/>
    <w:rsid w:val="00BB0131"/>
    <w:rsid w:val="00BB0C39"/>
    <w:rsid w:val="00BB11BE"/>
    <w:rsid w:val="00BB1A84"/>
    <w:rsid w:val="00BB3288"/>
    <w:rsid w:val="00BB4D2C"/>
    <w:rsid w:val="00BB521F"/>
    <w:rsid w:val="00BB5ADD"/>
    <w:rsid w:val="00BB5FD8"/>
    <w:rsid w:val="00BB60A0"/>
    <w:rsid w:val="00BB62B8"/>
    <w:rsid w:val="00BB76CB"/>
    <w:rsid w:val="00BB7A5D"/>
    <w:rsid w:val="00BC04BE"/>
    <w:rsid w:val="00BC13A1"/>
    <w:rsid w:val="00BC245F"/>
    <w:rsid w:val="00BC24FB"/>
    <w:rsid w:val="00BC25BD"/>
    <w:rsid w:val="00BC2666"/>
    <w:rsid w:val="00BC2CC5"/>
    <w:rsid w:val="00BC4B3B"/>
    <w:rsid w:val="00BC5BCF"/>
    <w:rsid w:val="00BC6541"/>
    <w:rsid w:val="00BC6AEB"/>
    <w:rsid w:val="00BC6F3D"/>
    <w:rsid w:val="00BC7F29"/>
    <w:rsid w:val="00BD0184"/>
    <w:rsid w:val="00BD05B7"/>
    <w:rsid w:val="00BD1A90"/>
    <w:rsid w:val="00BD3629"/>
    <w:rsid w:val="00BD42B2"/>
    <w:rsid w:val="00BD483F"/>
    <w:rsid w:val="00BD546E"/>
    <w:rsid w:val="00BD71EB"/>
    <w:rsid w:val="00BD7625"/>
    <w:rsid w:val="00BD79ED"/>
    <w:rsid w:val="00BE20FA"/>
    <w:rsid w:val="00BE327A"/>
    <w:rsid w:val="00BE3848"/>
    <w:rsid w:val="00BE4DD3"/>
    <w:rsid w:val="00BE4ECA"/>
    <w:rsid w:val="00BE5D00"/>
    <w:rsid w:val="00BE6379"/>
    <w:rsid w:val="00BE7077"/>
    <w:rsid w:val="00BE713B"/>
    <w:rsid w:val="00BF0E1E"/>
    <w:rsid w:val="00BF2D0E"/>
    <w:rsid w:val="00BF30D9"/>
    <w:rsid w:val="00BF3F29"/>
    <w:rsid w:val="00BF44A1"/>
    <w:rsid w:val="00BF54ED"/>
    <w:rsid w:val="00BF60EF"/>
    <w:rsid w:val="00C00CC1"/>
    <w:rsid w:val="00C01222"/>
    <w:rsid w:val="00C0189F"/>
    <w:rsid w:val="00C01E8C"/>
    <w:rsid w:val="00C01F40"/>
    <w:rsid w:val="00C01FA0"/>
    <w:rsid w:val="00C02AE3"/>
    <w:rsid w:val="00C02E15"/>
    <w:rsid w:val="00C0515A"/>
    <w:rsid w:val="00C05E16"/>
    <w:rsid w:val="00C06084"/>
    <w:rsid w:val="00C06097"/>
    <w:rsid w:val="00C068AF"/>
    <w:rsid w:val="00C06DAE"/>
    <w:rsid w:val="00C0782E"/>
    <w:rsid w:val="00C1086A"/>
    <w:rsid w:val="00C11411"/>
    <w:rsid w:val="00C11ADF"/>
    <w:rsid w:val="00C11E53"/>
    <w:rsid w:val="00C128E6"/>
    <w:rsid w:val="00C12966"/>
    <w:rsid w:val="00C12D63"/>
    <w:rsid w:val="00C137D3"/>
    <w:rsid w:val="00C14336"/>
    <w:rsid w:val="00C15034"/>
    <w:rsid w:val="00C15349"/>
    <w:rsid w:val="00C15DE3"/>
    <w:rsid w:val="00C1671F"/>
    <w:rsid w:val="00C16977"/>
    <w:rsid w:val="00C16B84"/>
    <w:rsid w:val="00C17087"/>
    <w:rsid w:val="00C21156"/>
    <w:rsid w:val="00C212C4"/>
    <w:rsid w:val="00C21EBD"/>
    <w:rsid w:val="00C22A74"/>
    <w:rsid w:val="00C23417"/>
    <w:rsid w:val="00C23634"/>
    <w:rsid w:val="00C24464"/>
    <w:rsid w:val="00C24815"/>
    <w:rsid w:val="00C2496E"/>
    <w:rsid w:val="00C26A07"/>
    <w:rsid w:val="00C272DC"/>
    <w:rsid w:val="00C30CEA"/>
    <w:rsid w:val="00C32463"/>
    <w:rsid w:val="00C328EA"/>
    <w:rsid w:val="00C32F2A"/>
    <w:rsid w:val="00C34BE9"/>
    <w:rsid w:val="00C34E72"/>
    <w:rsid w:val="00C365B2"/>
    <w:rsid w:val="00C366A6"/>
    <w:rsid w:val="00C36F3F"/>
    <w:rsid w:val="00C4140A"/>
    <w:rsid w:val="00C4174A"/>
    <w:rsid w:val="00C421D6"/>
    <w:rsid w:val="00C42E9B"/>
    <w:rsid w:val="00C43A45"/>
    <w:rsid w:val="00C4547A"/>
    <w:rsid w:val="00C457F9"/>
    <w:rsid w:val="00C465D7"/>
    <w:rsid w:val="00C465F4"/>
    <w:rsid w:val="00C46D56"/>
    <w:rsid w:val="00C47BD8"/>
    <w:rsid w:val="00C503B5"/>
    <w:rsid w:val="00C505C9"/>
    <w:rsid w:val="00C509D0"/>
    <w:rsid w:val="00C51277"/>
    <w:rsid w:val="00C51328"/>
    <w:rsid w:val="00C535CA"/>
    <w:rsid w:val="00C5378C"/>
    <w:rsid w:val="00C54A28"/>
    <w:rsid w:val="00C54B46"/>
    <w:rsid w:val="00C550F2"/>
    <w:rsid w:val="00C55270"/>
    <w:rsid w:val="00C55452"/>
    <w:rsid w:val="00C55F3A"/>
    <w:rsid w:val="00C5651E"/>
    <w:rsid w:val="00C56D55"/>
    <w:rsid w:val="00C65EBD"/>
    <w:rsid w:val="00C65FFD"/>
    <w:rsid w:val="00C66C3A"/>
    <w:rsid w:val="00C672C4"/>
    <w:rsid w:val="00C67A37"/>
    <w:rsid w:val="00C7015D"/>
    <w:rsid w:val="00C71E04"/>
    <w:rsid w:val="00C749BC"/>
    <w:rsid w:val="00C74A56"/>
    <w:rsid w:val="00C7526F"/>
    <w:rsid w:val="00C75F3B"/>
    <w:rsid w:val="00C75FAB"/>
    <w:rsid w:val="00C76037"/>
    <w:rsid w:val="00C76484"/>
    <w:rsid w:val="00C765FE"/>
    <w:rsid w:val="00C767A7"/>
    <w:rsid w:val="00C77365"/>
    <w:rsid w:val="00C809F3"/>
    <w:rsid w:val="00C80B2D"/>
    <w:rsid w:val="00C82AC0"/>
    <w:rsid w:val="00C82C20"/>
    <w:rsid w:val="00C83B81"/>
    <w:rsid w:val="00C854FF"/>
    <w:rsid w:val="00C85663"/>
    <w:rsid w:val="00C86BAF"/>
    <w:rsid w:val="00C87726"/>
    <w:rsid w:val="00C87A02"/>
    <w:rsid w:val="00C906E1"/>
    <w:rsid w:val="00C90A5C"/>
    <w:rsid w:val="00C90FEF"/>
    <w:rsid w:val="00C91398"/>
    <w:rsid w:val="00C913BB"/>
    <w:rsid w:val="00C917ED"/>
    <w:rsid w:val="00C91872"/>
    <w:rsid w:val="00C92341"/>
    <w:rsid w:val="00C94864"/>
    <w:rsid w:val="00C94A3B"/>
    <w:rsid w:val="00C94AAC"/>
    <w:rsid w:val="00C94D85"/>
    <w:rsid w:val="00C9564A"/>
    <w:rsid w:val="00C95C81"/>
    <w:rsid w:val="00C961E8"/>
    <w:rsid w:val="00C979D2"/>
    <w:rsid w:val="00CA0474"/>
    <w:rsid w:val="00CA08BD"/>
    <w:rsid w:val="00CA10FE"/>
    <w:rsid w:val="00CA2ED1"/>
    <w:rsid w:val="00CA395B"/>
    <w:rsid w:val="00CA45B2"/>
    <w:rsid w:val="00CA4DEC"/>
    <w:rsid w:val="00CA5109"/>
    <w:rsid w:val="00CA5162"/>
    <w:rsid w:val="00CA55C8"/>
    <w:rsid w:val="00CA65EF"/>
    <w:rsid w:val="00CA6901"/>
    <w:rsid w:val="00CA6B9C"/>
    <w:rsid w:val="00CA6FBA"/>
    <w:rsid w:val="00CA73B2"/>
    <w:rsid w:val="00CA73C3"/>
    <w:rsid w:val="00CA7C93"/>
    <w:rsid w:val="00CA7D71"/>
    <w:rsid w:val="00CB012C"/>
    <w:rsid w:val="00CB016D"/>
    <w:rsid w:val="00CB0905"/>
    <w:rsid w:val="00CB11C0"/>
    <w:rsid w:val="00CB132F"/>
    <w:rsid w:val="00CB182D"/>
    <w:rsid w:val="00CB2B80"/>
    <w:rsid w:val="00CB5436"/>
    <w:rsid w:val="00CB6540"/>
    <w:rsid w:val="00CB692E"/>
    <w:rsid w:val="00CB6A6D"/>
    <w:rsid w:val="00CB7434"/>
    <w:rsid w:val="00CB7E3A"/>
    <w:rsid w:val="00CC014E"/>
    <w:rsid w:val="00CC1142"/>
    <w:rsid w:val="00CC14EE"/>
    <w:rsid w:val="00CC1635"/>
    <w:rsid w:val="00CC5372"/>
    <w:rsid w:val="00CC53B8"/>
    <w:rsid w:val="00CC583D"/>
    <w:rsid w:val="00CC70F7"/>
    <w:rsid w:val="00CC776D"/>
    <w:rsid w:val="00CC7E75"/>
    <w:rsid w:val="00CC7EC3"/>
    <w:rsid w:val="00CC7FA9"/>
    <w:rsid w:val="00CD0293"/>
    <w:rsid w:val="00CD03C6"/>
    <w:rsid w:val="00CD10DE"/>
    <w:rsid w:val="00CD1970"/>
    <w:rsid w:val="00CD223D"/>
    <w:rsid w:val="00CD2B46"/>
    <w:rsid w:val="00CD2D6F"/>
    <w:rsid w:val="00CD3229"/>
    <w:rsid w:val="00CD32AA"/>
    <w:rsid w:val="00CD4478"/>
    <w:rsid w:val="00CD48EE"/>
    <w:rsid w:val="00CD4E99"/>
    <w:rsid w:val="00CD59C4"/>
    <w:rsid w:val="00CE10E7"/>
    <w:rsid w:val="00CE1D1B"/>
    <w:rsid w:val="00CE24EB"/>
    <w:rsid w:val="00CE31FD"/>
    <w:rsid w:val="00CE534A"/>
    <w:rsid w:val="00CE5E29"/>
    <w:rsid w:val="00CE7741"/>
    <w:rsid w:val="00CF0063"/>
    <w:rsid w:val="00CF0341"/>
    <w:rsid w:val="00CF1252"/>
    <w:rsid w:val="00CF2317"/>
    <w:rsid w:val="00CF245F"/>
    <w:rsid w:val="00CF2761"/>
    <w:rsid w:val="00CF28B6"/>
    <w:rsid w:val="00CF3AFE"/>
    <w:rsid w:val="00CF3EB2"/>
    <w:rsid w:val="00CF4257"/>
    <w:rsid w:val="00CF4835"/>
    <w:rsid w:val="00CF4C2C"/>
    <w:rsid w:val="00CF4C4E"/>
    <w:rsid w:val="00CF52A1"/>
    <w:rsid w:val="00CF58F5"/>
    <w:rsid w:val="00CF59C0"/>
    <w:rsid w:val="00CF59FD"/>
    <w:rsid w:val="00CF5D53"/>
    <w:rsid w:val="00D00D87"/>
    <w:rsid w:val="00D00E2E"/>
    <w:rsid w:val="00D00EB9"/>
    <w:rsid w:val="00D0155E"/>
    <w:rsid w:val="00D01C59"/>
    <w:rsid w:val="00D01E0D"/>
    <w:rsid w:val="00D03409"/>
    <w:rsid w:val="00D035CD"/>
    <w:rsid w:val="00D03900"/>
    <w:rsid w:val="00D040FD"/>
    <w:rsid w:val="00D04B6A"/>
    <w:rsid w:val="00D0598C"/>
    <w:rsid w:val="00D05D93"/>
    <w:rsid w:val="00D05F98"/>
    <w:rsid w:val="00D0642A"/>
    <w:rsid w:val="00D06AE1"/>
    <w:rsid w:val="00D0713B"/>
    <w:rsid w:val="00D07187"/>
    <w:rsid w:val="00D0762A"/>
    <w:rsid w:val="00D100E7"/>
    <w:rsid w:val="00D105C6"/>
    <w:rsid w:val="00D10F3B"/>
    <w:rsid w:val="00D11514"/>
    <w:rsid w:val="00D11989"/>
    <w:rsid w:val="00D11D77"/>
    <w:rsid w:val="00D11F21"/>
    <w:rsid w:val="00D11F86"/>
    <w:rsid w:val="00D1397A"/>
    <w:rsid w:val="00D13D2D"/>
    <w:rsid w:val="00D14695"/>
    <w:rsid w:val="00D14CAA"/>
    <w:rsid w:val="00D14E56"/>
    <w:rsid w:val="00D155F8"/>
    <w:rsid w:val="00D15E71"/>
    <w:rsid w:val="00D169AA"/>
    <w:rsid w:val="00D16B59"/>
    <w:rsid w:val="00D17E65"/>
    <w:rsid w:val="00D2229A"/>
    <w:rsid w:val="00D223BC"/>
    <w:rsid w:val="00D22DD2"/>
    <w:rsid w:val="00D238C7"/>
    <w:rsid w:val="00D24845"/>
    <w:rsid w:val="00D24E95"/>
    <w:rsid w:val="00D25490"/>
    <w:rsid w:val="00D254BA"/>
    <w:rsid w:val="00D25F4D"/>
    <w:rsid w:val="00D26DB2"/>
    <w:rsid w:val="00D27A81"/>
    <w:rsid w:val="00D30340"/>
    <w:rsid w:val="00D3083F"/>
    <w:rsid w:val="00D30F35"/>
    <w:rsid w:val="00D315E2"/>
    <w:rsid w:val="00D325F5"/>
    <w:rsid w:val="00D32CD4"/>
    <w:rsid w:val="00D32DB9"/>
    <w:rsid w:val="00D33441"/>
    <w:rsid w:val="00D34F24"/>
    <w:rsid w:val="00D35137"/>
    <w:rsid w:val="00D36018"/>
    <w:rsid w:val="00D3628D"/>
    <w:rsid w:val="00D3634E"/>
    <w:rsid w:val="00D36FDA"/>
    <w:rsid w:val="00D400C8"/>
    <w:rsid w:val="00D41645"/>
    <w:rsid w:val="00D41920"/>
    <w:rsid w:val="00D41DCE"/>
    <w:rsid w:val="00D424EB"/>
    <w:rsid w:val="00D42EFA"/>
    <w:rsid w:val="00D445A3"/>
    <w:rsid w:val="00D45A7F"/>
    <w:rsid w:val="00D45D5E"/>
    <w:rsid w:val="00D47636"/>
    <w:rsid w:val="00D477F6"/>
    <w:rsid w:val="00D508FC"/>
    <w:rsid w:val="00D509CF"/>
    <w:rsid w:val="00D50A24"/>
    <w:rsid w:val="00D50C7E"/>
    <w:rsid w:val="00D50F64"/>
    <w:rsid w:val="00D517A3"/>
    <w:rsid w:val="00D52EE3"/>
    <w:rsid w:val="00D536E0"/>
    <w:rsid w:val="00D536ED"/>
    <w:rsid w:val="00D539E2"/>
    <w:rsid w:val="00D54FB5"/>
    <w:rsid w:val="00D557E3"/>
    <w:rsid w:val="00D5632E"/>
    <w:rsid w:val="00D5672C"/>
    <w:rsid w:val="00D56936"/>
    <w:rsid w:val="00D56ADB"/>
    <w:rsid w:val="00D611B0"/>
    <w:rsid w:val="00D61880"/>
    <w:rsid w:val="00D61E43"/>
    <w:rsid w:val="00D63456"/>
    <w:rsid w:val="00D64C72"/>
    <w:rsid w:val="00D671A3"/>
    <w:rsid w:val="00D6767B"/>
    <w:rsid w:val="00D676D5"/>
    <w:rsid w:val="00D71211"/>
    <w:rsid w:val="00D71B15"/>
    <w:rsid w:val="00D7231F"/>
    <w:rsid w:val="00D72EE8"/>
    <w:rsid w:val="00D733FE"/>
    <w:rsid w:val="00D755C7"/>
    <w:rsid w:val="00D75AFA"/>
    <w:rsid w:val="00D77205"/>
    <w:rsid w:val="00D77974"/>
    <w:rsid w:val="00D805E6"/>
    <w:rsid w:val="00D80A09"/>
    <w:rsid w:val="00D82835"/>
    <w:rsid w:val="00D829A1"/>
    <w:rsid w:val="00D834A1"/>
    <w:rsid w:val="00D8486B"/>
    <w:rsid w:val="00D853D7"/>
    <w:rsid w:val="00D85476"/>
    <w:rsid w:val="00D85A16"/>
    <w:rsid w:val="00D87705"/>
    <w:rsid w:val="00D877EC"/>
    <w:rsid w:val="00D87AF6"/>
    <w:rsid w:val="00D91605"/>
    <w:rsid w:val="00D921ED"/>
    <w:rsid w:val="00D923C9"/>
    <w:rsid w:val="00D9249C"/>
    <w:rsid w:val="00D92953"/>
    <w:rsid w:val="00D92B0A"/>
    <w:rsid w:val="00D94FDF"/>
    <w:rsid w:val="00D951E6"/>
    <w:rsid w:val="00D9584F"/>
    <w:rsid w:val="00D95A70"/>
    <w:rsid w:val="00D972A8"/>
    <w:rsid w:val="00D97BD5"/>
    <w:rsid w:val="00D97F1B"/>
    <w:rsid w:val="00DA1438"/>
    <w:rsid w:val="00DA1EA1"/>
    <w:rsid w:val="00DA1EFC"/>
    <w:rsid w:val="00DA25D8"/>
    <w:rsid w:val="00DA3118"/>
    <w:rsid w:val="00DA3524"/>
    <w:rsid w:val="00DA3901"/>
    <w:rsid w:val="00DA4515"/>
    <w:rsid w:val="00DA475B"/>
    <w:rsid w:val="00DA4764"/>
    <w:rsid w:val="00DA54BF"/>
    <w:rsid w:val="00DA5792"/>
    <w:rsid w:val="00DA6136"/>
    <w:rsid w:val="00DA7527"/>
    <w:rsid w:val="00DB00F5"/>
    <w:rsid w:val="00DB022F"/>
    <w:rsid w:val="00DB0358"/>
    <w:rsid w:val="00DB1058"/>
    <w:rsid w:val="00DB15AB"/>
    <w:rsid w:val="00DB1DF2"/>
    <w:rsid w:val="00DB1EF9"/>
    <w:rsid w:val="00DB2409"/>
    <w:rsid w:val="00DB2586"/>
    <w:rsid w:val="00DB2799"/>
    <w:rsid w:val="00DB2A07"/>
    <w:rsid w:val="00DB4B25"/>
    <w:rsid w:val="00DB5CDA"/>
    <w:rsid w:val="00DB641A"/>
    <w:rsid w:val="00DB6995"/>
    <w:rsid w:val="00DB797B"/>
    <w:rsid w:val="00DB7E98"/>
    <w:rsid w:val="00DC1116"/>
    <w:rsid w:val="00DC17E5"/>
    <w:rsid w:val="00DC19C7"/>
    <w:rsid w:val="00DC1D7A"/>
    <w:rsid w:val="00DC3720"/>
    <w:rsid w:val="00DC3EB3"/>
    <w:rsid w:val="00DC3FDD"/>
    <w:rsid w:val="00DC4019"/>
    <w:rsid w:val="00DC45DD"/>
    <w:rsid w:val="00DC63C2"/>
    <w:rsid w:val="00DC736C"/>
    <w:rsid w:val="00DC7960"/>
    <w:rsid w:val="00DD070B"/>
    <w:rsid w:val="00DD0F75"/>
    <w:rsid w:val="00DD11A7"/>
    <w:rsid w:val="00DD2883"/>
    <w:rsid w:val="00DD29BE"/>
    <w:rsid w:val="00DD29DD"/>
    <w:rsid w:val="00DD2F6B"/>
    <w:rsid w:val="00DD329D"/>
    <w:rsid w:val="00DD46CB"/>
    <w:rsid w:val="00DD4CF6"/>
    <w:rsid w:val="00DD5A4B"/>
    <w:rsid w:val="00DD76C9"/>
    <w:rsid w:val="00DE3298"/>
    <w:rsid w:val="00DE38FD"/>
    <w:rsid w:val="00DE405D"/>
    <w:rsid w:val="00DE468B"/>
    <w:rsid w:val="00DE75E1"/>
    <w:rsid w:val="00DE78AC"/>
    <w:rsid w:val="00DE7BB4"/>
    <w:rsid w:val="00DF0176"/>
    <w:rsid w:val="00DF09BE"/>
    <w:rsid w:val="00DF09FC"/>
    <w:rsid w:val="00DF0F2B"/>
    <w:rsid w:val="00DF1512"/>
    <w:rsid w:val="00DF19F7"/>
    <w:rsid w:val="00DF2C3E"/>
    <w:rsid w:val="00DF517C"/>
    <w:rsid w:val="00DF5273"/>
    <w:rsid w:val="00DF6281"/>
    <w:rsid w:val="00DF6396"/>
    <w:rsid w:val="00DF78EA"/>
    <w:rsid w:val="00DF79F2"/>
    <w:rsid w:val="00E00754"/>
    <w:rsid w:val="00E00CB4"/>
    <w:rsid w:val="00E011A5"/>
    <w:rsid w:val="00E0193D"/>
    <w:rsid w:val="00E0234B"/>
    <w:rsid w:val="00E0259C"/>
    <w:rsid w:val="00E02A76"/>
    <w:rsid w:val="00E02E4A"/>
    <w:rsid w:val="00E02FAF"/>
    <w:rsid w:val="00E039B7"/>
    <w:rsid w:val="00E04F28"/>
    <w:rsid w:val="00E05BB3"/>
    <w:rsid w:val="00E0652E"/>
    <w:rsid w:val="00E06A98"/>
    <w:rsid w:val="00E072D0"/>
    <w:rsid w:val="00E074A4"/>
    <w:rsid w:val="00E108FE"/>
    <w:rsid w:val="00E10982"/>
    <w:rsid w:val="00E10D92"/>
    <w:rsid w:val="00E115E7"/>
    <w:rsid w:val="00E12635"/>
    <w:rsid w:val="00E12C32"/>
    <w:rsid w:val="00E132FA"/>
    <w:rsid w:val="00E13572"/>
    <w:rsid w:val="00E13847"/>
    <w:rsid w:val="00E14975"/>
    <w:rsid w:val="00E15621"/>
    <w:rsid w:val="00E160CD"/>
    <w:rsid w:val="00E163D7"/>
    <w:rsid w:val="00E16508"/>
    <w:rsid w:val="00E166FB"/>
    <w:rsid w:val="00E16816"/>
    <w:rsid w:val="00E16AF7"/>
    <w:rsid w:val="00E16F9F"/>
    <w:rsid w:val="00E20E2B"/>
    <w:rsid w:val="00E2171B"/>
    <w:rsid w:val="00E225C6"/>
    <w:rsid w:val="00E229B4"/>
    <w:rsid w:val="00E22BE7"/>
    <w:rsid w:val="00E2330B"/>
    <w:rsid w:val="00E23EA2"/>
    <w:rsid w:val="00E26055"/>
    <w:rsid w:val="00E265F1"/>
    <w:rsid w:val="00E276D2"/>
    <w:rsid w:val="00E27D18"/>
    <w:rsid w:val="00E317E7"/>
    <w:rsid w:val="00E31B7F"/>
    <w:rsid w:val="00E32C37"/>
    <w:rsid w:val="00E32EDB"/>
    <w:rsid w:val="00E3303B"/>
    <w:rsid w:val="00E33C29"/>
    <w:rsid w:val="00E33F0D"/>
    <w:rsid w:val="00E3465B"/>
    <w:rsid w:val="00E35849"/>
    <w:rsid w:val="00E36579"/>
    <w:rsid w:val="00E365CC"/>
    <w:rsid w:val="00E37813"/>
    <w:rsid w:val="00E402AD"/>
    <w:rsid w:val="00E40D03"/>
    <w:rsid w:val="00E41BF8"/>
    <w:rsid w:val="00E41EEB"/>
    <w:rsid w:val="00E42100"/>
    <w:rsid w:val="00E42871"/>
    <w:rsid w:val="00E43B14"/>
    <w:rsid w:val="00E43ED0"/>
    <w:rsid w:val="00E447BF"/>
    <w:rsid w:val="00E44EBE"/>
    <w:rsid w:val="00E44EE2"/>
    <w:rsid w:val="00E46135"/>
    <w:rsid w:val="00E46CBE"/>
    <w:rsid w:val="00E47001"/>
    <w:rsid w:val="00E47277"/>
    <w:rsid w:val="00E50646"/>
    <w:rsid w:val="00E50ADA"/>
    <w:rsid w:val="00E51420"/>
    <w:rsid w:val="00E52B00"/>
    <w:rsid w:val="00E52E91"/>
    <w:rsid w:val="00E530B7"/>
    <w:rsid w:val="00E53381"/>
    <w:rsid w:val="00E541FD"/>
    <w:rsid w:val="00E54655"/>
    <w:rsid w:val="00E553C2"/>
    <w:rsid w:val="00E60403"/>
    <w:rsid w:val="00E61050"/>
    <w:rsid w:val="00E618E9"/>
    <w:rsid w:val="00E61EB4"/>
    <w:rsid w:val="00E6270F"/>
    <w:rsid w:val="00E64076"/>
    <w:rsid w:val="00E644A8"/>
    <w:rsid w:val="00E64F15"/>
    <w:rsid w:val="00E652BF"/>
    <w:rsid w:val="00E65939"/>
    <w:rsid w:val="00E67022"/>
    <w:rsid w:val="00E703B3"/>
    <w:rsid w:val="00E703D0"/>
    <w:rsid w:val="00E7040E"/>
    <w:rsid w:val="00E70837"/>
    <w:rsid w:val="00E71B57"/>
    <w:rsid w:val="00E71EB7"/>
    <w:rsid w:val="00E72155"/>
    <w:rsid w:val="00E7245B"/>
    <w:rsid w:val="00E7367F"/>
    <w:rsid w:val="00E74F2A"/>
    <w:rsid w:val="00E74F4B"/>
    <w:rsid w:val="00E778F9"/>
    <w:rsid w:val="00E80A66"/>
    <w:rsid w:val="00E80AA9"/>
    <w:rsid w:val="00E815D6"/>
    <w:rsid w:val="00E817EC"/>
    <w:rsid w:val="00E82D8E"/>
    <w:rsid w:val="00E836B4"/>
    <w:rsid w:val="00E836CA"/>
    <w:rsid w:val="00E83ADC"/>
    <w:rsid w:val="00E83ADF"/>
    <w:rsid w:val="00E83D09"/>
    <w:rsid w:val="00E84B81"/>
    <w:rsid w:val="00E85236"/>
    <w:rsid w:val="00E8532B"/>
    <w:rsid w:val="00E867EC"/>
    <w:rsid w:val="00E86E62"/>
    <w:rsid w:val="00E87531"/>
    <w:rsid w:val="00E87DEC"/>
    <w:rsid w:val="00E90BFC"/>
    <w:rsid w:val="00E92398"/>
    <w:rsid w:val="00E943D1"/>
    <w:rsid w:val="00E94BE9"/>
    <w:rsid w:val="00E9581A"/>
    <w:rsid w:val="00E960E8"/>
    <w:rsid w:val="00E96487"/>
    <w:rsid w:val="00E97115"/>
    <w:rsid w:val="00E97AF0"/>
    <w:rsid w:val="00E97F23"/>
    <w:rsid w:val="00EA0124"/>
    <w:rsid w:val="00EA1575"/>
    <w:rsid w:val="00EA3729"/>
    <w:rsid w:val="00EA5554"/>
    <w:rsid w:val="00EA56E3"/>
    <w:rsid w:val="00EA5774"/>
    <w:rsid w:val="00EA5DF7"/>
    <w:rsid w:val="00EA6585"/>
    <w:rsid w:val="00EA68DA"/>
    <w:rsid w:val="00EA747B"/>
    <w:rsid w:val="00EA786C"/>
    <w:rsid w:val="00EA7D4A"/>
    <w:rsid w:val="00EB02C5"/>
    <w:rsid w:val="00EB0C8A"/>
    <w:rsid w:val="00EB1473"/>
    <w:rsid w:val="00EB1915"/>
    <w:rsid w:val="00EB2479"/>
    <w:rsid w:val="00EB4089"/>
    <w:rsid w:val="00EB47AA"/>
    <w:rsid w:val="00EB5CCE"/>
    <w:rsid w:val="00EB6586"/>
    <w:rsid w:val="00EB6B6A"/>
    <w:rsid w:val="00EC05FB"/>
    <w:rsid w:val="00EC0731"/>
    <w:rsid w:val="00EC1DDA"/>
    <w:rsid w:val="00EC22BA"/>
    <w:rsid w:val="00EC2392"/>
    <w:rsid w:val="00EC2831"/>
    <w:rsid w:val="00EC2C27"/>
    <w:rsid w:val="00EC2DC6"/>
    <w:rsid w:val="00EC3466"/>
    <w:rsid w:val="00EC3479"/>
    <w:rsid w:val="00EC36E8"/>
    <w:rsid w:val="00EC53BD"/>
    <w:rsid w:val="00EC57FF"/>
    <w:rsid w:val="00EC5AC7"/>
    <w:rsid w:val="00EC62B4"/>
    <w:rsid w:val="00EC7C0C"/>
    <w:rsid w:val="00ED0203"/>
    <w:rsid w:val="00ED03F7"/>
    <w:rsid w:val="00ED0F84"/>
    <w:rsid w:val="00ED1165"/>
    <w:rsid w:val="00ED200A"/>
    <w:rsid w:val="00ED2FAB"/>
    <w:rsid w:val="00ED349F"/>
    <w:rsid w:val="00ED3A21"/>
    <w:rsid w:val="00ED58B3"/>
    <w:rsid w:val="00EE0099"/>
    <w:rsid w:val="00EE0383"/>
    <w:rsid w:val="00EE063C"/>
    <w:rsid w:val="00EE1E28"/>
    <w:rsid w:val="00EE323A"/>
    <w:rsid w:val="00EE4506"/>
    <w:rsid w:val="00EE50AA"/>
    <w:rsid w:val="00EE573E"/>
    <w:rsid w:val="00EE5BF3"/>
    <w:rsid w:val="00EE6492"/>
    <w:rsid w:val="00EE7903"/>
    <w:rsid w:val="00EF0573"/>
    <w:rsid w:val="00EF0AB3"/>
    <w:rsid w:val="00EF12F1"/>
    <w:rsid w:val="00EF13E1"/>
    <w:rsid w:val="00EF197F"/>
    <w:rsid w:val="00EF1BCD"/>
    <w:rsid w:val="00EF2836"/>
    <w:rsid w:val="00EF2C99"/>
    <w:rsid w:val="00EF3FEE"/>
    <w:rsid w:val="00EF4B62"/>
    <w:rsid w:val="00EF4CC8"/>
    <w:rsid w:val="00EF501E"/>
    <w:rsid w:val="00EF5117"/>
    <w:rsid w:val="00EF545F"/>
    <w:rsid w:val="00EF604E"/>
    <w:rsid w:val="00EF64BC"/>
    <w:rsid w:val="00EF64C5"/>
    <w:rsid w:val="00EF657B"/>
    <w:rsid w:val="00EF6FDD"/>
    <w:rsid w:val="00EF7169"/>
    <w:rsid w:val="00EF7423"/>
    <w:rsid w:val="00EF76DE"/>
    <w:rsid w:val="00EF78AE"/>
    <w:rsid w:val="00F00876"/>
    <w:rsid w:val="00F00AFD"/>
    <w:rsid w:val="00F01679"/>
    <w:rsid w:val="00F02FDC"/>
    <w:rsid w:val="00F03391"/>
    <w:rsid w:val="00F0347B"/>
    <w:rsid w:val="00F03528"/>
    <w:rsid w:val="00F03715"/>
    <w:rsid w:val="00F03865"/>
    <w:rsid w:val="00F04308"/>
    <w:rsid w:val="00F046FC"/>
    <w:rsid w:val="00F04B1B"/>
    <w:rsid w:val="00F0551C"/>
    <w:rsid w:val="00F05A56"/>
    <w:rsid w:val="00F06846"/>
    <w:rsid w:val="00F078E0"/>
    <w:rsid w:val="00F11748"/>
    <w:rsid w:val="00F1184B"/>
    <w:rsid w:val="00F11D72"/>
    <w:rsid w:val="00F11ECA"/>
    <w:rsid w:val="00F11FB9"/>
    <w:rsid w:val="00F13170"/>
    <w:rsid w:val="00F13226"/>
    <w:rsid w:val="00F13523"/>
    <w:rsid w:val="00F136E5"/>
    <w:rsid w:val="00F138DF"/>
    <w:rsid w:val="00F13F88"/>
    <w:rsid w:val="00F14038"/>
    <w:rsid w:val="00F14704"/>
    <w:rsid w:val="00F14B6B"/>
    <w:rsid w:val="00F15400"/>
    <w:rsid w:val="00F15929"/>
    <w:rsid w:val="00F16361"/>
    <w:rsid w:val="00F16794"/>
    <w:rsid w:val="00F16A1E"/>
    <w:rsid w:val="00F20120"/>
    <w:rsid w:val="00F20B91"/>
    <w:rsid w:val="00F20D88"/>
    <w:rsid w:val="00F21A72"/>
    <w:rsid w:val="00F228C0"/>
    <w:rsid w:val="00F22A0F"/>
    <w:rsid w:val="00F23290"/>
    <w:rsid w:val="00F2357F"/>
    <w:rsid w:val="00F2391A"/>
    <w:rsid w:val="00F25941"/>
    <w:rsid w:val="00F25BDF"/>
    <w:rsid w:val="00F26675"/>
    <w:rsid w:val="00F27AF6"/>
    <w:rsid w:val="00F313DB"/>
    <w:rsid w:val="00F31D34"/>
    <w:rsid w:val="00F3305B"/>
    <w:rsid w:val="00F33E7D"/>
    <w:rsid w:val="00F33FC6"/>
    <w:rsid w:val="00F34108"/>
    <w:rsid w:val="00F353DF"/>
    <w:rsid w:val="00F35677"/>
    <w:rsid w:val="00F35DC2"/>
    <w:rsid w:val="00F3636D"/>
    <w:rsid w:val="00F36CD5"/>
    <w:rsid w:val="00F3717C"/>
    <w:rsid w:val="00F372AC"/>
    <w:rsid w:val="00F373BD"/>
    <w:rsid w:val="00F37D0B"/>
    <w:rsid w:val="00F409B9"/>
    <w:rsid w:val="00F40F7A"/>
    <w:rsid w:val="00F418C8"/>
    <w:rsid w:val="00F4226F"/>
    <w:rsid w:val="00F43A3A"/>
    <w:rsid w:val="00F440E9"/>
    <w:rsid w:val="00F4439F"/>
    <w:rsid w:val="00F4469A"/>
    <w:rsid w:val="00F46C67"/>
    <w:rsid w:val="00F46E50"/>
    <w:rsid w:val="00F506DD"/>
    <w:rsid w:val="00F50A67"/>
    <w:rsid w:val="00F50E4A"/>
    <w:rsid w:val="00F50F08"/>
    <w:rsid w:val="00F510DF"/>
    <w:rsid w:val="00F51367"/>
    <w:rsid w:val="00F51A16"/>
    <w:rsid w:val="00F54E54"/>
    <w:rsid w:val="00F55943"/>
    <w:rsid w:val="00F5608E"/>
    <w:rsid w:val="00F5661F"/>
    <w:rsid w:val="00F568C1"/>
    <w:rsid w:val="00F600B6"/>
    <w:rsid w:val="00F60F58"/>
    <w:rsid w:val="00F62F44"/>
    <w:rsid w:val="00F63479"/>
    <w:rsid w:val="00F654DB"/>
    <w:rsid w:val="00F65FA9"/>
    <w:rsid w:val="00F66764"/>
    <w:rsid w:val="00F66B01"/>
    <w:rsid w:val="00F66BFA"/>
    <w:rsid w:val="00F67611"/>
    <w:rsid w:val="00F67622"/>
    <w:rsid w:val="00F70686"/>
    <w:rsid w:val="00F70768"/>
    <w:rsid w:val="00F70DC8"/>
    <w:rsid w:val="00F71162"/>
    <w:rsid w:val="00F72296"/>
    <w:rsid w:val="00F730C9"/>
    <w:rsid w:val="00F73DD7"/>
    <w:rsid w:val="00F73FDD"/>
    <w:rsid w:val="00F75A6A"/>
    <w:rsid w:val="00F75E7D"/>
    <w:rsid w:val="00F7630D"/>
    <w:rsid w:val="00F7659A"/>
    <w:rsid w:val="00F77A86"/>
    <w:rsid w:val="00F77AAA"/>
    <w:rsid w:val="00F77DD2"/>
    <w:rsid w:val="00F801ED"/>
    <w:rsid w:val="00F8150C"/>
    <w:rsid w:val="00F81725"/>
    <w:rsid w:val="00F8346D"/>
    <w:rsid w:val="00F843B0"/>
    <w:rsid w:val="00F84FA9"/>
    <w:rsid w:val="00F85176"/>
    <w:rsid w:val="00F864DC"/>
    <w:rsid w:val="00F86BFC"/>
    <w:rsid w:val="00F86E3C"/>
    <w:rsid w:val="00F90431"/>
    <w:rsid w:val="00F908CB"/>
    <w:rsid w:val="00F90ACB"/>
    <w:rsid w:val="00F90B4E"/>
    <w:rsid w:val="00F913ED"/>
    <w:rsid w:val="00F92D70"/>
    <w:rsid w:val="00F92EC3"/>
    <w:rsid w:val="00F933B4"/>
    <w:rsid w:val="00F93663"/>
    <w:rsid w:val="00F93A3A"/>
    <w:rsid w:val="00F94226"/>
    <w:rsid w:val="00F958A3"/>
    <w:rsid w:val="00F95FEE"/>
    <w:rsid w:val="00F9751E"/>
    <w:rsid w:val="00F977FE"/>
    <w:rsid w:val="00FA05F7"/>
    <w:rsid w:val="00FA17D3"/>
    <w:rsid w:val="00FA2B5B"/>
    <w:rsid w:val="00FA4127"/>
    <w:rsid w:val="00FA4247"/>
    <w:rsid w:val="00FA4401"/>
    <w:rsid w:val="00FA475A"/>
    <w:rsid w:val="00FA6A5A"/>
    <w:rsid w:val="00FA72A5"/>
    <w:rsid w:val="00FA7A9B"/>
    <w:rsid w:val="00FB02E4"/>
    <w:rsid w:val="00FB0553"/>
    <w:rsid w:val="00FB0D21"/>
    <w:rsid w:val="00FB0F5C"/>
    <w:rsid w:val="00FB25DE"/>
    <w:rsid w:val="00FB2EE2"/>
    <w:rsid w:val="00FB35EC"/>
    <w:rsid w:val="00FB4398"/>
    <w:rsid w:val="00FB57E6"/>
    <w:rsid w:val="00FB5F10"/>
    <w:rsid w:val="00FB6B96"/>
    <w:rsid w:val="00FB6F18"/>
    <w:rsid w:val="00FC15CE"/>
    <w:rsid w:val="00FC2323"/>
    <w:rsid w:val="00FC2C55"/>
    <w:rsid w:val="00FC2DE4"/>
    <w:rsid w:val="00FC32D1"/>
    <w:rsid w:val="00FC3B29"/>
    <w:rsid w:val="00FC3D4B"/>
    <w:rsid w:val="00FC50C4"/>
    <w:rsid w:val="00FC66FE"/>
    <w:rsid w:val="00FC72D8"/>
    <w:rsid w:val="00FC7CAD"/>
    <w:rsid w:val="00FC7F55"/>
    <w:rsid w:val="00FD0651"/>
    <w:rsid w:val="00FD09FE"/>
    <w:rsid w:val="00FD15B6"/>
    <w:rsid w:val="00FD2967"/>
    <w:rsid w:val="00FD552B"/>
    <w:rsid w:val="00FD62BF"/>
    <w:rsid w:val="00FD641A"/>
    <w:rsid w:val="00FD718F"/>
    <w:rsid w:val="00FD781B"/>
    <w:rsid w:val="00FE0E40"/>
    <w:rsid w:val="00FE2C5B"/>
    <w:rsid w:val="00FE31C8"/>
    <w:rsid w:val="00FE3D2A"/>
    <w:rsid w:val="00FE411A"/>
    <w:rsid w:val="00FE469D"/>
    <w:rsid w:val="00FE58BB"/>
    <w:rsid w:val="00FE600E"/>
    <w:rsid w:val="00FE6712"/>
    <w:rsid w:val="00FE6DC2"/>
    <w:rsid w:val="00FE726A"/>
    <w:rsid w:val="00FE7386"/>
    <w:rsid w:val="00FF0185"/>
    <w:rsid w:val="00FF0F9D"/>
    <w:rsid w:val="00FF3709"/>
    <w:rsid w:val="00FF398B"/>
    <w:rsid w:val="00FF3B3B"/>
    <w:rsid w:val="00FF499B"/>
    <w:rsid w:val="00FF545A"/>
    <w:rsid w:val="00FF5DD8"/>
    <w:rsid w:val="00FF6AF3"/>
    <w:rsid w:val="00FF6E7A"/>
    <w:rsid w:val="00FF71AF"/>
    <w:rsid w:val="00FF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F26"/>
    <w:pPr>
      <w:autoSpaceDE w:val="0"/>
      <w:autoSpaceDN w:val="0"/>
    </w:pPr>
  </w:style>
  <w:style w:type="paragraph" w:styleId="1">
    <w:name w:val="heading 1"/>
    <w:basedOn w:val="a"/>
    <w:next w:val="a"/>
    <w:qFormat/>
    <w:rsid w:val="00AC3F26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AC3F26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AC3F26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AC3F26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AC3F26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AC3F26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AC3F26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AC3F26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AC3F26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F2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C3F26"/>
  </w:style>
  <w:style w:type="paragraph" w:styleId="a6">
    <w:name w:val="Title"/>
    <w:basedOn w:val="a"/>
    <w:qFormat/>
    <w:rsid w:val="00AC3F26"/>
    <w:pPr>
      <w:ind w:firstLine="720"/>
      <w:jc w:val="center"/>
    </w:pPr>
    <w:rPr>
      <w:sz w:val="24"/>
      <w:szCs w:val="24"/>
      <w:lang w:val="uk-UA"/>
    </w:rPr>
  </w:style>
  <w:style w:type="paragraph" w:styleId="a7">
    <w:name w:val="Body Text Indent"/>
    <w:basedOn w:val="a"/>
    <w:link w:val="a8"/>
    <w:rsid w:val="00AC3F26"/>
    <w:pPr>
      <w:ind w:firstLine="720"/>
      <w:jc w:val="both"/>
    </w:pPr>
    <w:rPr>
      <w:sz w:val="24"/>
      <w:szCs w:val="24"/>
      <w:lang w:val="uk-UA"/>
    </w:rPr>
  </w:style>
  <w:style w:type="paragraph" w:styleId="a9">
    <w:name w:val="Body Text"/>
    <w:basedOn w:val="a"/>
    <w:link w:val="aa"/>
    <w:rsid w:val="00AC3F26"/>
    <w:rPr>
      <w:sz w:val="28"/>
      <w:szCs w:val="28"/>
      <w:lang w:val="uk-UA"/>
    </w:rPr>
  </w:style>
  <w:style w:type="paragraph" w:styleId="30">
    <w:name w:val="Body Text Indent 3"/>
    <w:basedOn w:val="a"/>
    <w:rsid w:val="00AC3F26"/>
    <w:pPr>
      <w:ind w:left="360"/>
    </w:pPr>
    <w:rPr>
      <w:sz w:val="24"/>
      <w:szCs w:val="24"/>
      <w:lang w:val="uk-UA"/>
    </w:rPr>
  </w:style>
  <w:style w:type="paragraph" w:styleId="ab">
    <w:name w:val="footer"/>
    <w:basedOn w:val="a"/>
    <w:rsid w:val="00AC3F26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AC3F26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AC3F26"/>
    <w:pPr>
      <w:spacing w:before="100" w:after="100"/>
    </w:pPr>
    <w:rPr>
      <w:snapToGrid w:val="0"/>
      <w:sz w:val="24"/>
    </w:rPr>
  </w:style>
  <w:style w:type="character" w:styleId="ac">
    <w:name w:val="Hyperlink"/>
    <w:rsid w:val="00AC3F26"/>
    <w:rPr>
      <w:color w:val="0000FF"/>
      <w:u w:val="single"/>
    </w:rPr>
  </w:style>
  <w:style w:type="paragraph" w:styleId="21">
    <w:name w:val="Body Text 2"/>
    <w:basedOn w:val="a"/>
    <w:rsid w:val="00AC3F26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AC3F26"/>
    <w:pPr>
      <w:keepNext/>
      <w:outlineLvl w:val="1"/>
    </w:pPr>
    <w:rPr>
      <w:b/>
      <w:kern w:val="36"/>
      <w:sz w:val="48"/>
    </w:rPr>
  </w:style>
  <w:style w:type="character" w:styleId="ad">
    <w:name w:val="FollowedHyperlink"/>
    <w:rsid w:val="00AC3F26"/>
    <w:rPr>
      <w:color w:val="800080"/>
      <w:u w:val="single"/>
    </w:rPr>
  </w:style>
  <w:style w:type="paragraph" w:styleId="31">
    <w:name w:val="Body Text 3"/>
    <w:basedOn w:val="a"/>
    <w:link w:val="32"/>
    <w:rsid w:val="00AC3F26"/>
    <w:pPr>
      <w:tabs>
        <w:tab w:val="left" w:pos="1134"/>
      </w:tabs>
      <w:jc w:val="both"/>
    </w:pPr>
    <w:rPr>
      <w:b/>
      <w:bCs/>
      <w:sz w:val="28"/>
      <w:lang w:val="uk-UA"/>
    </w:rPr>
  </w:style>
  <w:style w:type="paragraph" w:styleId="ae">
    <w:name w:val="Balloon Text"/>
    <w:basedOn w:val="a"/>
    <w:semiHidden/>
    <w:rsid w:val="00EC36E8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rsid w:val="00AC396B"/>
    <w:rPr>
      <w:b/>
      <w:bCs/>
      <w:sz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B44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4446C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B6707A"/>
    <w:rPr>
      <w:b/>
      <w:bCs/>
      <w:sz w:val="24"/>
      <w:szCs w:val="24"/>
    </w:rPr>
  </w:style>
  <w:style w:type="character" w:customStyle="1" w:styleId="rvts9">
    <w:name w:val="rvts9"/>
    <w:basedOn w:val="a0"/>
    <w:rsid w:val="00A96100"/>
  </w:style>
  <w:style w:type="character" w:customStyle="1" w:styleId="a8">
    <w:name w:val="Основной текст с отступом Знак"/>
    <w:basedOn w:val="a0"/>
    <w:link w:val="a7"/>
    <w:rsid w:val="0080259C"/>
    <w:rPr>
      <w:sz w:val="24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80259C"/>
    <w:rPr>
      <w:sz w:val="28"/>
      <w:szCs w:val="28"/>
      <w:lang w:val="uk-UA"/>
    </w:rPr>
  </w:style>
  <w:style w:type="paragraph" w:styleId="af">
    <w:name w:val="List Paragraph"/>
    <w:basedOn w:val="a"/>
    <w:uiPriority w:val="34"/>
    <w:qFormat/>
    <w:rsid w:val="00C21EBD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231F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14-03-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6A205-7EF7-40A4-9BF9-41703DFA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14-03-07.DOT</Template>
  <TotalTime>2</TotalTime>
  <Pages>2</Pages>
  <Words>256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Пользователь User</cp:lastModifiedBy>
  <cp:revision>5</cp:revision>
  <cp:lastPrinted>2020-08-11T13:02:00Z</cp:lastPrinted>
  <dcterms:created xsi:type="dcterms:W3CDTF">2020-08-11T14:09:00Z</dcterms:created>
  <dcterms:modified xsi:type="dcterms:W3CDTF">2020-09-09T13:37:00Z</dcterms:modified>
</cp:coreProperties>
</file>