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C0" w:rsidRDefault="005D10B2" w:rsidP="00B23AE1">
      <w:pPr>
        <w:tabs>
          <w:tab w:val="left" w:pos="8647"/>
        </w:tabs>
        <w:ind w:firstLine="720"/>
      </w:pPr>
      <w:r>
        <w:rPr>
          <w:lang w:val="uk-UA"/>
        </w:rPr>
        <w:t xml:space="preserve">  </w:t>
      </w:r>
      <w:r w:rsidR="003709BF">
        <w:rPr>
          <w:lang w:val="uk-UA"/>
        </w:rPr>
        <w:t xml:space="preserve">                                                                       </w:t>
      </w:r>
      <w:r w:rsidR="00664BF3"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8C0" w:rsidRDefault="005E78C0">
      <w:pPr>
        <w:pStyle w:val="8"/>
      </w:pPr>
    </w:p>
    <w:p w:rsidR="005E78C0" w:rsidRDefault="005E78C0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5E78C0" w:rsidRDefault="005E78C0">
      <w:pPr>
        <w:jc w:val="center"/>
        <w:rPr>
          <w:b/>
          <w:sz w:val="32"/>
          <w:lang w:val="uk-UA"/>
        </w:rPr>
      </w:pPr>
    </w:p>
    <w:p w:rsidR="005E78C0" w:rsidRDefault="00357984">
      <w:pPr>
        <w:jc w:val="center"/>
        <w:rPr>
          <w:b/>
          <w:spacing w:val="80"/>
          <w:sz w:val="36"/>
          <w:lang w:val="uk-UA"/>
        </w:rPr>
      </w:pPr>
      <w:proofErr w:type="spellStart"/>
      <w:r>
        <w:rPr>
          <w:b/>
          <w:spacing w:val="80"/>
          <w:sz w:val="36"/>
          <w:lang w:val="uk-UA"/>
        </w:rPr>
        <w:t>Бахмутська</w:t>
      </w:r>
      <w:proofErr w:type="spellEnd"/>
      <w:r>
        <w:rPr>
          <w:b/>
          <w:spacing w:val="80"/>
          <w:sz w:val="36"/>
          <w:lang w:val="uk-UA"/>
        </w:rPr>
        <w:t xml:space="preserve"> </w:t>
      </w:r>
      <w:r w:rsidR="005E78C0">
        <w:rPr>
          <w:b/>
          <w:spacing w:val="80"/>
          <w:sz w:val="36"/>
          <w:lang w:val="uk-UA"/>
        </w:rPr>
        <w:t>міська рада</w:t>
      </w:r>
    </w:p>
    <w:p w:rsidR="005E78C0" w:rsidRDefault="005E78C0">
      <w:pPr>
        <w:jc w:val="center"/>
        <w:rPr>
          <w:b/>
          <w:spacing w:val="80"/>
          <w:sz w:val="36"/>
          <w:lang w:val="uk-UA"/>
        </w:rPr>
      </w:pPr>
    </w:p>
    <w:p w:rsidR="005E78C0" w:rsidRDefault="005E78C0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5E78C0" w:rsidRDefault="005E78C0">
      <w:pPr>
        <w:jc w:val="center"/>
        <w:rPr>
          <w:b/>
          <w:lang w:val="uk-UA"/>
        </w:rPr>
      </w:pPr>
    </w:p>
    <w:p w:rsidR="005E78C0" w:rsidRDefault="005E78C0">
      <w:pPr>
        <w:jc w:val="center"/>
        <w:rPr>
          <w:b/>
          <w:spacing w:val="120"/>
          <w:sz w:val="36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5E78C0" w:rsidRDefault="005E78C0" w:rsidP="00E42871">
      <w:pPr>
        <w:rPr>
          <w:b/>
          <w:sz w:val="28"/>
          <w:lang w:val="uk-UA"/>
        </w:rPr>
      </w:pPr>
    </w:p>
    <w:p w:rsidR="005E78C0" w:rsidRDefault="00673857">
      <w:pPr>
        <w:pStyle w:val="10"/>
        <w:autoSpaceDE w:val="0"/>
        <w:autoSpaceDN w:val="0"/>
        <w:spacing w:before="0" w:after="0"/>
        <w:rPr>
          <w:snapToGrid/>
          <w:sz w:val="26"/>
          <w:lang w:val="uk-UA"/>
        </w:rPr>
      </w:pPr>
      <w:r>
        <w:rPr>
          <w:snapToGrid/>
          <w:sz w:val="26"/>
          <w:lang w:val="uk-UA"/>
        </w:rPr>
        <w:t>13.10</w:t>
      </w:r>
      <w:r w:rsidR="001132EC">
        <w:rPr>
          <w:snapToGrid/>
          <w:sz w:val="26"/>
          <w:lang w:val="uk-UA"/>
        </w:rPr>
        <w:t>.</w:t>
      </w:r>
      <w:r w:rsidR="00846A81">
        <w:rPr>
          <w:snapToGrid/>
          <w:sz w:val="26"/>
          <w:lang w:val="uk-UA"/>
        </w:rPr>
        <w:t>20</w:t>
      </w:r>
      <w:r w:rsidR="00324772">
        <w:rPr>
          <w:snapToGrid/>
          <w:sz w:val="26"/>
          <w:lang w:val="uk-UA"/>
        </w:rPr>
        <w:t>20</w:t>
      </w:r>
      <w:r w:rsidR="00842B61">
        <w:rPr>
          <w:snapToGrid/>
          <w:sz w:val="26"/>
          <w:lang w:val="uk-UA"/>
        </w:rPr>
        <w:t xml:space="preserve"> № </w:t>
      </w:r>
      <w:r>
        <w:rPr>
          <w:snapToGrid/>
          <w:sz w:val="26"/>
          <w:lang w:val="uk-UA"/>
        </w:rPr>
        <w:t>310</w:t>
      </w:r>
    </w:p>
    <w:p w:rsidR="005E78C0" w:rsidRPr="00E42871" w:rsidRDefault="00357984">
      <w:pPr>
        <w:rPr>
          <w:sz w:val="24"/>
          <w:szCs w:val="24"/>
          <w:lang w:val="uk-UA"/>
        </w:rPr>
      </w:pPr>
      <w:proofErr w:type="spellStart"/>
      <w:r w:rsidRPr="00E42871">
        <w:rPr>
          <w:sz w:val="24"/>
          <w:szCs w:val="24"/>
          <w:lang w:val="uk-UA"/>
        </w:rPr>
        <w:t>м.Бахмут</w:t>
      </w:r>
      <w:proofErr w:type="spellEnd"/>
    </w:p>
    <w:p w:rsidR="00093853" w:rsidRDefault="00093853" w:rsidP="00633B4D">
      <w:pPr>
        <w:jc w:val="both"/>
        <w:rPr>
          <w:sz w:val="28"/>
          <w:lang w:val="uk-UA"/>
        </w:rPr>
      </w:pPr>
    </w:p>
    <w:tbl>
      <w:tblPr>
        <w:tblW w:w="5365" w:type="dxa"/>
        <w:tblInd w:w="-12" w:type="dxa"/>
        <w:tblLook w:val="0000"/>
      </w:tblPr>
      <w:tblGrid>
        <w:gridCol w:w="5365"/>
      </w:tblGrid>
      <w:tr w:rsidR="0040006F" w:rsidRPr="00673857" w:rsidTr="00E42871">
        <w:trPr>
          <w:trHeight w:val="240"/>
        </w:trPr>
        <w:tc>
          <w:tcPr>
            <w:tcW w:w="5365" w:type="dxa"/>
          </w:tcPr>
          <w:p w:rsidR="0040006F" w:rsidRPr="00CD32AA" w:rsidRDefault="0040006F" w:rsidP="00CF5D53">
            <w:pPr>
              <w:jc w:val="both"/>
              <w:rPr>
                <w:color w:val="000000"/>
                <w:sz w:val="28"/>
                <w:lang w:val="uk-UA"/>
              </w:rPr>
            </w:pP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Про </w:t>
            </w:r>
            <w:r w:rsidR="00E42871">
              <w:rPr>
                <w:b/>
                <w:i/>
                <w:color w:val="000000"/>
                <w:sz w:val="28"/>
                <w:lang w:val="uk-UA"/>
              </w:rPr>
              <w:t>взяття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громадян, як</w:t>
            </w:r>
            <w:r w:rsidR="00CD10DE">
              <w:rPr>
                <w:b/>
                <w:i/>
                <w:color w:val="000000"/>
                <w:sz w:val="28"/>
                <w:lang w:val="uk-UA"/>
              </w:rPr>
              <w:t>і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потребу</w:t>
            </w:r>
            <w:r w:rsidR="00CD10DE">
              <w:rPr>
                <w:b/>
                <w:i/>
                <w:color w:val="000000"/>
                <w:sz w:val="28"/>
                <w:lang w:val="uk-UA"/>
              </w:rPr>
              <w:t>ють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поліпшення житлових умов, на квартирний облік при викон</w:t>
            </w:r>
            <w:r w:rsidR="00D7231F">
              <w:rPr>
                <w:b/>
                <w:i/>
                <w:color w:val="000000"/>
                <w:sz w:val="28"/>
                <w:lang w:val="uk-UA"/>
              </w:rPr>
              <w:t xml:space="preserve">авчому 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>комі</w:t>
            </w:r>
            <w:r w:rsidR="00D7231F">
              <w:rPr>
                <w:b/>
                <w:i/>
                <w:color w:val="000000"/>
                <w:sz w:val="28"/>
                <w:lang w:val="uk-UA"/>
              </w:rPr>
              <w:t>теті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</w:t>
            </w:r>
            <w:proofErr w:type="spellStart"/>
            <w:r w:rsidRPr="00CD32AA">
              <w:rPr>
                <w:b/>
                <w:i/>
                <w:color w:val="000000"/>
                <w:sz w:val="28"/>
                <w:lang w:val="uk-UA"/>
              </w:rPr>
              <w:t>Бахмутської</w:t>
            </w:r>
            <w:proofErr w:type="spellEnd"/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міської ради</w:t>
            </w:r>
            <w:r w:rsidR="00CF5D53">
              <w:rPr>
                <w:b/>
                <w:i/>
                <w:color w:val="000000"/>
                <w:sz w:val="28"/>
                <w:lang w:val="uk-UA"/>
              </w:rPr>
              <w:t xml:space="preserve"> та</w:t>
            </w:r>
            <w:r w:rsidR="00F654DB">
              <w:rPr>
                <w:b/>
                <w:i/>
                <w:color w:val="000000"/>
                <w:sz w:val="28"/>
                <w:lang w:val="uk-UA"/>
              </w:rPr>
              <w:t xml:space="preserve"> зняття з квартирного обліку</w:t>
            </w:r>
            <w:r w:rsidR="00613BA1">
              <w:rPr>
                <w:b/>
                <w:i/>
                <w:color w:val="000000"/>
                <w:sz w:val="28"/>
                <w:lang w:val="uk-UA"/>
              </w:rPr>
              <w:t xml:space="preserve"> </w:t>
            </w:r>
            <w:r w:rsidR="00D7231F">
              <w:rPr>
                <w:b/>
                <w:i/>
                <w:color w:val="000000"/>
                <w:sz w:val="28"/>
                <w:lang w:val="uk-UA"/>
              </w:rPr>
              <w:t xml:space="preserve"> </w:t>
            </w:r>
          </w:p>
        </w:tc>
      </w:tr>
    </w:tbl>
    <w:p w:rsidR="00093853" w:rsidRDefault="00093853" w:rsidP="00186A84">
      <w:pPr>
        <w:tabs>
          <w:tab w:val="num" w:pos="284"/>
          <w:tab w:val="left" w:pos="7083"/>
        </w:tabs>
        <w:ind w:firstLine="709"/>
        <w:jc w:val="both"/>
        <w:rPr>
          <w:sz w:val="28"/>
          <w:lang w:val="uk-UA"/>
        </w:rPr>
      </w:pPr>
    </w:p>
    <w:p w:rsidR="00F05832" w:rsidRDefault="00D7231F">
      <w:pPr>
        <w:ind w:firstLine="720"/>
        <w:jc w:val="both"/>
        <w:rPr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Заслухавши інформацію начальника Управління розвитку міського господарства та капітального будівництва </w:t>
      </w:r>
      <w:proofErr w:type="spellStart"/>
      <w:r>
        <w:rPr>
          <w:color w:val="000000" w:themeColor="text1"/>
          <w:sz w:val="28"/>
          <w:lang w:val="uk-UA"/>
        </w:rPr>
        <w:t>Бахмутської</w:t>
      </w:r>
      <w:proofErr w:type="spellEnd"/>
      <w:r>
        <w:rPr>
          <w:color w:val="000000" w:themeColor="text1"/>
          <w:sz w:val="28"/>
          <w:lang w:val="uk-UA"/>
        </w:rPr>
        <w:t xml:space="preserve"> міської ради </w:t>
      </w:r>
      <w:r w:rsidR="000040B7">
        <w:rPr>
          <w:color w:val="000000" w:themeColor="text1"/>
          <w:sz w:val="28"/>
          <w:lang w:val="uk-UA"/>
        </w:rPr>
        <w:t>Гармаш С.М.</w:t>
      </w:r>
      <w:r>
        <w:rPr>
          <w:color w:val="000000" w:themeColor="text1"/>
          <w:sz w:val="28"/>
          <w:lang w:val="uk-UA"/>
        </w:rPr>
        <w:t>, р</w:t>
      </w:r>
      <w:r w:rsidR="002A7A92" w:rsidRPr="00BB4D2C">
        <w:rPr>
          <w:color w:val="000000" w:themeColor="text1"/>
          <w:sz w:val="28"/>
          <w:lang w:val="uk-UA"/>
        </w:rPr>
        <w:t xml:space="preserve">озглянувши </w:t>
      </w:r>
      <w:r w:rsidR="00BB4D2C" w:rsidRPr="00BB4D2C">
        <w:rPr>
          <w:color w:val="000000" w:themeColor="text1"/>
          <w:sz w:val="28"/>
          <w:lang w:val="uk-UA"/>
        </w:rPr>
        <w:t>заяви громадян</w:t>
      </w:r>
      <w:r>
        <w:rPr>
          <w:color w:val="000000" w:themeColor="text1"/>
          <w:sz w:val="28"/>
          <w:lang w:val="uk-UA"/>
        </w:rPr>
        <w:t xml:space="preserve">: </w:t>
      </w:r>
      <w:r w:rsidR="00BB4D2C" w:rsidRPr="002259F0">
        <w:rPr>
          <w:color w:val="000000" w:themeColor="text1"/>
          <w:sz w:val="28"/>
          <w:szCs w:val="28"/>
          <w:lang w:val="uk-UA"/>
        </w:rPr>
        <w:t xml:space="preserve">щодо </w:t>
      </w:r>
      <w:r w:rsidR="00CF5D53">
        <w:rPr>
          <w:color w:val="000000" w:themeColor="text1"/>
          <w:sz w:val="28"/>
          <w:szCs w:val="28"/>
          <w:lang w:val="uk-UA"/>
        </w:rPr>
        <w:t>взяття</w:t>
      </w:r>
      <w:r w:rsidR="00BB4D2C" w:rsidRPr="002259F0">
        <w:rPr>
          <w:color w:val="000000" w:themeColor="text1"/>
          <w:sz w:val="28"/>
          <w:szCs w:val="28"/>
          <w:lang w:val="uk-UA"/>
        </w:rPr>
        <w:t xml:space="preserve"> на квартирний облік при викон</w:t>
      </w:r>
      <w:r w:rsidR="00620552">
        <w:rPr>
          <w:color w:val="000000" w:themeColor="text1"/>
          <w:sz w:val="28"/>
          <w:szCs w:val="28"/>
          <w:lang w:val="uk-UA"/>
        </w:rPr>
        <w:t xml:space="preserve">авчому </w:t>
      </w:r>
      <w:r w:rsidR="00BB4D2C" w:rsidRPr="002259F0">
        <w:rPr>
          <w:color w:val="000000" w:themeColor="text1"/>
          <w:sz w:val="28"/>
          <w:szCs w:val="28"/>
          <w:lang w:val="uk-UA"/>
        </w:rPr>
        <w:t>комі</w:t>
      </w:r>
      <w:r w:rsidR="00620552">
        <w:rPr>
          <w:color w:val="000000" w:themeColor="text1"/>
          <w:sz w:val="28"/>
          <w:szCs w:val="28"/>
          <w:lang w:val="uk-UA"/>
        </w:rPr>
        <w:t>теті</w:t>
      </w:r>
      <w:r w:rsidR="008D250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D2506">
        <w:rPr>
          <w:color w:val="000000" w:themeColor="text1"/>
          <w:sz w:val="28"/>
          <w:szCs w:val="28"/>
          <w:lang w:val="uk-UA"/>
        </w:rPr>
        <w:t>Бахмутської</w:t>
      </w:r>
      <w:proofErr w:type="spellEnd"/>
      <w:r w:rsidR="008D2506">
        <w:rPr>
          <w:color w:val="000000" w:themeColor="text1"/>
          <w:sz w:val="28"/>
          <w:szCs w:val="28"/>
          <w:lang w:val="uk-UA"/>
        </w:rPr>
        <w:t xml:space="preserve"> міської ради, </w:t>
      </w:r>
      <w:r w:rsidR="00620552">
        <w:rPr>
          <w:color w:val="000000" w:themeColor="text1"/>
          <w:sz w:val="28"/>
          <w:szCs w:val="28"/>
          <w:lang w:val="uk-UA"/>
        </w:rPr>
        <w:t xml:space="preserve">щодо </w:t>
      </w:r>
      <w:r w:rsidR="00BB4D2C" w:rsidRPr="002259F0">
        <w:rPr>
          <w:color w:val="000000" w:themeColor="text1"/>
          <w:sz w:val="28"/>
          <w:szCs w:val="28"/>
          <w:lang w:val="uk-UA"/>
        </w:rPr>
        <w:t>зняття з квартирного обліку</w:t>
      </w:r>
      <w:r w:rsidR="002E243D">
        <w:rPr>
          <w:color w:val="000000" w:themeColor="text1"/>
          <w:sz w:val="28"/>
          <w:szCs w:val="28"/>
          <w:lang w:val="uk-UA"/>
        </w:rPr>
        <w:t>,</w:t>
      </w:r>
      <w:r w:rsidR="00620552">
        <w:rPr>
          <w:color w:val="000000" w:themeColor="text1"/>
          <w:sz w:val="28"/>
          <w:szCs w:val="28"/>
          <w:lang w:val="uk-UA"/>
        </w:rPr>
        <w:t xml:space="preserve"> </w:t>
      </w:r>
      <w:r w:rsidR="008837F5">
        <w:rPr>
          <w:color w:val="000000" w:themeColor="text1"/>
          <w:sz w:val="28"/>
          <w:szCs w:val="28"/>
          <w:lang w:val="uk-UA"/>
        </w:rPr>
        <w:t xml:space="preserve">враховуючи </w:t>
      </w:r>
      <w:r w:rsidR="00620552">
        <w:rPr>
          <w:color w:val="000000" w:themeColor="text1"/>
          <w:sz w:val="28"/>
          <w:szCs w:val="28"/>
          <w:lang w:val="uk-UA"/>
        </w:rPr>
        <w:t xml:space="preserve">протокольне рішення </w:t>
      </w:r>
      <w:r w:rsidR="00620552" w:rsidRPr="00BB4D2C">
        <w:rPr>
          <w:color w:val="000000" w:themeColor="text1"/>
          <w:sz w:val="28"/>
          <w:lang w:val="uk-UA"/>
        </w:rPr>
        <w:t xml:space="preserve">міської житлової комісії при виконкомі </w:t>
      </w:r>
      <w:proofErr w:type="spellStart"/>
      <w:r w:rsidR="00620552" w:rsidRPr="00BB4D2C">
        <w:rPr>
          <w:color w:val="000000" w:themeColor="text1"/>
          <w:sz w:val="28"/>
          <w:lang w:val="uk-UA"/>
        </w:rPr>
        <w:t>Бахмутської</w:t>
      </w:r>
      <w:proofErr w:type="spellEnd"/>
      <w:r w:rsidR="00620552" w:rsidRPr="00BB4D2C">
        <w:rPr>
          <w:color w:val="000000" w:themeColor="text1"/>
          <w:sz w:val="28"/>
          <w:lang w:val="uk-UA"/>
        </w:rPr>
        <w:t xml:space="preserve"> міської ради</w:t>
      </w:r>
      <w:r w:rsidR="00620552" w:rsidRPr="002259F0">
        <w:rPr>
          <w:color w:val="000000" w:themeColor="text1"/>
          <w:sz w:val="28"/>
          <w:szCs w:val="28"/>
          <w:lang w:val="uk-UA"/>
        </w:rPr>
        <w:t xml:space="preserve"> </w:t>
      </w:r>
      <w:r w:rsidR="002A7A92" w:rsidRPr="00BB4D2C">
        <w:rPr>
          <w:color w:val="000000" w:themeColor="text1"/>
          <w:sz w:val="28"/>
          <w:lang w:val="uk-UA"/>
        </w:rPr>
        <w:t>(витяг з протоколу</w:t>
      </w:r>
      <w:r w:rsidR="00BB4D2C" w:rsidRPr="00BB4D2C">
        <w:rPr>
          <w:color w:val="000000" w:themeColor="text1"/>
          <w:sz w:val="28"/>
          <w:lang w:val="uk-UA"/>
        </w:rPr>
        <w:t xml:space="preserve"> </w:t>
      </w:r>
      <w:r w:rsidR="002A7A92" w:rsidRPr="00BB4D2C">
        <w:rPr>
          <w:color w:val="000000" w:themeColor="text1"/>
          <w:sz w:val="28"/>
          <w:lang w:val="uk-UA"/>
        </w:rPr>
        <w:t xml:space="preserve">від </w:t>
      </w:r>
      <w:r w:rsidR="002B0425" w:rsidRPr="00BB4D2C">
        <w:rPr>
          <w:color w:val="000000" w:themeColor="text1"/>
          <w:sz w:val="28"/>
          <w:lang w:val="uk-UA"/>
        </w:rPr>
        <w:t>0</w:t>
      </w:r>
      <w:r w:rsidR="001D7F7B">
        <w:rPr>
          <w:color w:val="000000" w:themeColor="text1"/>
          <w:sz w:val="28"/>
          <w:lang w:val="uk-UA"/>
        </w:rPr>
        <w:t>7</w:t>
      </w:r>
      <w:r w:rsidR="00CA08BD" w:rsidRPr="00BB4D2C">
        <w:rPr>
          <w:color w:val="000000" w:themeColor="text1"/>
          <w:sz w:val="28"/>
          <w:lang w:val="uk-UA"/>
        </w:rPr>
        <w:t>.</w:t>
      </w:r>
      <w:r w:rsidR="002B0425" w:rsidRPr="00BB4D2C">
        <w:rPr>
          <w:color w:val="000000" w:themeColor="text1"/>
          <w:sz w:val="28"/>
          <w:lang w:val="uk-UA"/>
        </w:rPr>
        <w:t>0</w:t>
      </w:r>
      <w:r w:rsidR="00AE2BAA">
        <w:rPr>
          <w:color w:val="000000" w:themeColor="text1"/>
          <w:sz w:val="28"/>
          <w:lang w:val="uk-UA"/>
        </w:rPr>
        <w:t>9</w:t>
      </w:r>
      <w:r w:rsidR="002A7A92" w:rsidRPr="00BB4D2C">
        <w:rPr>
          <w:color w:val="000000" w:themeColor="text1"/>
          <w:sz w:val="28"/>
          <w:lang w:val="uk-UA"/>
        </w:rPr>
        <w:t>.20</w:t>
      </w:r>
      <w:r w:rsidR="002B0425" w:rsidRPr="00BB4D2C">
        <w:rPr>
          <w:color w:val="000000" w:themeColor="text1"/>
          <w:sz w:val="28"/>
          <w:lang w:val="uk-UA"/>
        </w:rPr>
        <w:t>20</w:t>
      </w:r>
      <w:r w:rsidR="002A7A92" w:rsidRPr="00BB4D2C">
        <w:rPr>
          <w:color w:val="000000" w:themeColor="text1"/>
          <w:sz w:val="28"/>
          <w:lang w:val="uk-UA"/>
        </w:rPr>
        <w:t xml:space="preserve"> № </w:t>
      </w:r>
      <w:r w:rsidR="00AE2BAA">
        <w:rPr>
          <w:color w:val="000000" w:themeColor="text1"/>
          <w:sz w:val="28"/>
          <w:lang w:val="uk-UA"/>
        </w:rPr>
        <w:t>9</w:t>
      </w:r>
      <w:r w:rsidR="002A7A92" w:rsidRPr="00BB4D2C">
        <w:rPr>
          <w:color w:val="000000" w:themeColor="text1"/>
          <w:sz w:val="28"/>
          <w:lang w:val="uk-UA"/>
        </w:rPr>
        <w:t>),</w:t>
      </w:r>
      <w:r w:rsidR="002A7A92" w:rsidRPr="00E42871">
        <w:rPr>
          <w:color w:val="FF0000"/>
          <w:sz w:val="28"/>
          <w:lang w:val="uk-UA"/>
        </w:rPr>
        <w:t xml:space="preserve"> </w:t>
      </w:r>
      <w:r w:rsidR="002E04E3">
        <w:rPr>
          <w:color w:val="000000"/>
          <w:sz w:val="28"/>
          <w:szCs w:val="28"/>
          <w:lang w:val="uk-UA"/>
        </w:rPr>
        <w:t xml:space="preserve"> </w:t>
      </w:r>
      <w:r w:rsidR="00E42871" w:rsidRPr="00B765AF">
        <w:rPr>
          <w:sz w:val="28"/>
          <w:lang w:val="uk-UA"/>
        </w:rPr>
        <w:t xml:space="preserve">відповідно </w:t>
      </w:r>
      <w:r w:rsidR="00E42871">
        <w:rPr>
          <w:sz w:val="28"/>
          <w:lang w:val="uk-UA"/>
        </w:rPr>
        <w:t xml:space="preserve">до </w:t>
      </w:r>
      <w:r w:rsidR="00E42871" w:rsidRPr="008C3856">
        <w:rPr>
          <w:sz w:val="28"/>
          <w:lang w:val="uk-UA"/>
        </w:rPr>
        <w:t>ст.</w:t>
      </w:r>
      <w:r w:rsidR="00E42871" w:rsidRPr="00510897">
        <w:rPr>
          <w:color w:val="000000"/>
          <w:sz w:val="28"/>
          <w:lang w:val="uk-UA"/>
        </w:rPr>
        <w:t xml:space="preserve">ст. </w:t>
      </w:r>
      <w:r w:rsidR="00E42871">
        <w:rPr>
          <w:color w:val="000000"/>
          <w:sz w:val="28"/>
          <w:lang w:val="uk-UA"/>
        </w:rPr>
        <w:t>15,</w:t>
      </w:r>
      <w:r w:rsidR="008837F5">
        <w:rPr>
          <w:color w:val="000000"/>
          <w:sz w:val="28"/>
          <w:lang w:val="uk-UA"/>
        </w:rPr>
        <w:t xml:space="preserve"> </w:t>
      </w:r>
      <w:r w:rsidR="00E42871">
        <w:rPr>
          <w:color w:val="000000"/>
          <w:sz w:val="28"/>
          <w:lang w:val="uk-UA"/>
        </w:rPr>
        <w:t xml:space="preserve">34, 36, 38-40, </w:t>
      </w:r>
      <w:r w:rsidR="005A2F31">
        <w:rPr>
          <w:color w:val="000000"/>
          <w:sz w:val="28"/>
          <w:lang w:val="uk-UA"/>
        </w:rPr>
        <w:t xml:space="preserve">45, </w:t>
      </w:r>
      <w:r w:rsidR="00E42871" w:rsidRPr="00C672C4">
        <w:rPr>
          <w:color w:val="000000"/>
          <w:sz w:val="28"/>
          <w:lang w:val="uk-UA"/>
        </w:rPr>
        <w:t>46</w:t>
      </w:r>
      <w:r w:rsidR="00E42871" w:rsidRPr="00701C8E">
        <w:rPr>
          <w:sz w:val="28"/>
          <w:lang w:val="uk-UA"/>
        </w:rPr>
        <w:t xml:space="preserve"> </w:t>
      </w:r>
      <w:r w:rsidR="00E42871">
        <w:rPr>
          <w:sz w:val="28"/>
          <w:lang w:val="uk-UA"/>
        </w:rPr>
        <w:t>Житлового К</w:t>
      </w:r>
      <w:r w:rsidR="00E42871" w:rsidRPr="00016C00">
        <w:rPr>
          <w:sz w:val="28"/>
          <w:lang w:val="uk-UA"/>
        </w:rPr>
        <w:t>одексу Української РСР</w:t>
      </w:r>
      <w:r w:rsidR="00E42871" w:rsidRPr="00016C00">
        <w:rPr>
          <w:sz w:val="28"/>
          <w:szCs w:val="28"/>
          <w:lang w:val="uk-UA"/>
        </w:rPr>
        <w:t>,</w:t>
      </w:r>
      <w:r w:rsidR="00E42871" w:rsidRPr="00F95FEE">
        <w:rPr>
          <w:sz w:val="28"/>
          <w:lang w:val="uk-UA"/>
        </w:rPr>
        <w:t xml:space="preserve"> </w:t>
      </w:r>
      <w:r w:rsidR="00AE2BAA">
        <w:rPr>
          <w:sz w:val="28"/>
          <w:lang w:val="uk-UA"/>
        </w:rPr>
        <w:t>Закону</w:t>
      </w:r>
      <w:r w:rsidR="00E42871">
        <w:rPr>
          <w:sz w:val="28"/>
          <w:lang w:val="uk-UA"/>
        </w:rPr>
        <w:t xml:space="preserve"> України </w:t>
      </w:r>
      <w:r w:rsidR="005A2F31">
        <w:rPr>
          <w:sz w:val="28"/>
          <w:lang w:val="uk-UA"/>
        </w:rPr>
        <w:t>«Про статус ветеранів війни, гарантії їх соціального захисту»,</w:t>
      </w:r>
      <w:r w:rsidR="00E42871">
        <w:rPr>
          <w:sz w:val="28"/>
          <w:lang w:val="uk-UA"/>
        </w:rPr>
        <w:t xml:space="preserve"> </w:t>
      </w:r>
      <w:r w:rsidR="00E42871">
        <w:rPr>
          <w:color w:val="000000"/>
          <w:sz w:val="28"/>
          <w:lang w:val="uk-UA"/>
        </w:rPr>
        <w:t>пунктів 13, 15, 18-21, 26,</w:t>
      </w:r>
      <w:r w:rsidR="0027591D">
        <w:rPr>
          <w:color w:val="000000"/>
          <w:sz w:val="28"/>
          <w:lang w:val="uk-UA"/>
        </w:rPr>
        <w:t xml:space="preserve"> 27, </w:t>
      </w:r>
      <w:r w:rsidR="005A2F31">
        <w:rPr>
          <w:color w:val="000000"/>
          <w:sz w:val="28"/>
          <w:lang w:val="uk-UA"/>
        </w:rPr>
        <w:t xml:space="preserve">44, </w:t>
      </w:r>
      <w:r w:rsidR="00E42871" w:rsidRPr="00C672C4">
        <w:rPr>
          <w:color w:val="000000"/>
          <w:sz w:val="28"/>
          <w:lang w:val="uk-UA"/>
        </w:rPr>
        <w:t>46</w:t>
      </w:r>
      <w:r w:rsidR="00E42871">
        <w:rPr>
          <w:color w:val="000000"/>
          <w:sz w:val="28"/>
          <w:lang w:val="uk-UA"/>
        </w:rPr>
        <w:t xml:space="preserve"> </w:t>
      </w:r>
      <w:r w:rsidR="00E42871" w:rsidRPr="00921A50">
        <w:rPr>
          <w:color w:val="000000"/>
          <w:sz w:val="28"/>
          <w:lang w:val="uk-UA"/>
        </w:rPr>
        <w:t xml:space="preserve">Правил </w:t>
      </w:r>
      <w:r w:rsidR="00E42871">
        <w:rPr>
          <w:sz w:val="28"/>
          <w:lang w:val="uk-UA"/>
        </w:rPr>
        <w:t xml:space="preserve">обліку громадян, які потребують поліпшення житлових умов, і надання їм жилих приміщень в Українській РСР, затверджених постановою Ради Міністрів Української РСР і Української республіканської ради професійних спілок від 11.12.84 № 470 (зі змінами), керуючись ст.ст. 30, 52 Закону України </w:t>
      </w:r>
      <w:proofErr w:type="spellStart"/>
      <w:r w:rsidR="00E42871">
        <w:rPr>
          <w:sz w:val="28"/>
          <w:lang w:val="uk-UA"/>
        </w:rPr>
        <w:t>“Про</w:t>
      </w:r>
      <w:proofErr w:type="spellEnd"/>
      <w:r w:rsidR="00E42871">
        <w:rPr>
          <w:sz w:val="28"/>
          <w:lang w:val="uk-UA"/>
        </w:rPr>
        <w:t xml:space="preserve"> місцеве самоврядування в </w:t>
      </w:r>
      <w:proofErr w:type="spellStart"/>
      <w:r w:rsidR="00E42871">
        <w:rPr>
          <w:sz w:val="28"/>
          <w:lang w:val="uk-UA"/>
        </w:rPr>
        <w:t>Україні”</w:t>
      </w:r>
      <w:proofErr w:type="spellEnd"/>
      <w:r w:rsidR="00E42871">
        <w:rPr>
          <w:sz w:val="28"/>
          <w:lang w:val="uk-UA"/>
        </w:rPr>
        <w:t>, викон</w:t>
      </w:r>
      <w:r>
        <w:rPr>
          <w:sz w:val="28"/>
          <w:lang w:val="uk-UA"/>
        </w:rPr>
        <w:t xml:space="preserve">авчий </w:t>
      </w:r>
      <w:r w:rsidR="00E42871">
        <w:rPr>
          <w:sz w:val="28"/>
          <w:lang w:val="uk-UA"/>
        </w:rPr>
        <w:t>ком</w:t>
      </w:r>
      <w:r>
        <w:rPr>
          <w:sz w:val="28"/>
          <w:lang w:val="uk-UA"/>
        </w:rPr>
        <w:t>ітет</w:t>
      </w:r>
      <w:r w:rsidR="00E42871">
        <w:rPr>
          <w:sz w:val="28"/>
          <w:lang w:val="uk-UA"/>
        </w:rPr>
        <w:t xml:space="preserve"> </w:t>
      </w:r>
      <w:proofErr w:type="spellStart"/>
      <w:r w:rsidR="00E42871">
        <w:rPr>
          <w:sz w:val="28"/>
          <w:lang w:val="uk-UA"/>
        </w:rPr>
        <w:t>Бахмутської</w:t>
      </w:r>
      <w:proofErr w:type="spellEnd"/>
      <w:r w:rsidR="00E42871">
        <w:rPr>
          <w:sz w:val="28"/>
          <w:lang w:val="uk-UA"/>
        </w:rPr>
        <w:t xml:space="preserve"> міської ради</w:t>
      </w:r>
    </w:p>
    <w:p w:rsidR="005E78C0" w:rsidRDefault="005E78C0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F73FDD" w:rsidRDefault="00F73FDD">
      <w:pPr>
        <w:ind w:firstLine="720"/>
        <w:jc w:val="both"/>
        <w:rPr>
          <w:b/>
          <w:sz w:val="28"/>
          <w:lang w:val="uk-UA"/>
        </w:rPr>
      </w:pPr>
    </w:p>
    <w:p w:rsidR="00CD10DE" w:rsidRDefault="00AE2BAA" w:rsidP="00AE2BAA">
      <w:pPr>
        <w:pStyle w:val="31"/>
        <w:tabs>
          <w:tab w:val="clear" w:pos="1134"/>
          <w:tab w:val="left" w:pos="709"/>
        </w:tabs>
        <w:rPr>
          <w:b w:val="0"/>
        </w:rPr>
      </w:pPr>
      <w:r>
        <w:rPr>
          <w:b w:val="0"/>
        </w:rPr>
        <w:tab/>
        <w:t xml:space="preserve">1. </w:t>
      </w:r>
      <w:r w:rsidR="00E42871">
        <w:rPr>
          <w:b w:val="0"/>
        </w:rPr>
        <w:t>Взяти</w:t>
      </w:r>
      <w:r w:rsidR="004D1A49" w:rsidRPr="005C4BBD">
        <w:rPr>
          <w:b w:val="0"/>
        </w:rPr>
        <w:t xml:space="preserve"> на квартирний облік при викон</w:t>
      </w:r>
      <w:r w:rsidR="00D7231F">
        <w:rPr>
          <w:b w:val="0"/>
        </w:rPr>
        <w:t xml:space="preserve">авчому </w:t>
      </w:r>
      <w:r w:rsidR="004D1A49" w:rsidRPr="005C4BBD">
        <w:rPr>
          <w:b w:val="0"/>
        </w:rPr>
        <w:t>комі</w:t>
      </w:r>
      <w:r w:rsidR="00D7231F">
        <w:rPr>
          <w:b w:val="0"/>
        </w:rPr>
        <w:t>теті</w:t>
      </w:r>
      <w:r w:rsidR="004D1A49" w:rsidRPr="005C4BBD">
        <w:rPr>
          <w:b w:val="0"/>
        </w:rPr>
        <w:t xml:space="preserve"> </w:t>
      </w:r>
      <w:proofErr w:type="spellStart"/>
      <w:r w:rsidR="004D1A49" w:rsidRPr="005C4BBD">
        <w:rPr>
          <w:b w:val="0"/>
        </w:rPr>
        <w:t>Бахмутської</w:t>
      </w:r>
      <w:proofErr w:type="spellEnd"/>
      <w:r w:rsidR="004D1A49" w:rsidRPr="005C4BBD">
        <w:rPr>
          <w:b w:val="0"/>
        </w:rPr>
        <w:t xml:space="preserve"> міської ради</w:t>
      </w:r>
      <w:r w:rsidR="00CD10DE">
        <w:rPr>
          <w:b w:val="0"/>
        </w:rPr>
        <w:t xml:space="preserve"> таких громадян:</w:t>
      </w:r>
    </w:p>
    <w:p w:rsidR="00443F8C" w:rsidRDefault="00443F8C" w:rsidP="00443F8C">
      <w:pPr>
        <w:pStyle w:val="31"/>
        <w:tabs>
          <w:tab w:val="clear" w:pos="1134"/>
          <w:tab w:val="left" w:pos="709"/>
        </w:tabs>
        <w:rPr>
          <w:b w:val="0"/>
        </w:rPr>
      </w:pPr>
    </w:p>
    <w:p w:rsidR="005A2F31" w:rsidRDefault="00CD10DE" w:rsidP="00AE2BAA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b w:val="0"/>
        </w:rPr>
        <w:tab/>
      </w:r>
      <w:r w:rsidR="00BB1A84">
        <w:rPr>
          <w:i/>
        </w:rPr>
        <w:tab/>
      </w:r>
      <w:r w:rsidR="00BB1A84" w:rsidRPr="00BB1A84">
        <w:rPr>
          <w:b w:val="0"/>
        </w:rPr>
        <w:t>1.</w:t>
      </w:r>
      <w:r w:rsidR="00AE2BAA">
        <w:rPr>
          <w:b w:val="0"/>
        </w:rPr>
        <w:t>1</w:t>
      </w:r>
      <w:r w:rsidR="00BB1A84" w:rsidRPr="00BB1A84">
        <w:rPr>
          <w:b w:val="0"/>
        </w:rPr>
        <w:t>.</w:t>
      </w:r>
      <w:r w:rsidR="00BB1A84">
        <w:rPr>
          <w:i/>
        </w:rPr>
        <w:t xml:space="preserve">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E42871">
        <w:rPr>
          <w:b w:val="0"/>
          <w:color w:val="000000"/>
        </w:rPr>
        <w:t xml:space="preserve"> скла</w:t>
      </w:r>
      <w:r w:rsidR="00E42871">
        <w:rPr>
          <w:b w:val="0"/>
          <w:color w:val="000000"/>
          <w:szCs w:val="28"/>
        </w:rPr>
        <w:t xml:space="preserve">дом родини </w:t>
      </w:r>
      <w:r w:rsidR="008A2A2D">
        <w:rPr>
          <w:b w:val="0"/>
          <w:color w:val="000000"/>
          <w:szCs w:val="28"/>
        </w:rPr>
        <w:t>3</w:t>
      </w:r>
      <w:r w:rsidR="00E42871">
        <w:rPr>
          <w:b w:val="0"/>
          <w:color w:val="000000"/>
          <w:szCs w:val="28"/>
        </w:rPr>
        <w:t xml:space="preserve"> особ</w:t>
      </w:r>
      <w:r w:rsidR="008A2A2D">
        <w:rPr>
          <w:b w:val="0"/>
          <w:color w:val="000000"/>
          <w:szCs w:val="28"/>
        </w:rPr>
        <w:t>и (вона, чоловік</w:t>
      </w:r>
      <w:r w:rsidR="008D2506">
        <w:rPr>
          <w:b w:val="0"/>
          <w:color w:val="000000"/>
          <w:szCs w:val="28"/>
        </w:rPr>
        <w:t xml:space="preserve"> та син</w:t>
      </w:r>
      <w:r w:rsidR="008A2A2D">
        <w:rPr>
          <w:b w:val="0"/>
          <w:color w:val="000000"/>
          <w:szCs w:val="28"/>
        </w:rPr>
        <w:t>)</w:t>
      </w:r>
      <w:r w:rsidR="00E42871">
        <w:rPr>
          <w:b w:val="0"/>
          <w:color w:val="000000"/>
          <w:szCs w:val="28"/>
        </w:rPr>
        <w:t>, як</w:t>
      </w:r>
      <w:r w:rsidR="008A2A2D">
        <w:rPr>
          <w:b w:val="0"/>
          <w:color w:val="000000"/>
          <w:szCs w:val="28"/>
        </w:rPr>
        <w:t>і</w:t>
      </w:r>
      <w:r w:rsidR="00510E41">
        <w:rPr>
          <w:b w:val="0"/>
          <w:color w:val="000000"/>
          <w:szCs w:val="28"/>
        </w:rPr>
        <w:t xml:space="preserve"> </w:t>
      </w:r>
      <w:r w:rsidR="00E42871" w:rsidRPr="006D641A">
        <w:rPr>
          <w:b w:val="0"/>
          <w:color w:val="000000"/>
          <w:szCs w:val="28"/>
        </w:rPr>
        <w:t>зареєстрован</w:t>
      </w:r>
      <w:r w:rsidR="008A2A2D">
        <w:rPr>
          <w:b w:val="0"/>
          <w:color w:val="000000"/>
          <w:szCs w:val="28"/>
        </w:rPr>
        <w:t>і</w:t>
      </w:r>
      <w:r w:rsidR="00420332">
        <w:rPr>
          <w:b w:val="0"/>
          <w:color w:val="000000"/>
          <w:szCs w:val="28"/>
        </w:rPr>
        <w:t xml:space="preserve"> </w:t>
      </w:r>
      <w:r w:rsidR="00E42871">
        <w:rPr>
          <w:b w:val="0"/>
          <w:color w:val="000000"/>
          <w:szCs w:val="28"/>
        </w:rPr>
        <w:t xml:space="preserve">в </w:t>
      </w:r>
      <w:r w:rsidR="008A2A2D">
        <w:rPr>
          <w:b w:val="0"/>
          <w:color w:val="000000"/>
          <w:szCs w:val="28"/>
        </w:rPr>
        <w:t>одно</w:t>
      </w:r>
      <w:r w:rsidR="008D2506">
        <w:rPr>
          <w:b w:val="0"/>
          <w:color w:val="000000"/>
          <w:szCs w:val="28"/>
        </w:rPr>
        <w:t>кімнатній квартирі</w:t>
      </w:r>
      <w:r w:rsidR="00E42871">
        <w:rPr>
          <w:b w:val="0"/>
          <w:color w:val="000000"/>
          <w:szCs w:val="28"/>
        </w:rPr>
        <w:t xml:space="preserve">, </w:t>
      </w:r>
      <w:r w:rsidR="008A2A2D">
        <w:rPr>
          <w:b w:val="0"/>
          <w:color w:val="000000"/>
          <w:szCs w:val="28"/>
        </w:rPr>
        <w:t>жилою площею 17,80</w:t>
      </w:r>
      <w:r w:rsidR="00E42871" w:rsidRPr="006D641A">
        <w:rPr>
          <w:b w:val="0"/>
          <w:color w:val="000000"/>
          <w:szCs w:val="28"/>
        </w:rPr>
        <w:t> </w:t>
      </w:r>
      <w:proofErr w:type="spellStart"/>
      <w:r w:rsidR="00E42871" w:rsidRPr="006D641A">
        <w:rPr>
          <w:b w:val="0"/>
          <w:color w:val="000000"/>
          <w:szCs w:val="28"/>
        </w:rPr>
        <w:t>кв.м</w:t>
      </w:r>
      <w:proofErr w:type="spellEnd"/>
      <w:r w:rsidR="00E42871" w:rsidRPr="006D641A">
        <w:rPr>
          <w:b w:val="0"/>
          <w:color w:val="000000"/>
          <w:szCs w:val="28"/>
        </w:rPr>
        <w:t>.</w:t>
      </w:r>
      <w:r w:rsidR="008A2A2D">
        <w:rPr>
          <w:b w:val="0"/>
          <w:color w:val="000000"/>
          <w:szCs w:val="28"/>
        </w:rPr>
        <w:t xml:space="preserve"> (кількість зареєстрованих 4 особи)</w:t>
      </w:r>
      <w:r w:rsidR="00E42871" w:rsidRPr="006D641A">
        <w:rPr>
          <w:b w:val="0"/>
          <w:color w:val="000000"/>
          <w:szCs w:val="28"/>
        </w:rPr>
        <w:t xml:space="preserve">, по </w:t>
      </w:r>
      <w:r w:rsidR="00E42871">
        <w:rPr>
          <w:b w:val="0"/>
          <w:color w:val="000000"/>
          <w:szCs w:val="28"/>
        </w:rPr>
        <w:t xml:space="preserve">вулиці </w:t>
      </w:r>
      <w:r w:rsidR="008A2A2D">
        <w:rPr>
          <w:b w:val="0"/>
          <w:color w:val="000000"/>
          <w:szCs w:val="28"/>
        </w:rPr>
        <w:t>Чайковського</w:t>
      </w:r>
      <w:r w:rsidR="00E42871">
        <w:rPr>
          <w:b w:val="0"/>
          <w:color w:val="000000"/>
          <w:szCs w:val="28"/>
        </w:rPr>
        <w:t xml:space="preserve"> у </w:t>
      </w:r>
      <w:proofErr w:type="spellStart"/>
      <w:r w:rsidR="00E42871">
        <w:rPr>
          <w:b w:val="0"/>
          <w:color w:val="000000"/>
          <w:szCs w:val="28"/>
        </w:rPr>
        <w:t>м.</w:t>
      </w:r>
      <w:r w:rsidR="00E42871" w:rsidRPr="006D641A">
        <w:rPr>
          <w:b w:val="0"/>
          <w:color w:val="000000"/>
          <w:szCs w:val="28"/>
        </w:rPr>
        <w:t>Бахмут</w:t>
      </w:r>
      <w:r w:rsidR="008D0F75">
        <w:rPr>
          <w:b w:val="0"/>
          <w:color w:val="000000"/>
          <w:szCs w:val="28"/>
        </w:rPr>
        <w:t>і</w:t>
      </w:r>
      <w:proofErr w:type="spellEnd"/>
      <w:r w:rsidR="00E42871" w:rsidRPr="006D641A">
        <w:rPr>
          <w:b w:val="0"/>
          <w:color w:val="000000"/>
          <w:szCs w:val="28"/>
        </w:rPr>
        <w:t xml:space="preserve">, що належить на </w:t>
      </w:r>
      <w:r w:rsidR="00E42871" w:rsidRPr="006D641A">
        <w:rPr>
          <w:b w:val="0"/>
          <w:color w:val="000000"/>
          <w:szCs w:val="28"/>
        </w:rPr>
        <w:lastRenderedPageBreak/>
        <w:t xml:space="preserve">праві </w:t>
      </w:r>
      <w:r w:rsidR="00E42871">
        <w:rPr>
          <w:b w:val="0"/>
          <w:color w:val="000000"/>
          <w:szCs w:val="28"/>
        </w:rPr>
        <w:t>приватної</w:t>
      </w:r>
      <w:r w:rsidR="00E42871" w:rsidRPr="006D641A">
        <w:rPr>
          <w:b w:val="0"/>
          <w:color w:val="000000"/>
          <w:szCs w:val="28"/>
        </w:rPr>
        <w:t xml:space="preserve"> власності</w:t>
      </w:r>
      <w:r w:rsidR="0075366F">
        <w:rPr>
          <w:b w:val="0"/>
          <w:color w:val="000000"/>
          <w:szCs w:val="28"/>
        </w:rPr>
        <w:t xml:space="preserve">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="00F864DC">
        <w:rPr>
          <w:b w:val="0"/>
          <w:color w:val="000000"/>
          <w:szCs w:val="28"/>
        </w:rPr>
        <w:t xml:space="preserve">відповідно до інформації </w:t>
      </w:r>
      <w:r w:rsidR="00F864DC"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 w:rsidR="008A2A2D">
        <w:rPr>
          <w:b w:val="0"/>
          <w:bCs w:val="0"/>
          <w:color w:val="000000"/>
          <w:szCs w:val="28"/>
        </w:rPr>
        <w:t xml:space="preserve"> об’єкта нерухомого майна від 26</w:t>
      </w:r>
      <w:r w:rsidR="00F864DC">
        <w:rPr>
          <w:b w:val="0"/>
          <w:bCs w:val="0"/>
          <w:color w:val="000000"/>
          <w:szCs w:val="28"/>
        </w:rPr>
        <w:t>.08.2020</w:t>
      </w:r>
      <w:r w:rsidR="00F864DC" w:rsidRPr="00180741">
        <w:rPr>
          <w:b w:val="0"/>
          <w:bCs w:val="0"/>
          <w:color w:val="000000"/>
          <w:szCs w:val="28"/>
        </w:rPr>
        <w:t xml:space="preserve"> №</w:t>
      </w:r>
      <w:r w:rsidR="00F864DC">
        <w:rPr>
          <w:b w:val="0"/>
          <w:bCs w:val="0"/>
          <w:color w:val="000000"/>
          <w:szCs w:val="28"/>
        </w:rPr>
        <w:t> 2</w:t>
      </w:r>
      <w:r w:rsidR="008A2A2D">
        <w:rPr>
          <w:b w:val="0"/>
          <w:bCs w:val="0"/>
          <w:color w:val="000000"/>
          <w:szCs w:val="28"/>
        </w:rPr>
        <w:t>21468778</w:t>
      </w:r>
      <w:r w:rsidR="00F864DC">
        <w:rPr>
          <w:b w:val="0"/>
          <w:bCs w:val="0"/>
          <w:color w:val="000000"/>
          <w:szCs w:val="28"/>
        </w:rPr>
        <w:t>,</w:t>
      </w:r>
      <w:r w:rsidR="00E42871" w:rsidRPr="006D641A">
        <w:rPr>
          <w:b w:val="0"/>
          <w:color w:val="000000"/>
        </w:rPr>
        <w:t xml:space="preserve"> на підставі</w:t>
      </w:r>
      <w:r w:rsidR="005A2F31" w:rsidRPr="005A2F31">
        <w:rPr>
          <w:b w:val="0"/>
          <w:color w:val="000000"/>
        </w:rPr>
        <w:t xml:space="preserve"> </w:t>
      </w:r>
      <w:proofErr w:type="spellStart"/>
      <w:r w:rsidR="005A2F31" w:rsidRPr="005A2F31">
        <w:rPr>
          <w:b w:val="0"/>
          <w:color w:val="000000"/>
        </w:rPr>
        <w:t>пп</w:t>
      </w:r>
      <w:proofErr w:type="spellEnd"/>
      <w:r w:rsidR="005A2F31" w:rsidRPr="005A2F31">
        <w:rPr>
          <w:b w:val="0"/>
          <w:color w:val="000000"/>
        </w:rPr>
        <w:t xml:space="preserve"> </w:t>
      </w:r>
      <w:r w:rsidR="00AE2BAA">
        <w:rPr>
          <w:b w:val="0"/>
          <w:color w:val="000000"/>
        </w:rPr>
        <w:t>1</w:t>
      </w:r>
      <w:r w:rsidR="005A2F31" w:rsidRPr="005A2F31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5A2F31" w:rsidRPr="005A2F31">
        <w:rPr>
          <w:b w:val="0"/>
        </w:rPr>
        <w:t>15</w:t>
      </w:r>
      <w:r w:rsidR="00420332">
        <w:rPr>
          <w:b w:val="0"/>
        </w:rPr>
        <w:t>2</w:t>
      </w:r>
      <w:r w:rsidR="008A2A2D">
        <w:rPr>
          <w:b w:val="0"/>
        </w:rPr>
        <w:t>2</w:t>
      </w:r>
      <w:r w:rsidR="005A2F31" w:rsidRPr="005A2F31">
        <w:rPr>
          <w:b w:val="0"/>
        </w:rPr>
        <w:t>,</w:t>
      </w:r>
      <w:r w:rsidR="005A2F31" w:rsidRPr="005A2F31">
        <w:rPr>
          <w:b w:val="0"/>
          <w:color w:val="000000"/>
        </w:rPr>
        <w:t xml:space="preserve"> з включенням до списку першочергового одержання житла, </w:t>
      </w:r>
      <w:r w:rsidR="008A2A2D">
        <w:rPr>
          <w:b w:val="0"/>
          <w:color w:val="000000"/>
        </w:rPr>
        <w:t xml:space="preserve">так </w:t>
      </w:r>
      <w:r w:rsidR="005A2F31" w:rsidRPr="005A2F31">
        <w:rPr>
          <w:b w:val="0"/>
          <w:color w:val="000000"/>
        </w:rPr>
        <w:t xml:space="preserve">як </w:t>
      </w:r>
      <w:r w:rsidR="008A2A2D">
        <w:rPr>
          <w:b w:val="0"/>
          <w:color w:val="000000"/>
        </w:rPr>
        <w:t xml:space="preserve">чоловік є </w:t>
      </w:r>
      <w:r w:rsidR="005A2F31" w:rsidRPr="005A2F31">
        <w:rPr>
          <w:b w:val="0"/>
          <w:color w:val="000000"/>
        </w:rPr>
        <w:t>учасник</w:t>
      </w:r>
      <w:r w:rsidR="008A2A2D">
        <w:rPr>
          <w:b w:val="0"/>
          <w:color w:val="000000"/>
        </w:rPr>
        <w:t>ом</w:t>
      </w:r>
      <w:r w:rsidR="005A2F31" w:rsidRPr="005A2F31">
        <w:rPr>
          <w:b w:val="0"/>
          <w:color w:val="000000"/>
        </w:rPr>
        <w:t xml:space="preserve"> бойових дій, на підставі </w:t>
      </w:r>
      <w:proofErr w:type="spellStart"/>
      <w:r w:rsidR="005A2F31" w:rsidRPr="005A2F31">
        <w:rPr>
          <w:b w:val="0"/>
          <w:color w:val="000000"/>
        </w:rPr>
        <w:t>пп</w:t>
      </w:r>
      <w:proofErr w:type="spellEnd"/>
      <w:r w:rsidR="005A2F31" w:rsidRPr="005A2F31">
        <w:rPr>
          <w:b w:val="0"/>
          <w:color w:val="000000"/>
        </w:rPr>
        <w:t xml:space="preserve"> 4 п 44 Правил обліку громадян, які потребують поліпшення житлових умов, і надання їм жилих приміщень в Українській РСР, під № </w:t>
      </w:r>
      <w:r w:rsidR="005A2F31" w:rsidRPr="009A5416">
        <w:rPr>
          <w:b w:val="0"/>
          <w:color w:val="000000" w:themeColor="text1"/>
        </w:rPr>
        <w:t>48</w:t>
      </w:r>
      <w:r w:rsidR="008A2A2D">
        <w:rPr>
          <w:b w:val="0"/>
          <w:color w:val="000000" w:themeColor="text1"/>
        </w:rPr>
        <w:t>6</w:t>
      </w:r>
      <w:r w:rsidR="005A2F31" w:rsidRPr="009A5416">
        <w:rPr>
          <w:b w:val="0"/>
          <w:color w:val="000000" w:themeColor="text1"/>
        </w:rPr>
        <w:t>,</w:t>
      </w:r>
      <w:r w:rsidR="009A5416">
        <w:rPr>
          <w:b w:val="0"/>
          <w:color w:val="000000"/>
        </w:rPr>
        <w:t xml:space="preserve"> надавши обліковій справі № 47</w:t>
      </w:r>
      <w:r w:rsidR="008837F5">
        <w:rPr>
          <w:b w:val="0"/>
          <w:color w:val="000000"/>
        </w:rPr>
        <w:t>1</w:t>
      </w:r>
      <w:r w:rsidR="008A2A2D">
        <w:rPr>
          <w:b w:val="0"/>
          <w:color w:val="000000"/>
        </w:rPr>
        <w:t>3</w:t>
      </w:r>
      <w:r w:rsidR="005A2F31" w:rsidRPr="005A2F31">
        <w:rPr>
          <w:b w:val="0"/>
          <w:color w:val="000000"/>
        </w:rPr>
        <w:t>.</w:t>
      </w:r>
    </w:p>
    <w:p w:rsidR="00420332" w:rsidRDefault="00420332" w:rsidP="005852D6">
      <w:pPr>
        <w:pStyle w:val="31"/>
        <w:tabs>
          <w:tab w:val="clear" w:pos="1134"/>
          <w:tab w:val="left" w:pos="0"/>
        </w:tabs>
        <w:ind w:right="-1"/>
        <w:rPr>
          <w:b w:val="0"/>
          <w:color w:val="000000"/>
        </w:rPr>
      </w:pPr>
    </w:p>
    <w:p w:rsidR="00AE2BAA" w:rsidRDefault="00420332" w:rsidP="00AE2BAA">
      <w:pPr>
        <w:pStyle w:val="31"/>
        <w:tabs>
          <w:tab w:val="clear" w:pos="1134"/>
          <w:tab w:val="left" w:pos="0"/>
        </w:tabs>
        <w:ind w:right="-1"/>
        <w:rPr>
          <w:b w:val="0"/>
          <w:color w:val="000000"/>
        </w:rPr>
      </w:pPr>
      <w:r>
        <w:rPr>
          <w:b w:val="0"/>
          <w:color w:val="000000"/>
        </w:rPr>
        <w:tab/>
      </w:r>
      <w:r w:rsidR="00AE2BAA">
        <w:rPr>
          <w:b w:val="0"/>
        </w:rPr>
        <w:t>1.2</w:t>
      </w:r>
      <w:r w:rsidR="00AE2BAA" w:rsidRPr="005852D6">
        <w:rPr>
          <w:b w:val="0"/>
        </w:rPr>
        <w:t>.</w:t>
      </w:r>
      <w:r w:rsidR="00AE2BAA">
        <w:rPr>
          <w:i/>
        </w:rPr>
        <w:t> 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="00AE2BAA" w:rsidRPr="005A2F31">
        <w:rPr>
          <w:b w:val="0"/>
          <w:color w:val="000000"/>
          <w:szCs w:val="28"/>
        </w:rPr>
        <w:t>складом родини</w:t>
      </w:r>
      <w:r w:rsidR="00AE2BAA">
        <w:rPr>
          <w:b w:val="0"/>
          <w:color w:val="000000"/>
          <w:szCs w:val="28"/>
        </w:rPr>
        <w:t xml:space="preserve"> 3</w:t>
      </w:r>
      <w:r w:rsidR="00AE2BAA" w:rsidRPr="005A2F31">
        <w:rPr>
          <w:b w:val="0"/>
          <w:color w:val="000000"/>
          <w:szCs w:val="28"/>
        </w:rPr>
        <w:t xml:space="preserve"> особ</w:t>
      </w:r>
      <w:r w:rsidR="00AE2BAA">
        <w:rPr>
          <w:b w:val="0"/>
          <w:color w:val="000000"/>
          <w:szCs w:val="28"/>
        </w:rPr>
        <w:t>и (він, дружина</w:t>
      </w:r>
      <w:r w:rsidR="008D2506">
        <w:rPr>
          <w:b w:val="0"/>
          <w:color w:val="000000"/>
          <w:szCs w:val="28"/>
        </w:rPr>
        <w:t xml:space="preserve"> та дочка</w:t>
      </w:r>
      <w:r w:rsidR="00AE2BAA">
        <w:rPr>
          <w:b w:val="0"/>
          <w:color w:val="000000"/>
          <w:szCs w:val="28"/>
        </w:rPr>
        <w:t>)</w:t>
      </w:r>
      <w:r w:rsidR="00AE2BAA" w:rsidRPr="005A2F31">
        <w:rPr>
          <w:b w:val="0"/>
          <w:color w:val="000000"/>
        </w:rPr>
        <w:t xml:space="preserve">, </w:t>
      </w:r>
      <w:r w:rsidR="008A2A2D" w:rsidRPr="005A2F31">
        <w:rPr>
          <w:b w:val="0"/>
          <w:color w:val="000000"/>
          <w:szCs w:val="28"/>
        </w:rPr>
        <w:t>як</w:t>
      </w:r>
      <w:r w:rsidR="008A2A2D">
        <w:rPr>
          <w:b w:val="0"/>
          <w:color w:val="000000"/>
          <w:szCs w:val="28"/>
        </w:rPr>
        <w:t>і</w:t>
      </w:r>
      <w:r w:rsidR="008A2A2D" w:rsidRPr="005A2F31">
        <w:rPr>
          <w:b w:val="0"/>
          <w:color w:val="000000"/>
          <w:szCs w:val="28"/>
        </w:rPr>
        <w:t xml:space="preserve"> </w:t>
      </w:r>
      <w:r w:rsidR="008A2A2D">
        <w:rPr>
          <w:b w:val="0"/>
          <w:color w:val="000000"/>
          <w:szCs w:val="28"/>
        </w:rPr>
        <w:t>зареєстровані в кімнаті, жилою площею</w:t>
      </w:r>
      <w:r w:rsidR="005221CE">
        <w:rPr>
          <w:b w:val="0"/>
          <w:color w:val="000000"/>
          <w:szCs w:val="28"/>
        </w:rPr>
        <w:t xml:space="preserve"> 31,40 </w:t>
      </w:r>
      <w:proofErr w:type="spellStart"/>
      <w:r w:rsidR="008A2A2D">
        <w:rPr>
          <w:b w:val="0"/>
          <w:color w:val="000000"/>
          <w:szCs w:val="28"/>
        </w:rPr>
        <w:t>кв.м</w:t>
      </w:r>
      <w:proofErr w:type="spellEnd"/>
      <w:r w:rsidR="008A2A2D">
        <w:rPr>
          <w:b w:val="0"/>
          <w:color w:val="000000"/>
          <w:szCs w:val="28"/>
        </w:rPr>
        <w:t xml:space="preserve">., у  гуртожитку по вулиці </w:t>
      </w:r>
      <w:r w:rsidR="005221CE">
        <w:rPr>
          <w:b w:val="0"/>
          <w:color w:val="000000"/>
          <w:szCs w:val="28"/>
        </w:rPr>
        <w:t>Оборони</w:t>
      </w:r>
      <w:r w:rsidR="008A2A2D">
        <w:rPr>
          <w:b w:val="0"/>
          <w:color w:val="000000"/>
          <w:szCs w:val="28"/>
        </w:rPr>
        <w:t xml:space="preserve"> у місті </w:t>
      </w:r>
      <w:proofErr w:type="spellStart"/>
      <w:r w:rsidR="008A2A2D">
        <w:rPr>
          <w:b w:val="0"/>
          <w:color w:val="000000"/>
          <w:szCs w:val="28"/>
        </w:rPr>
        <w:t>Бахмуті</w:t>
      </w:r>
      <w:proofErr w:type="spellEnd"/>
      <w:r w:rsidR="00AE2BAA">
        <w:rPr>
          <w:b w:val="0"/>
          <w:color w:val="000000"/>
          <w:szCs w:val="28"/>
        </w:rPr>
        <w:t xml:space="preserve">, </w:t>
      </w:r>
      <w:r w:rsidR="005221CE" w:rsidRPr="006D641A">
        <w:rPr>
          <w:b w:val="0"/>
          <w:color w:val="000000"/>
          <w:szCs w:val="28"/>
        </w:rPr>
        <w:t xml:space="preserve">що належить на праві </w:t>
      </w:r>
      <w:r w:rsidR="005221CE">
        <w:rPr>
          <w:b w:val="0"/>
          <w:color w:val="000000"/>
          <w:szCs w:val="28"/>
        </w:rPr>
        <w:t xml:space="preserve">спільної часткової </w:t>
      </w:r>
      <w:r w:rsidR="005221CE" w:rsidRPr="006D641A">
        <w:rPr>
          <w:b w:val="0"/>
          <w:color w:val="000000"/>
          <w:szCs w:val="28"/>
        </w:rPr>
        <w:t>власності</w:t>
      </w:r>
      <w:r w:rsidR="005221CE">
        <w:rPr>
          <w:b w:val="0"/>
          <w:color w:val="000000"/>
          <w:szCs w:val="28"/>
        </w:rPr>
        <w:t xml:space="preserve"> (кожному по ¼ частці)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="005221CE">
        <w:rPr>
          <w:b w:val="0"/>
          <w:color w:val="000000"/>
          <w:szCs w:val="28"/>
        </w:rPr>
        <w:t xml:space="preserve">відповідно до інформації </w:t>
      </w:r>
      <w:r w:rsidR="005221CE"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 w:rsidR="005221CE">
        <w:rPr>
          <w:b w:val="0"/>
          <w:bCs w:val="0"/>
          <w:color w:val="000000"/>
          <w:szCs w:val="28"/>
        </w:rPr>
        <w:t xml:space="preserve"> об’єкта нерухомого майна від 26.08.2020</w:t>
      </w:r>
      <w:r w:rsidR="005221CE" w:rsidRPr="00180741">
        <w:rPr>
          <w:b w:val="0"/>
          <w:bCs w:val="0"/>
          <w:color w:val="000000"/>
          <w:szCs w:val="28"/>
        </w:rPr>
        <w:t xml:space="preserve"> №</w:t>
      </w:r>
      <w:r w:rsidR="005221CE">
        <w:rPr>
          <w:b w:val="0"/>
          <w:bCs w:val="0"/>
          <w:color w:val="000000"/>
          <w:szCs w:val="28"/>
        </w:rPr>
        <w:t xml:space="preserve"> 221481611, </w:t>
      </w:r>
      <w:r w:rsidR="00AE2BAA" w:rsidRPr="005A2F31">
        <w:rPr>
          <w:b w:val="0"/>
          <w:color w:val="000000"/>
        </w:rPr>
        <w:t xml:space="preserve">на підставі </w:t>
      </w:r>
      <w:proofErr w:type="spellStart"/>
      <w:r w:rsidR="00AE2BAA" w:rsidRPr="005A2F31">
        <w:rPr>
          <w:b w:val="0"/>
          <w:color w:val="000000"/>
        </w:rPr>
        <w:t>пп</w:t>
      </w:r>
      <w:proofErr w:type="spellEnd"/>
      <w:r w:rsidR="00AE2BAA" w:rsidRPr="005A2F31">
        <w:rPr>
          <w:b w:val="0"/>
          <w:color w:val="000000"/>
        </w:rPr>
        <w:t xml:space="preserve"> </w:t>
      </w:r>
      <w:r w:rsidR="00FC6E9F" w:rsidRPr="00FC6E9F">
        <w:rPr>
          <w:b w:val="0"/>
          <w:color w:val="000000"/>
        </w:rPr>
        <w:t xml:space="preserve">1, 6 </w:t>
      </w:r>
      <w:r w:rsidR="00AE2BAA" w:rsidRPr="005A2F31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AE2BAA" w:rsidRPr="005A2F31">
        <w:rPr>
          <w:b w:val="0"/>
        </w:rPr>
        <w:t>15</w:t>
      </w:r>
      <w:r w:rsidR="00AE2BAA">
        <w:rPr>
          <w:b w:val="0"/>
        </w:rPr>
        <w:t>2</w:t>
      </w:r>
      <w:r w:rsidR="005221CE">
        <w:rPr>
          <w:b w:val="0"/>
        </w:rPr>
        <w:t>3</w:t>
      </w:r>
      <w:r w:rsidR="00D93F33">
        <w:rPr>
          <w:b w:val="0"/>
        </w:rPr>
        <w:t>,</w:t>
      </w:r>
      <w:r w:rsidR="00AE2BAA" w:rsidRPr="005A2F31">
        <w:rPr>
          <w:b w:val="0"/>
          <w:color w:val="000000"/>
        </w:rPr>
        <w:t xml:space="preserve"> </w:t>
      </w:r>
      <w:r w:rsidR="00AE2BAA">
        <w:rPr>
          <w:b w:val="0"/>
          <w:color w:val="000000"/>
        </w:rPr>
        <w:t>надавши обліковій</w:t>
      </w:r>
      <w:r w:rsidR="005221CE">
        <w:rPr>
          <w:b w:val="0"/>
          <w:color w:val="000000"/>
        </w:rPr>
        <w:t xml:space="preserve"> справі № 4714</w:t>
      </w:r>
      <w:r w:rsidR="00AE2BAA" w:rsidRPr="005A2F31">
        <w:rPr>
          <w:b w:val="0"/>
          <w:color w:val="000000"/>
        </w:rPr>
        <w:t>.</w:t>
      </w:r>
    </w:p>
    <w:p w:rsidR="00AE2BAA" w:rsidRDefault="00AE2BAA" w:rsidP="00AE2BAA">
      <w:pPr>
        <w:pStyle w:val="31"/>
        <w:tabs>
          <w:tab w:val="clear" w:pos="1134"/>
          <w:tab w:val="left" w:pos="0"/>
        </w:tabs>
        <w:ind w:right="-1"/>
        <w:rPr>
          <w:b w:val="0"/>
          <w:color w:val="000000"/>
        </w:rPr>
      </w:pPr>
    </w:p>
    <w:p w:rsidR="00AE2BAA" w:rsidRDefault="00AE2BAA" w:rsidP="00AE2BAA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i/>
        </w:rPr>
        <w:tab/>
      </w:r>
      <w:r w:rsidRPr="00BB1A84">
        <w:rPr>
          <w:b w:val="0"/>
        </w:rPr>
        <w:t>1.</w:t>
      </w:r>
      <w:r>
        <w:rPr>
          <w:b w:val="0"/>
        </w:rPr>
        <w:t>3</w:t>
      </w:r>
      <w:r w:rsidRPr="00BB1A84">
        <w:rPr>
          <w:b w:val="0"/>
        </w:rPr>
        <w:t>.</w:t>
      </w:r>
      <w:r w:rsidR="005221CE">
        <w:rPr>
          <w:i/>
        </w:rPr>
        <w:t xml:space="preserve">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>
        <w:rPr>
          <w:b w:val="0"/>
          <w:color w:val="000000"/>
        </w:rPr>
        <w:t>скла</w:t>
      </w:r>
      <w:r>
        <w:rPr>
          <w:b w:val="0"/>
          <w:color w:val="000000"/>
          <w:szCs w:val="28"/>
        </w:rPr>
        <w:t>дом родини 1 особа, як</w:t>
      </w:r>
      <w:r w:rsidR="00D93F33">
        <w:rPr>
          <w:b w:val="0"/>
          <w:color w:val="000000"/>
          <w:szCs w:val="28"/>
        </w:rPr>
        <w:t>ий</w:t>
      </w:r>
      <w:r>
        <w:rPr>
          <w:b w:val="0"/>
          <w:color w:val="000000"/>
          <w:szCs w:val="28"/>
        </w:rPr>
        <w:t xml:space="preserve"> </w:t>
      </w:r>
      <w:r w:rsidRPr="006D641A">
        <w:rPr>
          <w:b w:val="0"/>
          <w:color w:val="000000"/>
          <w:szCs w:val="28"/>
        </w:rPr>
        <w:t>зареєстрован</w:t>
      </w:r>
      <w:r w:rsidR="00D93F33">
        <w:rPr>
          <w:b w:val="0"/>
          <w:color w:val="000000"/>
          <w:szCs w:val="28"/>
        </w:rPr>
        <w:t>ий в однокімнатній квартирі, жилою площею 18</w:t>
      </w:r>
      <w:r>
        <w:rPr>
          <w:b w:val="0"/>
          <w:color w:val="000000"/>
          <w:szCs w:val="28"/>
        </w:rPr>
        <w:t>,</w:t>
      </w:r>
      <w:r w:rsidR="00D93F33">
        <w:rPr>
          <w:b w:val="0"/>
          <w:color w:val="000000"/>
          <w:szCs w:val="28"/>
        </w:rPr>
        <w:t>4</w:t>
      </w:r>
      <w:r>
        <w:rPr>
          <w:b w:val="0"/>
          <w:color w:val="000000"/>
          <w:szCs w:val="28"/>
        </w:rPr>
        <w:t>0</w:t>
      </w:r>
      <w:r w:rsidRPr="006D641A">
        <w:rPr>
          <w:b w:val="0"/>
          <w:color w:val="000000"/>
          <w:szCs w:val="28"/>
        </w:rPr>
        <w:t> </w:t>
      </w:r>
      <w:proofErr w:type="spellStart"/>
      <w:r w:rsidRPr="006D641A">
        <w:rPr>
          <w:b w:val="0"/>
          <w:color w:val="000000"/>
          <w:szCs w:val="28"/>
        </w:rPr>
        <w:t>кв.м</w:t>
      </w:r>
      <w:proofErr w:type="spellEnd"/>
      <w:r w:rsidRPr="006D641A">
        <w:rPr>
          <w:b w:val="0"/>
          <w:color w:val="000000"/>
          <w:szCs w:val="28"/>
        </w:rPr>
        <w:t>.</w:t>
      </w:r>
      <w:r w:rsidR="00D93F33">
        <w:rPr>
          <w:b w:val="0"/>
          <w:color w:val="000000"/>
          <w:szCs w:val="28"/>
        </w:rPr>
        <w:t xml:space="preserve"> (кількість зареєстрованих 4 особи)</w:t>
      </w:r>
      <w:r w:rsidRPr="006D641A">
        <w:rPr>
          <w:b w:val="0"/>
          <w:color w:val="000000"/>
          <w:szCs w:val="28"/>
        </w:rPr>
        <w:t xml:space="preserve">, по </w:t>
      </w:r>
      <w:r w:rsidR="00D93F33">
        <w:rPr>
          <w:b w:val="0"/>
          <w:color w:val="000000"/>
          <w:szCs w:val="28"/>
        </w:rPr>
        <w:t xml:space="preserve">вулиці Освітній у с. Іванівське </w:t>
      </w:r>
      <w:proofErr w:type="spellStart"/>
      <w:r w:rsidR="00D93F33">
        <w:rPr>
          <w:b w:val="0"/>
          <w:color w:val="000000"/>
          <w:szCs w:val="28"/>
        </w:rPr>
        <w:t>Бахмутського</w:t>
      </w:r>
      <w:proofErr w:type="spellEnd"/>
      <w:r w:rsidR="00D93F33">
        <w:rPr>
          <w:b w:val="0"/>
          <w:color w:val="000000"/>
          <w:szCs w:val="28"/>
        </w:rPr>
        <w:t xml:space="preserve"> району</w:t>
      </w:r>
      <w:r w:rsidRPr="006D641A">
        <w:rPr>
          <w:b w:val="0"/>
          <w:color w:val="000000"/>
          <w:szCs w:val="28"/>
        </w:rPr>
        <w:t xml:space="preserve">, що належить на праві </w:t>
      </w:r>
      <w:r>
        <w:rPr>
          <w:b w:val="0"/>
          <w:color w:val="000000"/>
          <w:szCs w:val="28"/>
        </w:rPr>
        <w:t>приватної</w:t>
      </w:r>
      <w:r w:rsidRPr="006D641A">
        <w:rPr>
          <w:b w:val="0"/>
          <w:color w:val="000000"/>
          <w:szCs w:val="28"/>
        </w:rPr>
        <w:t xml:space="preserve"> власності</w:t>
      </w:r>
      <w:r>
        <w:rPr>
          <w:b w:val="0"/>
          <w:color w:val="000000"/>
          <w:szCs w:val="28"/>
        </w:rPr>
        <w:t xml:space="preserve">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>
        <w:rPr>
          <w:b w:val="0"/>
          <w:color w:val="000000"/>
          <w:szCs w:val="28"/>
        </w:rPr>
        <w:t xml:space="preserve">відповідно до інформації </w:t>
      </w:r>
      <w:r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>
        <w:rPr>
          <w:b w:val="0"/>
          <w:bCs w:val="0"/>
          <w:color w:val="000000"/>
          <w:szCs w:val="28"/>
        </w:rPr>
        <w:t xml:space="preserve"> об’єкта нерухомого майна від 0</w:t>
      </w:r>
      <w:r w:rsidR="00D93F33">
        <w:rPr>
          <w:b w:val="0"/>
          <w:bCs w:val="0"/>
          <w:color w:val="000000"/>
          <w:szCs w:val="28"/>
        </w:rPr>
        <w:t>1</w:t>
      </w:r>
      <w:r>
        <w:rPr>
          <w:b w:val="0"/>
          <w:bCs w:val="0"/>
          <w:color w:val="000000"/>
          <w:szCs w:val="28"/>
        </w:rPr>
        <w:t>.0</w:t>
      </w:r>
      <w:r w:rsidR="00D93F33">
        <w:rPr>
          <w:b w:val="0"/>
          <w:bCs w:val="0"/>
          <w:color w:val="000000"/>
          <w:szCs w:val="28"/>
        </w:rPr>
        <w:t>9</w:t>
      </w:r>
      <w:r>
        <w:rPr>
          <w:b w:val="0"/>
          <w:bCs w:val="0"/>
          <w:color w:val="000000"/>
          <w:szCs w:val="28"/>
        </w:rPr>
        <w:t>.2020</w:t>
      </w:r>
      <w:r w:rsidRPr="00180741">
        <w:rPr>
          <w:b w:val="0"/>
          <w:bCs w:val="0"/>
          <w:color w:val="000000"/>
          <w:szCs w:val="28"/>
        </w:rPr>
        <w:t xml:space="preserve"> №</w:t>
      </w:r>
      <w:r>
        <w:rPr>
          <w:b w:val="0"/>
          <w:bCs w:val="0"/>
          <w:color w:val="000000"/>
          <w:szCs w:val="28"/>
        </w:rPr>
        <w:t> 2</w:t>
      </w:r>
      <w:r w:rsidR="00D93F33">
        <w:rPr>
          <w:b w:val="0"/>
          <w:bCs w:val="0"/>
          <w:color w:val="000000"/>
          <w:szCs w:val="28"/>
        </w:rPr>
        <w:t>22175426</w:t>
      </w:r>
      <w:r>
        <w:rPr>
          <w:b w:val="0"/>
          <w:bCs w:val="0"/>
          <w:color w:val="000000"/>
          <w:szCs w:val="28"/>
        </w:rPr>
        <w:t>,</w:t>
      </w:r>
      <w:r w:rsidRPr="006D641A">
        <w:rPr>
          <w:b w:val="0"/>
          <w:color w:val="000000"/>
        </w:rPr>
        <w:t xml:space="preserve"> на підставі</w:t>
      </w:r>
      <w:r w:rsidRPr="005A2F31">
        <w:rPr>
          <w:b w:val="0"/>
          <w:color w:val="000000"/>
        </w:rPr>
        <w:t xml:space="preserve"> </w:t>
      </w:r>
      <w:proofErr w:type="spellStart"/>
      <w:r w:rsidRPr="005A2F31">
        <w:rPr>
          <w:b w:val="0"/>
          <w:color w:val="000000"/>
        </w:rPr>
        <w:t>пп</w:t>
      </w:r>
      <w:proofErr w:type="spellEnd"/>
      <w:r w:rsidRPr="005A2F31">
        <w:rPr>
          <w:b w:val="0"/>
          <w:color w:val="000000"/>
        </w:rPr>
        <w:t xml:space="preserve"> </w:t>
      </w:r>
      <w:r>
        <w:rPr>
          <w:b w:val="0"/>
          <w:color w:val="000000"/>
        </w:rPr>
        <w:t>1</w:t>
      </w:r>
      <w:r w:rsidRPr="005A2F31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Pr="005A2F31">
        <w:rPr>
          <w:b w:val="0"/>
        </w:rPr>
        <w:t>15</w:t>
      </w:r>
      <w:r w:rsidR="00D93F33">
        <w:rPr>
          <w:b w:val="0"/>
        </w:rPr>
        <w:t>24</w:t>
      </w:r>
      <w:r w:rsidRPr="005A2F31">
        <w:rPr>
          <w:b w:val="0"/>
        </w:rPr>
        <w:t>,</w:t>
      </w:r>
      <w:r w:rsidRPr="005A2F31">
        <w:rPr>
          <w:b w:val="0"/>
          <w:color w:val="000000"/>
        </w:rPr>
        <w:t xml:space="preserve"> з включенням до списку першочергового одержання житла, як учасника бойових дій, на підставі </w:t>
      </w:r>
      <w:proofErr w:type="spellStart"/>
      <w:r w:rsidRPr="005A2F31">
        <w:rPr>
          <w:b w:val="0"/>
          <w:color w:val="000000"/>
        </w:rPr>
        <w:t>пп</w:t>
      </w:r>
      <w:proofErr w:type="spellEnd"/>
      <w:r w:rsidRPr="005A2F31">
        <w:rPr>
          <w:b w:val="0"/>
          <w:color w:val="000000"/>
        </w:rPr>
        <w:t xml:space="preserve"> 4 п 44 Правил обліку громадян, які потребують поліпшення житлових умов, і надання їм жилих приміщень в Українській РСР, під № </w:t>
      </w:r>
      <w:r w:rsidRPr="009A5416">
        <w:rPr>
          <w:b w:val="0"/>
          <w:color w:val="000000" w:themeColor="text1"/>
        </w:rPr>
        <w:t>48</w:t>
      </w:r>
      <w:r w:rsidR="00D93F33">
        <w:rPr>
          <w:b w:val="0"/>
          <w:color w:val="000000" w:themeColor="text1"/>
        </w:rPr>
        <w:t>7</w:t>
      </w:r>
      <w:r w:rsidRPr="009A5416">
        <w:rPr>
          <w:b w:val="0"/>
          <w:color w:val="000000" w:themeColor="text1"/>
        </w:rPr>
        <w:t>,</w:t>
      </w:r>
      <w:r>
        <w:rPr>
          <w:b w:val="0"/>
          <w:color w:val="000000"/>
        </w:rPr>
        <w:t xml:space="preserve"> надавши обліковій справі № 471</w:t>
      </w:r>
      <w:r w:rsidR="00D93F33">
        <w:rPr>
          <w:b w:val="0"/>
          <w:color w:val="000000"/>
        </w:rPr>
        <w:t>5</w:t>
      </w:r>
      <w:r w:rsidRPr="005A2F31">
        <w:rPr>
          <w:b w:val="0"/>
          <w:color w:val="000000"/>
        </w:rPr>
        <w:t>.</w:t>
      </w:r>
    </w:p>
    <w:p w:rsidR="00D027CB" w:rsidRDefault="00D027CB" w:rsidP="00AE2BAA">
      <w:pPr>
        <w:pStyle w:val="31"/>
        <w:tabs>
          <w:tab w:val="clear" w:pos="1134"/>
          <w:tab w:val="left" w:pos="0"/>
        </w:tabs>
        <w:ind w:right="-1"/>
        <w:rPr>
          <w:b w:val="0"/>
        </w:rPr>
      </w:pPr>
    </w:p>
    <w:p w:rsidR="00D027CB" w:rsidRDefault="00D027CB" w:rsidP="00D027CB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b w:val="0"/>
        </w:rPr>
        <w:lastRenderedPageBreak/>
        <w:tab/>
      </w:r>
      <w:r w:rsidRPr="005A2F31">
        <w:rPr>
          <w:b w:val="0"/>
        </w:rPr>
        <w:t>1.</w:t>
      </w:r>
      <w:r>
        <w:rPr>
          <w:b w:val="0"/>
        </w:rPr>
        <w:t>4</w:t>
      </w:r>
      <w:r w:rsidRPr="005A2F31">
        <w:rPr>
          <w:b w:val="0"/>
        </w:rPr>
        <w:t>.</w:t>
      </w:r>
      <w:r>
        <w:rPr>
          <w:i/>
        </w:rPr>
        <w:t xml:space="preserve">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Pr="00713978">
        <w:rPr>
          <w:b w:val="0"/>
          <w:color w:val="000000"/>
          <w:szCs w:val="28"/>
        </w:rPr>
        <w:t xml:space="preserve">складом родини </w:t>
      </w:r>
      <w:r>
        <w:rPr>
          <w:b w:val="0"/>
          <w:color w:val="000000"/>
          <w:szCs w:val="28"/>
        </w:rPr>
        <w:t>7 осіб (вона, чоловік, сини т</w:t>
      </w:r>
      <w:r w:rsidR="008D2506">
        <w:rPr>
          <w:b w:val="0"/>
          <w:color w:val="000000"/>
          <w:szCs w:val="28"/>
        </w:rPr>
        <w:t>а дочка</w:t>
      </w:r>
      <w:r>
        <w:rPr>
          <w:b w:val="0"/>
          <w:color w:val="000000"/>
        </w:rPr>
        <w:t xml:space="preserve">), </w:t>
      </w:r>
      <w:r w:rsidRPr="00713978">
        <w:rPr>
          <w:b w:val="0"/>
          <w:color w:val="000000"/>
        </w:rPr>
        <w:t xml:space="preserve"> </w:t>
      </w:r>
      <w:r w:rsidRPr="00713978">
        <w:rPr>
          <w:b w:val="0"/>
          <w:color w:val="000000"/>
          <w:szCs w:val="28"/>
        </w:rPr>
        <w:t>як</w:t>
      </w:r>
      <w:r>
        <w:rPr>
          <w:b w:val="0"/>
          <w:color w:val="000000"/>
          <w:szCs w:val="28"/>
        </w:rPr>
        <w:t>і</w:t>
      </w:r>
      <w:r w:rsidRPr="00713978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>зареєстровані</w:t>
      </w:r>
      <w:r w:rsidRPr="00713978">
        <w:rPr>
          <w:b w:val="0"/>
          <w:color w:val="000000"/>
          <w:szCs w:val="28"/>
        </w:rPr>
        <w:t xml:space="preserve"> в </w:t>
      </w:r>
      <w:r>
        <w:rPr>
          <w:b w:val="0"/>
          <w:color w:val="000000"/>
          <w:szCs w:val="28"/>
        </w:rPr>
        <w:t>будинку</w:t>
      </w:r>
      <w:r w:rsidRPr="00713978">
        <w:rPr>
          <w:b w:val="0"/>
          <w:color w:val="000000"/>
          <w:szCs w:val="28"/>
        </w:rPr>
        <w:t xml:space="preserve">, жилою площею </w:t>
      </w:r>
      <w:r w:rsidR="001D7F7B">
        <w:rPr>
          <w:b w:val="0"/>
          <w:color w:val="000000"/>
          <w:szCs w:val="28"/>
        </w:rPr>
        <w:t>2</w:t>
      </w:r>
      <w:r>
        <w:rPr>
          <w:b w:val="0"/>
          <w:color w:val="000000"/>
          <w:szCs w:val="28"/>
        </w:rPr>
        <w:t>0</w:t>
      </w:r>
      <w:r w:rsidRPr="00713978">
        <w:rPr>
          <w:b w:val="0"/>
          <w:color w:val="000000"/>
          <w:szCs w:val="28"/>
        </w:rPr>
        <w:t>,</w:t>
      </w:r>
      <w:r>
        <w:rPr>
          <w:b w:val="0"/>
          <w:color w:val="000000"/>
          <w:szCs w:val="28"/>
        </w:rPr>
        <w:t>3</w:t>
      </w:r>
      <w:r w:rsidR="001D7F7B">
        <w:rPr>
          <w:b w:val="0"/>
          <w:color w:val="000000"/>
          <w:szCs w:val="28"/>
        </w:rPr>
        <w:t>0 </w:t>
      </w:r>
      <w:proofErr w:type="spellStart"/>
      <w:r w:rsidR="001D7F7B">
        <w:rPr>
          <w:b w:val="0"/>
          <w:color w:val="000000"/>
          <w:szCs w:val="28"/>
        </w:rPr>
        <w:t>кв.м</w:t>
      </w:r>
      <w:proofErr w:type="spellEnd"/>
      <w:r w:rsidR="001D7F7B">
        <w:rPr>
          <w:b w:val="0"/>
          <w:color w:val="000000"/>
          <w:szCs w:val="28"/>
        </w:rPr>
        <w:t>.</w:t>
      </w:r>
      <w:r w:rsidRPr="00713978">
        <w:rPr>
          <w:b w:val="0"/>
          <w:color w:val="000000"/>
          <w:szCs w:val="28"/>
        </w:rPr>
        <w:t xml:space="preserve">, по вулиці </w:t>
      </w:r>
      <w:proofErr w:type="spellStart"/>
      <w:r w:rsidR="001D7F7B">
        <w:rPr>
          <w:b w:val="0"/>
          <w:color w:val="000000"/>
          <w:szCs w:val="28"/>
        </w:rPr>
        <w:t>Деконівській</w:t>
      </w:r>
      <w:proofErr w:type="spellEnd"/>
      <w:r w:rsidRPr="00713978">
        <w:rPr>
          <w:b w:val="0"/>
          <w:color w:val="000000"/>
          <w:szCs w:val="28"/>
        </w:rPr>
        <w:t xml:space="preserve"> у місті </w:t>
      </w:r>
      <w:proofErr w:type="spellStart"/>
      <w:r w:rsidRPr="00713978">
        <w:rPr>
          <w:b w:val="0"/>
          <w:color w:val="000000"/>
          <w:szCs w:val="28"/>
        </w:rPr>
        <w:t>Бахмуті</w:t>
      </w:r>
      <w:proofErr w:type="spellEnd"/>
      <w:r w:rsidRPr="00713978">
        <w:rPr>
          <w:b w:val="0"/>
          <w:color w:val="000000"/>
          <w:szCs w:val="28"/>
        </w:rPr>
        <w:t xml:space="preserve">, </w:t>
      </w:r>
      <w:r w:rsidRPr="00713978">
        <w:rPr>
          <w:b w:val="0"/>
          <w:color w:val="000000"/>
        </w:rPr>
        <w:t>що належить на праві приватної</w:t>
      </w:r>
      <w:r>
        <w:rPr>
          <w:b w:val="0"/>
          <w:color w:val="000000"/>
        </w:rPr>
        <w:t xml:space="preserve"> власності</w:t>
      </w:r>
      <w:r w:rsidR="008D2506">
        <w:rPr>
          <w:b w:val="0"/>
          <w:color w:val="000000"/>
        </w:rPr>
        <w:t xml:space="preserve">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>
        <w:rPr>
          <w:b w:val="0"/>
          <w:color w:val="000000"/>
        </w:rPr>
        <w:t xml:space="preserve"> </w:t>
      </w:r>
      <w:r w:rsidRPr="00713978">
        <w:rPr>
          <w:b w:val="0"/>
          <w:color w:val="000000"/>
        </w:rPr>
        <w:t xml:space="preserve"> </w:t>
      </w:r>
      <w:r>
        <w:rPr>
          <w:b w:val="0"/>
          <w:color w:val="000000"/>
          <w:szCs w:val="28"/>
        </w:rPr>
        <w:t xml:space="preserve">відповідно до інформації </w:t>
      </w:r>
      <w:r w:rsidRPr="00180741">
        <w:rPr>
          <w:b w:val="0"/>
          <w:bCs w:val="0"/>
          <w:color w:val="000000"/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</w:t>
      </w:r>
      <w:r>
        <w:rPr>
          <w:b w:val="0"/>
          <w:bCs w:val="0"/>
          <w:color w:val="000000"/>
          <w:szCs w:val="28"/>
        </w:rPr>
        <w:t xml:space="preserve"> об’єкта нерухомого майна від 0</w:t>
      </w:r>
      <w:r w:rsidR="001D7F7B">
        <w:rPr>
          <w:b w:val="0"/>
          <w:bCs w:val="0"/>
          <w:color w:val="000000"/>
          <w:szCs w:val="28"/>
        </w:rPr>
        <w:t>7</w:t>
      </w:r>
      <w:r>
        <w:rPr>
          <w:b w:val="0"/>
          <w:bCs w:val="0"/>
          <w:color w:val="000000"/>
          <w:szCs w:val="28"/>
        </w:rPr>
        <w:t>.0</w:t>
      </w:r>
      <w:r w:rsidR="001D7F7B">
        <w:rPr>
          <w:b w:val="0"/>
          <w:bCs w:val="0"/>
          <w:color w:val="000000"/>
          <w:szCs w:val="28"/>
        </w:rPr>
        <w:t>9</w:t>
      </w:r>
      <w:r>
        <w:rPr>
          <w:b w:val="0"/>
          <w:bCs w:val="0"/>
          <w:color w:val="000000"/>
          <w:szCs w:val="28"/>
        </w:rPr>
        <w:t>.2020</w:t>
      </w:r>
      <w:r w:rsidRPr="00180741">
        <w:rPr>
          <w:b w:val="0"/>
          <w:bCs w:val="0"/>
          <w:color w:val="000000"/>
          <w:szCs w:val="28"/>
        </w:rPr>
        <w:t xml:space="preserve"> №</w:t>
      </w:r>
      <w:r w:rsidR="001D7F7B">
        <w:rPr>
          <w:b w:val="0"/>
          <w:bCs w:val="0"/>
          <w:color w:val="000000"/>
          <w:szCs w:val="28"/>
        </w:rPr>
        <w:t> 222852084</w:t>
      </w:r>
      <w:r w:rsidRPr="00713978">
        <w:rPr>
          <w:b w:val="0"/>
          <w:color w:val="000000"/>
        </w:rPr>
        <w:t>,</w:t>
      </w:r>
      <w:r>
        <w:rPr>
          <w:b w:val="0"/>
          <w:color w:val="000000"/>
        </w:rPr>
        <w:t xml:space="preserve"> </w:t>
      </w:r>
      <w:r w:rsidRPr="00597BC5">
        <w:rPr>
          <w:b w:val="0"/>
          <w:color w:val="000000"/>
        </w:rPr>
        <w:t xml:space="preserve">на підставі </w:t>
      </w:r>
      <w:proofErr w:type="spellStart"/>
      <w:r w:rsidRPr="00597BC5">
        <w:rPr>
          <w:b w:val="0"/>
          <w:color w:val="000000"/>
        </w:rPr>
        <w:t>пп</w:t>
      </w:r>
      <w:proofErr w:type="spellEnd"/>
      <w:r w:rsidRPr="00597BC5">
        <w:rPr>
          <w:b w:val="0"/>
          <w:color w:val="000000"/>
        </w:rPr>
        <w:t xml:space="preserve"> </w:t>
      </w:r>
      <w:r>
        <w:rPr>
          <w:b w:val="0"/>
          <w:color w:val="000000"/>
        </w:rPr>
        <w:t>1</w:t>
      </w:r>
      <w:r w:rsidRPr="00597BC5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Pr="00B90005">
        <w:rPr>
          <w:b w:val="0"/>
        </w:rPr>
        <w:t>1</w:t>
      </w:r>
      <w:r>
        <w:rPr>
          <w:b w:val="0"/>
        </w:rPr>
        <w:t>52</w:t>
      </w:r>
      <w:r w:rsidRPr="00D027CB">
        <w:rPr>
          <w:b w:val="0"/>
        </w:rPr>
        <w:t>5</w:t>
      </w:r>
      <w:r>
        <w:rPr>
          <w:b w:val="0"/>
          <w:color w:val="000000"/>
        </w:rPr>
        <w:t xml:space="preserve"> з включенням до списків: позачергового одержання житла, як багатодітну сім’</w:t>
      </w:r>
      <w:r w:rsidRPr="00B92071">
        <w:rPr>
          <w:b w:val="0"/>
          <w:color w:val="000000"/>
        </w:rPr>
        <w:t>ю</w:t>
      </w:r>
      <w:r>
        <w:rPr>
          <w:b w:val="0"/>
          <w:color w:val="000000"/>
        </w:rPr>
        <w:t xml:space="preserve">, яка має п’ятьох і більше дітей, </w:t>
      </w:r>
      <w:r w:rsidRPr="00597BC5">
        <w:rPr>
          <w:b w:val="0"/>
          <w:color w:val="000000"/>
        </w:rPr>
        <w:t>на підставі</w:t>
      </w:r>
      <w:r>
        <w:rPr>
          <w:b w:val="0"/>
          <w:color w:val="000000"/>
        </w:rPr>
        <w:t xml:space="preserve"> ст. 46 Житлового кодексу Української РСР</w:t>
      </w:r>
      <w:r w:rsidRPr="00597BC5">
        <w:rPr>
          <w:b w:val="0"/>
          <w:color w:val="000000"/>
        </w:rPr>
        <w:t>,</w:t>
      </w:r>
      <w:r>
        <w:rPr>
          <w:b w:val="0"/>
          <w:color w:val="000000"/>
        </w:rPr>
        <w:t xml:space="preserve"> під № 11</w:t>
      </w:r>
      <w:r w:rsidRPr="00D027CB">
        <w:rPr>
          <w:b w:val="0"/>
          <w:color w:val="000000"/>
        </w:rPr>
        <w:t>1</w:t>
      </w:r>
      <w:r>
        <w:rPr>
          <w:b w:val="0"/>
          <w:color w:val="000000"/>
        </w:rPr>
        <w:t>, та</w:t>
      </w:r>
      <w:r w:rsidRPr="00BB1A84">
        <w:rPr>
          <w:b w:val="0"/>
          <w:color w:val="000000"/>
        </w:rPr>
        <w:t xml:space="preserve"> </w:t>
      </w:r>
      <w:r w:rsidRPr="005A2F31">
        <w:rPr>
          <w:b w:val="0"/>
          <w:color w:val="000000"/>
        </w:rPr>
        <w:t xml:space="preserve">першочергового одержання житла, на підставі </w:t>
      </w:r>
      <w:proofErr w:type="spellStart"/>
      <w:r w:rsidRPr="005A2F31">
        <w:rPr>
          <w:b w:val="0"/>
          <w:color w:val="000000"/>
        </w:rPr>
        <w:t>пп</w:t>
      </w:r>
      <w:proofErr w:type="spellEnd"/>
      <w:r w:rsidRPr="005A2F31">
        <w:rPr>
          <w:b w:val="0"/>
          <w:color w:val="000000"/>
        </w:rPr>
        <w:t xml:space="preserve"> </w:t>
      </w:r>
      <w:r>
        <w:rPr>
          <w:b w:val="0"/>
          <w:color w:val="000000"/>
        </w:rPr>
        <w:t>11</w:t>
      </w:r>
      <w:r w:rsidRPr="005A2F31">
        <w:rPr>
          <w:b w:val="0"/>
          <w:color w:val="000000"/>
        </w:rPr>
        <w:t xml:space="preserve"> п 44 Правил обліку громадян, які потребують поліпшення житлових умов, і надання їм жилих приміщень в Українській РСР, під № </w:t>
      </w:r>
      <w:r w:rsidRPr="009A5416">
        <w:rPr>
          <w:b w:val="0"/>
          <w:color w:val="000000" w:themeColor="text1"/>
        </w:rPr>
        <w:t>48</w:t>
      </w:r>
      <w:r>
        <w:rPr>
          <w:b w:val="0"/>
          <w:color w:val="000000" w:themeColor="text1"/>
        </w:rPr>
        <w:t>3</w:t>
      </w:r>
      <w:r>
        <w:rPr>
          <w:b w:val="0"/>
          <w:color w:val="000000"/>
        </w:rPr>
        <w:t>, надавши обліковій справі № 47</w:t>
      </w:r>
      <w:r w:rsidRPr="00D027CB">
        <w:rPr>
          <w:b w:val="0"/>
          <w:color w:val="000000"/>
        </w:rPr>
        <w:t>16</w:t>
      </w:r>
      <w:r>
        <w:rPr>
          <w:b w:val="0"/>
          <w:color w:val="000000"/>
        </w:rPr>
        <w:t>.</w:t>
      </w:r>
    </w:p>
    <w:p w:rsidR="00AE2BAA" w:rsidRDefault="00AE2BAA" w:rsidP="00AE2BAA">
      <w:pPr>
        <w:pStyle w:val="31"/>
        <w:tabs>
          <w:tab w:val="clear" w:pos="1134"/>
          <w:tab w:val="left" w:pos="0"/>
        </w:tabs>
        <w:ind w:right="-1"/>
        <w:rPr>
          <w:b w:val="0"/>
          <w:color w:val="000000"/>
        </w:rPr>
      </w:pPr>
    </w:p>
    <w:p w:rsidR="001400F4" w:rsidRDefault="005C693B" w:rsidP="00625546">
      <w:pPr>
        <w:pStyle w:val="31"/>
        <w:tabs>
          <w:tab w:val="left" w:pos="709"/>
        </w:tabs>
        <w:rPr>
          <w:b w:val="0"/>
          <w:szCs w:val="28"/>
        </w:rPr>
      </w:pPr>
      <w:r>
        <w:rPr>
          <w:bCs w:val="0"/>
          <w:i/>
          <w:color w:val="000000"/>
        </w:rPr>
        <w:tab/>
      </w:r>
      <w:r w:rsidR="00625546" w:rsidRPr="008D1292">
        <w:rPr>
          <w:b w:val="0"/>
          <w:szCs w:val="28"/>
        </w:rPr>
        <w:t>2. Зняти з квартирного обліку при викон</w:t>
      </w:r>
      <w:r w:rsidR="005A2F31">
        <w:rPr>
          <w:b w:val="0"/>
          <w:szCs w:val="28"/>
        </w:rPr>
        <w:t xml:space="preserve">авчому </w:t>
      </w:r>
      <w:r w:rsidR="00625546" w:rsidRPr="008D1292">
        <w:rPr>
          <w:b w:val="0"/>
          <w:szCs w:val="28"/>
        </w:rPr>
        <w:t>комі</w:t>
      </w:r>
      <w:r w:rsidR="005A2F31">
        <w:rPr>
          <w:b w:val="0"/>
          <w:szCs w:val="28"/>
        </w:rPr>
        <w:t>теті</w:t>
      </w:r>
      <w:r w:rsidR="00625546" w:rsidRPr="008D1292">
        <w:rPr>
          <w:b w:val="0"/>
          <w:szCs w:val="28"/>
        </w:rPr>
        <w:t xml:space="preserve"> </w:t>
      </w:r>
      <w:proofErr w:type="spellStart"/>
      <w:r w:rsidR="00625546" w:rsidRPr="008D1292">
        <w:rPr>
          <w:b w:val="0"/>
          <w:szCs w:val="28"/>
        </w:rPr>
        <w:t>Бахмутської</w:t>
      </w:r>
      <w:proofErr w:type="spellEnd"/>
      <w:r w:rsidR="00625546" w:rsidRPr="008D1292">
        <w:rPr>
          <w:b w:val="0"/>
          <w:szCs w:val="28"/>
        </w:rPr>
        <w:t xml:space="preserve"> міської ради таких громадян:</w:t>
      </w:r>
    </w:p>
    <w:p w:rsidR="00F864DC" w:rsidRPr="001400F4" w:rsidRDefault="00F864DC" w:rsidP="00625546">
      <w:pPr>
        <w:pStyle w:val="31"/>
        <w:tabs>
          <w:tab w:val="left" w:pos="709"/>
        </w:tabs>
        <w:rPr>
          <w:b w:val="0"/>
          <w:szCs w:val="28"/>
          <w:lang w:val="ru-RU"/>
        </w:rPr>
      </w:pPr>
    </w:p>
    <w:p w:rsidR="00755D9A" w:rsidRPr="00F14704" w:rsidRDefault="00625546" w:rsidP="00F67622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 w:rsidRPr="008D1292">
        <w:rPr>
          <w:b w:val="0"/>
          <w:szCs w:val="28"/>
        </w:rPr>
        <w:tab/>
      </w:r>
      <w:r w:rsidRPr="00F14704">
        <w:rPr>
          <w:b w:val="0"/>
          <w:color w:val="000000" w:themeColor="text1"/>
          <w:szCs w:val="28"/>
        </w:rPr>
        <w:t>2.1.</w:t>
      </w:r>
      <w:r w:rsidR="00D93F33">
        <w:rPr>
          <w:b w:val="0"/>
          <w:color w:val="000000" w:themeColor="text1"/>
          <w:szCs w:val="28"/>
        </w:rPr>
        <w:t xml:space="preserve">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</w:t>
      </w:r>
      <w:r w:rsidR="00D93F33">
        <w:rPr>
          <w:b w:val="0"/>
          <w:color w:val="000000" w:themeColor="text1"/>
          <w:szCs w:val="28"/>
        </w:rPr>
        <w:t xml:space="preserve">згідно наданої заяви та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="00D93F33">
        <w:rPr>
          <w:b w:val="0"/>
          <w:color w:val="000000" w:themeColor="text1"/>
          <w:szCs w:val="28"/>
        </w:rPr>
        <w:t xml:space="preserve">складом родини 1 особа, </w:t>
      </w:r>
      <w:r w:rsidRPr="00F14704">
        <w:rPr>
          <w:b w:val="0"/>
          <w:color w:val="000000" w:themeColor="text1"/>
          <w:szCs w:val="28"/>
        </w:rPr>
        <w:t xml:space="preserve">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</w:t>
      </w:r>
      <w:r w:rsidR="00D93F33">
        <w:rPr>
          <w:b w:val="0"/>
          <w:color w:val="000000" w:themeColor="text1"/>
          <w:szCs w:val="28"/>
        </w:rPr>
        <w:t>, виключивши їх зі складу родини</w:t>
      </w:r>
      <w:r w:rsidR="008D2506">
        <w:rPr>
          <w:b w:val="0"/>
          <w:color w:val="000000" w:themeColor="text1"/>
          <w:szCs w:val="28"/>
        </w:rPr>
        <w:t xml:space="preserve">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="00D93F33">
        <w:rPr>
          <w:b w:val="0"/>
          <w:color w:val="000000" w:themeColor="text1"/>
          <w:szCs w:val="28"/>
        </w:rPr>
        <w:t xml:space="preserve"> </w:t>
      </w:r>
      <w:r w:rsidR="008010D7">
        <w:rPr>
          <w:b w:val="0"/>
          <w:color w:val="000000" w:themeColor="text1"/>
          <w:szCs w:val="28"/>
        </w:rPr>
        <w:t>складом родини 4 особи (він</w:t>
      </w:r>
      <w:r w:rsidR="00254E42">
        <w:rPr>
          <w:b w:val="0"/>
          <w:color w:val="000000" w:themeColor="text1"/>
          <w:szCs w:val="28"/>
        </w:rPr>
        <w:t>, дружина</w:t>
      </w:r>
      <w:r w:rsidR="008D2506">
        <w:rPr>
          <w:b w:val="0"/>
          <w:color w:val="000000" w:themeColor="text1"/>
          <w:szCs w:val="28"/>
        </w:rPr>
        <w:t>, дочка та син</w:t>
      </w:r>
      <w:r w:rsidR="00254E42">
        <w:rPr>
          <w:b w:val="0"/>
          <w:color w:val="000000" w:themeColor="text1"/>
          <w:szCs w:val="28"/>
        </w:rPr>
        <w:t xml:space="preserve">), з виключенням зі списків першочергового одержання житла, </w:t>
      </w:r>
      <w:r w:rsidR="0027591D" w:rsidRPr="00F14704">
        <w:rPr>
          <w:b w:val="0"/>
          <w:color w:val="000000" w:themeColor="text1"/>
          <w:szCs w:val="28"/>
        </w:rPr>
        <w:t>на підставі п 2</w:t>
      </w:r>
      <w:r w:rsidR="0027591D">
        <w:rPr>
          <w:b w:val="0"/>
          <w:color w:val="000000" w:themeColor="text1"/>
          <w:szCs w:val="28"/>
        </w:rPr>
        <w:t>7</w:t>
      </w:r>
      <w:r w:rsidR="0027591D" w:rsidRPr="00F14704">
        <w:rPr>
          <w:b w:val="0"/>
          <w:color w:val="000000" w:themeColor="text1"/>
          <w:szCs w:val="28"/>
        </w:rPr>
        <w:t xml:space="preserve"> Правил обліку громадян, які потребують поліпшення житлових умов, і надання їм жилих приміщень в Українській РСР</w:t>
      </w:r>
      <w:r w:rsidR="0027591D">
        <w:rPr>
          <w:b w:val="0"/>
          <w:color w:val="000000" w:themeColor="text1"/>
          <w:szCs w:val="28"/>
        </w:rPr>
        <w:t xml:space="preserve"> </w:t>
      </w:r>
      <w:r w:rsidRPr="00F14704">
        <w:rPr>
          <w:b w:val="0"/>
          <w:color w:val="000000" w:themeColor="text1"/>
          <w:szCs w:val="28"/>
        </w:rPr>
        <w:t>(облікова справа № </w:t>
      </w:r>
      <w:r w:rsidR="0027591D">
        <w:rPr>
          <w:b w:val="0"/>
          <w:color w:val="000000" w:themeColor="text1"/>
          <w:szCs w:val="28"/>
        </w:rPr>
        <w:t>2610</w:t>
      </w:r>
      <w:r w:rsidRPr="00F14704">
        <w:rPr>
          <w:b w:val="0"/>
          <w:color w:val="000000" w:themeColor="text1"/>
          <w:szCs w:val="28"/>
        </w:rPr>
        <w:t>).</w:t>
      </w:r>
    </w:p>
    <w:p w:rsidR="00A661ED" w:rsidRPr="00F864DC" w:rsidRDefault="00A661ED" w:rsidP="00F67622">
      <w:pPr>
        <w:pStyle w:val="31"/>
        <w:tabs>
          <w:tab w:val="left" w:pos="709"/>
        </w:tabs>
        <w:rPr>
          <w:b w:val="0"/>
          <w:color w:val="FF0000"/>
          <w:szCs w:val="28"/>
        </w:rPr>
      </w:pPr>
    </w:p>
    <w:p w:rsidR="00755D9A" w:rsidRPr="00F14704" w:rsidRDefault="00755D9A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 w:rsidRPr="00F864DC">
        <w:rPr>
          <w:b w:val="0"/>
          <w:color w:val="FF0000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 w:rsidR="00F67622" w:rsidRPr="00F14704">
        <w:rPr>
          <w:b w:val="0"/>
          <w:color w:val="000000" w:themeColor="text1"/>
          <w:szCs w:val="28"/>
        </w:rPr>
        <w:t>2</w:t>
      </w:r>
      <w:r w:rsidRPr="00F14704">
        <w:rPr>
          <w:b w:val="0"/>
          <w:color w:val="000000" w:themeColor="text1"/>
          <w:szCs w:val="28"/>
        </w:rPr>
        <w:t xml:space="preserve">.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</w:t>
      </w:r>
      <w:r w:rsidR="00E3303B" w:rsidRPr="00F14704">
        <w:rPr>
          <w:b w:val="0"/>
          <w:color w:val="000000" w:themeColor="text1"/>
          <w:szCs w:val="28"/>
        </w:rPr>
        <w:t>п</w:t>
      </w:r>
      <w:r w:rsidR="00184227" w:rsidRPr="00F14704">
        <w:rPr>
          <w:b w:val="0"/>
          <w:color w:val="000000" w:themeColor="text1"/>
          <w:szCs w:val="28"/>
        </w:rPr>
        <w:t>риміщення (облікова справа № 4</w:t>
      </w:r>
      <w:r w:rsidR="00E3303B" w:rsidRPr="00F14704">
        <w:rPr>
          <w:b w:val="0"/>
          <w:color w:val="000000" w:themeColor="text1"/>
          <w:szCs w:val="28"/>
        </w:rPr>
        <w:t>5</w:t>
      </w:r>
      <w:r w:rsidR="004E53A9">
        <w:rPr>
          <w:b w:val="0"/>
          <w:color w:val="000000" w:themeColor="text1"/>
          <w:szCs w:val="28"/>
        </w:rPr>
        <w:t>39</w:t>
      </w:r>
      <w:r w:rsidRPr="00F14704">
        <w:rPr>
          <w:b w:val="0"/>
          <w:color w:val="000000" w:themeColor="text1"/>
          <w:szCs w:val="28"/>
        </w:rPr>
        <w:t>).</w:t>
      </w:r>
    </w:p>
    <w:p w:rsidR="00A661ED" w:rsidRDefault="00A661ED" w:rsidP="00755D9A">
      <w:pPr>
        <w:pStyle w:val="31"/>
        <w:tabs>
          <w:tab w:val="left" w:pos="709"/>
        </w:tabs>
        <w:rPr>
          <w:b w:val="0"/>
          <w:color w:val="000000"/>
          <w:szCs w:val="28"/>
        </w:rPr>
      </w:pP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3</w:t>
      </w:r>
      <w:r w:rsidRPr="00F14704">
        <w:rPr>
          <w:b w:val="0"/>
          <w:color w:val="000000" w:themeColor="text1"/>
          <w:szCs w:val="28"/>
        </w:rPr>
        <w:t xml:space="preserve">.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</w:t>
      </w:r>
      <w:r w:rsidRPr="00F14704">
        <w:rPr>
          <w:b w:val="0"/>
          <w:color w:val="000000" w:themeColor="text1"/>
          <w:szCs w:val="28"/>
        </w:rPr>
        <w:lastRenderedPageBreak/>
        <w:t>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45</w:t>
      </w:r>
      <w:r w:rsidR="004E53A9">
        <w:rPr>
          <w:b w:val="0"/>
          <w:color w:val="000000" w:themeColor="text1"/>
          <w:szCs w:val="28"/>
        </w:rPr>
        <w:t>40</w:t>
      </w:r>
      <w:r w:rsidRPr="00F14704">
        <w:rPr>
          <w:b w:val="0"/>
          <w:color w:val="000000" w:themeColor="text1"/>
          <w:szCs w:val="28"/>
        </w:rPr>
        <w:t>).</w:t>
      </w: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4</w:t>
      </w:r>
      <w:r w:rsidRPr="00F14704">
        <w:rPr>
          <w:b w:val="0"/>
          <w:color w:val="000000" w:themeColor="text1"/>
          <w:szCs w:val="28"/>
        </w:rPr>
        <w:t>.</w:t>
      </w:r>
      <w:r w:rsidR="008D2506" w:rsidRPr="008D2506">
        <w:rPr>
          <w:b w:val="0"/>
          <w:szCs w:val="28"/>
        </w:rPr>
        <w:t xml:space="preserve">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45</w:t>
      </w:r>
      <w:r w:rsidR="004E53A9">
        <w:rPr>
          <w:b w:val="0"/>
          <w:color w:val="000000" w:themeColor="text1"/>
          <w:szCs w:val="28"/>
        </w:rPr>
        <w:t>52</w:t>
      </w:r>
      <w:r w:rsidRPr="00F14704">
        <w:rPr>
          <w:b w:val="0"/>
          <w:color w:val="000000" w:themeColor="text1"/>
          <w:szCs w:val="28"/>
        </w:rPr>
        <w:t>).</w:t>
      </w:r>
    </w:p>
    <w:p w:rsidR="008D2506" w:rsidRDefault="008D2506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5</w:t>
      </w:r>
      <w:r w:rsidRPr="00F14704">
        <w:rPr>
          <w:b w:val="0"/>
          <w:color w:val="000000" w:themeColor="text1"/>
          <w:szCs w:val="28"/>
        </w:rPr>
        <w:t xml:space="preserve">.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 w:rsidR="004E53A9">
        <w:rPr>
          <w:b w:val="0"/>
          <w:color w:val="000000" w:themeColor="text1"/>
          <w:szCs w:val="28"/>
        </w:rPr>
        <w:t>599</w:t>
      </w:r>
      <w:r w:rsidRPr="00F14704">
        <w:rPr>
          <w:b w:val="0"/>
          <w:color w:val="000000" w:themeColor="text1"/>
          <w:szCs w:val="28"/>
        </w:rPr>
        <w:t>).</w:t>
      </w:r>
    </w:p>
    <w:p w:rsidR="0075740F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4E53A9" w:rsidRDefault="0075740F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6</w:t>
      </w:r>
      <w:r w:rsidRPr="00F14704">
        <w:rPr>
          <w:b w:val="0"/>
          <w:color w:val="000000" w:themeColor="text1"/>
          <w:szCs w:val="28"/>
        </w:rPr>
        <w:t xml:space="preserve">.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="004E53A9"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="004E53A9" w:rsidRPr="00F14704">
        <w:rPr>
          <w:b w:val="0"/>
          <w:color w:val="000000" w:themeColor="text1"/>
          <w:szCs w:val="28"/>
        </w:rPr>
        <w:t>пп</w:t>
      </w:r>
      <w:proofErr w:type="spellEnd"/>
      <w:r w:rsidR="004E53A9"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 w:rsidR="004E53A9">
        <w:rPr>
          <w:b w:val="0"/>
          <w:color w:val="000000" w:themeColor="text1"/>
          <w:szCs w:val="28"/>
        </w:rPr>
        <w:t>641</w:t>
      </w:r>
      <w:r w:rsidR="004E53A9" w:rsidRPr="00F14704">
        <w:rPr>
          <w:b w:val="0"/>
          <w:color w:val="000000" w:themeColor="text1"/>
          <w:szCs w:val="28"/>
        </w:rPr>
        <w:t>).</w:t>
      </w:r>
    </w:p>
    <w:p w:rsidR="00B72E3C" w:rsidRDefault="004E53A9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 </w:t>
      </w:r>
    </w:p>
    <w:p w:rsidR="00B72E3C" w:rsidRDefault="00B72E3C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7</w:t>
      </w:r>
      <w:r w:rsidRPr="00F14704">
        <w:rPr>
          <w:b w:val="0"/>
          <w:color w:val="000000" w:themeColor="text1"/>
          <w:szCs w:val="28"/>
        </w:rPr>
        <w:t>.</w:t>
      </w:r>
      <w:r w:rsidR="004E53A9">
        <w:rPr>
          <w:b w:val="0"/>
          <w:color w:val="000000" w:themeColor="text1"/>
          <w:szCs w:val="28"/>
        </w:rPr>
        <w:t xml:space="preserve">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>
        <w:rPr>
          <w:b w:val="0"/>
          <w:color w:val="000000" w:themeColor="text1"/>
          <w:szCs w:val="28"/>
        </w:rPr>
        <w:t>6</w:t>
      </w:r>
      <w:r w:rsidR="004E53A9">
        <w:rPr>
          <w:b w:val="0"/>
          <w:color w:val="000000" w:themeColor="text1"/>
          <w:szCs w:val="28"/>
        </w:rPr>
        <w:t>46</w:t>
      </w:r>
      <w:r w:rsidRPr="00F14704">
        <w:rPr>
          <w:b w:val="0"/>
          <w:color w:val="000000" w:themeColor="text1"/>
          <w:szCs w:val="28"/>
        </w:rPr>
        <w:t>).</w:t>
      </w:r>
    </w:p>
    <w:p w:rsidR="00AE2BAA" w:rsidRDefault="00AE2BAA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AE2BAA" w:rsidRDefault="00AE2BAA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="004E53A9" w:rsidRPr="00F14704">
        <w:rPr>
          <w:b w:val="0"/>
          <w:color w:val="000000" w:themeColor="text1"/>
          <w:szCs w:val="28"/>
        </w:rPr>
        <w:t>2.</w:t>
      </w:r>
      <w:r w:rsidR="004E53A9">
        <w:rPr>
          <w:b w:val="0"/>
          <w:color w:val="000000" w:themeColor="text1"/>
          <w:szCs w:val="28"/>
        </w:rPr>
        <w:t>8</w:t>
      </w:r>
      <w:r w:rsidR="004E53A9" w:rsidRPr="00F14704">
        <w:rPr>
          <w:b w:val="0"/>
          <w:color w:val="000000" w:themeColor="text1"/>
          <w:szCs w:val="28"/>
        </w:rPr>
        <w:t xml:space="preserve">.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="004E53A9"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="004E53A9" w:rsidRPr="00F14704">
        <w:rPr>
          <w:b w:val="0"/>
          <w:color w:val="000000" w:themeColor="text1"/>
          <w:szCs w:val="28"/>
        </w:rPr>
        <w:t>пп</w:t>
      </w:r>
      <w:proofErr w:type="spellEnd"/>
      <w:r w:rsidR="004E53A9"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 w:rsidR="004E53A9">
        <w:rPr>
          <w:b w:val="0"/>
          <w:color w:val="000000" w:themeColor="text1"/>
          <w:szCs w:val="28"/>
        </w:rPr>
        <w:t>650</w:t>
      </w:r>
      <w:r w:rsidR="004E53A9" w:rsidRPr="00F14704">
        <w:rPr>
          <w:b w:val="0"/>
          <w:color w:val="000000" w:themeColor="text1"/>
          <w:szCs w:val="28"/>
        </w:rPr>
        <w:t>).</w:t>
      </w:r>
    </w:p>
    <w:p w:rsidR="008D2506" w:rsidRDefault="008D2506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75740F" w:rsidRDefault="00AE2BAA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9</w:t>
      </w:r>
      <w:r w:rsidRPr="00F14704">
        <w:rPr>
          <w:b w:val="0"/>
          <w:color w:val="000000" w:themeColor="text1"/>
          <w:szCs w:val="28"/>
        </w:rPr>
        <w:t xml:space="preserve">.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="004E53A9">
        <w:rPr>
          <w:b w:val="0"/>
          <w:color w:val="000000" w:themeColor="text1"/>
          <w:szCs w:val="28"/>
        </w:rPr>
        <w:t>складом родини 2</w:t>
      </w:r>
      <w:r w:rsidRPr="00F14704">
        <w:rPr>
          <w:b w:val="0"/>
          <w:color w:val="000000" w:themeColor="text1"/>
          <w:szCs w:val="28"/>
        </w:rPr>
        <w:t xml:space="preserve"> особ</w:t>
      </w:r>
      <w:r w:rsidR="004E53A9">
        <w:rPr>
          <w:b w:val="0"/>
          <w:color w:val="000000" w:themeColor="text1"/>
          <w:szCs w:val="28"/>
        </w:rPr>
        <w:t>и (вона та син)</w:t>
      </w:r>
      <w:r w:rsidRPr="00F14704">
        <w:rPr>
          <w:b w:val="0"/>
          <w:color w:val="000000" w:themeColor="text1"/>
          <w:szCs w:val="28"/>
        </w:rPr>
        <w:t xml:space="preserve">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>
        <w:rPr>
          <w:b w:val="0"/>
          <w:color w:val="000000" w:themeColor="text1"/>
          <w:szCs w:val="28"/>
        </w:rPr>
        <w:t>67</w:t>
      </w:r>
      <w:r w:rsidR="004E53A9">
        <w:rPr>
          <w:b w:val="0"/>
          <w:color w:val="000000" w:themeColor="text1"/>
          <w:szCs w:val="28"/>
        </w:rPr>
        <w:t>3</w:t>
      </w:r>
      <w:r w:rsidRPr="00F14704">
        <w:rPr>
          <w:b w:val="0"/>
          <w:color w:val="000000" w:themeColor="text1"/>
          <w:szCs w:val="28"/>
        </w:rPr>
        <w:t>).</w:t>
      </w:r>
    </w:p>
    <w:p w:rsidR="004E53A9" w:rsidRDefault="004E53A9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4E53A9" w:rsidRDefault="004E53A9" w:rsidP="004E53A9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ab/>
      </w:r>
      <w:r w:rsidRPr="00F14704">
        <w:rPr>
          <w:b w:val="0"/>
          <w:color w:val="000000" w:themeColor="text1"/>
          <w:szCs w:val="28"/>
        </w:rPr>
        <w:t>2.</w:t>
      </w:r>
      <w:r>
        <w:rPr>
          <w:b w:val="0"/>
          <w:color w:val="000000" w:themeColor="text1"/>
          <w:szCs w:val="28"/>
        </w:rPr>
        <w:t>10</w:t>
      </w:r>
      <w:r w:rsidRPr="00F14704">
        <w:rPr>
          <w:b w:val="0"/>
          <w:color w:val="000000" w:themeColor="text1"/>
          <w:szCs w:val="28"/>
        </w:rPr>
        <w:t xml:space="preserve">. </w:t>
      </w:r>
      <w:r w:rsidR="008D2506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8D2506" w:rsidRPr="00755802">
        <w:rPr>
          <w:b w:val="0"/>
        </w:rPr>
        <w:t xml:space="preserve"> </w:t>
      </w:r>
      <w:r w:rsidRPr="00F14704">
        <w:rPr>
          <w:b w:val="0"/>
          <w:color w:val="000000" w:themeColor="text1"/>
          <w:szCs w:val="28"/>
        </w:rPr>
        <w:t xml:space="preserve">складом родини 1 особа, на підставі </w:t>
      </w:r>
      <w:proofErr w:type="spellStart"/>
      <w:r w:rsidRPr="00F14704">
        <w:rPr>
          <w:b w:val="0"/>
          <w:color w:val="000000" w:themeColor="text1"/>
          <w:szCs w:val="28"/>
        </w:rPr>
        <w:t>пп</w:t>
      </w:r>
      <w:proofErr w:type="spellEnd"/>
      <w:r w:rsidRPr="00F14704">
        <w:rPr>
          <w:b w:val="0"/>
          <w:color w:val="000000" w:themeColor="text1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надання іншого жилого приміщення (облікова справа № 4</w:t>
      </w:r>
      <w:r>
        <w:rPr>
          <w:b w:val="0"/>
          <w:color w:val="000000" w:themeColor="text1"/>
          <w:szCs w:val="28"/>
        </w:rPr>
        <w:t>683</w:t>
      </w:r>
      <w:r w:rsidRPr="00F14704">
        <w:rPr>
          <w:b w:val="0"/>
          <w:color w:val="000000" w:themeColor="text1"/>
          <w:szCs w:val="28"/>
        </w:rPr>
        <w:t>).</w:t>
      </w:r>
    </w:p>
    <w:p w:rsidR="004E53A9" w:rsidRDefault="004E53A9" w:rsidP="00755D9A">
      <w:pPr>
        <w:pStyle w:val="31"/>
        <w:tabs>
          <w:tab w:val="left" w:pos="709"/>
        </w:tabs>
        <w:rPr>
          <w:b w:val="0"/>
          <w:color w:val="000000" w:themeColor="text1"/>
          <w:szCs w:val="28"/>
        </w:rPr>
      </w:pPr>
    </w:p>
    <w:p w:rsidR="00587926" w:rsidRPr="00555F85" w:rsidRDefault="005A2F31" w:rsidP="00852DCE">
      <w:pPr>
        <w:pStyle w:val="31"/>
        <w:tabs>
          <w:tab w:val="left" w:pos="709"/>
        </w:tabs>
        <w:rPr>
          <w:b w:val="0"/>
        </w:rPr>
      </w:pPr>
      <w:r>
        <w:rPr>
          <w:b w:val="0"/>
          <w:color w:val="000000"/>
          <w:szCs w:val="28"/>
        </w:rPr>
        <w:tab/>
      </w:r>
      <w:r w:rsidR="00F864DC">
        <w:rPr>
          <w:b w:val="0"/>
          <w:color w:val="000000"/>
          <w:szCs w:val="28"/>
        </w:rPr>
        <w:t>3</w:t>
      </w:r>
      <w:r w:rsidR="00587926" w:rsidRPr="00555F85">
        <w:rPr>
          <w:b w:val="0"/>
        </w:rPr>
        <w:t xml:space="preserve">. Організаційне </w:t>
      </w:r>
      <w:r w:rsidR="0092501D">
        <w:rPr>
          <w:b w:val="0"/>
        </w:rPr>
        <w:t>виконання</w:t>
      </w:r>
      <w:r w:rsidR="00587926" w:rsidRPr="00555F85">
        <w:rPr>
          <w:b w:val="0"/>
        </w:rPr>
        <w:t xml:space="preserve"> рішення покласти на Управління розвитку міського господарства та капітального будівництва </w:t>
      </w:r>
      <w:proofErr w:type="spellStart"/>
      <w:r w:rsidR="00587926" w:rsidRPr="00555F85">
        <w:rPr>
          <w:b w:val="0"/>
        </w:rPr>
        <w:t>Бахмутської</w:t>
      </w:r>
      <w:proofErr w:type="spellEnd"/>
      <w:r w:rsidR="00587926" w:rsidRPr="00555F85">
        <w:rPr>
          <w:b w:val="0"/>
        </w:rPr>
        <w:t xml:space="preserve"> міської ради (</w:t>
      </w:r>
      <w:r w:rsidR="00AE2BAA">
        <w:rPr>
          <w:b w:val="0"/>
        </w:rPr>
        <w:t>Гармаш</w:t>
      </w:r>
      <w:r w:rsidR="00587926" w:rsidRPr="00555F85">
        <w:rPr>
          <w:b w:val="0"/>
        </w:rPr>
        <w:t>).</w:t>
      </w:r>
    </w:p>
    <w:p w:rsidR="00587926" w:rsidRDefault="00587926" w:rsidP="00587926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587926" w:rsidRPr="008D6463" w:rsidRDefault="00F864DC" w:rsidP="00587926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4</w:t>
      </w:r>
      <w:r w:rsidR="002B0425">
        <w:rPr>
          <w:sz w:val="28"/>
          <w:szCs w:val="28"/>
          <w:lang w:val="uk-UA"/>
        </w:rPr>
        <w:t>.</w:t>
      </w:r>
      <w:r w:rsidR="0040472F">
        <w:rPr>
          <w:sz w:val="28"/>
          <w:szCs w:val="28"/>
          <w:lang w:val="uk-UA"/>
        </w:rPr>
        <w:t xml:space="preserve"> </w:t>
      </w:r>
      <w:r w:rsidR="00587926">
        <w:rPr>
          <w:sz w:val="28"/>
          <w:lang w:val="uk-UA"/>
        </w:rPr>
        <w:t xml:space="preserve">Координаційне забезпечення виконання рішення покласти на  заступника міського голови </w:t>
      </w:r>
      <w:proofErr w:type="spellStart"/>
      <w:r w:rsidR="00587926">
        <w:rPr>
          <w:sz w:val="28"/>
          <w:lang w:val="uk-UA"/>
        </w:rPr>
        <w:t>Стрющенка</w:t>
      </w:r>
      <w:proofErr w:type="spellEnd"/>
      <w:r w:rsidR="00587926">
        <w:rPr>
          <w:sz w:val="28"/>
          <w:lang w:val="uk-UA"/>
        </w:rPr>
        <w:t xml:space="preserve"> О.В.</w:t>
      </w:r>
    </w:p>
    <w:p w:rsidR="005C0251" w:rsidRDefault="005C0251" w:rsidP="0058792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587926" w:rsidRDefault="00587926" w:rsidP="0058792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2566BE" w:rsidRPr="00E42871" w:rsidRDefault="003B0367" w:rsidP="005A2F31">
      <w:pPr>
        <w:tabs>
          <w:tab w:val="left" w:pos="709"/>
          <w:tab w:val="left" w:pos="1134"/>
          <w:tab w:val="left" w:pos="7088"/>
        </w:tabs>
        <w:rPr>
          <w:b/>
          <w:i/>
          <w:sz w:val="28"/>
          <w:szCs w:val="28"/>
          <w:lang w:val="uk-UA"/>
        </w:rPr>
      </w:pPr>
      <w:r w:rsidRPr="00E42871">
        <w:rPr>
          <w:b/>
          <w:i/>
          <w:sz w:val="28"/>
          <w:szCs w:val="28"/>
          <w:lang w:val="uk-UA"/>
        </w:rPr>
        <w:t>М</w:t>
      </w:r>
      <w:r w:rsidR="00587926" w:rsidRPr="00E42871">
        <w:rPr>
          <w:b/>
          <w:i/>
          <w:sz w:val="28"/>
          <w:szCs w:val="28"/>
          <w:lang w:val="uk-UA"/>
        </w:rPr>
        <w:t>іськ</w:t>
      </w:r>
      <w:r w:rsidRPr="00E42871">
        <w:rPr>
          <w:b/>
          <w:i/>
          <w:sz w:val="28"/>
          <w:szCs w:val="28"/>
          <w:lang w:val="uk-UA"/>
        </w:rPr>
        <w:t>ий</w:t>
      </w:r>
      <w:r w:rsidR="00587926" w:rsidRPr="00E42871">
        <w:rPr>
          <w:b/>
          <w:i/>
          <w:sz w:val="28"/>
          <w:szCs w:val="28"/>
          <w:lang w:val="uk-UA"/>
        </w:rPr>
        <w:t xml:space="preserve"> голов</w:t>
      </w:r>
      <w:r w:rsidRPr="00E42871">
        <w:rPr>
          <w:b/>
          <w:i/>
          <w:sz w:val="28"/>
          <w:szCs w:val="28"/>
          <w:lang w:val="uk-UA"/>
        </w:rPr>
        <w:t>а</w:t>
      </w:r>
      <w:r w:rsidR="005A2F31">
        <w:rPr>
          <w:b/>
          <w:i/>
          <w:sz w:val="28"/>
          <w:szCs w:val="28"/>
          <w:lang w:val="uk-UA"/>
        </w:rPr>
        <w:t xml:space="preserve">                                                                         </w:t>
      </w:r>
      <w:r w:rsidRPr="00E42871">
        <w:rPr>
          <w:b/>
          <w:i/>
          <w:sz w:val="28"/>
          <w:szCs w:val="28"/>
          <w:lang w:val="uk-UA"/>
        </w:rPr>
        <w:t>О.О.РЕВА</w:t>
      </w:r>
    </w:p>
    <w:p w:rsidR="00B72E3C" w:rsidRDefault="00B72E3C" w:rsidP="00D7231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AE2BAA" w:rsidRDefault="00AE2BAA" w:rsidP="00D7231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AE2BAA" w:rsidRDefault="00AE2BAA" w:rsidP="00D7231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B72E3C" w:rsidRDefault="00B72E3C" w:rsidP="00D7231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B72E3C" w:rsidRDefault="00B72E3C" w:rsidP="00D7231F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sectPr w:rsidR="00B72E3C" w:rsidSect="00FE31C8">
      <w:headerReference w:type="default" r:id="rId9"/>
      <w:footerReference w:type="even" r:id="rId10"/>
      <w:footerReference w:type="default" r:id="rId11"/>
      <w:pgSz w:w="11906" w:h="16838" w:code="9"/>
      <w:pgMar w:top="1134" w:right="567" w:bottom="992" w:left="1701" w:header="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3F6" w:rsidRDefault="009353F6">
      <w:r>
        <w:separator/>
      </w:r>
    </w:p>
  </w:endnote>
  <w:endnote w:type="continuationSeparator" w:id="1">
    <w:p w:rsidR="009353F6" w:rsidRDefault="00935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24" w:rsidRDefault="00025709" w:rsidP="007667F6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E46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624" w:rsidRDefault="00BE4624" w:rsidP="00BC245F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24" w:rsidRPr="006509D3" w:rsidRDefault="00BE4624" w:rsidP="00BC245F">
    <w:pPr>
      <w:pStyle w:val="ab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3F6" w:rsidRDefault="009353F6">
      <w:r>
        <w:separator/>
      </w:r>
    </w:p>
  </w:footnote>
  <w:footnote w:type="continuationSeparator" w:id="1">
    <w:p w:rsidR="009353F6" w:rsidRDefault="00935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571532"/>
      <w:docPartObj>
        <w:docPartGallery w:val="Page Numbers (Top of Page)"/>
        <w:docPartUnique/>
      </w:docPartObj>
    </w:sdtPr>
    <w:sdtContent>
      <w:p w:rsidR="00FC6E9F" w:rsidRDefault="00FC6E9F">
        <w:pPr>
          <w:pStyle w:val="a3"/>
          <w:jc w:val="center"/>
        </w:pPr>
      </w:p>
      <w:p w:rsidR="00FC6E9F" w:rsidRDefault="00FC6E9F">
        <w:pPr>
          <w:pStyle w:val="a3"/>
          <w:jc w:val="center"/>
        </w:pPr>
      </w:p>
      <w:p w:rsidR="00FC6E9F" w:rsidRDefault="00025709">
        <w:pPr>
          <w:pStyle w:val="a3"/>
          <w:jc w:val="center"/>
        </w:pPr>
      </w:p>
    </w:sdtContent>
  </w:sdt>
  <w:p w:rsidR="00BE4624" w:rsidRPr="00E14EA7" w:rsidRDefault="00BE4624">
    <w:pPr>
      <w:pStyle w:val="a3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43A1"/>
    <w:multiLevelType w:val="multilevel"/>
    <w:tmpl w:val="F306CE5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0290711E"/>
    <w:multiLevelType w:val="hybridMultilevel"/>
    <w:tmpl w:val="32705FE4"/>
    <w:lvl w:ilvl="0" w:tplc="05D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033542D3"/>
    <w:multiLevelType w:val="hybridMultilevel"/>
    <w:tmpl w:val="3702B940"/>
    <w:lvl w:ilvl="0" w:tplc="B7DE5B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4973770"/>
    <w:multiLevelType w:val="hybridMultilevel"/>
    <w:tmpl w:val="8B24600C"/>
    <w:lvl w:ilvl="0" w:tplc="6374ADA8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4">
    <w:nsid w:val="0A80730E"/>
    <w:multiLevelType w:val="hybridMultilevel"/>
    <w:tmpl w:val="45B808B0"/>
    <w:lvl w:ilvl="0" w:tplc="6E9E067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09E211A"/>
    <w:multiLevelType w:val="multilevel"/>
    <w:tmpl w:val="DF9851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  <w:b/>
        <w:i/>
      </w:rPr>
    </w:lvl>
  </w:abstractNum>
  <w:abstractNum w:abstractNumId="6">
    <w:nsid w:val="125B5C83"/>
    <w:multiLevelType w:val="multilevel"/>
    <w:tmpl w:val="CDB42A2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7">
    <w:nsid w:val="15A344B0"/>
    <w:multiLevelType w:val="hybridMultilevel"/>
    <w:tmpl w:val="C15459C4"/>
    <w:lvl w:ilvl="0" w:tplc="23A4A22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062C2"/>
    <w:multiLevelType w:val="hybridMultilevel"/>
    <w:tmpl w:val="53E4DE86"/>
    <w:lvl w:ilvl="0" w:tplc="F4421A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EC93D0C"/>
    <w:multiLevelType w:val="multilevel"/>
    <w:tmpl w:val="5AF608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  <w:i/>
      </w:rPr>
    </w:lvl>
  </w:abstractNum>
  <w:abstractNum w:abstractNumId="10">
    <w:nsid w:val="29155845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2F0B7918"/>
    <w:multiLevelType w:val="hybridMultilevel"/>
    <w:tmpl w:val="04768BE8"/>
    <w:lvl w:ilvl="0" w:tplc="BE5ECAC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</w:rPr>
    </w:lvl>
    <w:lvl w:ilvl="1" w:tplc="C99032CA">
      <w:numFmt w:val="none"/>
      <w:lvlText w:val=""/>
      <w:lvlJc w:val="left"/>
      <w:pPr>
        <w:tabs>
          <w:tab w:val="num" w:pos="360"/>
        </w:tabs>
      </w:pPr>
    </w:lvl>
    <w:lvl w:ilvl="2" w:tplc="DF14C10C">
      <w:numFmt w:val="none"/>
      <w:lvlText w:val=""/>
      <w:lvlJc w:val="left"/>
      <w:pPr>
        <w:tabs>
          <w:tab w:val="num" w:pos="360"/>
        </w:tabs>
      </w:pPr>
    </w:lvl>
    <w:lvl w:ilvl="3" w:tplc="A5C29400">
      <w:numFmt w:val="none"/>
      <w:lvlText w:val=""/>
      <w:lvlJc w:val="left"/>
      <w:pPr>
        <w:tabs>
          <w:tab w:val="num" w:pos="360"/>
        </w:tabs>
      </w:pPr>
    </w:lvl>
    <w:lvl w:ilvl="4" w:tplc="3148E652">
      <w:numFmt w:val="none"/>
      <w:lvlText w:val=""/>
      <w:lvlJc w:val="left"/>
      <w:pPr>
        <w:tabs>
          <w:tab w:val="num" w:pos="360"/>
        </w:tabs>
      </w:pPr>
    </w:lvl>
    <w:lvl w:ilvl="5" w:tplc="61D2404C">
      <w:numFmt w:val="none"/>
      <w:lvlText w:val=""/>
      <w:lvlJc w:val="left"/>
      <w:pPr>
        <w:tabs>
          <w:tab w:val="num" w:pos="360"/>
        </w:tabs>
      </w:pPr>
    </w:lvl>
    <w:lvl w:ilvl="6" w:tplc="19CC2E12">
      <w:numFmt w:val="none"/>
      <w:lvlText w:val=""/>
      <w:lvlJc w:val="left"/>
      <w:pPr>
        <w:tabs>
          <w:tab w:val="num" w:pos="360"/>
        </w:tabs>
      </w:pPr>
    </w:lvl>
    <w:lvl w:ilvl="7" w:tplc="F16EAE36">
      <w:numFmt w:val="none"/>
      <w:lvlText w:val=""/>
      <w:lvlJc w:val="left"/>
      <w:pPr>
        <w:tabs>
          <w:tab w:val="num" w:pos="360"/>
        </w:tabs>
      </w:pPr>
    </w:lvl>
    <w:lvl w:ilvl="8" w:tplc="D9425E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18A34A8"/>
    <w:multiLevelType w:val="hybridMultilevel"/>
    <w:tmpl w:val="4C441B36"/>
    <w:lvl w:ilvl="0" w:tplc="2A045DBC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361F7E3E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396761EF"/>
    <w:multiLevelType w:val="hybridMultilevel"/>
    <w:tmpl w:val="4300D376"/>
    <w:lvl w:ilvl="0" w:tplc="7958C1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1E35C6"/>
    <w:multiLevelType w:val="hybridMultilevel"/>
    <w:tmpl w:val="8752D994"/>
    <w:lvl w:ilvl="0" w:tplc="248A2DC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FA31596"/>
    <w:multiLevelType w:val="multilevel"/>
    <w:tmpl w:val="FE9C62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17">
    <w:nsid w:val="44AB1904"/>
    <w:multiLevelType w:val="multilevel"/>
    <w:tmpl w:val="F306CE5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486C1624"/>
    <w:multiLevelType w:val="hybridMultilevel"/>
    <w:tmpl w:val="99B43954"/>
    <w:lvl w:ilvl="0" w:tplc="9FC8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4DCB214D"/>
    <w:multiLevelType w:val="multilevel"/>
    <w:tmpl w:val="8AD6A5F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i/>
      </w:rPr>
    </w:lvl>
  </w:abstractNum>
  <w:abstractNum w:abstractNumId="20">
    <w:nsid w:val="504A5CC3"/>
    <w:multiLevelType w:val="multilevel"/>
    <w:tmpl w:val="E49CF7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1">
    <w:nsid w:val="56CC0FD4"/>
    <w:multiLevelType w:val="hybridMultilevel"/>
    <w:tmpl w:val="99B43954"/>
    <w:lvl w:ilvl="0" w:tplc="9FC82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58916AC9"/>
    <w:multiLevelType w:val="multilevel"/>
    <w:tmpl w:val="ED9E6C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3">
    <w:nsid w:val="5EF06431"/>
    <w:multiLevelType w:val="hybridMultilevel"/>
    <w:tmpl w:val="EB444A5E"/>
    <w:lvl w:ilvl="0" w:tplc="46C675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450292B"/>
    <w:multiLevelType w:val="hybridMultilevel"/>
    <w:tmpl w:val="DE9C949C"/>
    <w:lvl w:ilvl="0" w:tplc="ECEE08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80E334A"/>
    <w:multiLevelType w:val="hybridMultilevel"/>
    <w:tmpl w:val="99B43954"/>
    <w:lvl w:ilvl="0" w:tplc="9FC82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6AD673C0"/>
    <w:multiLevelType w:val="hybridMultilevel"/>
    <w:tmpl w:val="99B43954"/>
    <w:lvl w:ilvl="0" w:tplc="9FC8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6ED6566D"/>
    <w:multiLevelType w:val="hybridMultilevel"/>
    <w:tmpl w:val="BEE4BB4C"/>
    <w:lvl w:ilvl="0" w:tplc="3786746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F3752E2"/>
    <w:multiLevelType w:val="hybridMultilevel"/>
    <w:tmpl w:val="12EEA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4339CA"/>
    <w:multiLevelType w:val="hybridMultilevel"/>
    <w:tmpl w:val="5F664B4A"/>
    <w:lvl w:ilvl="0" w:tplc="DF2AF1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FF568A6"/>
    <w:multiLevelType w:val="hybridMultilevel"/>
    <w:tmpl w:val="854419B4"/>
    <w:lvl w:ilvl="0" w:tplc="0D025830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>
    <w:nsid w:val="72BF51F3"/>
    <w:multiLevelType w:val="multilevel"/>
    <w:tmpl w:val="373A0D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32">
    <w:nsid w:val="73BB2C22"/>
    <w:multiLevelType w:val="hybridMultilevel"/>
    <w:tmpl w:val="43D81798"/>
    <w:lvl w:ilvl="0" w:tplc="95EAC5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7C102B"/>
    <w:multiLevelType w:val="hybridMultilevel"/>
    <w:tmpl w:val="1206CE88"/>
    <w:lvl w:ilvl="0" w:tplc="85FCA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F10F84"/>
    <w:multiLevelType w:val="hybridMultilevel"/>
    <w:tmpl w:val="920076BA"/>
    <w:lvl w:ilvl="0" w:tplc="2A30E6D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5">
    <w:nsid w:val="7C470B1A"/>
    <w:multiLevelType w:val="multilevel"/>
    <w:tmpl w:val="F306CE5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E4F7B3F"/>
    <w:multiLevelType w:val="hybridMultilevel"/>
    <w:tmpl w:val="DF009EA6"/>
    <w:lvl w:ilvl="0" w:tplc="7706BC7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31"/>
  </w:num>
  <w:num w:numId="5">
    <w:abstractNumId w:val="6"/>
  </w:num>
  <w:num w:numId="6">
    <w:abstractNumId w:val="3"/>
  </w:num>
  <w:num w:numId="7">
    <w:abstractNumId w:val="9"/>
  </w:num>
  <w:num w:numId="8">
    <w:abstractNumId w:val="19"/>
  </w:num>
  <w:num w:numId="9">
    <w:abstractNumId w:val="22"/>
  </w:num>
  <w:num w:numId="10">
    <w:abstractNumId w:val="20"/>
  </w:num>
  <w:num w:numId="11">
    <w:abstractNumId w:val="28"/>
  </w:num>
  <w:num w:numId="12">
    <w:abstractNumId w:val="14"/>
  </w:num>
  <w:num w:numId="13">
    <w:abstractNumId w:val="1"/>
  </w:num>
  <w:num w:numId="14">
    <w:abstractNumId w:val="8"/>
  </w:num>
  <w:num w:numId="15">
    <w:abstractNumId w:val="13"/>
  </w:num>
  <w:num w:numId="16">
    <w:abstractNumId w:val="10"/>
  </w:num>
  <w:num w:numId="17">
    <w:abstractNumId w:val="16"/>
  </w:num>
  <w:num w:numId="18">
    <w:abstractNumId w:val="7"/>
  </w:num>
  <w:num w:numId="19">
    <w:abstractNumId w:val="27"/>
  </w:num>
  <w:num w:numId="20">
    <w:abstractNumId w:val="18"/>
  </w:num>
  <w:num w:numId="21">
    <w:abstractNumId w:val="17"/>
  </w:num>
  <w:num w:numId="22">
    <w:abstractNumId w:val="23"/>
  </w:num>
  <w:num w:numId="23">
    <w:abstractNumId w:val="36"/>
  </w:num>
  <w:num w:numId="24">
    <w:abstractNumId w:val="34"/>
  </w:num>
  <w:num w:numId="25">
    <w:abstractNumId w:val="12"/>
  </w:num>
  <w:num w:numId="26">
    <w:abstractNumId w:val="30"/>
  </w:num>
  <w:num w:numId="27">
    <w:abstractNumId w:val="35"/>
  </w:num>
  <w:num w:numId="28">
    <w:abstractNumId w:val="4"/>
  </w:num>
  <w:num w:numId="29">
    <w:abstractNumId w:val="24"/>
  </w:num>
  <w:num w:numId="30">
    <w:abstractNumId w:val="0"/>
  </w:num>
  <w:num w:numId="31">
    <w:abstractNumId w:val="15"/>
  </w:num>
  <w:num w:numId="32">
    <w:abstractNumId w:val="21"/>
  </w:num>
  <w:num w:numId="33">
    <w:abstractNumId w:val="25"/>
  </w:num>
  <w:num w:numId="34">
    <w:abstractNumId w:val="26"/>
  </w:num>
  <w:num w:numId="35">
    <w:abstractNumId w:val="29"/>
  </w:num>
  <w:num w:numId="36">
    <w:abstractNumId w:val="32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7808D6"/>
    <w:rsid w:val="000000D4"/>
    <w:rsid w:val="000004E4"/>
    <w:rsid w:val="0000063D"/>
    <w:rsid w:val="00000725"/>
    <w:rsid w:val="00000ACB"/>
    <w:rsid w:val="00001909"/>
    <w:rsid w:val="00004097"/>
    <w:rsid w:val="000040B7"/>
    <w:rsid w:val="000040D7"/>
    <w:rsid w:val="0000562B"/>
    <w:rsid w:val="00006545"/>
    <w:rsid w:val="00007441"/>
    <w:rsid w:val="00007658"/>
    <w:rsid w:val="00007B1D"/>
    <w:rsid w:val="00007EC8"/>
    <w:rsid w:val="000101F4"/>
    <w:rsid w:val="000104CD"/>
    <w:rsid w:val="0001063C"/>
    <w:rsid w:val="00012690"/>
    <w:rsid w:val="00012879"/>
    <w:rsid w:val="00013C21"/>
    <w:rsid w:val="00016C00"/>
    <w:rsid w:val="00016C04"/>
    <w:rsid w:val="00017318"/>
    <w:rsid w:val="00017B5A"/>
    <w:rsid w:val="00017CD8"/>
    <w:rsid w:val="00017FC4"/>
    <w:rsid w:val="00020073"/>
    <w:rsid w:val="000209D8"/>
    <w:rsid w:val="00020CDD"/>
    <w:rsid w:val="000211D0"/>
    <w:rsid w:val="00021340"/>
    <w:rsid w:val="000216B9"/>
    <w:rsid w:val="000223AB"/>
    <w:rsid w:val="000238CE"/>
    <w:rsid w:val="00024EEA"/>
    <w:rsid w:val="00025709"/>
    <w:rsid w:val="00025B5F"/>
    <w:rsid w:val="00025ED6"/>
    <w:rsid w:val="00025F20"/>
    <w:rsid w:val="00026CBB"/>
    <w:rsid w:val="000277E6"/>
    <w:rsid w:val="00027894"/>
    <w:rsid w:val="000279F6"/>
    <w:rsid w:val="00027AEF"/>
    <w:rsid w:val="00030DBE"/>
    <w:rsid w:val="00030FB6"/>
    <w:rsid w:val="0003248A"/>
    <w:rsid w:val="00032B28"/>
    <w:rsid w:val="00033529"/>
    <w:rsid w:val="00033B87"/>
    <w:rsid w:val="000355E5"/>
    <w:rsid w:val="0003566E"/>
    <w:rsid w:val="00036588"/>
    <w:rsid w:val="000405FD"/>
    <w:rsid w:val="000408F3"/>
    <w:rsid w:val="00041FD4"/>
    <w:rsid w:val="00042966"/>
    <w:rsid w:val="00043071"/>
    <w:rsid w:val="0004327F"/>
    <w:rsid w:val="0004335C"/>
    <w:rsid w:val="00044AA8"/>
    <w:rsid w:val="0004541B"/>
    <w:rsid w:val="00045518"/>
    <w:rsid w:val="000457BB"/>
    <w:rsid w:val="00045975"/>
    <w:rsid w:val="00047261"/>
    <w:rsid w:val="00050C50"/>
    <w:rsid w:val="00050F17"/>
    <w:rsid w:val="000512E6"/>
    <w:rsid w:val="00052038"/>
    <w:rsid w:val="000547B5"/>
    <w:rsid w:val="00054A86"/>
    <w:rsid w:val="00054DDE"/>
    <w:rsid w:val="000553BA"/>
    <w:rsid w:val="00055959"/>
    <w:rsid w:val="000560D2"/>
    <w:rsid w:val="000563ED"/>
    <w:rsid w:val="000565C5"/>
    <w:rsid w:val="000569B8"/>
    <w:rsid w:val="00057CE2"/>
    <w:rsid w:val="00057D81"/>
    <w:rsid w:val="00060419"/>
    <w:rsid w:val="0006109C"/>
    <w:rsid w:val="00061454"/>
    <w:rsid w:val="00061DBF"/>
    <w:rsid w:val="0006200B"/>
    <w:rsid w:val="00062201"/>
    <w:rsid w:val="0006307E"/>
    <w:rsid w:val="000635F9"/>
    <w:rsid w:val="000637EB"/>
    <w:rsid w:val="000638AD"/>
    <w:rsid w:val="00063C80"/>
    <w:rsid w:val="00065D00"/>
    <w:rsid w:val="00066869"/>
    <w:rsid w:val="0007075E"/>
    <w:rsid w:val="00070B2A"/>
    <w:rsid w:val="00071BB2"/>
    <w:rsid w:val="000730E3"/>
    <w:rsid w:val="0007328D"/>
    <w:rsid w:val="000750A4"/>
    <w:rsid w:val="00076235"/>
    <w:rsid w:val="00076263"/>
    <w:rsid w:val="00076F45"/>
    <w:rsid w:val="00076FD7"/>
    <w:rsid w:val="000772C6"/>
    <w:rsid w:val="000772FD"/>
    <w:rsid w:val="0007739F"/>
    <w:rsid w:val="00077841"/>
    <w:rsid w:val="0008052C"/>
    <w:rsid w:val="0008249A"/>
    <w:rsid w:val="00083BCC"/>
    <w:rsid w:val="00083F4E"/>
    <w:rsid w:val="00084C2F"/>
    <w:rsid w:val="00084E4C"/>
    <w:rsid w:val="00084EE3"/>
    <w:rsid w:val="00085A8B"/>
    <w:rsid w:val="00085F62"/>
    <w:rsid w:val="0008706A"/>
    <w:rsid w:val="000873C3"/>
    <w:rsid w:val="000876D5"/>
    <w:rsid w:val="000927B9"/>
    <w:rsid w:val="00092831"/>
    <w:rsid w:val="00092AB9"/>
    <w:rsid w:val="00092BF1"/>
    <w:rsid w:val="000930C1"/>
    <w:rsid w:val="00093200"/>
    <w:rsid w:val="00093853"/>
    <w:rsid w:val="00093B52"/>
    <w:rsid w:val="0009527E"/>
    <w:rsid w:val="000955C4"/>
    <w:rsid w:val="00097786"/>
    <w:rsid w:val="000A0157"/>
    <w:rsid w:val="000A1C65"/>
    <w:rsid w:val="000A2538"/>
    <w:rsid w:val="000A35A7"/>
    <w:rsid w:val="000A45A0"/>
    <w:rsid w:val="000A547B"/>
    <w:rsid w:val="000A5706"/>
    <w:rsid w:val="000A6462"/>
    <w:rsid w:val="000A74B2"/>
    <w:rsid w:val="000B131F"/>
    <w:rsid w:val="000B1ADC"/>
    <w:rsid w:val="000B1EEF"/>
    <w:rsid w:val="000B2740"/>
    <w:rsid w:val="000B378E"/>
    <w:rsid w:val="000B42E4"/>
    <w:rsid w:val="000B4446"/>
    <w:rsid w:val="000B5930"/>
    <w:rsid w:val="000B6015"/>
    <w:rsid w:val="000B6D01"/>
    <w:rsid w:val="000B6FC1"/>
    <w:rsid w:val="000B78E1"/>
    <w:rsid w:val="000C0554"/>
    <w:rsid w:val="000C1A13"/>
    <w:rsid w:val="000C2ADA"/>
    <w:rsid w:val="000C2E01"/>
    <w:rsid w:val="000C3535"/>
    <w:rsid w:val="000C36CD"/>
    <w:rsid w:val="000C36E6"/>
    <w:rsid w:val="000C4239"/>
    <w:rsid w:val="000C4466"/>
    <w:rsid w:val="000C48ED"/>
    <w:rsid w:val="000C6002"/>
    <w:rsid w:val="000C60C0"/>
    <w:rsid w:val="000C675C"/>
    <w:rsid w:val="000C6B6B"/>
    <w:rsid w:val="000C7CF8"/>
    <w:rsid w:val="000D09B3"/>
    <w:rsid w:val="000D10DB"/>
    <w:rsid w:val="000D16F6"/>
    <w:rsid w:val="000D1858"/>
    <w:rsid w:val="000D2A28"/>
    <w:rsid w:val="000D2E87"/>
    <w:rsid w:val="000D3898"/>
    <w:rsid w:val="000D42EB"/>
    <w:rsid w:val="000D4CA1"/>
    <w:rsid w:val="000D4D64"/>
    <w:rsid w:val="000D6264"/>
    <w:rsid w:val="000D711A"/>
    <w:rsid w:val="000E0C40"/>
    <w:rsid w:val="000E0EBD"/>
    <w:rsid w:val="000E11AF"/>
    <w:rsid w:val="000E1541"/>
    <w:rsid w:val="000E1D18"/>
    <w:rsid w:val="000E3B63"/>
    <w:rsid w:val="000E5B8E"/>
    <w:rsid w:val="000E6D04"/>
    <w:rsid w:val="000E75AC"/>
    <w:rsid w:val="000E7F9D"/>
    <w:rsid w:val="000F13B0"/>
    <w:rsid w:val="000F17FE"/>
    <w:rsid w:val="000F23DD"/>
    <w:rsid w:val="000F48C2"/>
    <w:rsid w:val="000F5361"/>
    <w:rsid w:val="000F5610"/>
    <w:rsid w:val="000F58FA"/>
    <w:rsid w:val="000F5D84"/>
    <w:rsid w:val="000F75DE"/>
    <w:rsid w:val="000F77F3"/>
    <w:rsid w:val="000F7C96"/>
    <w:rsid w:val="00100EA6"/>
    <w:rsid w:val="001016CF"/>
    <w:rsid w:val="00102887"/>
    <w:rsid w:val="00102976"/>
    <w:rsid w:val="00105899"/>
    <w:rsid w:val="0010614E"/>
    <w:rsid w:val="001065DB"/>
    <w:rsid w:val="0010733B"/>
    <w:rsid w:val="00111008"/>
    <w:rsid w:val="001117A0"/>
    <w:rsid w:val="0011219A"/>
    <w:rsid w:val="0011289E"/>
    <w:rsid w:val="00112991"/>
    <w:rsid w:val="001132EC"/>
    <w:rsid w:val="00113E45"/>
    <w:rsid w:val="001147E9"/>
    <w:rsid w:val="001151B7"/>
    <w:rsid w:val="001151DD"/>
    <w:rsid w:val="00115657"/>
    <w:rsid w:val="00115F6B"/>
    <w:rsid w:val="001163C8"/>
    <w:rsid w:val="00116466"/>
    <w:rsid w:val="00116DBF"/>
    <w:rsid w:val="00116F61"/>
    <w:rsid w:val="001171F3"/>
    <w:rsid w:val="00117E78"/>
    <w:rsid w:val="00120BA1"/>
    <w:rsid w:val="001224DD"/>
    <w:rsid w:val="00122DAA"/>
    <w:rsid w:val="00123D99"/>
    <w:rsid w:val="0013119F"/>
    <w:rsid w:val="00131482"/>
    <w:rsid w:val="001315BB"/>
    <w:rsid w:val="0013166C"/>
    <w:rsid w:val="00131907"/>
    <w:rsid w:val="00131E1C"/>
    <w:rsid w:val="00132CEA"/>
    <w:rsid w:val="00133019"/>
    <w:rsid w:val="00134456"/>
    <w:rsid w:val="001349BD"/>
    <w:rsid w:val="00134E23"/>
    <w:rsid w:val="00134E65"/>
    <w:rsid w:val="00136D81"/>
    <w:rsid w:val="001372BC"/>
    <w:rsid w:val="00137747"/>
    <w:rsid w:val="001400F4"/>
    <w:rsid w:val="001404B1"/>
    <w:rsid w:val="0014054F"/>
    <w:rsid w:val="00140A8A"/>
    <w:rsid w:val="0014147E"/>
    <w:rsid w:val="001414EE"/>
    <w:rsid w:val="00141DA8"/>
    <w:rsid w:val="00141F23"/>
    <w:rsid w:val="00142823"/>
    <w:rsid w:val="001435F7"/>
    <w:rsid w:val="0014388D"/>
    <w:rsid w:val="00144005"/>
    <w:rsid w:val="001450D3"/>
    <w:rsid w:val="00145307"/>
    <w:rsid w:val="001453E3"/>
    <w:rsid w:val="0014666E"/>
    <w:rsid w:val="001466E7"/>
    <w:rsid w:val="00146743"/>
    <w:rsid w:val="00146E8B"/>
    <w:rsid w:val="00147A5E"/>
    <w:rsid w:val="001504A3"/>
    <w:rsid w:val="00150C33"/>
    <w:rsid w:val="0015121D"/>
    <w:rsid w:val="001520C6"/>
    <w:rsid w:val="001549D3"/>
    <w:rsid w:val="00155039"/>
    <w:rsid w:val="00155A1B"/>
    <w:rsid w:val="001566E9"/>
    <w:rsid w:val="001569CF"/>
    <w:rsid w:val="00156B44"/>
    <w:rsid w:val="00156DDF"/>
    <w:rsid w:val="00157205"/>
    <w:rsid w:val="00157FFD"/>
    <w:rsid w:val="00160058"/>
    <w:rsid w:val="001619AF"/>
    <w:rsid w:val="001635C7"/>
    <w:rsid w:val="00163A42"/>
    <w:rsid w:val="00163BC9"/>
    <w:rsid w:val="00164065"/>
    <w:rsid w:val="0016528A"/>
    <w:rsid w:val="001653FA"/>
    <w:rsid w:val="0016557C"/>
    <w:rsid w:val="00165D50"/>
    <w:rsid w:val="00165F79"/>
    <w:rsid w:val="00166840"/>
    <w:rsid w:val="001708B0"/>
    <w:rsid w:val="0017115F"/>
    <w:rsid w:val="00171201"/>
    <w:rsid w:val="001714C0"/>
    <w:rsid w:val="0017201D"/>
    <w:rsid w:val="0017339F"/>
    <w:rsid w:val="00173AD7"/>
    <w:rsid w:val="0017414B"/>
    <w:rsid w:val="0017429A"/>
    <w:rsid w:val="001742EB"/>
    <w:rsid w:val="00175ED9"/>
    <w:rsid w:val="00176022"/>
    <w:rsid w:val="00176E56"/>
    <w:rsid w:val="0017774D"/>
    <w:rsid w:val="001817F5"/>
    <w:rsid w:val="00182030"/>
    <w:rsid w:val="0018262C"/>
    <w:rsid w:val="001832D1"/>
    <w:rsid w:val="00183D0C"/>
    <w:rsid w:val="00184227"/>
    <w:rsid w:val="001867D2"/>
    <w:rsid w:val="00186A84"/>
    <w:rsid w:val="00186BCF"/>
    <w:rsid w:val="00186C40"/>
    <w:rsid w:val="00187BA7"/>
    <w:rsid w:val="001912BF"/>
    <w:rsid w:val="00191E87"/>
    <w:rsid w:val="001929B6"/>
    <w:rsid w:val="001941F3"/>
    <w:rsid w:val="00195335"/>
    <w:rsid w:val="00196A0A"/>
    <w:rsid w:val="00196E4F"/>
    <w:rsid w:val="001972C2"/>
    <w:rsid w:val="00197885"/>
    <w:rsid w:val="001978D0"/>
    <w:rsid w:val="001A01FA"/>
    <w:rsid w:val="001A0519"/>
    <w:rsid w:val="001A4ABE"/>
    <w:rsid w:val="001A4B17"/>
    <w:rsid w:val="001A4D0E"/>
    <w:rsid w:val="001A679D"/>
    <w:rsid w:val="001A6B04"/>
    <w:rsid w:val="001A6BEC"/>
    <w:rsid w:val="001A6C87"/>
    <w:rsid w:val="001A76EC"/>
    <w:rsid w:val="001A7AF5"/>
    <w:rsid w:val="001A7BD6"/>
    <w:rsid w:val="001B1A19"/>
    <w:rsid w:val="001B2628"/>
    <w:rsid w:val="001B2A6C"/>
    <w:rsid w:val="001B2A99"/>
    <w:rsid w:val="001B3321"/>
    <w:rsid w:val="001B3B94"/>
    <w:rsid w:val="001B3F6C"/>
    <w:rsid w:val="001B435B"/>
    <w:rsid w:val="001B52E2"/>
    <w:rsid w:val="001B541B"/>
    <w:rsid w:val="001B584F"/>
    <w:rsid w:val="001B6D8B"/>
    <w:rsid w:val="001B7E2A"/>
    <w:rsid w:val="001C069C"/>
    <w:rsid w:val="001C0A31"/>
    <w:rsid w:val="001C3B34"/>
    <w:rsid w:val="001C3B5A"/>
    <w:rsid w:val="001C49BA"/>
    <w:rsid w:val="001C5195"/>
    <w:rsid w:val="001C5670"/>
    <w:rsid w:val="001C58B4"/>
    <w:rsid w:val="001C6543"/>
    <w:rsid w:val="001C73B1"/>
    <w:rsid w:val="001C7D99"/>
    <w:rsid w:val="001D19B6"/>
    <w:rsid w:val="001D1BB3"/>
    <w:rsid w:val="001D2A8F"/>
    <w:rsid w:val="001D2DB8"/>
    <w:rsid w:val="001D317C"/>
    <w:rsid w:val="001D361E"/>
    <w:rsid w:val="001D44FB"/>
    <w:rsid w:val="001D5903"/>
    <w:rsid w:val="001D5922"/>
    <w:rsid w:val="001D651F"/>
    <w:rsid w:val="001D6D3B"/>
    <w:rsid w:val="001D7406"/>
    <w:rsid w:val="001D7878"/>
    <w:rsid w:val="001D7BC4"/>
    <w:rsid w:val="001D7F7B"/>
    <w:rsid w:val="001E03F6"/>
    <w:rsid w:val="001E05C2"/>
    <w:rsid w:val="001E0ED9"/>
    <w:rsid w:val="001E1F64"/>
    <w:rsid w:val="001E5854"/>
    <w:rsid w:val="001E761C"/>
    <w:rsid w:val="001E7812"/>
    <w:rsid w:val="001F10FE"/>
    <w:rsid w:val="001F27C4"/>
    <w:rsid w:val="001F2886"/>
    <w:rsid w:val="001F35FB"/>
    <w:rsid w:val="001F37BC"/>
    <w:rsid w:val="001F46FE"/>
    <w:rsid w:val="001F5631"/>
    <w:rsid w:val="001F60C2"/>
    <w:rsid w:val="001F7DEF"/>
    <w:rsid w:val="0020115C"/>
    <w:rsid w:val="00201550"/>
    <w:rsid w:val="002015BD"/>
    <w:rsid w:val="00201688"/>
    <w:rsid w:val="002027D9"/>
    <w:rsid w:val="002028A3"/>
    <w:rsid w:val="00204AE8"/>
    <w:rsid w:val="00205694"/>
    <w:rsid w:val="00205AA1"/>
    <w:rsid w:val="002100DD"/>
    <w:rsid w:val="002125C1"/>
    <w:rsid w:val="002126A6"/>
    <w:rsid w:val="00212F9F"/>
    <w:rsid w:val="002142F2"/>
    <w:rsid w:val="0021491D"/>
    <w:rsid w:val="00216F82"/>
    <w:rsid w:val="00217239"/>
    <w:rsid w:val="00217310"/>
    <w:rsid w:val="00217B24"/>
    <w:rsid w:val="00220416"/>
    <w:rsid w:val="0022042E"/>
    <w:rsid w:val="0022077D"/>
    <w:rsid w:val="002209E1"/>
    <w:rsid w:val="0022143A"/>
    <w:rsid w:val="00221AF6"/>
    <w:rsid w:val="002222A9"/>
    <w:rsid w:val="00222541"/>
    <w:rsid w:val="0022287A"/>
    <w:rsid w:val="00222950"/>
    <w:rsid w:val="00222D01"/>
    <w:rsid w:val="00223DB1"/>
    <w:rsid w:val="0022488E"/>
    <w:rsid w:val="00225646"/>
    <w:rsid w:val="002259F0"/>
    <w:rsid w:val="002269C8"/>
    <w:rsid w:val="00226BFE"/>
    <w:rsid w:val="00230102"/>
    <w:rsid w:val="00232042"/>
    <w:rsid w:val="002329A0"/>
    <w:rsid w:val="00232C5D"/>
    <w:rsid w:val="002347E7"/>
    <w:rsid w:val="00234C1D"/>
    <w:rsid w:val="00234E26"/>
    <w:rsid w:val="00235764"/>
    <w:rsid w:val="002364F8"/>
    <w:rsid w:val="002367E2"/>
    <w:rsid w:val="0023690E"/>
    <w:rsid w:val="00236A92"/>
    <w:rsid w:val="00237528"/>
    <w:rsid w:val="00237D37"/>
    <w:rsid w:val="0024018D"/>
    <w:rsid w:val="002410C0"/>
    <w:rsid w:val="00241F42"/>
    <w:rsid w:val="002421B8"/>
    <w:rsid w:val="00242A14"/>
    <w:rsid w:val="00242C6D"/>
    <w:rsid w:val="0024576F"/>
    <w:rsid w:val="00245F06"/>
    <w:rsid w:val="00245FAF"/>
    <w:rsid w:val="0025016D"/>
    <w:rsid w:val="002505A8"/>
    <w:rsid w:val="00250C4F"/>
    <w:rsid w:val="00250E3B"/>
    <w:rsid w:val="00250EC2"/>
    <w:rsid w:val="00251360"/>
    <w:rsid w:val="00251D6A"/>
    <w:rsid w:val="00252A1E"/>
    <w:rsid w:val="00254CCB"/>
    <w:rsid w:val="00254E42"/>
    <w:rsid w:val="002561CC"/>
    <w:rsid w:val="002566BE"/>
    <w:rsid w:val="00256F6D"/>
    <w:rsid w:val="0025774D"/>
    <w:rsid w:val="002605E3"/>
    <w:rsid w:val="00260A39"/>
    <w:rsid w:val="00261DFD"/>
    <w:rsid w:val="00261F95"/>
    <w:rsid w:val="00262255"/>
    <w:rsid w:val="00263980"/>
    <w:rsid w:val="00264626"/>
    <w:rsid w:val="00264639"/>
    <w:rsid w:val="002652B7"/>
    <w:rsid w:val="00265C83"/>
    <w:rsid w:val="00267C5B"/>
    <w:rsid w:val="002701EF"/>
    <w:rsid w:val="002702F5"/>
    <w:rsid w:val="00271164"/>
    <w:rsid w:val="0027200F"/>
    <w:rsid w:val="0027221B"/>
    <w:rsid w:val="00273391"/>
    <w:rsid w:val="00273A77"/>
    <w:rsid w:val="00274054"/>
    <w:rsid w:val="00274E9E"/>
    <w:rsid w:val="0027516C"/>
    <w:rsid w:val="002753F7"/>
    <w:rsid w:val="002757FE"/>
    <w:rsid w:val="0027591D"/>
    <w:rsid w:val="0027773D"/>
    <w:rsid w:val="00280C8D"/>
    <w:rsid w:val="00280D83"/>
    <w:rsid w:val="0028320A"/>
    <w:rsid w:val="00284721"/>
    <w:rsid w:val="002853C2"/>
    <w:rsid w:val="00285A31"/>
    <w:rsid w:val="002864F5"/>
    <w:rsid w:val="0028659D"/>
    <w:rsid w:val="00286B35"/>
    <w:rsid w:val="00290F6F"/>
    <w:rsid w:val="0029113F"/>
    <w:rsid w:val="00291379"/>
    <w:rsid w:val="00292104"/>
    <w:rsid w:val="002925FF"/>
    <w:rsid w:val="00292CBD"/>
    <w:rsid w:val="00292DC1"/>
    <w:rsid w:val="00292DDC"/>
    <w:rsid w:val="00293472"/>
    <w:rsid w:val="002945E0"/>
    <w:rsid w:val="00294A15"/>
    <w:rsid w:val="00294D23"/>
    <w:rsid w:val="0029518C"/>
    <w:rsid w:val="0029570D"/>
    <w:rsid w:val="002958EF"/>
    <w:rsid w:val="0029594F"/>
    <w:rsid w:val="00296244"/>
    <w:rsid w:val="00296470"/>
    <w:rsid w:val="00297837"/>
    <w:rsid w:val="002979F9"/>
    <w:rsid w:val="002A1DAE"/>
    <w:rsid w:val="002A2422"/>
    <w:rsid w:val="002A2CE3"/>
    <w:rsid w:val="002A2F20"/>
    <w:rsid w:val="002A34F1"/>
    <w:rsid w:val="002A3853"/>
    <w:rsid w:val="002A3E70"/>
    <w:rsid w:val="002A4E2C"/>
    <w:rsid w:val="002A4FD0"/>
    <w:rsid w:val="002A7136"/>
    <w:rsid w:val="002A7A92"/>
    <w:rsid w:val="002A7B0A"/>
    <w:rsid w:val="002B0103"/>
    <w:rsid w:val="002B0425"/>
    <w:rsid w:val="002B206A"/>
    <w:rsid w:val="002B3830"/>
    <w:rsid w:val="002B3B5F"/>
    <w:rsid w:val="002B4B52"/>
    <w:rsid w:val="002B5181"/>
    <w:rsid w:val="002B5898"/>
    <w:rsid w:val="002B6F1A"/>
    <w:rsid w:val="002B7EFA"/>
    <w:rsid w:val="002C0088"/>
    <w:rsid w:val="002C5456"/>
    <w:rsid w:val="002C583B"/>
    <w:rsid w:val="002C7A46"/>
    <w:rsid w:val="002D07AB"/>
    <w:rsid w:val="002D0A4F"/>
    <w:rsid w:val="002D174E"/>
    <w:rsid w:val="002D24D1"/>
    <w:rsid w:val="002D3F92"/>
    <w:rsid w:val="002D446E"/>
    <w:rsid w:val="002D48CD"/>
    <w:rsid w:val="002D4904"/>
    <w:rsid w:val="002D532E"/>
    <w:rsid w:val="002D59B0"/>
    <w:rsid w:val="002D62B6"/>
    <w:rsid w:val="002D755A"/>
    <w:rsid w:val="002E0306"/>
    <w:rsid w:val="002E04E3"/>
    <w:rsid w:val="002E0899"/>
    <w:rsid w:val="002E0A7E"/>
    <w:rsid w:val="002E0F5B"/>
    <w:rsid w:val="002E2171"/>
    <w:rsid w:val="002E243D"/>
    <w:rsid w:val="002E2CD4"/>
    <w:rsid w:val="002E2FCF"/>
    <w:rsid w:val="002E3508"/>
    <w:rsid w:val="002E3F77"/>
    <w:rsid w:val="002E43F4"/>
    <w:rsid w:val="002E4553"/>
    <w:rsid w:val="002E5701"/>
    <w:rsid w:val="002E58A2"/>
    <w:rsid w:val="002E65D2"/>
    <w:rsid w:val="002E66AE"/>
    <w:rsid w:val="002E745A"/>
    <w:rsid w:val="002E7806"/>
    <w:rsid w:val="002E7947"/>
    <w:rsid w:val="002F072E"/>
    <w:rsid w:val="002F1249"/>
    <w:rsid w:val="002F287D"/>
    <w:rsid w:val="002F2BF5"/>
    <w:rsid w:val="002F2EBF"/>
    <w:rsid w:val="002F3625"/>
    <w:rsid w:val="002F61E8"/>
    <w:rsid w:val="002F6229"/>
    <w:rsid w:val="002F682F"/>
    <w:rsid w:val="0030108A"/>
    <w:rsid w:val="003013C1"/>
    <w:rsid w:val="00303FBA"/>
    <w:rsid w:val="003045D9"/>
    <w:rsid w:val="003047C4"/>
    <w:rsid w:val="00304C94"/>
    <w:rsid w:val="003056F0"/>
    <w:rsid w:val="00305FCF"/>
    <w:rsid w:val="00306842"/>
    <w:rsid w:val="00307143"/>
    <w:rsid w:val="003071A4"/>
    <w:rsid w:val="0030723F"/>
    <w:rsid w:val="00307427"/>
    <w:rsid w:val="003103EB"/>
    <w:rsid w:val="00311D07"/>
    <w:rsid w:val="00311D10"/>
    <w:rsid w:val="00311D53"/>
    <w:rsid w:val="00312F00"/>
    <w:rsid w:val="00313A5C"/>
    <w:rsid w:val="003145B6"/>
    <w:rsid w:val="00314D49"/>
    <w:rsid w:val="00314E79"/>
    <w:rsid w:val="003158C0"/>
    <w:rsid w:val="00315F86"/>
    <w:rsid w:val="0031643B"/>
    <w:rsid w:val="0031643F"/>
    <w:rsid w:val="003177C1"/>
    <w:rsid w:val="00321028"/>
    <w:rsid w:val="0032124D"/>
    <w:rsid w:val="003216D7"/>
    <w:rsid w:val="003217FA"/>
    <w:rsid w:val="00321962"/>
    <w:rsid w:val="00321F15"/>
    <w:rsid w:val="00322707"/>
    <w:rsid w:val="003229BE"/>
    <w:rsid w:val="00323318"/>
    <w:rsid w:val="00324237"/>
    <w:rsid w:val="00324772"/>
    <w:rsid w:val="00324B42"/>
    <w:rsid w:val="00325936"/>
    <w:rsid w:val="003262F7"/>
    <w:rsid w:val="0032683C"/>
    <w:rsid w:val="00327092"/>
    <w:rsid w:val="00327264"/>
    <w:rsid w:val="00330FE8"/>
    <w:rsid w:val="003311B5"/>
    <w:rsid w:val="003320B3"/>
    <w:rsid w:val="0033227A"/>
    <w:rsid w:val="0033235A"/>
    <w:rsid w:val="00332A92"/>
    <w:rsid w:val="00332D13"/>
    <w:rsid w:val="00333F6D"/>
    <w:rsid w:val="0033402E"/>
    <w:rsid w:val="00334F48"/>
    <w:rsid w:val="00335E5D"/>
    <w:rsid w:val="00336FE6"/>
    <w:rsid w:val="00337369"/>
    <w:rsid w:val="003378EA"/>
    <w:rsid w:val="00337B3E"/>
    <w:rsid w:val="00337F1C"/>
    <w:rsid w:val="00340AAF"/>
    <w:rsid w:val="00341B9F"/>
    <w:rsid w:val="00342710"/>
    <w:rsid w:val="0034373E"/>
    <w:rsid w:val="00344066"/>
    <w:rsid w:val="003443DD"/>
    <w:rsid w:val="00345CA4"/>
    <w:rsid w:val="00346204"/>
    <w:rsid w:val="00346B7C"/>
    <w:rsid w:val="00350748"/>
    <w:rsid w:val="00350759"/>
    <w:rsid w:val="003525E5"/>
    <w:rsid w:val="003525F1"/>
    <w:rsid w:val="0035296F"/>
    <w:rsid w:val="00352A5D"/>
    <w:rsid w:val="00352C6E"/>
    <w:rsid w:val="00353396"/>
    <w:rsid w:val="00353822"/>
    <w:rsid w:val="00353D97"/>
    <w:rsid w:val="0035428E"/>
    <w:rsid w:val="00354A6B"/>
    <w:rsid w:val="00356259"/>
    <w:rsid w:val="003568B1"/>
    <w:rsid w:val="0035773E"/>
    <w:rsid w:val="00357984"/>
    <w:rsid w:val="00357F17"/>
    <w:rsid w:val="0036097C"/>
    <w:rsid w:val="003611C1"/>
    <w:rsid w:val="003616B2"/>
    <w:rsid w:val="0036222D"/>
    <w:rsid w:val="00362F69"/>
    <w:rsid w:val="003637E9"/>
    <w:rsid w:val="00363844"/>
    <w:rsid w:val="00363880"/>
    <w:rsid w:val="0036395E"/>
    <w:rsid w:val="0036562C"/>
    <w:rsid w:val="0036592E"/>
    <w:rsid w:val="00370833"/>
    <w:rsid w:val="003709BF"/>
    <w:rsid w:val="003712FE"/>
    <w:rsid w:val="00371792"/>
    <w:rsid w:val="00371B86"/>
    <w:rsid w:val="00371CC7"/>
    <w:rsid w:val="003723DB"/>
    <w:rsid w:val="00372B6E"/>
    <w:rsid w:val="00375E32"/>
    <w:rsid w:val="003761FD"/>
    <w:rsid w:val="00380511"/>
    <w:rsid w:val="0038142F"/>
    <w:rsid w:val="003822F0"/>
    <w:rsid w:val="00382BA1"/>
    <w:rsid w:val="003837FC"/>
    <w:rsid w:val="0038385A"/>
    <w:rsid w:val="00383A08"/>
    <w:rsid w:val="00383DF2"/>
    <w:rsid w:val="0038409B"/>
    <w:rsid w:val="00386751"/>
    <w:rsid w:val="00386ADF"/>
    <w:rsid w:val="00390540"/>
    <w:rsid w:val="0039081D"/>
    <w:rsid w:val="00390ACA"/>
    <w:rsid w:val="00392972"/>
    <w:rsid w:val="00393D50"/>
    <w:rsid w:val="00393E15"/>
    <w:rsid w:val="003949BE"/>
    <w:rsid w:val="00395772"/>
    <w:rsid w:val="00396CB9"/>
    <w:rsid w:val="003A093F"/>
    <w:rsid w:val="003A0BC2"/>
    <w:rsid w:val="003A0E6F"/>
    <w:rsid w:val="003A1835"/>
    <w:rsid w:val="003A4078"/>
    <w:rsid w:val="003A4D41"/>
    <w:rsid w:val="003A51A7"/>
    <w:rsid w:val="003A5CB3"/>
    <w:rsid w:val="003A72F7"/>
    <w:rsid w:val="003A755E"/>
    <w:rsid w:val="003B0367"/>
    <w:rsid w:val="003B2415"/>
    <w:rsid w:val="003B2D0A"/>
    <w:rsid w:val="003B34D7"/>
    <w:rsid w:val="003B3B5A"/>
    <w:rsid w:val="003B55C6"/>
    <w:rsid w:val="003B5D49"/>
    <w:rsid w:val="003B6144"/>
    <w:rsid w:val="003B632F"/>
    <w:rsid w:val="003C0700"/>
    <w:rsid w:val="003C0F30"/>
    <w:rsid w:val="003C0FEA"/>
    <w:rsid w:val="003C2C4B"/>
    <w:rsid w:val="003C4249"/>
    <w:rsid w:val="003C68AA"/>
    <w:rsid w:val="003C6EEF"/>
    <w:rsid w:val="003D21A7"/>
    <w:rsid w:val="003D3057"/>
    <w:rsid w:val="003D4E9A"/>
    <w:rsid w:val="003D58A9"/>
    <w:rsid w:val="003D6169"/>
    <w:rsid w:val="003D6F3F"/>
    <w:rsid w:val="003D7E13"/>
    <w:rsid w:val="003D7EE8"/>
    <w:rsid w:val="003E0BA3"/>
    <w:rsid w:val="003E1F9F"/>
    <w:rsid w:val="003E255E"/>
    <w:rsid w:val="003E25B5"/>
    <w:rsid w:val="003E2C63"/>
    <w:rsid w:val="003E4132"/>
    <w:rsid w:val="003E4FB0"/>
    <w:rsid w:val="003E5085"/>
    <w:rsid w:val="003E58A0"/>
    <w:rsid w:val="003E7123"/>
    <w:rsid w:val="003F1932"/>
    <w:rsid w:val="003F1BE3"/>
    <w:rsid w:val="003F25E2"/>
    <w:rsid w:val="003F29AE"/>
    <w:rsid w:val="003F4FED"/>
    <w:rsid w:val="003F57D5"/>
    <w:rsid w:val="0040006F"/>
    <w:rsid w:val="00400125"/>
    <w:rsid w:val="004024E2"/>
    <w:rsid w:val="00403B7F"/>
    <w:rsid w:val="00403DF5"/>
    <w:rsid w:val="004041F2"/>
    <w:rsid w:val="0040472F"/>
    <w:rsid w:val="00405D2A"/>
    <w:rsid w:val="00406861"/>
    <w:rsid w:val="00406C43"/>
    <w:rsid w:val="0041069B"/>
    <w:rsid w:val="00410829"/>
    <w:rsid w:val="00411A67"/>
    <w:rsid w:val="00412084"/>
    <w:rsid w:val="00412B02"/>
    <w:rsid w:val="0041377A"/>
    <w:rsid w:val="00414654"/>
    <w:rsid w:val="00414CEA"/>
    <w:rsid w:val="0041565D"/>
    <w:rsid w:val="00415D73"/>
    <w:rsid w:val="00417AD3"/>
    <w:rsid w:val="00420332"/>
    <w:rsid w:val="0042128B"/>
    <w:rsid w:val="00421B5D"/>
    <w:rsid w:val="004222D6"/>
    <w:rsid w:val="00423299"/>
    <w:rsid w:val="004234FD"/>
    <w:rsid w:val="00423DC6"/>
    <w:rsid w:val="0042413F"/>
    <w:rsid w:val="00424BC9"/>
    <w:rsid w:val="0042524D"/>
    <w:rsid w:val="004310D4"/>
    <w:rsid w:val="00431B98"/>
    <w:rsid w:val="004323D5"/>
    <w:rsid w:val="00432841"/>
    <w:rsid w:val="00432D42"/>
    <w:rsid w:val="004340DD"/>
    <w:rsid w:val="00434A19"/>
    <w:rsid w:val="00434FAA"/>
    <w:rsid w:val="00435432"/>
    <w:rsid w:val="0043609F"/>
    <w:rsid w:val="00436B1E"/>
    <w:rsid w:val="00436F80"/>
    <w:rsid w:val="004405F3"/>
    <w:rsid w:val="004415E4"/>
    <w:rsid w:val="00442B39"/>
    <w:rsid w:val="00442FF4"/>
    <w:rsid w:val="00443F8C"/>
    <w:rsid w:val="0044431F"/>
    <w:rsid w:val="00444D80"/>
    <w:rsid w:val="00445ADF"/>
    <w:rsid w:val="00446D21"/>
    <w:rsid w:val="00450102"/>
    <w:rsid w:val="00450C8D"/>
    <w:rsid w:val="00450D0F"/>
    <w:rsid w:val="00450E47"/>
    <w:rsid w:val="00450F8F"/>
    <w:rsid w:val="00452528"/>
    <w:rsid w:val="00452AB0"/>
    <w:rsid w:val="0045318B"/>
    <w:rsid w:val="00455028"/>
    <w:rsid w:val="00455A4D"/>
    <w:rsid w:val="0045642F"/>
    <w:rsid w:val="004601C8"/>
    <w:rsid w:val="00461BC2"/>
    <w:rsid w:val="00462166"/>
    <w:rsid w:val="00462551"/>
    <w:rsid w:val="004628F6"/>
    <w:rsid w:val="00462CDF"/>
    <w:rsid w:val="004635F0"/>
    <w:rsid w:val="00464430"/>
    <w:rsid w:val="00464AC5"/>
    <w:rsid w:val="004661FB"/>
    <w:rsid w:val="0046660B"/>
    <w:rsid w:val="00466714"/>
    <w:rsid w:val="004667E7"/>
    <w:rsid w:val="00466AF7"/>
    <w:rsid w:val="00467301"/>
    <w:rsid w:val="004673FD"/>
    <w:rsid w:val="004700B0"/>
    <w:rsid w:val="004701F1"/>
    <w:rsid w:val="004719FC"/>
    <w:rsid w:val="00473109"/>
    <w:rsid w:val="00473465"/>
    <w:rsid w:val="0047402D"/>
    <w:rsid w:val="0047511D"/>
    <w:rsid w:val="004757EC"/>
    <w:rsid w:val="00476D7F"/>
    <w:rsid w:val="004774EF"/>
    <w:rsid w:val="0047781F"/>
    <w:rsid w:val="00481D1E"/>
    <w:rsid w:val="00485EB8"/>
    <w:rsid w:val="00486674"/>
    <w:rsid w:val="00487087"/>
    <w:rsid w:val="00487EA3"/>
    <w:rsid w:val="00490356"/>
    <w:rsid w:val="004925DB"/>
    <w:rsid w:val="004926D4"/>
    <w:rsid w:val="00492B4A"/>
    <w:rsid w:val="00494E53"/>
    <w:rsid w:val="004958CA"/>
    <w:rsid w:val="00495E0E"/>
    <w:rsid w:val="0049673B"/>
    <w:rsid w:val="004968ED"/>
    <w:rsid w:val="00496ED6"/>
    <w:rsid w:val="00497314"/>
    <w:rsid w:val="004A0D54"/>
    <w:rsid w:val="004A1250"/>
    <w:rsid w:val="004A1FF7"/>
    <w:rsid w:val="004A3B20"/>
    <w:rsid w:val="004A3B5E"/>
    <w:rsid w:val="004A3F55"/>
    <w:rsid w:val="004A51C8"/>
    <w:rsid w:val="004A5651"/>
    <w:rsid w:val="004A638D"/>
    <w:rsid w:val="004A6AA5"/>
    <w:rsid w:val="004B0108"/>
    <w:rsid w:val="004B01BD"/>
    <w:rsid w:val="004B04F5"/>
    <w:rsid w:val="004B0607"/>
    <w:rsid w:val="004B072C"/>
    <w:rsid w:val="004B1FCF"/>
    <w:rsid w:val="004B3F42"/>
    <w:rsid w:val="004B48EE"/>
    <w:rsid w:val="004B4DDD"/>
    <w:rsid w:val="004B548C"/>
    <w:rsid w:val="004B783C"/>
    <w:rsid w:val="004C0DD6"/>
    <w:rsid w:val="004C233B"/>
    <w:rsid w:val="004C3480"/>
    <w:rsid w:val="004C3546"/>
    <w:rsid w:val="004C3638"/>
    <w:rsid w:val="004C380F"/>
    <w:rsid w:val="004C55C2"/>
    <w:rsid w:val="004C57FA"/>
    <w:rsid w:val="004C79AC"/>
    <w:rsid w:val="004C7A7F"/>
    <w:rsid w:val="004C7B9C"/>
    <w:rsid w:val="004D004F"/>
    <w:rsid w:val="004D096D"/>
    <w:rsid w:val="004D1A49"/>
    <w:rsid w:val="004D2860"/>
    <w:rsid w:val="004D315A"/>
    <w:rsid w:val="004D530C"/>
    <w:rsid w:val="004D5A28"/>
    <w:rsid w:val="004D655B"/>
    <w:rsid w:val="004D759B"/>
    <w:rsid w:val="004D7802"/>
    <w:rsid w:val="004D7A35"/>
    <w:rsid w:val="004E0C3C"/>
    <w:rsid w:val="004E118A"/>
    <w:rsid w:val="004E1499"/>
    <w:rsid w:val="004E16B5"/>
    <w:rsid w:val="004E1F4E"/>
    <w:rsid w:val="004E211B"/>
    <w:rsid w:val="004E4D65"/>
    <w:rsid w:val="004E500B"/>
    <w:rsid w:val="004E52A4"/>
    <w:rsid w:val="004E53A9"/>
    <w:rsid w:val="004E6695"/>
    <w:rsid w:val="004E67B7"/>
    <w:rsid w:val="004E67F4"/>
    <w:rsid w:val="004E69AE"/>
    <w:rsid w:val="004E7244"/>
    <w:rsid w:val="004E7BA0"/>
    <w:rsid w:val="004F062C"/>
    <w:rsid w:val="004F1A55"/>
    <w:rsid w:val="004F1C32"/>
    <w:rsid w:val="004F214E"/>
    <w:rsid w:val="004F3122"/>
    <w:rsid w:val="004F33EE"/>
    <w:rsid w:val="004F4FCC"/>
    <w:rsid w:val="004F55B6"/>
    <w:rsid w:val="004F67F5"/>
    <w:rsid w:val="00500B36"/>
    <w:rsid w:val="0050232E"/>
    <w:rsid w:val="00502D72"/>
    <w:rsid w:val="00502E4A"/>
    <w:rsid w:val="00503A2A"/>
    <w:rsid w:val="00503C46"/>
    <w:rsid w:val="0050486A"/>
    <w:rsid w:val="00504896"/>
    <w:rsid w:val="00505FC1"/>
    <w:rsid w:val="00510897"/>
    <w:rsid w:val="00510E41"/>
    <w:rsid w:val="005117E2"/>
    <w:rsid w:val="00511DF4"/>
    <w:rsid w:val="00514355"/>
    <w:rsid w:val="00514E0E"/>
    <w:rsid w:val="00514F78"/>
    <w:rsid w:val="0051599C"/>
    <w:rsid w:val="00515AF1"/>
    <w:rsid w:val="00515D44"/>
    <w:rsid w:val="005203A0"/>
    <w:rsid w:val="005203A4"/>
    <w:rsid w:val="005203AE"/>
    <w:rsid w:val="00520EB4"/>
    <w:rsid w:val="0052182E"/>
    <w:rsid w:val="005221CE"/>
    <w:rsid w:val="0052228D"/>
    <w:rsid w:val="005223D9"/>
    <w:rsid w:val="00522498"/>
    <w:rsid w:val="0052309B"/>
    <w:rsid w:val="00523A86"/>
    <w:rsid w:val="00525440"/>
    <w:rsid w:val="00525E07"/>
    <w:rsid w:val="00526991"/>
    <w:rsid w:val="00527613"/>
    <w:rsid w:val="00527C23"/>
    <w:rsid w:val="00531511"/>
    <w:rsid w:val="005321A3"/>
    <w:rsid w:val="005323F0"/>
    <w:rsid w:val="005340A8"/>
    <w:rsid w:val="005349ED"/>
    <w:rsid w:val="00534A87"/>
    <w:rsid w:val="0053531F"/>
    <w:rsid w:val="00535B24"/>
    <w:rsid w:val="00535BAB"/>
    <w:rsid w:val="00535F41"/>
    <w:rsid w:val="005366ED"/>
    <w:rsid w:val="00536876"/>
    <w:rsid w:val="00537642"/>
    <w:rsid w:val="00537F38"/>
    <w:rsid w:val="0054048F"/>
    <w:rsid w:val="005405AB"/>
    <w:rsid w:val="00540C8E"/>
    <w:rsid w:val="00541B5D"/>
    <w:rsid w:val="005420BA"/>
    <w:rsid w:val="00542D4C"/>
    <w:rsid w:val="00543CC9"/>
    <w:rsid w:val="005445AD"/>
    <w:rsid w:val="00545AA7"/>
    <w:rsid w:val="0054609B"/>
    <w:rsid w:val="00546A37"/>
    <w:rsid w:val="00547A34"/>
    <w:rsid w:val="00547B72"/>
    <w:rsid w:val="00547DC3"/>
    <w:rsid w:val="00550098"/>
    <w:rsid w:val="005519B3"/>
    <w:rsid w:val="00553530"/>
    <w:rsid w:val="00555268"/>
    <w:rsid w:val="00555508"/>
    <w:rsid w:val="0055560E"/>
    <w:rsid w:val="005558F6"/>
    <w:rsid w:val="00555F85"/>
    <w:rsid w:val="0055701E"/>
    <w:rsid w:val="0055731E"/>
    <w:rsid w:val="00557A81"/>
    <w:rsid w:val="00557E7D"/>
    <w:rsid w:val="00560695"/>
    <w:rsid w:val="00561555"/>
    <w:rsid w:val="00563240"/>
    <w:rsid w:val="00563556"/>
    <w:rsid w:val="0056462F"/>
    <w:rsid w:val="00564C7C"/>
    <w:rsid w:val="00566714"/>
    <w:rsid w:val="00566A27"/>
    <w:rsid w:val="00567CBD"/>
    <w:rsid w:val="005729C5"/>
    <w:rsid w:val="0057368F"/>
    <w:rsid w:val="00573FB7"/>
    <w:rsid w:val="0057447B"/>
    <w:rsid w:val="005745EA"/>
    <w:rsid w:val="005769A6"/>
    <w:rsid w:val="00577D0E"/>
    <w:rsid w:val="00577D60"/>
    <w:rsid w:val="00580838"/>
    <w:rsid w:val="00581A3E"/>
    <w:rsid w:val="0058255F"/>
    <w:rsid w:val="00582C59"/>
    <w:rsid w:val="0058331B"/>
    <w:rsid w:val="0058364B"/>
    <w:rsid w:val="0058412F"/>
    <w:rsid w:val="00584826"/>
    <w:rsid w:val="00584F4B"/>
    <w:rsid w:val="005852D6"/>
    <w:rsid w:val="00585B63"/>
    <w:rsid w:val="005867C7"/>
    <w:rsid w:val="005871E0"/>
    <w:rsid w:val="00587433"/>
    <w:rsid w:val="00587926"/>
    <w:rsid w:val="00590A45"/>
    <w:rsid w:val="005919A0"/>
    <w:rsid w:val="00592694"/>
    <w:rsid w:val="00592971"/>
    <w:rsid w:val="00592C2A"/>
    <w:rsid w:val="0059337F"/>
    <w:rsid w:val="0059428A"/>
    <w:rsid w:val="005947B8"/>
    <w:rsid w:val="005950B4"/>
    <w:rsid w:val="0059520E"/>
    <w:rsid w:val="00595AB0"/>
    <w:rsid w:val="00595E89"/>
    <w:rsid w:val="00596423"/>
    <w:rsid w:val="005969FA"/>
    <w:rsid w:val="00597BC5"/>
    <w:rsid w:val="00597ECF"/>
    <w:rsid w:val="00597FAC"/>
    <w:rsid w:val="005A0085"/>
    <w:rsid w:val="005A027B"/>
    <w:rsid w:val="005A0794"/>
    <w:rsid w:val="005A0876"/>
    <w:rsid w:val="005A0AC2"/>
    <w:rsid w:val="005A0B2F"/>
    <w:rsid w:val="005A1018"/>
    <w:rsid w:val="005A18DA"/>
    <w:rsid w:val="005A19BF"/>
    <w:rsid w:val="005A213C"/>
    <w:rsid w:val="005A261B"/>
    <w:rsid w:val="005A2A11"/>
    <w:rsid w:val="005A2F31"/>
    <w:rsid w:val="005A3117"/>
    <w:rsid w:val="005A3873"/>
    <w:rsid w:val="005A3F28"/>
    <w:rsid w:val="005A4867"/>
    <w:rsid w:val="005A48C2"/>
    <w:rsid w:val="005A4E33"/>
    <w:rsid w:val="005A6119"/>
    <w:rsid w:val="005A64DE"/>
    <w:rsid w:val="005A6C8A"/>
    <w:rsid w:val="005A7515"/>
    <w:rsid w:val="005B012A"/>
    <w:rsid w:val="005B0AAC"/>
    <w:rsid w:val="005B1C0F"/>
    <w:rsid w:val="005B2201"/>
    <w:rsid w:val="005B290D"/>
    <w:rsid w:val="005B36DE"/>
    <w:rsid w:val="005B6F30"/>
    <w:rsid w:val="005B7205"/>
    <w:rsid w:val="005B724B"/>
    <w:rsid w:val="005C0251"/>
    <w:rsid w:val="005C0DB6"/>
    <w:rsid w:val="005C1CEB"/>
    <w:rsid w:val="005C2532"/>
    <w:rsid w:val="005C31E9"/>
    <w:rsid w:val="005C3D74"/>
    <w:rsid w:val="005C411A"/>
    <w:rsid w:val="005C4BBD"/>
    <w:rsid w:val="005C5220"/>
    <w:rsid w:val="005C693B"/>
    <w:rsid w:val="005C6A1F"/>
    <w:rsid w:val="005D10B2"/>
    <w:rsid w:val="005D16E0"/>
    <w:rsid w:val="005D1C17"/>
    <w:rsid w:val="005D3881"/>
    <w:rsid w:val="005D46B4"/>
    <w:rsid w:val="005D4DA5"/>
    <w:rsid w:val="005D529B"/>
    <w:rsid w:val="005D6603"/>
    <w:rsid w:val="005D6751"/>
    <w:rsid w:val="005D7547"/>
    <w:rsid w:val="005E0227"/>
    <w:rsid w:val="005E0305"/>
    <w:rsid w:val="005E1355"/>
    <w:rsid w:val="005E14DE"/>
    <w:rsid w:val="005E1A66"/>
    <w:rsid w:val="005E2744"/>
    <w:rsid w:val="005E3398"/>
    <w:rsid w:val="005E3A5F"/>
    <w:rsid w:val="005E44DF"/>
    <w:rsid w:val="005E5A66"/>
    <w:rsid w:val="005E66B3"/>
    <w:rsid w:val="005E6CFB"/>
    <w:rsid w:val="005E6E7D"/>
    <w:rsid w:val="005E7230"/>
    <w:rsid w:val="005E78C0"/>
    <w:rsid w:val="005F0E9E"/>
    <w:rsid w:val="005F1A8E"/>
    <w:rsid w:val="005F1D3E"/>
    <w:rsid w:val="005F2DB8"/>
    <w:rsid w:val="005F4AD7"/>
    <w:rsid w:val="005F4B4A"/>
    <w:rsid w:val="005F4E53"/>
    <w:rsid w:val="005F7B1C"/>
    <w:rsid w:val="00600961"/>
    <w:rsid w:val="0060184D"/>
    <w:rsid w:val="00601C2E"/>
    <w:rsid w:val="00604386"/>
    <w:rsid w:val="0060448E"/>
    <w:rsid w:val="00604910"/>
    <w:rsid w:val="0060543B"/>
    <w:rsid w:val="00605643"/>
    <w:rsid w:val="006056E8"/>
    <w:rsid w:val="00606774"/>
    <w:rsid w:val="00607628"/>
    <w:rsid w:val="006076EF"/>
    <w:rsid w:val="0060775A"/>
    <w:rsid w:val="00607F57"/>
    <w:rsid w:val="006100E2"/>
    <w:rsid w:val="00611429"/>
    <w:rsid w:val="006120F7"/>
    <w:rsid w:val="006132B7"/>
    <w:rsid w:val="00613BA1"/>
    <w:rsid w:val="006142A4"/>
    <w:rsid w:val="006144F8"/>
    <w:rsid w:val="00615048"/>
    <w:rsid w:val="00615B98"/>
    <w:rsid w:val="00615E78"/>
    <w:rsid w:val="006164D4"/>
    <w:rsid w:val="00616D7E"/>
    <w:rsid w:val="00620552"/>
    <w:rsid w:val="0062218D"/>
    <w:rsid w:val="006221CD"/>
    <w:rsid w:val="006224EA"/>
    <w:rsid w:val="00622D5F"/>
    <w:rsid w:val="00623534"/>
    <w:rsid w:val="00623D9A"/>
    <w:rsid w:val="006244D3"/>
    <w:rsid w:val="00625546"/>
    <w:rsid w:val="0062670A"/>
    <w:rsid w:val="00630118"/>
    <w:rsid w:val="00630420"/>
    <w:rsid w:val="00631891"/>
    <w:rsid w:val="00631A62"/>
    <w:rsid w:val="00631FE6"/>
    <w:rsid w:val="006329D0"/>
    <w:rsid w:val="00632FB6"/>
    <w:rsid w:val="0063320E"/>
    <w:rsid w:val="006334F5"/>
    <w:rsid w:val="00633B4D"/>
    <w:rsid w:val="00634851"/>
    <w:rsid w:val="0063586E"/>
    <w:rsid w:val="006363F1"/>
    <w:rsid w:val="00636FFE"/>
    <w:rsid w:val="00637B30"/>
    <w:rsid w:val="00637C36"/>
    <w:rsid w:val="00640C84"/>
    <w:rsid w:val="00641EA3"/>
    <w:rsid w:val="0064256F"/>
    <w:rsid w:val="0064273F"/>
    <w:rsid w:val="00642E10"/>
    <w:rsid w:val="00644085"/>
    <w:rsid w:val="0064509B"/>
    <w:rsid w:val="00645B24"/>
    <w:rsid w:val="00645B78"/>
    <w:rsid w:val="00645D8A"/>
    <w:rsid w:val="00646557"/>
    <w:rsid w:val="006465CC"/>
    <w:rsid w:val="006475D3"/>
    <w:rsid w:val="006506DC"/>
    <w:rsid w:val="006509D3"/>
    <w:rsid w:val="00650E43"/>
    <w:rsid w:val="0065219A"/>
    <w:rsid w:val="0065287C"/>
    <w:rsid w:val="00652D33"/>
    <w:rsid w:val="00652FDB"/>
    <w:rsid w:val="006540AE"/>
    <w:rsid w:val="00654363"/>
    <w:rsid w:val="00654C09"/>
    <w:rsid w:val="00654ED1"/>
    <w:rsid w:val="0065522F"/>
    <w:rsid w:val="0065569A"/>
    <w:rsid w:val="00656003"/>
    <w:rsid w:val="006566D5"/>
    <w:rsid w:val="00656BDC"/>
    <w:rsid w:val="00660094"/>
    <w:rsid w:val="0066087C"/>
    <w:rsid w:val="00661370"/>
    <w:rsid w:val="006627AB"/>
    <w:rsid w:val="006629F0"/>
    <w:rsid w:val="00662CFC"/>
    <w:rsid w:val="00664AF8"/>
    <w:rsid w:val="00664BF3"/>
    <w:rsid w:val="0066536A"/>
    <w:rsid w:val="00665699"/>
    <w:rsid w:val="00665B01"/>
    <w:rsid w:val="00667153"/>
    <w:rsid w:val="00667708"/>
    <w:rsid w:val="00670EF9"/>
    <w:rsid w:val="00670FB4"/>
    <w:rsid w:val="00672278"/>
    <w:rsid w:val="006727C9"/>
    <w:rsid w:val="00672C77"/>
    <w:rsid w:val="00673322"/>
    <w:rsid w:val="00673857"/>
    <w:rsid w:val="00673BF3"/>
    <w:rsid w:val="00673F69"/>
    <w:rsid w:val="00674EEE"/>
    <w:rsid w:val="006751F5"/>
    <w:rsid w:val="00675DA0"/>
    <w:rsid w:val="00677726"/>
    <w:rsid w:val="00677D69"/>
    <w:rsid w:val="0068013B"/>
    <w:rsid w:val="006815D2"/>
    <w:rsid w:val="00682323"/>
    <w:rsid w:val="0068281F"/>
    <w:rsid w:val="00682DD0"/>
    <w:rsid w:val="00685061"/>
    <w:rsid w:val="00685291"/>
    <w:rsid w:val="00685C09"/>
    <w:rsid w:val="006877C9"/>
    <w:rsid w:val="00690975"/>
    <w:rsid w:val="006910F5"/>
    <w:rsid w:val="006911A4"/>
    <w:rsid w:val="006918CF"/>
    <w:rsid w:val="00691EBD"/>
    <w:rsid w:val="006928D4"/>
    <w:rsid w:val="00692A82"/>
    <w:rsid w:val="006938BF"/>
    <w:rsid w:val="006944EC"/>
    <w:rsid w:val="00694FA8"/>
    <w:rsid w:val="00696056"/>
    <w:rsid w:val="006974BD"/>
    <w:rsid w:val="00697662"/>
    <w:rsid w:val="006A02CC"/>
    <w:rsid w:val="006A0FF5"/>
    <w:rsid w:val="006A29F9"/>
    <w:rsid w:val="006A2B3F"/>
    <w:rsid w:val="006A3096"/>
    <w:rsid w:val="006A44A3"/>
    <w:rsid w:val="006A4534"/>
    <w:rsid w:val="006A535C"/>
    <w:rsid w:val="006A5D10"/>
    <w:rsid w:val="006A63B7"/>
    <w:rsid w:val="006A6833"/>
    <w:rsid w:val="006A6E49"/>
    <w:rsid w:val="006A6F1A"/>
    <w:rsid w:val="006A7DEC"/>
    <w:rsid w:val="006B0412"/>
    <w:rsid w:val="006B13C2"/>
    <w:rsid w:val="006B1706"/>
    <w:rsid w:val="006B1D0D"/>
    <w:rsid w:val="006B2FB1"/>
    <w:rsid w:val="006B4863"/>
    <w:rsid w:val="006B677C"/>
    <w:rsid w:val="006B6E17"/>
    <w:rsid w:val="006B76C7"/>
    <w:rsid w:val="006C04EF"/>
    <w:rsid w:val="006C1012"/>
    <w:rsid w:val="006C18CF"/>
    <w:rsid w:val="006C26AD"/>
    <w:rsid w:val="006C2CE0"/>
    <w:rsid w:val="006C388E"/>
    <w:rsid w:val="006C3B1E"/>
    <w:rsid w:val="006C3D3D"/>
    <w:rsid w:val="006C414A"/>
    <w:rsid w:val="006C472E"/>
    <w:rsid w:val="006C515A"/>
    <w:rsid w:val="006C6271"/>
    <w:rsid w:val="006C63BC"/>
    <w:rsid w:val="006C68AA"/>
    <w:rsid w:val="006D0A27"/>
    <w:rsid w:val="006D1802"/>
    <w:rsid w:val="006D1F0A"/>
    <w:rsid w:val="006D2043"/>
    <w:rsid w:val="006D2888"/>
    <w:rsid w:val="006D2DAF"/>
    <w:rsid w:val="006D3987"/>
    <w:rsid w:val="006D474D"/>
    <w:rsid w:val="006D5436"/>
    <w:rsid w:val="006D554D"/>
    <w:rsid w:val="006D585F"/>
    <w:rsid w:val="006D641A"/>
    <w:rsid w:val="006D7DED"/>
    <w:rsid w:val="006E04A7"/>
    <w:rsid w:val="006E1048"/>
    <w:rsid w:val="006E13F1"/>
    <w:rsid w:val="006E276D"/>
    <w:rsid w:val="006E3840"/>
    <w:rsid w:val="006E3F43"/>
    <w:rsid w:val="006E4F5F"/>
    <w:rsid w:val="006F033F"/>
    <w:rsid w:val="006F0C2C"/>
    <w:rsid w:val="006F0C3F"/>
    <w:rsid w:val="006F245D"/>
    <w:rsid w:val="006F24A8"/>
    <w:rsid w:val="006F28FA"/>
    <w:rsid w:val="006F4268"/>
    <w:rsid w:val="006F484D"/>
    <w:rsid w:val="006F4B39"/>
    <w:rsid w:val="006F5220"/>
    <w:rsid w:val="006F5BC4"/>
    <w:rsid w:val="006F5EF7"/>
    <w:rsid w:val="006F63FB"/>
    <w:rsid w:val="006F6570"/>
    <w:rsid w:val="006F6AFE"/>
    <w:rsid w:val="006F7BAE"/>
    <w:rsid w:val="00701160"/>
    <w:rsid w:val="00701C8E"/>
    <w:rsid w:val="00701F4F"/>
    <w:rsid w:val="00702744"/>
    <w:rsid w:val="00703C9A"/>
    <w:rsid w:val="00705538"/>
    <w:rsid w:val="00705715"/>
    <w:rsid w:val="00705CB9"/>
    <w:rsid w:val="00706114"/>
    <w:rsid w:val="0070669F"/>
    <w:rsid w:val="00706E6C"/>
    <w:rsid w:val="007075D7"/>
    <w:rsid w:val="0071152E"/>
    <w:rsid w:val="007116AF"/>
    <w:rsid w:val="00713978"/>
    <w:rsid w:val="00714727"/>
    <w:rsid w:val="00715225"/>
    <w:rsid w:val="00715658"/>
    <w:rsid w:val="00715B76"/>
    <w:rsid w:val="00715D17"/>
    <w:rsid w:val="0071660D"/>
    <w:rsid w:val="00717029"/>
    <w:rsid w:val="00717F61"/>
    <w:rsid w:val="007200FE"/>
    <w:rsid w:val="0072065B"/>
    <w:rsid w:val="00720B1C"/>
    <w:rsid w:val="007214C0"/>
    <w:rsid w:val="00722474"/>
    <w:rsid w:val="00722477"/>
    <w:rsid w:val="00725AEF"/>
    <w:rsid w:val="00727305"/>
    <w:rsid w:val="007277E2"/>
    <w:rsid w:val="00727C3A"/>
    <w:rsid w:val="00730732"/>
    <w:rsid w:val="00731A31"/>
    <w:rsid w:val="00731D4E"/>
    <w:rsid w:val="00731D5D"/>
    <w:rsid w:val="00732071"/>
    <w:rsid w:val="00732BA1"/>
    <w:rsid w:val="00732F84"/>
    <w:rsid w:val="0073360A"/>
    <w:rsid w:val="007336A7"/>
    <w:rsid w:val="00733D13"/>
    <w:rsid w:val="00733F16"/>
    <w:rsid w:val="00734884"/>
    <w:rsid w:val="00734AD9"/>
    <w:rsid w:val="00734E48"/>
    <w:rsid w:val="00735E73"/>
    <w:rsid w:val="00736047"/>
    <w:rsid w:val="007363D5"/>
    <w:rsid w:val="00737190"/>
    <w:rsid w:val="007375BC"/>
    <w:rsid w:val="00737F24"/>
    <w:rsid w:val="00740017"/>
    <w:rsid w:val="00740C98"/>
    <w:rsid w:val="00741094"/>
    <w:rsid w:val="007419D3"/>
    <w:rsid w:val="0074455B"/>
    <w:rsid w:val="00744AA1"/>
    <w:rsid w:val="00745037"/>
    <w:rsid w:val="00745BB0"/>
    <w:rsid w:val="00746CC2"/>
    <w:rsid w:val="00747344"/>
    <w:rsid w:val="00747430"/>
    <w:rsid w:val="00747780"/>
    <w:rsid w:val="0075034B"/>
    <w:rsid w:val="007509F7"/>
    <w:rsid w:val="00750D25"/>
    <w:rsid w:val="00750F29"/>
    <w:rsid w:val="00751056"/>
    <w:rsid w:val="00751B02"/>
    <w:rsid w:val="0075213D"/>
    <w:rsid w:val="00752B76"/>
    <w:rsid w:val="00752F69"/>
    <w:rsid w:val="0075366F"/>
    <w:rsid w:val="00753712"/>
    <w:rsid w:val="007551C3"/>
    <w:rsid w:val="00755802"/>
    <w:rsid w:val="00755D9A"/>
    <w:rsid w:val="00756001"/>
    <w:rsid w:val="007567D0"/>
    <w:rsid w:val="00757104"/>
    <w:rsid w:val="0075740F"/>
    <w:rsid w:val="00757EA2"/>
    <w:rsid w:val="007619A1"/>
    <w:rsid w:val="00761C4B"/>
    <w:rsid w:val="00762949"/>
    <w:rsid w:val="00763615"/>
    <w:rsid w:val="00763813"/>
    <w:rsid w:val="00763A1C"/>
    <w:rsid w:val="00764238"/>
    <w:rsid w:val="00764F2A"/>
    <w:rsid w:val="0076518E"/>
    <w:rsid w:val="00765280"/>
    <w:rsid w:val="00765E68"/>
    <w:rsid w:val="007663A7"/>
    <w:rsid w:val="007667F6"/>
    <w:rsid w:val="00771D4D"/>
    <w:rsid w:val="00772AA7"/>
    <w:rsid w:val="00772E2B"/>
    <w:rsid w:val="00772E37"/>
    <w:rsid w:val="00773E59"/>
    <w:rsid w:val="00773EBE"/>
    <w:rsid w:val="00775522"/>
    <w:rsid w:val="00775B8F"/>
    <w:rsid w:val="007761EC"/>
    <w:rsid w:val="007766F0"/>
    <w:rsid w:val="00777ACA"/>
    <w:rsid w:val="007808D6"/>
    <w:rsid w:val="00781130"/>
    <w:rsid w:val="00781488"/>
    <w:rsid w:val="00781678"/>
    <w:rsid w:val="00782320"/>
    <w:rsid w:val="007840A1"/>
    <w:rsid w:val="00784B35"/>
    <w:rsid w:val="00784C69"/>
    <w:rsid w:val="007850D4"/>
    <w:rsid w:val="00785B6A"/>
    <w:rsid w:val="0078680A"/>
    <w:rsid w:val="00786A00"/>
    <w:rsid w:val="007872EF"/>
    <w:rsid w:val="007875E8"/>
    <w:rsid w:val="00790032"/>
    <w:rsid w:val="007904CF"/>
    <w:rsid w:val="00790B23"/>
    <w:rsid w:val="00790B84"/>
    <w:rsid w:val="00791489"/>
    <w:rsid w:val="00791F52"/>
    <w:rsid w:val="00791FE8"/>
    <w:rsid w:val="007922D0"/>
    <w:rsid w:val="00792CE3"/>
    <w:rsid w:val="00792D0C"/>
    <w:rsid w:val="0079316D"/>
    <w:rsid w:val="00794310"/>
    <w:rsid w:val="007948EC"/>
    <w:rsid w:val="00794D85"/>
    <w:rsid w:val="007952DD"/>
    <w:rsid w:val="0079543E"/>
    <w:rsid w:val="0079652C"/>
    <w:rsid w:val="0079665F"/>
    <w:rsid w:val="00796A24"/>
    <w:rsid w:val="007970C4"/>
    <w:rsid w:val="007973D6"/>
    <w:rsid w:val="007A01E5"/>
    <w:rsid w:val="007A1042"/>
    <w:rsid w:val="007A14CC"/>
    <w:rsid w:val="007A1915"/>
    <w:rsid w:val="007A1BC5"/>
    <w:rsid w:val="007A29D0"/>
    <w:rsid w:val="007A2B25"/>
    <w:rsid w:val="007A30F3"/>
    <w:rsid w:val="007A35FD"/>
    <w:rsid w:val="007A3907"/>
    <w:rsid w:val="007A4232"/>
    <w:rsid w:val="007A45A9"/>
    <w:rsid w:val="007A4A9D"/>
    <w:rsid w:val="007A52F9"/>
    <w:rsid w:val="007A59E1"/>
    <w:rsid w:val="007A5D8F"/>
    <w:rsid w:val="007A7C95"/>
    <w:rsid w:val="007B00EF"/>
    <w:rsid w:val="007B1E8B"/>
    <w:rsid w:val="007B20E5"/>
    <w:rsid w:val="007B24E2"/>
    <w:rsid w:val="007B2F14"/>
    <w:rsid w:val="007B37EC"/>
    <w:rsid w:val="007B546D"/>
    <w:rsid w:val="007B62BC"/>
    <w:rsid w:val="007B7010"/>
    <w:rsid w:val="007B75C9"/>
    <w:rsid w:val="007B787A"/>
    <w:rsid w:val="007C0D52"/>
    <w:rsid w:val="007C1998"/>
    <w:rsid w:val="007C1BD9"/>
    <w:rsid w:val="007C2233"/>
    <w:rsid w:val="007C32D9"/>
    <w:rsid w:val="007C350D"/>
    <w:rsid w:val="007C38F2"/>
    <w:rsid w:val="007C41CC"/>
    <w:rsid w:val="007C4B58"/>
    <w:rsid w:val="007C5601"/>
    <w:rsid w:val="007C6142"/>
    <w:rsid w:val="007C62C0"/>
    <w:rsid w:val="007C6A1E"/>
    <w:rsid w:val="007D02C8"/>
    <w:rsid w:val="007D1380"/>
    <w:rsid w:val="007D143F"/>
    <w:rsid w:val="007D263A"/>
    <w:rsid w:val="007D2CC9"/>
    <w:rsid w:val="007D32C6"/>
    <w:rsid w:val="007D338F"/>
    <w:rsid w:val="007D4EFE"/>
    <w:rsid w:val="007D4FD2"/>
    <w:rsid w:val="007D68D4"/>
    <w:rsid w:val="007D6DFE"/>
    <w:rsid w:val="007E164A"/>
    <w:rsid w:val="007E2E9D"/>
    <w:rsid w:val="007E3837"/>
    <w:rsid w:val="007E40FA"/>
    <w:rsid w:val="007E4819"/>
    <w:rsid w:val="007E5023"/>
    <w:rsid w:val="007E5207"/>
    <w:rsid w:val="007E5AC1"/>
    <w:rsid w:val="007E6D9D"/>
    <w:rsid w:val="007E70D1"/>
    <w:rsid w:val="007E7617"/>
    <w:rsid w:val="007E7F9D"/>
    <w:rsid w:val="007F0B92"/>
    <w:rsid w:val="007F1B43"/>
    <w:rsid w:val="007F1F63"/>
    <w:rsid w:val="007F31A7"/>
    <w:rsid w:val="007F34B7"/>
    <w:rsid w:val="007F3573"/>
    <w:rsid w:val="007F473F"/>
    <w:rsid w:val="007F5429"/>
    <w:rsid w:val="007F54D4"/>
    <w:rsid w:val="007F5A72"/>
    <w:rsid w:val="007F5B63"/>
    <w:rsid w:val="007F604B"/>
    <w:rsid w:val="007F611F"/>
    <w:rsid w:val="007F6160"/>
    <w:rsid w:val="007F64B3"/>
    <w:rsid w:val="007F6A94"/>
    <w:rsid w:val="007F6B81"/>
    <w:rsid w:val="007F6D53"/>
    <w:rsid w:val="007F77D1"/>
    <w:rsid w:val="00800E45"/>
    <w:rsid w:val="00800E4E"/>
    <w:rsid w:val="008010D7"/>
    <w:rsid w:val="008014A1"/>
    <w:rsid w:val="0080259C"/>
    <w:rsid w:val="0080367D"/>
    <w:rsid w:val="008036BB"/>
    <w:rsid w:val="00803713"/>
    <w:rsid w:val="00803E47"/>
    <w:rsid w:val="00805DCD"/>
    <w:rsid w:val="00805ED6"/>
    <w:rsid w:val="008065D0"/>
    <w:rsid w:val="008067FA"/>
    <w:rsid w:val="00807DAD"/>
    <w:rsid w:val="0081021E"/>
    <w:rsid w:val="008108D5"/>
    <w:rsid w:val="008111A8"/>
    <w:rsid w:val="0081150C"/>
    <w:rsid w:val="008118E0"/>
    <w:rsid w:val="008122C4"/>
    <w:rsid w:val="00812308"/>
    <w:rsid w:val="00813127"/>
    <w:rsid w:val="0081494A"/>
    <w:rsid w:val="00815AEB"/>
    <w:rsid w:val="0081660F"/>
    <w:rsid w:val="00817211"/>
    <w:rsid w:val="00817918"/>
    <w:rsid w:val="00821AF6"/>
    <w:rsid w:val="0082440E"/>
    <w:rsid w:val="00824799"/>
    <w:rsid w:val="008278CD"/>
    <w:rsid w:val="00827996"/>
    <w:rsid w:val="0083018F"/>
    <w:rsid w:val="00831476"/>
    <w:rsid w:val="00831564"/>
    <w:rsid w:val="00831AD6"/>
    <w:rsid w:val="00831B17"/>
    <w:rsid w:val="00831F6B"/>
    <w:rsid w:val="00832026"/>
    <w:rsid w:val="00832CCC"/>
    <w:rsid w:val="00832E19"/>
    <w:rsid w:val="00837087"/>
    <w:rsid w:val="008373C9"/>
    <w:rsid w:val="00837EB8"/>
    <w:rsid w:val="00840152"/>
    <w:rsid w:val="00840293"/>
    <w:rsid w:val="0084058E"/>
    <w:rsid w:val="00840B3D"/>
    <w:rsid w:val="0084136C"/>
    <w:rsid w:val="008422B3"/>
    <w:rsid w:val="00842807"/>
    <w:rsid w:val="00842B61"/>
    <w:rsid w:val="00842B7B"/>
    <w:rsid w:val="00842D66"/>
    <w:rsid w:val="00846A81"/>
    <w:rsid w:val="00846C4D"/>
    <w:rsid w:val="0084700A"/>
    <w:rsid w:val="00847B58"/>
    <w:rsid w:val="00851334"/>
    <w:rsid w:val="0085147C"/>
    <w:rsid w:val="0085277A"/>
    <w:rsid w:val="00852816"/>
    <w:rsid w:val="00852ACC"/>
    <w:rsid w:val="00852BC6"/>
    <w:rsid w:val="00852BDD"/>
    <w:rsid w:val="00852C21"/>
    <w:rsid w:val="00852DCE"/>
    <w:rsid w:val="00853034"/>
    <w:rsid w:val="00854DA0"/>
    <w:rsid w:val="00855985"/>
    <w:rsid w:val="00855B2F"/>
    <w:rsid w:val="008565B7"/>
    <w:rsid w:val="008567D5"/>
    <w:rsid w:val="008571F7"/>
    <w:rsid w:val="00857C42"/>
    <w:rsid w:val="00857F39"/>
    <w:rsid w:val="00860AEA"/>
    <w:rsid w:val="008611FB"/>
    <w:rsid w:val="00863AC2"/>
    <w:rsid w:val="00864426"/>
    <w:rsid w:val="008645B3"/>
    <w:rsid w:val="00864D28"/>
    <w:rsid w:val="00864F90"/>
    <w:rsid w:val="00865A4E"/>
    <w:rsid w:val="00866786"/>
    <w:rsid w:val="00867CF5"/>
    <w:rsid w:val="0087009F"/>
    <w:rsid w:val="0087059C"/>
    <w:rsid w:val="008712BD"/>
    <w:rsid w:val="008714E7"/>
    <w:rsid w:val="008715A5"/>
    <w:rsid w:val="00872370"/>
    <w:rsid w:val="008731E4"/>
    <w:rsid w:val="008734A0"/>
    <w:rsid w:val="00873E0F"/>
    <w:rsid w:val="00875760"/>
    <w:rsid w:val="00876749"/>
    <w:rsid w:val="008768E5"/>
    <w:rsid w:val="0087690C"/>
    <w:rsid w:val="00876ADD"/>
    <w:rsid w:val="00876C11"/>
    <w:rsid w:val="00877D2D"/>
    <w:rsid w:val="0088026A"/>
    <w:rsid w:val="00880FA2"/>
    <w:rsid w:val="00881BF6"/>
    <w:rsid w:val="00882164"/>
    <w:rsid w:val="0088286F"/>
    <w:rsid w:val="00882E57"/>
    <w:rsid w:val="0088369B"/>
    <w:rsid w:val="008837F5"/>
    <w:rsid w:val="00883895"/>
    <w:rsid w:val="00883B47"/>
    <w:rsid w:val="00884CEA"/>
    <w:rsid w:val="00884FF6"/>
    <w:rsid w:val="00885477"/>
    <w:rsid w:val="00885C84"/>
    <w:rsid w:val="0088668B"/>
    <w:rsid w:val="008871F1"/>
    <w:rsid w:val="008879F3"/>
    <w:rsid w:val="00887C8A"/>
    <w:rsid w:val="00893CE6"/>
    <w:rsid w:val="00894D35"/>
    <w:rsid w:val="00895EEF"/>
    <w:rsid w:val="0089637A"/>
    <w:rsid w:val="008964EB"/>
    <w:rsid w:val="00896DA5"/>
    <w:rsid w:val="008A0761"/>
    <w:rsid w:val="008A0BFC"/>
    <w:rsid w:val="008A18B0"/>
    <w:rsid w:val="008A200A"/>
    <w:rsid w:val="008A23FD"/>
    <w:rsid w:val="008A2A2D"/>
    <w:rsid w:val="008A38E0"/>
    <w:rsid w:val="008A39E6"/>
    <w:rsid w:val="008A4702"/>
    <w:rsid w:val="008A60D8"/>
    <w:rsid w:val="008A6261"/>
    <w:rsid w:val="008A6A52"/>
    <w:rsid w:val="008A7319"/>
    <w:rsid w:val="008B0213"/>
    <w:rsid w:val="008B0260"/>
    <w:rsid w:val="008B04A3"/>
    <w:rsid w:val="008B0545"/>
    <w:rsid w:val="008B0AF1"/>
    <w:rsid w:val="008B207B"/>
    <w:rsid w:val="008B3951"/>
    <w:rsid w:val="008B3A12"/>
    <w:rsid w:val="008B3B1B"/>
    <w:rsid w:val="008B3D9B"/>
    <w:rsid w:val="008B4312"/>
    <w:rsid w:val="008B44D1"/>
    <w:rsid w:val="008B45DD"/>
    <w:rsid w:val="008B51BC"/>
    <w:rsid w:val="008B51CC"/>
    <w:rsid w:val="008B65A0"/>
    <w:rsid w:val="008C05DC"/>
    <w:rsid w:val="008C0FB7"/>
    <w:rsid w:val="008C37CD"/>
    <w:rsid w:val="008C3856"/>
    <w:rsid w:val="008C54C0"/>
    <w:rsid w:val="008C5BB4"/>
    <w:rsid w:val="008C663B"/>
    <w:rsid w:val="008C69FE"/>
    <w:rsid w:val="008C70BE"/>
    <w:rsid w:val="008C73F2"/>
    <w:rsid w:val="008C7C1C"/>
    <w:rsid w:val="008D02F5"/>
    <w:rsid w:val="008D0CDE"/>
    <w:rsid w:val="008D0DF8"/>
    <w:rsid w:val="008D0F2A"/>
    <w:rsid w:val="008D0F75"/>
    <w:rsid w:val="008D2506"/>
    <w:rsid w:val="008D2893"/>
    <w:rsid w:val="008D5AF9"/>
    <w:rsid w:val="008D6463"/>
    <w:rsid w:val="008E024C"/>
    <w:rsid w:val="008E15D5"/>
    <w:rsid w:val="008E1CD4"/>
    <w:rsid w:val="008E1DB7"/>
    <w:rsid w:val="008E23F3"/>
    <w:rsid w:val="008E3195"/>
    <w:rsid w:val="008E3907"/>
    <w:rsid w:val="008E468C"/>
    <w:rsid w:val="008E489E"/>
    <w:rsid w:val="008E5195"/>
    <w:rsid w:val="008E5B45"/>
    <w:rsid w:val="008E69BD"/>
    <w:rsid w:val="008E6F62"/>
    <w:rsid w:val="008F0194"/>
    <w:rsid w:val="008F1DFD"/>
    <w:rsid w:val="008F2DDF"/>
    <w:rsid w:val="008F2E99"/>
    <w:rsid w:val="008F3984"/>
    <w:rsid w:val="008F42BB"/>
    <w:rsid w:val="008F42E0"/>
    <w:rsid w:val="008F4731"/>
    <w:rsid w:val="008F5215"/>
    <w:rsid w:val="008F5313"/>
    <w:rsid w:val="008F536C"/>
    <w:rsid w:val="008F6146"/>
    <w:rsid w:val="008F637E"/>
    <w:rsid w:val="008F79D6"/>
    <w:rsid w:val="008F79EB"/>
    <w:rsid w:val="00900305"/>
    <w:rsid w:val="0090041C"/>
    <w:rsid w:val="009011E6"/>
    <w:rsid w:val="00901A0E"/>
    <w:rsid w:val="00901EAE"/>
    <w:rsid w:val="00903AEF"/>
    <w:rsid w:val="00905493"/>
    <w:rsid w:val="009077AF"/>
    <w:rsid w:val="00912487"/>
    <w:rsid w:val="00912B08"/>
    <w:rsid w:val="0091471E"/>
    <w:rsid w:val="00914B40"/>
    <w:rsid w:val="00915423"/>
    <w:rsid w:val="0091546A"/>
    <w:rsid w:val="00915A8D"/>
    <w:rsid w:val="00916035"/>
    <w:rsid w:val="00916398"/>
    <w:rsid w:val="009174A4"/>
    <w:rsid w:val="00917568"/>
    <w:rsid w:val="00917923"/>
    <w:rsid w:val="00920432"/>
    <w:rsid w:val="00920476"/>
    <w:rsid w:val="00920BCA"/>
    <w:rsid w:val="00921A50"/>
    <w:rsid w:val="00921CB0"/>
    <w:rsid w:val="009243DE"/>
    <w:rsid w:val="0092501D"/>
    <w:rsid w:val="0092526E"/>
    <w:rsid w:val="00925485"/>
    <w:rsid w:val="009260CD"/>
    <w:rsid w:val="00926451"/>
    <w:rsid w:val="00926817"/>
    <w:rsid w:val="0092698E"/>
    <w:rsid w:val="00927FBC"/>
    <w:rsid w:val="0093013F"/>
    <w:rsid w:val="009309E8"/>
    <w:rsid w:val="0093107F"/>
    <w:rsid w:val="00931097"/>
    <w:rsid w:val="0093148E"/>
    <w:rsid w:val="00931523"/>
    <w:rsid w:val="00931A06"/>
    <w:rsid w:val="00931CA5"/>
    <w:rsid w:val="00932B70"/>
    <w:rsid w:val="00934ACE"/>
    <w:rsid w:val="00934F26"/>
    <w:rsid w:val="009353F6"/>
    <w:rsid w:val="00935441"/>
    <w:rsid w:val="00935FAC"/>
    <w:rsid w:val="00936DCA"/>
    <w:rsid w:val="009424AA"/>
    <w:rsid w:val="00942506"/>
    <w:rsid w:val="009428C5"/>
    <w:rsid w:val="009433DF"/>
    <w:rsid w:val="00943552"/>
    <w:rsid w:val="009442BB"/>
    <w:rsid w:val="009448B5"/>
    <w:rsid w:val="00944E90"/>
    <w:rsid w:val="00946682"/>
    <w:rsid w:val="00947B3C"/>
    <w:rsid w:val="00947D4C"/>
    <w:rsid w:val="009519AE"/>
    <w:rsid w:val="009520C2"/>
    <w:rsid w:val="0095223C"/>
    <w:rsid w:val="009525A4"/>
    <w:rsid w:val="00952EED"/>
    <w:rsid w:val="0095336D"/>
    <w:rsid w:val="00953B7B"/>
    <w:rsid w:val="00954A69"/>
    <w:rsid w:val="009561E2"/>
    <w:rsid w:val="00956436"/>
    <w:rsid w:val="009568D8"/>
    <w:rsid w:val="0095792B"/>
    <w:rsid w:val="00957A2E"/>
    <w:rsid w:val="0096104A"/>
    <w:rsid w:val="00961242"/>
    <w:rsid w:val="00961DE0"/>
    <w:rsid w:val="00962A32"/>
    <w:rsid w:val="00962E00"/>
    <w:rsid w:val="009639E5"/>
    <w:rsid w:val="00964A04"/>
    <w:rsid w:val="00964ACE"/>
    <w:rsid w:val="0096604B"/>
    <w:rsid w:val="00966870"/>
    <w:rsid w:val="009670EE"/>
    <w:rsid w:val="00970258"/>
    <w:rsid w:val="00970E9B"/>
    <w:rsid w:val="00971729"/>
    <w:rsid w:val="00972C43"/>
    <w:rsid w:val="00973BD1"/>
    <w:rsid w:val="00973C93"/>
    <w:rsid w:val="00973EB0"/>
    <w:rsid w:val="009749C1"/>
    <w:rsid w:val="00975E4A"/>
    <w:rsid w:val="0097630D"/>
    <w:rsid w:val="00976318"/>
    <w:rsid w:val="00976AF9"/>
    <w:rsid w:val="009770E7"/>
    <w:rsid w:val="009776E8"/>
    <w:rsid w:val="00977A6A"/>
    <w:rsid w:val="00977CD0"/>
    <w:rsid w:val="00977EF3"/>
    <w:rsid w:val="00980990"/>
    <w:rsid w:val="009809C9"/>
    <w:rsid w:val="00980DEE"/>
    <w:rsid w:val="009837CE"/>
    <w:rsid w:val="009840D0"/>
    <w:rsid w:val="00985364"/>
    <w:rsid w:val="00985665"/>
    <w:rsid w:val="00986A69"/>
    <w:rsid w:val="00986AED"/>
    <w:rsid w:val="009923A9"/>
    <w:rsid w:val="00992C01"/>
    <w:rsid w:val="00993B6D"/>
    <w:rsid w:val="009944CE"/>
    <w:rsid w:val="00994870"/>
    <w:rsid w:val="009948C4"/>
    <w:rsid w:val="0099731D"/>
    <w:rsid w:val="00997887"/>
    <w:rsid w:val="009A00AC"/>
    <w:rsid w:val="009A0C98"/>
    <w:rsid w:val="009A0CF8"/>
    <w:rsid w:val="009A26F7"/>
    <w:rsid w:val="009A3481"/>
    <w:rsid w:val="009A363E"/>
    <w:rsid w:val="009A462D"/>
    <w:rsid w:val="009A4BC4"/>
    <w:rsid w:val="009A53DB"/>
    <w:rsid w:val="009A5416"/>
    <w:rsid w:val="009A5562"/>
    <w:rsid w:val="009A681C"/>
    <w:rsid w:val="009A697B"/>
    <w:rsid w:val="009A6A61"/>
    <w:rsid w:val="009A6F1A"/>
    <w:rsid w:val="009B1443"/>
    <w:rsid w:val="009B18A6"/>
    <w:rsid w:val="009B3DBC"/>
    <w:rsid w:val="009B4536"/>
    <w:rsid w:val="009B45EC"/>
    <w:rsid w:val="009B4E4F"/>
    <w:rsid w:val="009B57BE"/>
    <w:rsid w:val="009B6534"/>
    <w:rsid w:val="009B655E"/>
    <w:rsid w:val="009B69F2"/>
    <w:rsid w:val="009B73AB"/>
    <w:rsid w:val="009B75B7"/>
    <w:rsid w:val="009C0187"/>
    <w:rsid w:val="009C1522"/>
    <w:rsid w:val="009C328A"/>
    <w:rsid w:val="009C3630"/>
    <w:rsid w:val="009C3841"/>
    <w:rsid w:val="009C3C2B"/>
    <w:rsid w:val="009C46E4"/>
    <w:rsid w:val="009C4EA8"/>
    <w:rsid w:val="009C5429"/>
    <w:rsid w:val="009C5D8C"/>
    <w:rsid w:val="009C771D"/>
    <w:rsid w:val="009C7F6E"/>
    <w:rsid w:val="009D04A3"/>
    <w:rsid w:val="009D088F"/>
    <w:rsid w:val="009D26EF"/>
    <w:rsid w:val="009D345F"/>
    <w:rsid w:val="009D3966"/>
    <w:rsid w:val="009D4673"/>
    <w:rsid w:val="009D4D23"/>
    <w:rsid w:val="009D4DA1"/>
    <w:rsid w:val="009D55E5"/>
    <w:rsid w:val="009D58A4"/>
    <w:rsid w:val="009D617E"/>
    <w:rsid w:val="009D6E03"/>
    <w:rsid w:val="009D7573"/>
    <w:rsid w:val="009D7789"/>
    <w:rsid w:val="009D7AF5"/>
    <w:rsid w:val="009D7CAF"/>
    <w:rsid w:val="009E179F"/>
    <w:rsid w:val="009E40A2"/>
    <w:rsid w:val="009E542D"/>
    <w:rsid w:val="009E5446"/>
    <w:rsid w:val="009E5F00"/>
    <w:rsid w:val="009E7A23"/>
    <w:rsid w:val="009E7B18"/>
    <w:rsid w:val="009F16E7"/>
    <w:rsid w:val="009F181D"/>
    <w:rsid w:val="009F1871"/>
    <w:rsid w:val="009F41CE"/>
    <w:rsid w:val="009F41E0"/>
    <w:rsid w:val="009F469E"/>
    <w:rsid w:val="009F52D3"/>
    <w:rsid w:val="009F5761"/>
    <w:rsid w:val="009F6745"/>
    <w:rsid w:val="009F7232"/>
    <w:rsid w:val="009F7A9D"/>
    <w:rsid w:val="00A00B2A"/>
    <w:rsid w:val="00A03D66"/>
    <w:rsid w:val="00A03F20"/>
    <w:rsid w:val="00A043CD"/>
    <w:rsid w:val="00A055AF"/>
    <w:rsid w:val="00A06541"/>
    <w:rsid w:val="00A06979"/>
    <w:rsid w:val="00A06AE1"/>
    <w:rsid w:val="00A07252"/>
    <w:rsid w:val="00A101FD"/>
    <w:rsid w:val="00A112B0"/>
    <w:rsid w:val="00A116E8"/>
    <w:rsid w:val="00A11AF9"/>
    <w:rsid w:val="00A11B1A"/>
    <w:rsid w:val="00A1365B"/>
    <w:rsid w:val="00A13D35"/>
    <w:rsid w:val="00A141C6"/>
    <w:rsid w:val="00A14310"/>
    <w:rsid w:val="00A15E15"/>
    <w:rsid w:val="00A16A46"/>
    <w:rsid w:val="00A17738"/>
    <w:rsid w:val="00A22146"/>
    <w:rsid w:val="00A2322A"/>
    <w:rsid w:val="00A2353B"/>
    <w:rsid w:val="00A244BE"/>
    <w:rsid w:val="00A244FA"/>
    <w:rsid w:val="00A24A59"/>
    <w:rsid w:val="00A25915"/>
    <w:rsid w:val="00A25B7E"/>
    <w:rsid w:val="00A26274"/>
    <w:rsid w:val="00A32194"/>
    <w:rsid w:val="00A321D9"/>
    <w:rsid w:val="00A33AC1"/>
    <w:rsid w:val="00A349D9"/>
    <w:rsid w:val="00A35610"/>
    <w:rsid w:val="00A36229"/>
    <w:rsid w:val="00A369F7"/>
    <w:rsid w:val="00A36AA3"/>
    <w:rsid w:val="00A36E92"/>
    <w:rsid w:val="00A3722A"/>
    <w:rsid w:val="00A37CB4"/>
    <w:rsid w:val="00A40880"/>
    <w:rsid w:val="00A40B36"/>
    <w:rsid w:val="00A42B27"/>
    <w:rsid w:val="00A438CC"/>
    <w:rsid w:val="00A43DFE"/>
    <w:rsid w:val="00A43E2E"/>
    <w:rsid w:val="00A43F93"/>
    <w:rsid w:val="00A453BA"/>
    <w:rsid w:val="00A45B4F"/>
    <w:rsid w:val="00A46333"/>
    <w:rsid w:val="00A4662C"/>
    <w:rsid w:val="00A46E3C"/>
    <w:rsid w:val="00A4776B"/>
    <w:rsid w:val="00A5046C"/>
    <w:rsid w:val="00A50778"/>
    <w:rsid w:val="00A50A42"/>
    <w:rsid w:val="00A5217C"/>
    <w:rsid w:val="00A52473"/>
    <w:rsid w:val="00A5282D"/>
    <w:rsid w:val="00A54E24"/>
    <w:rsid w:val="00A54EBA"/>
    <w:rsid w:val="00A55254"/>
    <w:rsid w:val="00A55E7F"/>
    <w:rsid w:val="00A568E8"/>
    <w:rsid w:val="00A60593"/>
    <w:rsid w:val="00A60E16"/>
    <w:rsid w:val="00A61BBD"/>
    <w:rsid w:val="00A62D07"/>
    <w:rsid w:val="00A62E65"/>
    <w:rsid w:val="00A63208"/>
    <w:rsid w:val="00A64391"/>
    <w:rsid w:val="00A65560"/>
    <w:rsid w:val="00A661ED"/>
    <w:rsid w:val="00A6624E"/>
    <w:rsid w:val="00A663A9"/>
    <w:rsid w:val="00A666CD"/>
    <w:rsid w:val="00A6689B"/>
    <w:rsid w:val="00A67C87"/>
    <w:rsid w:val="00A70447"/>
    <w:rsid w:val="00A70C0A"/>
    <w:rsid w:val="00A70F00"/>
    <w:rsid w:val="00A72DDD"/>
    <w:rsid w:val="00A72FFB"/>
    <w:rsid w:val="00A7375B"/>
    <w:rsid w:val="00A73A6B"/>
    <w:rsid w:val="00A74656"/>
    <w:rsid w:val="00A755EF"/>
    <w:rsid w:val="00A762B5"/>
    <w:rsid w:val="00A76469"/>
    <w:rsid w:val="00A76ED1"/>
    <w:rsid w:val="00A7705F"/>
    <w:rsid w:val="00A80293"/>
    <w:rsid w:val="00A81274"/>
    <w:rsid w:val="00A82FC3"/>
    <w:rsid w:val="00A84535"/>
    <w:rsid w:val="00A8462C"/>
    <w:rsid w:val="00A84AE8"/>
    <w:rsid w:val="00A84C8A"/>
    <w:rsid w:val="00A85625"/>
    <w:rsid w:val="00A86293"/>
    <w:rsid w:val="00A863C3"/>
    <w:rsid w:val="00A90597"/>
    <w:rsid w:val="00A90E54"/>
    <w:rsid w:val="00A91C25"/>
    <w:rsid w:val="00A91ED2"/>
    <w:rsid w:val="00A9209D"/>
    <w:rsid w:val="00A92EFB"/>
    <w:rsid w:val="00A94BCA"/>
    <w:rsid w:val="00A96100"/>
    <w:rsid w:val="00A966A3"/>
    <w:rsid w:val="00A97212"/>
    <w:rsid w:val="00A97648"/>
    <w:rsid w:val="00A97672"/>
    <w:rsid w:val="00A97737"/>
    <w:rsid w:val="00A979D0"/>
    <w:rsid w:val="00A97BCC"/>
    <w:rsid w:val="00AA0553"/>
    <w:rsid w:val="00AA078B"/>
    <w:rsid w:val="00AA1738"/>
    <w:rsid w:val="00AA201D"/>
    <w:rsid w:val="00AA21FF"/>
    <w:rsid w:val="00AA2483"/>
    <w:rsid w:val="00AA3054"/>
    <w:rsid w:val="00AA3C64"/>
    <w:rsid w:val="00AA4887"/>
    <w:rsid w:val="00AA53A2"/>
    <w:rsid w:val="00AA53B7"/>
    <w:rsid w:val="00AA55EC"/>
    <w:rsid w:val="00AA6D31"/>
    <w:rsid w:val="00AA6E5F"/>
    <w:rsid w:val="00AA764C"/>
    <w:rsid w:val="00AB229D"/>
    <w:rsid w:val="00AB273C"/>
    <w:rsid w:val="00AB2888"/>
    <w:rsid w:val="00AB3366"/>
    <w:rsid w:val="00AB3382"/>
    <w:rsid w:val="00AB54AD"/>
    <w:rsid w:val="00AB585E"/>
    <w:rsid w:val="00AB5ED9"/>
    <w:rsid w:val="00AB6DC2"/>
    <w:rsid w:val="00AB7CB4"/>
    <w:rsid w:val="00AC27A0"/>
    <w:rsid w:val="00AC29D5"/>
    <w:rsid w:val="00AC396B"/>
    <w:rsid w:val="00AC3F26"/>
    <w:rsid w:val="00AC58FB"/>
    <w:rsid w:val="00AC5AD3"/>
    <w:rsid w:val="00AC5AD6"/>
    <w:rsid w:val="00AC60D9"/>
    <w:rsid w:val="00AC638C"/>
    <w:rsid w:val="00AC727F"/>
    <w:rsid w:val="00AC7DF6"/>
    <w:rsid w:val="00AD05B2"/>
    <w:rsid w:val="00AD0B9C"/>
    <w:rsid w:val="00AD1505"/>
    <w:rsid w:val="00AD182F"/>
    <w:rsid w:val="00AD1EB3"/>
    <w:rsid w:val="00AD260A"/>
    <w:rsid w:val="00AD2883"/>
    <w:rsid w:val="00AD2CBC"/>
    <w:rsid w:val="00AD34E6"/>
    <w:rsid w:val="00AD3D05"/>
    <w:rsid w:val="00AD492E"/>
    <w:rsid w:val="00AD759E"/>
    <w:rsid w:val="00AD7D6B"/>
    <w:rsid w:val="00AE028E"/>
    <w:rsid w:val="00AE098B"/>
    <w:rsid w:val="00AE208E"/>
    <w:rsid w:val="00AE2157"/>
    <w:rsid w:val="00AE2246"/>
    <w:rsid w:val="00AE2BAA"/>
    <w:rsid w:val="00AE2C00"/>
    <w:rsid w:val="00AE4780"/>
    <w:rsid w:val="00AE4AA7"/>
    <w:rsid w:val="00AE5280"/>
    <w:rsid w:val="00AE5DB4"/>
    <w:rsid w:val="00AE76E5"/>
    <w:rsid w:val="00AE78CD"/>
    <w:rsid w:val="00AE7A7E"/>
    <w:rsid w:val="00AF02F4"/>
    <w:rsid w:val="00AF04A6"/>
    <w:rsid w:val="00AF0A56"/>
    <w:rsid w:val="00AF0D07"/>
    <w:rsid w:val="00AF1E7F"/>
    <w:rsid w:val="00AF221F"/>
    <w:rsid w:val="00AF33B9"/>
    <w:rsid w:val="00AF391B"/>
    <w:rsid w:val="00AF3A1B"/>
    <w:rsid w:val="00AF4299"/>
    <w:rsid w:val="00AF480D"/>
    <w:rsid w:val="00AF63D1"/>
    <w:rsid w:val="00B00F5F"/>
    <w:rsid w:val="00B0156B"/>
    <w:rsid w:val="00B028C2"/>
    <w:rsid w:val="00B02D13"/>
    <w:rsid w:val="00B034C3"/>
    <w:rsid w:val="00B03DCF"/>
    <w:rsid w:val="00B0413A"/>
    <w:rsid w:val="00B0499A"/>
    <w:rsid w:val="00B04A02"/>
    <w:rsid w:val="00B04EEE"/>
    <w:rsid w:val="00B06BF8"/>
    <w:rsid w:val="00B06CAF"/>
    <w:rsid w:val="00B06F3E"/>
    <w:rsid w:val="00B071A7"/>
    <w:rsid w:val="00B103B5"/>
    <w:rsid w:val="00B10ABD"/>
    <w:rsid w:val="00B11B92"/>
    <w:rsid w:val="00B126E1"/>
    <w:rsid w:val="00B12A59"/>
    <w:rsid w:val="00B12EAF"/>
    <w:rsid w:val="00B132BD"/>
    <w:rsid w:val="00B13817"/>
    <w:rsid w:val="00B14E9F"/>
    <w:rsid w:val="00B15B68"/>
    <w:rsid w:val="00B1695B"/>
    <w:rsid w:val="00B1750E"/>
    <w:rsid w:val="00B20218"/>
    <w:rsid w:val="00B211A1"/>
    <w:rsid w:val="00B21BB4"/>
    <w:rsid w:val="00B21F54"/>
    <w:rsid w:val="00B21F57"/>
    <w:rsid w:val="00B2264B"/>
    <w:rsid w:val="00B23AE1"/>
    <w:rsid w:val="00B254BB"/>
    <w:rsid w:val="00B258E6"/>
    <w:rsid w:val="00B259DB"/>
    <w:rsid w:val="00B26067"/>
    <w:rsid w:val="00B26144"/>
    <w:rsid w:val="00B27E13"/>
    <w:rsid w:val="00B31081"/>
    <w:rsid w:val="00B31785"/>
    <w:rsid w:val="00B33581"/>
    <w:rsid w:val="00B336FF"/>
    <w:rsid w:val="00B3385A"/>
    <w:rsid w:val="00B35EA3"/>
    <w:rsid w:val="00B36CAF"/>
    <w:rsid w:val="00B37283"/>
    <w:rsid w:val="00B37360"/>
    <w:rsid w:val="00B37DB2"/>
    <w:rsid w:val="00B4082A"/>
    <w:rsid w:val="00B40E7C"/>
    <w:rsid w:val="00B41EBE"/>
    <w:rsid w:val="00B421D6"/>
    <w:rsid w:val="00B4360F"/>
    <w:rsid w:val="00B4446C"/>
    <w:rsid w:val="00B45C5C"/>
    <w:rsid w:val="00B46247"/>
    <w:rsid w:val="00B4647E"/>
    <w:rsid w:val="00B46AF6"/>
    <w:rsid w:val="00B471DD"/>
    <w:rsid w:val="00B47364"/>
    <w:rsid w:val="00B47A0F"/>
    <w:rsid w:val="00B5088E"/>
    <w:rsid w:val="00B50F1D"/>
    <w:rsid w:val="00B5102B"/>
    <w:rsid w:val="00B52DF4"/>
    <w:rsid w:val="00B53D75"/>
    <w:rsid w:val="00B5536A"/>
    <w:rsid w:val="00B5539A"/>
    <w:rsid w:val="00B553A1"/>
    <w:rsid w:val="00B554BD"/>
    <w:rsid w:val="00B55888"/>
    <w:rsid w:val="00B55CE4"/>
    <w:rsid w:val="00B563F8"/>
    <w:rsid w:val="00B5748E"/>
    <w:rsid w:val="00B57B8F"/>
    <w:rsid w:val="00B612DA"/>
    <w:rsid w:val="00B6203B"/>
    <w:rsid w:val="00B6336D"/>
    <w:rsid w:val="00B637F1"/>
    <w:rsid w:val="00B64280"/>
    <w:rsid w:val="00B643B0"/>
    <w:rsid w:val="00B6505A"/>
    <w:rsid w:val="00B65BC1"/>
    <w:rsid w:val="00B65D13"/>
    <w:rsid w:val="00B65E98"/>
    <w:rsid w:val="00B66444"/>
    <w:rsid w:val="00B66F42"/>
    <w:rsid w:val="00B6707A"/>
    <w:rsid w:val="00B67806"/>
    <w:rsid w:val="00B70766"/>
    <w:rsid w:val="00B7114C"/>
    <w:rsid w:val="00B71B23"/>
    <w:rsid w:val="00B72E3C"/>
    <w:rsid w:val="00B73AB1"/>
    <w:rsid w:val="00B74C9C"/>
    <w:rsid w:val="00B75FB9"/>
    <w:rsid w:val="00B765AF"/>
    <w:rsid w:val="00B76C2D"/>
    <w:rsid w:val="00B76C57"/>
    <w:rsid w:val="00B76CCB"/>
    <w:rsid w:val="00B76E57"/>
    <w:rsid w:val="00B77759"/>
    <w:rsid w:val="00B809F8"/>
    <w:rsid w:val="00B80C4A"/>
    <w:rsid w:val="00B81060"/>
    <w:rsid w:val="00B81566"/>
    <w:rsid w:val="00B821B2"/>
    <w:rsid w:val="00B8223F"/>
    <w:rsid w:val="00B82A13"/>
    <w:rsid w:val="00B82E74"/>
    <w:rsid w:val="00B83CDB"/>
    <w:rsid w:val="00B84114"/>
    <w:rsid w:val="00B85D1F"/>
    <w:rsid w:val="00B85D42"/>
    <w:rsid w:val="00B90B10"/>
    <w:rsid w:val="00B90F10"/>
    <w:rsid w:val="00B91259"/>
    <w:rsid w:val="00B92071"/>
    <w:rsid w:val="00B924E2"/>
    <w:rsid w:val="00B93B26"/>
    <w:rsid w:val="00B9483D"/>
    <w:rsid w:val="00B972FB"/>
    <w:rsid w:val="00BA049C"/>
    <w:rsid w:val="00BA0EA5"/>
    <w:rsid w:val="00BA2261"/>
    <w:rsid w:val="00BA30EC"/>
    <w:rsid w:val="00BA3C52"/>
    <w:rsid w:val="00BA4847"/>
    <w:rsid w:val="00BA5013"/>
    <w:rsid w:val="00BA540A"/>
    <w:rsid w:val="00BA54F9"/>
    <w:rsid w:val="00BA66C0"/>
    <w:rsid w:val="00BA6D44"/>
    <w:rsid w:val="00BB0131"/>
    <w:rsid w:val="00BB0C39"/>
    <w:rsid w:val="00BB11BE"/>
    <w:rsid w:val="00BB1A84"/>
    <w:rsid w:val="00BB3288"/>
    <w:rsid w:val="00BB4D2C"/>
    <w:rsid w:val="00BB521F"/>
    <w:rsid w:val="00BB5ADD"/>
    <w:rsid w:val="00BB5FD8"/>
    <w:rsid w:val="00BB60A0"/>
    <w:rsid w:val="00BB62B8"/>
    <w:rsid w:val="00BB6D3E"/>
    <w:rsid w:val="00BB7A5D"/>
    <w:rsid w:val="00BC04BE"/>
    <w:rsid w:val="00BC13A1"/>
    <w:rsid w:val="00BC245F"/>
    <w:rsid w:val="00BC24FB"/>
    <w:rsid w:val="00BC25BD"/>
    <w:rsid w:val="00BC2666"/>
    <w:rsid w:val="00BC2CC5"/>
    <w:rsid w:val="00BC4B3B"/>
    <w:rsid w:val="00BC5BCF"/>
    <w:rsid w:val="00BC6541"/>
    <w:rsid w:val="00BC6AEB"/>
    <w:rsid w:val="00BC6F3D"/>
    <w:rsid w:val="00BC7F29"/>
    <w:rsid w:val="00BD0184"/>
    <w:rsid w:val="00BD05B7"/>
    <w:rsid w:val="00BD1A90"/>
    <w:rsid w:val="00BD3629"/>
    <w:rsid w:val="00BD42B2"/>
    <w:rsid w:val="00BD483F"/>
    <w:rsid w:val="00BD546E"/>
    <w:rsid w:val="00BD71EB"/>
    <w:rsid w:val="00BD7625"/>
    <w:rsid w:val="00BD79ED"/>
    <w:rsid w:val="00BE20FA"/>
    <w:rsid w:val="00BE327A"/>
    <w:rsid w:val="00BE3848"/>
    <w:rsid w:val="00BE4624"/>
    <w:rsid w:val="00BE4DD3"/>
    <w:rsid w:val="00BE4ECA"/>
    <w:rsid w:val="00BE55A5"/>
    <w:rsid w:val="00BE5D00"/>
    <w:rsid w:val="00BE6379"/>
    <w:rsid w:val="00BE7077"/>
    <w:rsid w:val="00BE713B"/>
    <w:rsid w:val="00BF0E1E"/>
    <w:rsid w:val="00BF2D0E"/>
    <w:rsid w:val="00BF30D9"/>
    <w:rsid w:val="00BF3F29"/>
    <w:rsid w:val="00BF44A1"/>
    <w:rsid w:val="00BF54ED"/>
    <w:rsid w:val="00BF60EF"/>
    <w:rsid w:val="00C00CC1"/>
    <w:rsid w:val="00C01222"/>
    <w:rsid w:val="00C0189F"/>
    <w:rsid w:val="00C01E8C"/>
    <w:rsid w:val="00C01F40"/>
    <w:rsid w:val="00C01FA0"/>
    <w:rsid w:val="00C02AE3"/>
    <w:rsid w:val="00C02E15"/>
    <w:rsid w:val="00C0515A"/>
    <w:rsid w:val="00C05E16"/>
    <w:rsid w:val="00C06084"/>
    <w:rsid w:val="00C06097"/>
    <w:rsid w:val="00C068AF"/>
    <w:rsid w:val="00C06DAE"/>
    <w:rsid w:val="00C0782E"/>
    <w:rsid w:val="00C1086A"/>
    <w:rsid w:val="00C11411"/>
    <w:rsid w:val="00C11ADF"/>
    <w:rsid w:val="00C11E53"/>
    <w:rsid w:val="00C128E6"/>
    <w:rsid w:val="00C12966"/>
    <w:rsid w:val="00C12D63"/>
    <w:rsid w:val="00C137D3"/>
    <w:rsid w:val="00C14336"/>
    <w:rsid w:val="00C15034"/>
    <w:rsid w:val="00C15349"/>
    <w:rsid w:val="00C15DE3"/>
    <w:rsid w:val="00C1671F"/>
    <w:rsid w:val="00C16977"/>
    <w:rsid w:val="00C16B84"/>
    <w:rsid w:val="00C17087"/>
    <w:rsid w:val="00C21156"/>
    <w:rsid w:val="00C212C4"/>
    <w:rsid w:val="00C21EBD"/>
    <w:rsid w:val="00C22A74"/>
    <w:rsid w:val="00C23417"/>
    <w:rsid w:val="00C23634"/>
    <w:rsid w:val="00C24464"/>
    <w:rsid w:val="00C24815"/>
    <w:rsid w:val="00C2496E"/>
    <w:rsid w:val="00C26A07"/>
    <w:rsid w:val="00C272DC"/>
    <w:rsid w:val="00C30CEA"/>
    <w:rsid w:val="00C32463"/>
    <w:rsid w:val="00C328EA"/>
    <w:rsid w:val="00C32F2A"/>
    <w:rsid w:val="00C34BE9"/>
    <w:rsid w:val="00C34E72"/>
    <w:rsid w:val="00C365B2"/>
    <w:rsid w:val="00C366A6"/>
    <w:rsid w:val="00C36F3F"/>
    <w:rsid w:val="00C4140A"/>
    <w:rsid w:val="00C4174A"/>
    <w:rsid w:val="00C421D6"/>
    <w:rsid w:val="00C42E9B"/>
    <w:rsid w:val="00C43A45"/>
    <w:rsid w:val="00C4547A"/>
    <w:rsid w:val="00C457F9"/>
    <w:rsid w:val="00C465D7"/>
    <w:rsid w:val="00C465F4"/>
    <w:rsid w:val="00C46D56"/>
    <w:rsid w:val="00C47BD8"/>
    <w:rsid w:val="00C503B5"/>
    <w:rsid w:val="00C505C9"/>
    <w:rsid w:val="00C509D0"/>
    <w:rsid w:val="00C51277"/>
    <w:rsid w:val="00C51328"/>
    <w:rsid w:val="00C535CA"/>
    <w:rsid w:val="00C5378C"/>
    <w:rsid w:val="00C54A28"/>
    <w:rsid w:val="00C54B46"/>
    <w:rsid w:val="00C550F2"/>
    <w:rsid w:val="00C55270"/>
    <w:rsid w:val="00C55452"/>
    <w:rsid w:val="00C55F3A"/>
    <w:rsid w:val="00C5651E"/>
    <w:rsid w:val="00C56D55"/>
    <w:rsid w:val="00C65EBD"/>
    <w:rsid w:val="00C65FFD"/>
    <w:rsid w:val="00C66C3A"/>
    <w:rsid w:val="00C672C4"/>
    <w:rsid w:val="00C67A37"/>
    <w:rsid w:val="00C7015D"/>
    <w:rsid w:val="00C71E04"/>
    <w:rsid w:val="00C749BC"/>
    <w:rsid w:val="00C74A56"/>
    <w:rsid w:val="00C7526F"/>
    <w:rsid w:val="00C7549B"/>
    <w:rsid w:val="00C75F3B"/>
    <w:rsid w:val="00C75FAB"/>
    <w:rsid w:val="00C76037"/>
    <w:rsid w:val="00C76484"/>
    <w:rsid w:val="00C765FE"/>
    <w:rsid w:val="00C767A7"/>
    <w:rsid w:val="00C77365"/>
    <w:rsid w:val="00C809F3"/>
    <w:rsid w:val="00C80B2D"/>
    <w:rsid w:val="00C82AC0"/>
    <w:rsid w:val="00C82C20"/>
    <w:rsid w:val="00C83B81"/>
    <w:rsid w:val="00C854FF"/>
    <w:rsid w:val="00C85663"/>
    <w:rsid w:val="00C86BAF"/>
    <w:rsid w:val="00C87726"/>
    <w:rsid w:val="00C87A02"/>
    <w:rsid w:val="00C906E1"/>
    <w:rsid w:val="00C90A5C"/>
    <w:rsid w:val="00C90FEF"/>
    <w:rsid w:val="00C91398"/>
    <w:rsid w:val="00C913BB"/>
    <w:rsid w:val="00C917ED"/>
    <w:rsid w:val="00C91872"/>
    <w:rsid w:val="00C92341"/>
    <w:rsid w:val="00C94864"/>
    <w:rsid w:val="00C94A3B"/>
    <w:rsid w:val="00C94AAC"/>
    <w:rsid w:val="00C94D85"/>
    <w:rsid w:val="00C9564A"/>
    <w:rsid w:val="00C95C81"/>
    <w:rsid w:val="00C961E8"/>
    <w:rsid w:val="00C979D2"/>
    <w:rsid w:val="00CA0474"/>
    <w:rsid w:val="00CA08BD"/>
    <w:rsid w:val="00CA10FE"/>
    <w:rsid w:val="00CA2ED1"/>
    <w:rsid w:val="00CA45B2"/>
    <w:rsid w:val="00CA4DEC"/>
    <w:rsid w:val="00CA5109"/>
    <w:rsid w:val="00CA5162"/>
    <w:rsid w:val="00CA55C8"/>
    <w:rsid w:val="00CA65EF"/>
    <w:rsid w:val="00CA6901"/>
    <w:rsid w:val="00CA6B9C"/>
    <w:rsid w:val="00CA6FBA"/>
    <w:rsid w:val="00CA73B2"/>
    <w:rsid w:val="00CA73C3"/>
    <w:rsid w:val="00CA7C93"/>
    <w:rsid w:val="00CA7D71"/>
    <w:rsid w:val="00CB012C"/>
    <w:rsid w:val="00CB016D"/>
    <w:rsid w:val="00CB0905"/>
    <w:rsid w:val="00CB11C0"/>
    <w:rsid w:val="00CB132F"/>
    <w:rsid w:val="00CB182D"/>
    <w:rsid w:val="00CB2B80"/>
    <w:rsid w:val="00CB5436"/>
    <w:rsid w:val="00CB6540"/>
    <w:rsid w:val="00CB692E"/>
    <w:rsid w:val="00CB6A6D"/>
    <w:rsid w:val="00CB7434"/>
    <w:rsid w:val="00CB7E3A"/>
    <w:rsid w:val="00CC014E"/>
    <w:rsid w:val="00CC0D57"/>
    <w:rsid w:val="00CC1142"/>
    <w:rsid w:val="00CC14EE"/>
    <w:rsid w:val="00CC1635"/>
    <w:rsid w:val="00CC5372"/>
    <w:rsid w:val="00CC53B8"/>
    <w:rsid w:val="00CC583D"/>
    <w:rsid w:val="00CC70F7"/>
    <w:rsid w:val="00CC776D"/>
    <w:rsid w:val="00CC7E75"/>
    <w:rsid w:val="00CC7EC3"/>
    <w:rsid w:val="00CC7FA9"/>
    <w:rsid w:val="00CD0293"/>
    <w:rsid w:val="00CD03C6"/>
    <w:rsid w:val="00CD10DE"/>
    <w:rsid w:val="00CD1970"/>
    <w:rsid w:val="00CD223D"/>
    <w:rsid w:val="00CD2B46"/>
    <w:rsid w:val="00CD2D6F"/>
    <w:rsid w:val="00CD3229"/>
    <w:rsid w:val="00CD32AA"/>
    <w:rsid w:val="00CD4478"/>
    <w:rsid w:val="00CD48EE"/>
    <w:rsid w:val="00CD4E99"/>
    <w:rsid w:val="00CD59C4"/>
    <w:rsid w:val="00CE10E7"/>
    <w:rsid w:val="00CE1D1B"/>
    <w:rsid w:val="00CE24EB"/>
    <w:rsid w:val="00CE31FD"/>
    <w:rsid w:val="00CE534A"/>
    <w:rsid w:val="00CE5E29"/>
    <w:rsid w:val="00CE7741"/>
    <w:rsid w:val="00CF0063"/>
    <w:rsid w:val="00CF0341"/>
    <w:rsid w:val="00CF1252"/>
    <w:rsid w:val="00CF2317"/>
    <w:rsid w:val="00CF245F"/>
    <w:rsid w:val="00CF2761"/>
    <w:rsid w:val="00CF28B6"/>
    <w:rsid w:val="00CF3AFE"/>
    <w:rsid w:val="00CF3EB2"/>
    <w:rsid w:val="00CF4257"/>
    <w:rsid w:val="00CF4835"/>
    <w:rsid w:val="00CF4C2C"/>
    <w:rsid w:val="00CF4C4E"/>
    <w:rsid w:val="00CF52A1"/>
    <w:rsid w:val="00CF58F5"/>
    <w:rsid w:val="00CF59C0"/>
    <w:rsid w:val="00CF59FD"/>
    <w:rsid w:val="00CF5D53"/>
    <w:rsid w:val="00D00D87"/>
    <w:rsid w:val="00D00E2E"/>
    <w:rsid w:val="00D00EB9"/>
    <w:rsid w:val="00D0155E"/>
    <w:rsid w:val="00D01C59"/>
    <w:rsid w:val="00D01E0D"/>
    <w:rsid w:val="00D027CB"/>
    <w:rsid w:val="00D03409"/>
    <w:rsid w:val="00D035CD"/>
    <w:rsid w:val="00D03900"/>
    <w:rsid w:val="00D040FD"/>
    <w:rsid w:val="00D04B6A"/>
    <w:rsid w:val="00D0598C"/>
    <w:rsid w:val="00D05D93"/>
    <w:rsid w:val="00D05F98"/>
    <w:rsid w:val="00D06AE1"/>
    <w:rsid w:val="00D0713B"/>
    <w:rsid w:val="00D07187"/>
    <w:rsid w:val="00D0762A"/>
    <w:rsid w:val="00D100E7"/>
    <w:rsid w:val="00D105C6"/>
    <w:rsid w:val="00D10F3B"/>
    <w:rsid w:val="00D11514"/>
    <w:rsid w:val="00D11989"/>
    <w:rsid w:val="00D11D77"/>
    <w:rsid w:val="00D11F21"/>
    <w:rsid w:val="00D11F86"/>
    <w:rsid w:val="00D1397A"/>
    <w:rsid w:val="00D13D2D"/>
    <w:rsid w:val="00D14695"/>
    <w:rsid w:val="00D14CAA"/>
    <w:rsid w:val="00D14E56"/>
    <w:rsid w:val="00D155F8"/>
    <w:rsid w:val="00D15E71"/>
    <w:rsid w:val="00D169AA"/>
    <w:rsid w:val="00D17E65"/>
    <w:rsid w:val="00D2229A"/>
    <w:rsid w:val="00D223BC"/>
    <w:rsid w:val="00D22DD2"/>
    <w:rsid w:val="00D238C7"/>
    <w:rsid w:val="00D24845"/>
    <w:rsid w:val="00D24E95"/>
    <w:rsid w:val="00D25490"/>
    <w:rsid w:val="00D254BA"/>
    <w:rsid w:val="00D25F4D"/>
    <w:rsid w:val="00D26DB2"/>
    <w:rsid w:val="00D27A81"/>
    <w:rsid w:val="00D30340"/>
    <w:rsid w:val="00D3083F"/>
    <w:rsid w:val="00D30F35"/>
    <w:rsid w:val="00D315E2"/>
    <w:rsid w:val="00D325F5"/>
    <w:rsid w:val="00D32CD4"/>
    <w:rsid w:val="00D32DB9"/>
    <w:rsid w:val="00D33441"/>
    <w:rsid w:val="00D34F24"/>
    <w:rsid w:val="00D35137"/>
    <w:rsid w:val="00D36018"/>
    <w:rsid w:val="00D3628D"/>
    <w:rsid w:val="00D3634E"/>
    <w:rsid w:val="00D36FDA"/>
    <w:rsid w:val="00D400C8"/>
    <w:rsid w:val="00D40CEB"/>
    <w:rsid w:val="00D41645"/>
    <w:rsid w:val="00D41920"/>
    <w:rsid w:val="00D41DCE"/>
    <w:rsid w:val="00D424EB"/>
    <w:rsid w:val="00D42EFA"/>
    <w:rsid w:val="00D45A7F"/>
    <w:rsid w:val="00D45D5E"/>
    <w:rsid w:val="00D47636"/>
    <w:rsid w:val="00D477F6"/>
    <w:rsid w:val="00D508FC"/>
    <w:rsid w:val="00D509CF"/>
    <w:rsid w:val="00D50A24"/>
    <w:rsid w:val="00D50C7E"/>
    <w:rsid w:val="00D50F64"/>
    <w:rsid w:val="00D517A3"/>
    <w:rsid w:val="00D52EE3"/>
    <w:rsid w:val="00D536E0"/>
    <w:rsid w:val="00D536ED"/>
    <w:rsid w:val="00D539E2"/>
    <w:rsid w:val="00D54FB5"/>
    <w:rsid w:val="00D557E3"/>
    <w:rsid w:val="00D5632E"/>
    <w:rsid w:val="00D5672C"/>
    <w:rsid w:val="00D56936"/>
    <w:rsid w:val="00D56ADB"/>
    <w:rsid w:val="00D611B0"/>
    <w:rsid w:val="00D61880"/>
    <w:rsid w:val="00D61E43"/>
    <w:rsid w:val="00D63456"/>
    <w:rsid w:val="00D64C72"/>
    <w:rsid w:val="00D671A3"/>
    <w:rsid w:val="00D6767B"/>
    <w:rsid w:val="00D676D5"/>
    <w:rsid w:val="00D71211"/>
    <w:rsid w:val="00D71766"/>
    <w:rsid w:val="00D71B15"/>
    <w:rsid w:val="00D7231F"/>
    <w:rsid w:val="00D72EE8"/>
    <w:rsid w:val="00D733FE"/>
    <w:rsid w:val="00D755C7"/>
    <w:rsid w:val="00D75AFA"/>
    <w:rsid w:val="00D77205"/>
    <w:rsid w:val="00D77974"/>
    <w:rsid w:val="00D805E6"/>
    <w:rsid w:val="00D80A09"/>
    <w:rsid w:val="00D82835"/>
    <w:rsid w:val="00D829A1"/>
    <w:rsid w:val="00D834A1"/>
    <w:rsid w:val="00D8486B"/>
    <w:rsid w:val="00D853D7"/>
    <w:rsid w:val="00D85476"/>
    <w:rsid w:val="00D85A16"/>
    <w:rsid w:val="00D87705"/>
    <w:rsid w:val="00D877EC"/>
    <w:rsid w:val="00D87AF6"/>
    <w:rsid w:val="00D91605"/>
    <w:rsid w:val="00D921ED"/>
    <w:rsid w:val="00D923C9"/>
    <w:rsid w:val="00D9249C"/>
    <w:rsid w:val="00D92953"/>
    <w:rsid w:val="00D92B0A"/>
    <w:rsid w:val="00D93F33"/>
    <w:rsid w:val="00D94FDF"/>
    <w:rsid w:val="00D951E6"/>
    <w:rsid w:val="00D9584F"/>
    <w:rsid w:val="00D95A70"/>
    <w:rsid w:val="00D972A8"/>
    <w:rsid w:val="00D97BD5"/>
    <w:rsid w:val="00D97F1B"/>
    <w:rsid w:val="00DA1438"/>
    <w:rsid w:val="00DA1EA1"/>
    <w:rsid w:val="00DA1EFC"/>
    <w:rsid w:val="00DA25D8"/>
    <w:rsid w:val="00DA3118"/>
    <w:rsid w:val="00DA3524"/>
    <w:rsid w:val="00DA3901"/>
    <w:rsid w:val="00DA4515"/>
    <w:rsid w:val="00DA475B"/>
    <w:rsid w:val="00DA4764"/>
    <w:rsid w:val="00DA54BF"/>
    <w:rsid w:val="00DA5792"/>
    <w:rsid w:val="00DA6136"/>
    <w:rsid w:val="00DA7527"/>
    <w:rsid w:val="00DB00F5"/>
    <w:rsid w:val="00DB022F"/>
    <w:rsid w:val="00DB0358"/>
    <w:rsid w:val="00DB1058"/>
    <w:rsid w:val="00DB15AB"/>
    <w:rsid w:val="00DB1DF2"/>
    <w:rsid w:val="00DB1EF9"/>
    <w:rsid w:val="00DB2409"/>
    <w:rsid w:val="00DB2586"/>
    <w:rsid w:val="00DB2799"/>
    <w:rsid w:val="00DB2A07"/>
    <w:rsid w:val="00DB4B25"/>
    <w:rsid w:val="00DB5CDA"/>
    <w:rsid w:val="00DB641A"/>
    <w:rsid w:val="00DB6995"/>
    <w:rsid w:val="00DB797B"/>
    <w:rsid w:val="00DB7E98"/>
    <w:rsid w:val="00DC1116"/>
    <w:rsid w:val="00DC17E5"/>
    <w:rsid w:val="00DC19C7"/>
    <w:rsid w:val="00DC1D7A"/>
    <w:rsid w:val="00DC3720"/>
    <w:rsid w:val="00DC3EB3"/>
    <w:rsid w:val="00DC3FDD"/>
    <w:rsid w:val="00DC4019"/>
    <w:rsid w:val="00DC45DD"/>
    <w:rsid w:val="00DC63C2"/>
    <w:rsid w:val="00DC736C"/>
    <w:rsid w:val="00DC7960"/>
    <w:rsid w:val="00DD070B"/>
    <w:rsid w:val="00DD0F75"/>
    <w:rsid w:val="00DD11A7"/>
    <w:rsid w:val="00DD2883"/>
    <w:rsid w:val="00DD29BE"/>
    <w:rsid w:val="00DD29DD"/>
    <w:rsid w:val="00DD2F6B"/>
    <w:rsid w:val="00DD329D"/>
    <w:rsid w:val="00DD46CB"/>
    <w:rsid w:val="00DD4CF6"/>
    <w:rsid w:val="00DD5A4B"/>
    <w:rsid w:val="00DD751D"/>
    <w:rsid w:val="00DD76C9"/>
    <w:rsid w:val="00DE3298"/>
    <w:rsid w:val="00DE38FD"/>
    <w:rsid w:val="00DE405D"/>
    <w:rsid w:val="00DE468B"/>
    <w:rsid w:val="00DE75E1"/>
    <w:rsid w:val="00DE78AC"/>
    <w:rsid w:val="00DE7BB4"/>
    <w:rsid w:val="00DF0176"/>
    <w:rsid w:val="00DF09BE"/>
    <w:rsid w:val="00DF09FC"/>
    <w:rsid w:val="00DF0F2B"/>
    <w:rsid w:val="00DF1512"/>
    <w:rsid w:val="00DF19F7"/>
    <w:rsid w:val="00DF2C3E"/>
    <w:rsid w:val="00DF447C"/>
    <w:rsid w:val="00DF517C"/>
    <w:rsid w:val="00DF5273"/>
    <w:rsid w:val="00DF6281"/>
    <w:rsid w:val="00DF6396"/>
    <w:rsid w:val="00DF78EA"/>
    <w:rsid w:val="00DF79F2"/>
    <w:rsid w:val="00E00754"/>
    <w:rsid w:val="00E00CB4"/>
    <w:rsid w:val="00E011A5"/>
    <w:rsid w:val="00E0193D"/>
    <w:rsid w:val="00E0234B"/>
    <w:rsid w:val="00E0259C"/>
    <w:rsid w:val="00E02A76"/>
    <w:rsid w:val="00E02E4A"/>
    <w:rsid w:val="00E02FAF"/>
    <w:rsid w:val="00E039B7"/>
    <w:rsid w:val="00E04F28"/>
    <w:rsid w:val="00E05BB3"/>
    <w:rsid w:val="00E0652E"/>
    <w:rsid w:val="00E06A98"/>
    <w:rsid w:val="00E072D0"/>
    <w:rsid w:val="00E074A4"/>
    <w:rsid w:val="00E108FE"/>
    <w:rsid w:val="00E10982"/>
    <w:rsid w:val="00E10D92"/>
    <w:rsid w:val="00E115E7"/>
    <w:rsid w:val="00E12635"/>
    <w:rsid w:val="00E12C32"/>
    <w:rsid w:val="00E132FA"/>
    <w:rsid w:val="00E13847"/>
    <w:rsid w:val="00E14975"/>
    <w:rsid w:val="00E14EA7"/>
    <w:rsid w:val="00E15621"/>
    <w:rsid w:val="00E160CD"/>
    <w:rsid w:val="00E163D7"/>
    <w:rsid w:val="00E16508"/>
    <w:rsid w:val="00E166FB"/>
    <w:rsid w:val="00E16816"/>
    <w:rsid w:val="00E16AF7"/>
    <w:rsid w:val="00E16F9F"/>
    <w:rsid w:val="00E20E2B"/>
    <w:rsid w:val="00E2171B"/>
    <w:rsid w:val="00E225C6"/>
    <w:rsid w:val="00E229B4"/>
    <w:rsid w:val="00E22BE7"/>
    <w:rsid w:val="00E2330B"/>
    <w:rsid w:val="00E23EA2"/>
    <w:rsid w:val="00E26055"/>
    <w:rsid w:val="00E265F1"/>
    <w:rsid w:val="00E276D2"/>
    <w:rsid w:val="00E27D18"/>
    <w:rsid w:val="00E317E7"/>
    <w:rsid w:val="00E31B7F"/>
    <w:rsid w:val="00E32C37"/>
    <w:rsid w:val="00E32EDB"/>
    <w:rsid w:val="00E3303B"/>
    <w:rsid w:val="00E33C29"/>
    <w:rsid w:val="00E33F0D"/>
    <w:rsid w:val="00E3465B"/>
    <w:rsid w:val="00E34663"/>
    <w:rsid w:val="00E35849"/>
    <w:rsid w:val="00E36579"/>
    <w:rsid w:val="00E365CC"/>
    <w:rsid w:val="00E37813"/>
    <w:rsid w:val="00E402AD"/>
    <w:rsid w:val="00E40D03"/>
    <w:rsid w:val="00E41BF8"/>
    <w:rsid w:val="00E41EEB"/>
    <w:rsid w:val="00E42100"/>
    <w:rsid w:val="00E42871"/>
    <w:rsid w:val="00E43B14"/>
    <w:rsid w:val="00E43ED0"/>
    <w:rsid w:val="00E447BF"/>
    <w:rsid w:val="00E44EBE"/>
    <w:rsid w:val="00E44EE2"/>
    <w:rsid w:val="00E46135"/>
    <w:rsid w:val="00E46CBE"/>
    <w:rsid w:val="00E47001"/>
    <w:rsid w:val="00E47277"/>
    <w:rsid w:val="00E50646"/>
    <w:rsid w:val="00E50ADA"/>
    <w:rsid w:val="00E51420"/>
    <w:rsid w:val="00E52B00"/>
    <w:rsid w:val="00E52E91"/>
    <w:rsid w:val="00E530B7"/>
    <w:rsid w:val="00E53381"/>
    <w:rsid w:val="00E541FD"/>
    <w:rsid w:val="00E54655"/>
    <w:rsid w:val="00E553C2"/>
    <w:rsid w:val="00E60403"/>
    <w:rsid w:val="00E61050"/>
    <w:rsid w:val="00E618E9"/>
    <w:rsid w:val="00E61EB4"/>
    <w:rsid w:val="00E6270F"/>
    <w:rsid w:val="00E64076"/>
    <w:rsid w:val="00E644A8"/>
    <w:rsid w:val="00E64F15"/>
    <w:rsid w:val="00E652BF"/>
    <w:rsid w:val="00E65939"/>
    <w:rsid w:val="00E67022"/>
    <w:rsid w:val="00E703B3"/>
    <w:rsid w:val="00E703D0"/>
    <w:rsid w:val="00E7040E"/>
    <w:rsid w:val="00E70837"/>
    <w:rsid w:val="00E71B57"/>
    <w:rsid w:val="00E71EB7"/>
    <w:rsid w:val="00E72155"/>
    <w:rsid w:val="00E7245B"/>
    <w:rsid w:val="00E7367F"/>
    <w:rsid w:val="00E74F2A"/>
    <w:rsid w:val="00E74F4B"/>
    <w:rsid w:val="00E778F9"/>
    <w:rsid w:val="00E80A66"/>
    <w:rsid w:val="00E80AA9"/>
    <w:rsid w:val="00E815D6"/>
    <w:rsid w:val="00E817EC"/>
    <w:rsid w:val="00E82D8E"/>
    <w:rsid w:val="00E836B4"/>
    <w:rsid w:val="00E836CA"/>
    <w:rsid w:val="00E83ADC"/>
    <w:rsid w:val="00E83ADF"/>
    <w:rsid w:val="00E83D09"/>
    <w:rsid w:val="00E84B81"/>
    <w:rsid w:val="00E85236"/>
    <w:rsid w:val="00E8532B"/>
    <w:rsid w:val="00E867EC"/>
    <w:rsid w:val="00E86E62"/>
    <w:rsid w:val="00E87531"/>
    <w:rsid w:val="00E87DEC"/>
    <w:rsid w:val="00E90BFC"/>
    <w:rsid w:val="00E92398"/>
    <w:rsid w:val="00E943D1"/>
    <w:rsid w:val="00E94BE9"/>
    <w:rsid w:val="00E9581A"/>
    <w:rsid w:val="00E960E8"/>
    <w:rsid w:val="00E96487"/>
    <w:rsid w:val="00E97115"/>
    <w:rsid w:val="00E97AF0"/>
    <w:rsid w:val="00E97F23"/>
    <w:rsid w:val="00EA0124"/>
    <w:rsid w:val="00EA1575"/>
    <w:rsid w:val="00EA20E6"/>
    <w:rsid w:val="00EA3729"/>
    <w:rsid w:val="00EA5554"/>
    <w:rsid w:val="00EA56E3"/>
    <w:rsid w:val="00EA5774"/>
    <w:rsid w:val="00EA5DF7"/>
    <w:rsid w:val="00EA6585"/>
    <w:rsid w:val="00EA68DA"/>
    <w:rsid w:val="00EA747B"/>
    <w:rsid w:val="00EA786C"/>
    <w:rsid w:val="00EA7D4A"/>
    <w:rsid w:val="00EB02C5"/>
    <w:rsid w:val="00EB0C8A"/>
    <w:rsid w:val="00EB1473"/>
    <w:rsid w:val="00EB1915"/>
    <w:rsid w:val="00EB2479"/>
    <w:rsid w:val="00EB4089"/>
    <w:rsid w:val="00EB47AA"/>
    <w:rsid w:val="00EB5CCE"/>
    <w:rsid w:val="00EB6586"/>
    <w:rsid w:val="00EB6B6A"/>
    <w:rsid w:val="00EC05FB"/>
    <w:rsid w:val="00EC0731"/>
    <w:rsid w:val="00EC1DDA"/>
    <w:rsid w:val="00EC22BA"/>
    <w:rsid w:val="00EC2392"/>
    <w:rsid w:val="00EC2831"/>
    <w:rsid w:val="00EC2C27"/>
    <w:rsid w:val="00EC2DC6"/>
    <w:rsid w:val="00EC3466"/>
    <w:rsid w:val="00EC3479"/>
    <w:rsid w:val="00EC36E8"/>
    <w:rsid w:val="00EC53BD"/>
    <w:rsid w:val="00EC57FF"/>
    <w:rsid w:val="00EC5AC7"/>
    <w:rsid w:val="00EC62B4"/>
    <w:rsid w:val="00EC7C0C"/>
    <w:rsid w:val="00ED0203"/>
    <w:rsid w:val="00ED03F7"/>
    <w:rsid w:val="00ED0F84"/>
    <w:rsid w:val="00ED1165"/>
    <w:rsid w:val="00ED200A"/>
    <w:rsid w:val="00ED2FAB"/>
    <w:rsid w:val="00ED349F"/>
    <w:rsid w:val="00ED3A21"/>
    <w:rsid w:val="00ED58B3"/>
    <w:rsid w:val="00EE0099"/>
    <w:rsid w:val="00EE0383"/>
    <w:rsid w:val="00EE063C"/>
    <w:rsid w:val="00EE1E28"/>
    <w:rsid w:val="00EE323A"/>
    <w:rsid w:val="00EE4506"/>
    <w:rsid w:val="00EE50AA"/>
    <w:rsid w:val="00EE573E"/>
    <w:rsid w:val="00EE5BF3"/>
    <w:rsid w:val="00EE6492"/>
    <w:rsid w:val="00EE7903"/>
    <w:rsid w:val="00EF0573"/>
    <w:rsid w:val="00EF0AB3"/>
    <w:rsid w:val="00EF12F1"/>
    <w:rsid w:val="00EF13E1"/>
    <w:rsid w:val="00EF197F"/>
    <w:rsid w:val="00EF1BCD"/>
    <w:rsid w:val="00EF2836"/>
    <w:rsid w:val="00EF2C99"/>
    <w:rsid w:val="00EF3FEE"/>
    <w:rsid w:val="00EF4B62"/>
    <w:rsid w:val="00EF4CC8"/>
    <w:rsid w:val="00EF501E"/>
    <w:rsid w:val="00EF5117"/>
    <w:rsid w:val="00EF545F"/>
    <w:rsid w:val="00EF604E"/>
    <w:rsid w:val="00EF64BC"/>
    <w:rsid w:val="00EF64C5"/>
    <w:rsid w:val="00EF657B"/>
    <w:rsid w:val="00EF6FDD"/>
    <w:rsid w:val="00EF7169"/>
    <w:rsid w:val="00EF7423"/>
    <w:rsid w:val="00EF76DE"/>
    <w:rsid w:val="00EF78AE"/>
    <w:rsid w:val="00F00876"/>
    <w:rsid w:val="00F00AFD"/>
    <w:rsid w:val="00F01679"/>
    <w:rsid w:val="00F02FDC"/>
    <w:rsid w:val="00F03391"/>
    <w:rsid w:val="00F0347B"/>
    <w:rsid w:val="00F03528"/>
    <w:rsid w:val="00F03715"/>
    <w:rsid w:val="00F03865"/>
    <w:rsid w:val="00F04308"/>
    <w:rsid w:val="00F046FC"/>
    <w:rsid w:val="00F04B1B"/>
    <w:rsid w:val="00F0551C"/>
    <w:rsid w:val="00F05832"/>
    <w:rsid w:val="00F05A56"/>
    <w:rsid w:val="00F06846"/>
    <w:rsid w:val="00F078E0"/>
    <w:rsid w:val="00F11748"/>
    <w:rsid w:val="00F1184B"/>
    <w:rsid w:val="00F11D72"/>
    <w:rsid w:val="00F11ECA"/>
    <w:rsid w:val="00F11FB9"/>
    <w:rsid w:val="00F13170"/>
    <w:rsid w:val="00F13226"/>
    <w:rsid w:val="00F13523"/>
    <w:rsid w:val="00F136E5"/>
    <w:rsid w:val="00F138DF"/>
    <w:rsid w:val="00F13F88"/>
    <w:rsid w:val="00F14038"/>
    <w:rsid w:val="00F14704"/>
    <w:rsid w:val="00F14B6B"/>
    <w:rsid w:val="00F15400"/>
    <w:rsid w:val="00F15929"/>
    <w:rsid w:val="00F16361"/>
    <w:rsid w:val="00F16794"/>
    <w:rsid w:val="00F16A1E"/>
    <w:rsid w:val="00F20120"/>
    <w:rsid w:val="00F20B91"/>
    <w:rsid w:val="00F20D88"/>
    <w:rsid w:val="00F21A72"/>
    <w:rsid w:val="00F228C0"/>
    <w:rsid w:val="00F22A0F"/>
    <w:rsid w:val="00F23290"/>
    <w:rsid w:val="00F2357F"/>
    <w:rsid w:val="00F2391A"/>
    <w:rsid w:val="00F25941"/>
    <w:rsid w:val="00F25BDF"/>
    <w:rsid w:val="00F26675"/>
    <w:rsid w:val="00F27AF6"/>
    <w:rsid w:val="00F313DB"/>
    <w:rsid w:val="00F31D34"/>
    <w:rsid w:val="00F3305B"/>
    <w:rsid w:val="00F33E7D"/>
    <w:rsid w:val="00F33FC6"/>
    <w:rsid w:val="00F34108"/>
    <w:rsid w:val="00F353DF"/>
    <w:rsid w:val="00F35677"/>
    <w:rsid w:val="00F35DC2"/>
    <w:rsid w:val="00F3636D"/>
    <w:rsid w:val="00F36CD5"/>
    <w:rsid w:val="00F3717C"/>
    <w:rsid w:val="00F372AC"/>
    <w:rsid w:val="00F373BD"/>
    <w:rsid w:val="00F37D0B"/>
    <w:rsid w:val="00F409B9"/>
    <w:rsid w:val="00F40F7A"/>
    <w:rsid w:val="00F418C8"/>
    <w:rsid w:val="00F4226F"/>
    <w:rsid w:val="00F43A3A"/>
    <w:rsid w:val="00F440E9"/>
    <w:rsid w:val="00F4439F"/>
    <w:rsid w:val="00F4469A"/>
    <w:rsid w:val="00F46C67"/>
    <w:rsid w:val="00F46E50"/>
    <w:rsid w:val="00F506DD"/>
    <w:rsid w:val="00F50A67"/>
    <w:rsid w:val="00F50E4A"/>
    <w:rsid w:val="00F510DF"/>
    <w:rsid w:val="00F51367"/>
    <w:rsid w:val="00F51A16"/>
    <w:rsid w:val="00F54E54"/>
    <w:rsid w:val="00F55943"/>
    <w:rsid w:val="00F5608E"/>
    <w:rsid w:val="00F5661F"/>
    <w:rsid w:val="00F568C1"/>
    <w:rsid w:val="00F600B6"/>
    <w:rsid w:val="00F60F58"/>
    <w:rsid w:val="00F62F44"/>
    <w:rsid w:val="00F63479"/>
    <w:rsid w:val="00F654DB"/>
    <w:rsid w:val="00F65FA9"/>
    <w:rsid w:val="00F66764"/>
    <w:rsid w:val="00F66B01"/>
    <w:rsid w:val="00F66BFA"/>
    <w:rsid w:val="00F67611"/>
    <w:rsid w:val="00F67622"/>
    <w:rsid w:val="00F70686"/>
    <w:rsid w:val="00F70768"/>
    <w:rsid w:val="00F70DC8"/>
    <w:rsid w:val="00F71162"/>
    <w:rsid w:val="00F72296"/>
    <w:rsid w:val="00F730C9"/>
    <w:rsid w:val="00F73DD7"/>
    <w:rsid w:val="00F73FDD"/>
    <w:rsid w:val="00F75A6A"/>
    <w:rsid w:val="00F75E7D"/>
    <w:rsid w:val="00F7630D"/>
    <w:rsid w:val="00F7659A"/>
    <w:rsid w:val="00F77A86"/>
    <w:rsid w:val="00F77AAA"/>
    <w:rsid w:val="00F77DD2"/>
    <w:rsid w:val="00F801ED"/>
    <w:rsid w:val="00F8150C"/>
    <w:rsid w:val="00F81725"/>
    <w:rsid w:val="00F8346D"/>
    <w:rsid w:val="00F843B0"/>
    <w:rsid w:val="00F84FA9"/>
    <w:rsid w:val="00F85176"/>
    <w:rsid w:val="00F864DC"/>
    <w:rsid w:val="00F86BFC"/>
    <w:rsid w:val="00F86E3C"/>
    <w:rsid w:val="00F90431"/>
    <w:rsid w:val="00F908CB"/>
    <w:rsid w:val="00F90ACB"/>
    <w:rsid w:val="00F90B4E"/>
    <w:rsid w:val="00F913ED"/>
    <w:rsid w:val="00F92D70"/>
    <w:rsid w:val="00F92EC3"/>
    <w:rsid w:val="00F933B4"/>
    <w:rsid w:val="00F93663"/>
    <w:rsid w:val="00F93A3A"/>
    <w:rsid w:val="00F94226"/>
    <w:rsid w:val="00F958A3"/>
    <w:rsid w:val="00F95FEE"/>
    <w:rsid w:val="00F9751E"/>
    <w:rsid w:val="00F977FE"/>
    <w:rsid w:val="00FA05F7"/>
    <w:rsid w:val="00FA17D3"/>
    <w:rsid w:val="00FA2B5B"/>
    <w:rsid w:val="00FA4127"/>
    <w:rsid w:val="00FA4247"/>
    <w:rsid w:val="00FA4401"/>
    <w:rsid w:val="00FA475A"/>
    <w:rsid w:val="00FA6A5A"/>
    <w:rsid w:val="00FA72A5"/>
    <w:rsid w:val="00FA7A9B"/>
    <w:rsid w:val="00FB02E4"/>
    <w:rsid w:val="00FB0553"/>
    <w:rsid w:val="00FB0D21"/>
    <w:rsid w:val="00FB0F5C"/>
    <w:rsid w:val="00FB25DE"/>
    <w:rsid w:val="00FB2EE2"/>
    <w:rsid w:val="00FB35EC"/>
    <w:rsid w:val="00FB4398"/>
    <w:rsid w:val="00FB6B96"/>
    <w:rsid w:val="00FB6F18"/>
    <w:rsid w:val="00FC15CE"/>
    <w:rsid w:val="00FC2323"/>
    <w:rsid w:val="00FC2C55"/>
    <w:rsid w:val="00FC2DE4"/>
    <w:rsid w:val="00FC32D1"/>
    <w:rsid w:val="00FC3B29"/>
    <w:rsid w:val="00FC3D4B"/>
    <w:rsid w:val="00FC50C4"/>
    <w:rsid w:val="00FC66FE"/>
    <w:rsid w:val="00FC6E9F"/>
    <w:rsid w:val="00FC72D8"/>
    <w:rsid w:val="00FC7CAD"/>
    <w:rsid w:val="00FC7F55"/>
    <w:rsid w:val="00FD0651"/>
    <w:rsid w:val="00FD09FE"/>
    <w:rsid w:val="00FD15B6"/>
    <w:rsid w:val="00FD2967"/>
    <w:rsid w:val="00FD552B"/>
    <w:rsid w:val="00FD62BF"/>
    <w:rsid w:val="00FD641A"/>
    <w:rsid w:val="00FD718F"/>
    <w:rsid w:val="00FD781B"/>
    <w:rsid w:val="00FE0E40"/>
    <w:rsid w:val="00FE2C5B"/>
    <w:rsid w:val="00FE31C8"/>
    <w:rsid w:val="00FE3D2A"/>
    <w:rsid w:val="00FE411A"/>
    <w:rsid w:val="00FE469D"/>
    <w:rsid w:val="00FE58BB"/>
    <w:rsid w:val="00FE600E"/>
    <w:rsid w:val="00FE6712"/>
    <w:rsid w:val="00FE6DC2"/>
    <w:rsid w:val="00FE726A"/>
    <w:rsid w:val="00FE7386"/>
    <w:rsid w:val="00FF0185"/>
    <w:rsid w:val="00FF0F9D"/>
    <w:rsid w:val="00FF3709"/>
    <w:rsid w:val="00FF398B"/>
    <w:rsid w:val="00FF3B3B"/>
    <w:rsid w:val="00FF499B"/>
    <w:rsid w:val="00FF545A"/>
    <w:rsid w:val="00FF5DD8"/>
    <w:rsid w:val="00FF6AF3"/>
    <w:rsid w:val="00FF6E7A"/>
    <w:rsid w:val="00FF71AF"/>
    <w:rsid w:val="00FF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F26"/>
    <w:pPr>
      <w:autoSpaceDE w:val="0"/>
      <w:autoSpaceDN w:val="0"/>
    </w:pPr>
  </w:style>
  <w:style w:type="paragraph" w:styleId="1">
    <w:name w:val="heading 1"/>
    <w:basedOn w:val="a"/>
    <w:next w:val="a"/>
    <w:qFormat/>
    <w:rsid w:val="00AC3F26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AC3F26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AC3F26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AC3F26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AC3F26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AC3F26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AC3F26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AC3F26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AC3F26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3F2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3F26"/>
  </w:style>
  <w:style w:type="paragraph" w:styleId="a6">
    <w:name w:val="Title"/>
    <w:basedOn w:val="a"/>
    <w:qFormat/>
    <w:rsid w:val="00AC3F26"/>
    <w:pPr>
      <w:ind w:firstLine="720"/>
      <w:jc w:val="center"/>
    </w:pPr>
    <w:rPr>
      <w:sz w:val="24"/>
      <w:szCs w:val="24"/>
      <w:lang w:val="uk-UA"/>
    </w:rPr>
  </w:style>
  <w:style w:type="paragraph" w:styleId="a7">
    <w:name w:val="Body Text Indent"/>
    <w:basedOn w:val="a"/>
    <w:link w:val="a8"/>
    <w:rsid w:val="00AC3F26"/>
    <w:pPr>
      <w:ind w:firstLine="720"/>
      <w:jc w:val="both"/>
    </w:pPr>
    <w:rPr>
      <w:sz w:val="24"/>
      <w:szCs w:val="24"/>
      <w:lang w:val="uk-UA"/>
    </w:rPr>
  </w:style>
  <w:style w:type="paragraph" w:styleId="a9">
    <w:name w:val="Body Text"/>
    <w:basedOn w:val="a"/>
    <w:link w:val="aa"/>
    <w:rsid w:val="00AC3F26"/>
    <w:rPr>
      <w:sz w:val="28"/>
      <w:szCs w:val="28"/>
      <w:lang w:val="uk-UA"/>
    </w:rPr>
  </w:style>
  <w:style w:type="paragraph" w:styleId="30">
    <w:name w:val="Body Text Indent 3"/>
    <w:basedOn w:val="a"/>
    <w:rsid w:val="00AC3F26"/>
    <w:pPr>
      <w:ind w:left="360"/>
    </w:pPr>
    <w:rPr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C3F26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AC3F26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AC3F26"/>
    <w:pPr>
      <w:spacing w:before="100" w:after="100"/>
    </w:pPr>
    <w:rPr>
      <w:snapToGrid w:val="0"/>
      <w:sz w:val="24"/>
    </w:rPr>
  </w:style>
  <w:style w:type="character" w:styleId="ad">
    <w:name w:val="Hyperlink"/>
    <w:rsid w:val="00AC3F26"/>
    <w:rPr>
      <w:color w:val="0000FF"/>
      <w:u w:val="single"/>
    </w:rPr>
  </w:style>
  <w:style w:type="paragraph" w:styleId="21">
    <w:name w:val="Body Text 2"/>
    <w:basedOn w:val="a"/>
    <w:link w:val="22"/>
    <w:rsid w:val="00AC3F26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AC3F26"/>
    <w:pPr>
      <w:keepNext/>
      <w:outlineLvl w:val="1"/>
    </w:pPr>
    <w:rPr>
      <w:b/>
      <w:kern w:val="36"/>
      <w:sz w:val="48"/>
    </w:rPr>
  </w:style>
  <w:style w:type="character" w:styleId="ae">
    <w:name w:val="FollowedHyperlink"/>
    <w:rsid w:val="00AC3F26"/>
    <w:rPr>
      <w:color w:val="800080"/>
      <w:u w:val="single"/>
    </w:rPr>
  </w:style>
  <w:style w:type="paragraph" w:styleId="31">
    <w:name w:val="Body Text 3"/>
    <w:basedOn w:val="a"/>
    <w:link w:val="32"/>
    <w:rsid w:val="00AC3F26"/>
    <w:pPr>
      <w:tabs>
        <w:tab w:val="left" w:pos="1134"/>
      </w:tabs>
      <w:jc w:val="both"/>
    </w:pPr>
    <w:rPr>
      <w:b/>
      <w:bCs/>
      <w:sz w:val="28"/>
      <w:lang w:val="uk-UA"/>
    </w:rPr>
  </w:style>
  <w:style w:type="paragraph" w:styleId="af">
    <w:name w:val="Balloon Text"/>
    <w:basedOn w:val="a"/>
    <w:semiHidden/>
    <w:rsid w:val="00EC36E8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link w:val="31"/>
    <w:rsid w:val="00AC396B"/>
    <w:rPr>
      <w:b/>
      <w:bCs/>
      <w:sz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B44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4446C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B6707A"/>
    <w:rPr>
      <w:b/>
      <w:bCs/>
      <w:sz w:val="24"/>
      <w:szCs w:val="24"/>
    </w:rPr>
  </w:style>
  <w:style w:type="character" w:customStyle="1" w:styleId="rvts9">
    <w:name w:val="rvts9"/>
    <w:basedOn w:val="a0"/>
    <w:rsid w:val="00A96100"/>
  </w:style>
  <w:style w:type="character" w:customStyle="1" w:styleId="a8">
    <w:name w:val="Основной текст с отступом Знак"/>
    <w:basedOn w:val="a0"/>
    <w:link w:val="a7"/>
    <w:rsid w:val="0080259C"/>
    <w:rPr>
      <w:sz w:val="24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80259C"/>
    <w:rPr>
      <w:sz w:val="28"/>
      <w:szCs w:val="28"/>
      <w:lang w:val="uk-UA"/>
    </w:rPr>
  </w:style>
  <w:style w:type="paragraph" w:styleId="af0">
    <w:name w:val="List Paragraph"/>
    <w:basedOn w:val="a"/>
    <w:uiPriority w:val="34"/>
    <w:qFormat/>
    <w:rsid w:val="00C21EBD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E14EA7"/>
  </w:style>
  <w:style w:type="character" w:customStyle="1" w:styleId="22">
    <w:name w:val="Основной текст 2 Знак"/>
    <w:basedOn w:val="a0"/>
    <w:link w:val="21"/>
    <w:rsid w:val="00BE4624"/>
    <w:rPr>
      <w:sz w:val="28"/>
    </w:rPr>
  </w:style>
  <w:style w:type="character" w:customStyle="1" w:styleId="hps">
    <w:name w:val="hps"/>
    <w:basedOn w:val="a0"/>
    <w:rsid w:val="00BE4624"/>
  </w:style>
  <w:style w:type="character" w:customStyle="1" w:styleId="rvts0">
    <w:name w:val="rvts0"/>
    <w:basedOn w:val="a0"/>
    <w:rsid w:val="00BE4624"/>
  </w:style>
  <w:style w:type="character" w:customStyle="1" w:styleId="ac">
    <w:name w:val="Нижний колонтитул Знак"/>
    <w:basedOn w:val="a0"/>
    <w:link w:val="ab"/>
    <w:uiPriority w:val="99"/>
    <w:rsid w:val="00BE46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14-03-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3F7D4-3874-42C7-8453-1BA2893A8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14-03-07.DOT</Template>
  <TotalTime>8</TotalTime>
  <Pages>5</Pages>
  <Words>1531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10719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Пользователь User</cp:lastModifiedBy>
  <cp:revision>4</cp:revision>
  <cp:lastPrinted>2020-09-14T10:58:00Z</cp:lastPrinted>
  <dcterms:created xsi:type="dcterms:W3CDTF">2020-09-14T13:40:00Z</dcterms:created>
  <dcterms:modified xsi:type="dcterms:W3CDTF">2020-10-13T10:02:00Z</dcterms:modified>
</cp:coreProperties>
</file>