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BF3E64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</w:t>
      </w:r>
      <w:r w:rsidR="005D10B2"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 w:rsidP="00E42871">
      <w:pPr>
        <w:rPr>
          <w:b/>
          <w:sz w:val="28"/>
          <w:lang w:val="uk-UA"/>
        </w:rPr>
      </w:pPr>
    </w:p>
    <w:p w:rsidR="005E78C0" w:rsidRDefault="00DA77F5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11.11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339</w:t>
      </w:r>
    </w:p>
    <w:p w:rsidR="005E78C0" w:rsidRPr="00E42871" w:rsidRDefault="00357984">
      <w:pPr>
        <w:rPr>
          <w:sz w:val="24"/>
          <w:szCs w:val="24"/>
          <w:lang w:val="uk-UA"/>
        </w:rPr>
      </w:pPr>
      <w:proofErr w:type="spellStart"/>
      <w:r w:rsidRPr="00E42871">
        <w:rPr>
          <w:sz w:val="24"/>
          <w:szCs w:val="24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365" w:type="dxa"/>
        <w:tblInd w:w="-12" w:type="dxa"/>
        <w:tblLook w:val="0000"/>
      </w:tblPr>
      <w:tblGrid>
        <w:gridCol w:w="5365"/>
      </w:tblGrid>
      <w:tr w:rsidR="0040006F" w:rsidRPr="00DA77F5" w:rsidTr="00E42871">
        <w:trPr>
          <w:trHeight w:val="240"/>
        </w:trPr>
        <w:tc>
          <w:tcPr>
            <w:tcW w:w="5365" w:type="dxa"/>
          </w:tcPr>
          <w:p w:rsidR="0040006F" w:rsidRPr="00CD32AA" w:rsidRDefault="0040006F" w:rsidP="00D11273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Про </w:t>
            </w:r>
            <w:r w:rsidR="00E42871">
              <w:rPr>
                <w:b/>
                <w:i/>
                <w:color w:val="000000"/>
                <w:sz w:val="28"/>
                <w:lang w:val="uk-UA"/>
              </w:rPr>
              <w:t>взяття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громадян, як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потребу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ють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поліпшення житлових умов, на квартирний облік при викон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 xml:space="preserve">авчому 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>комі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>теті</w:t>
            </w:r>
            <w:r w:rsidR="00D11273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  <w:proofErr w:type="spellStart"/>
            <w:r w:rsidR="00D11273">
              <w:rPr>
                <w:b/>
                <w:i/>
                <w:color w:val="000000"/>
                <w:sz w:val="28"/>
                <w:lang w:val="uk-UA"/>
              </w:rPr>
              <w:t>Бахмутської</w:t>
            </w:r>
            <w:proofErr w:type="spellEnd"/>
            <w:r w:rsidR="00D11273">
              <w:rPr>
                <w:b/>
                <w:i/>
                <w:color w:val="000000"/>
                <w:sz w:val="28"/>
                <w:lang w:val="uk-UA"/>
              </w:rPr>
              <w:t xml:space="preserve"> міської ради, </w:t>
            </w:r>
            <w:r w:rsidR="00F654DB">
              <w:rPr>
                <w:b/>
                <w:i/>
                <w:color w:val="000000"/>
                <w:sz w:val="28"/>
                <w:lang w:val="uk-UA"/>
              </w:rPr>
              <w:t xml:space="preserve"> зняття з квартирного обліку</w:t>
            </w:r>
            <w:r w:rsidR="00D11273">
              <w:rPr>
                <w:b/>
                <w:i/>
                <w:color w:val="000000"/>
                <w:sz w:val="28"/>
                <w:lang w:val="uk-UA"/>
              </w:rPr>
              <w:t xml:space="preserve"> та внесення змін до облікових справ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D11273" w:rsidRPr="00DF447C" w:rsidRDefault="00D7231F" w:rsidP="00D1127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Заслухавши інформацію начальника Управління розвитку міського господарства та капітального будівництва </w:t>
      </w:r>
      <w:proofErr w:type="spellStart"/>
      <w:r>
        <w:rPr>
          <w:color w:val="000000" w:themeColor="text1"/>
          <w:sz w:val="28"/>
          <w:lang w:val="uk-UA"/>
        </w:rPr>
        <w:t>Бахмутської</w:t>
      </w:r>
      <w:proofErr w:type="spellEnd"/>
      <w:r>
        <w:rPr>
          <w:color w:val="000000" w:themeColor="text1"/>
          <w:sz w:val="28"/>
          <w:lang w:val="uk-UA"/>
        </w:rPr>
        <w:t xml:space="preserve"> міської ради </w:t>
      </w:r>
      <w:r w:rsidR="000040B7">
        <w:rPr>
          <w:color w:val="000000" w:themeColor="text1"/>
          <w:sz w:val="28"/>
          <w:lang w:val="uk-UA"/>
        </w:rPr>
        <w:t>Гармаш С.М.</w:t>
      </w:r>
      <w:r>
        <w:rPr>
          <w:color w:val="000000" w:themeColor="text1"/>
          <w:sz w:val="28"/>
          <w:lang w:val="uk-UA"/>
        </w:rPr>
        <w:t>, р</w:t>
      </w:r>
      <w:r w:rsidR="002A7A92" w:rsidRPr="00BB4D2C">
        <w:rPr>
          <w:color w:val="000000" w:themeColor="text1"/>
          <w:sz w:val="28"/>
          <w:lang w:val="uk-UA"/>
        </w:rPr>
        <w:t xml:space="preserve">озглянувши </w:t>
      </w:r>
      <w:r w:rsidR="00BB4D2C" w:rsidRPr="00BB4D2C">
        <w:rPr>
          <w:color w:val="000000" w:themeColor="text1"/>
          <w:sz w:val="28"/>
          <w:lang w:val="uk-UA"/>
        </w:rPr>
        <w:t>заяви громадян</w:t>
      </w:r>
      <w:r w:rsidR="003B5891">
        <w:rPr>
          <w:color w:val="000000" w:themeColor="text1"/>
          <w:sz w:val="28"/>
          <w:lang w:val="uk-UA"/>
        </w:rPr>
        <w:t xml:space="preserve"> 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щодо </w:t>
      </w:r>
      <w:r w:rsidR="00CF5D53">
        <w:rPr>
          <w:color w:val="000000" w:themeColor="text1"/>
          <w:sz w:val="28"/>
          <w:szCs w:val="28"/>
          <w:lang w:val="uk-UA"/>
        </w:rPr>
        <w:t>взяття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 на квартирний облік при викон</w:t>
      </w:r>
      <w:r w:rsidR="00620552">
        <w:rPr>
          <w:color w:val="000000" w:themeColor="text1"/>
          <w:sz w:val="28"/>
          <w:szCs w:val="28"/>
          <w:lang w:val="uk-UA"/>
        </w:rPr>
        <w:t xml:space="preserve">авчому </w:t>
      </w:r>
      <w:r w:rsidR="00BB4D2C" w:rsidRPr="002259F0">
        <w:rPr>
          <w:color w:val="000000" w:themeColor="text1"/>
          <w:sz w:val="28"/>
          <w:szCs w:val="28"/>
          <w:lang w:val="uk-UA"/>
        </w:rPr>
        <w:t>комі</w:t>
      </w:r>
      <w:r w:rsidR="00620552">
        <w:rPr>
          <w:color w:val="000000" w:themeColor="text1"/>
          <w:sz w:val="28"/>
          <w:szCs w:val="28"/>
          <w:lang w:val="uk-UA"/>
        </w:rPr>
        <w:t>теті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B4D2C" w:rsidRPr="002259F0">
        <w:rPr>
          <w:color w:val="000000" w:themeColor="text1"/>
          <w:sz w:val="28"/>
          <w:szCs w:val="28"/>
          <w:lang w:val="uk-UA"/>
        </w:rPr>
        <w:t>Бахмутської</w:t>
      </w:r>
      <w:proofErr w:type="spellEnd"/>
      <w:r w:rsidR="00BB4D2C" w:rsidRPr="002259F0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5D14D4">
        <w:rPr>
          <w:color w:val="000000" w:themeColor="text1"/>
          <w:sz w:val="28"/>
          <w:szCs w:val="28"/>
          <w:lang w:val="uk-UA"/>
        </w:rPr>
        <w:t>,</w:t>
      </w:r>
      <w:r w:rsidR="00287349">
        <w:rPr>
          <w:color w:val="000000" w:themeColor="text1"/>
          <w:sz w:val="28"/>
          <w:szCs w:val="28"/>
          <w:lang w:val="uk-UA"/>
        </w:rPr>
        <w:t xml:space="preserve"> </w:t>
      </w:r>
      <w:r w:rsidR="00BB4D2C" w:rsidRPr="002259F0">
        <w:rPr>
          <w:color w:val="000000" w:themeColor="text1"/>
          <w:sz w:val="28"/>
          <w:szCs w:val="28"/>
          <w:lang w:val="uk-UA"/>
        </w:rPr>
        <w:t>зняття з квартирного обліку</w:t>
      </w:r>
      <w:r w:rsidR="002E243D">
        <w:rPr>
          <w:color w:val="000000" w:themeColor="text1"/>
          <w:sz w:val="28"/>
          <w:szCs w:val="28"/>
          <w:lang w:val="uk-UA"/>
        </w:rPr>
        <w:t>,</w:t>
      </w:r>
      <w:r w:rsidR="00620552">
        <w:rPr>
          <w:color w:val="000000" w:themeColor="text1"/>
          <w:sz w:val="28"/>
          <w:szCs w:val="28"/>
          <w:lang w:val="uk-UA"/>
        </w:rPr>
        <w:t xml:space="preserve"> </w:t>
      </w:r>
      <w:r w:rsidR="00D175DF">
        <w:rPr>
          <w:color w:val="000000" w:themeColor="text1"/>
          <w:sz w:val="28"/>
          <w:szCs w:val="28"/>
          <w:lang w:val="uk-UA"/>
        </w:rPr>
        <w:t>внесення змін до облікових справ,</w:t>
      </w:r>
      <w:r w:rsidR="00287349">
        <w:rPr>
          <w:color w:val="000000" w:themeColor="text1"/>
          <w:sz w:val="28"/>
          <w:szCs w:val="28"/>
          <w:lang w:val="uk-UA"/>
        </w:rPr>
        <w:t xml:space="preserve"> </w:t>
      </w:r>
      <w:r w:rsidR="008837F5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620552">
        <w:rPr>
          <w:color w:val="000000" w:themeColor="text1"/>
          <w:sz w:val="28"/>
          <w:szCs w:val="28"/>
          <w:lang w:val="uk-UA"/>
        </w:rPr>
        <w:t xml:space="preserve">протокольне рішення </w:t>
      </w:r>
      <w:r w:rsidR="00620552" w:rsidRPr="00BB4D2C">
        <w:rPr>
          <w:color w:val="000000" w:themeColor="text1"/>
          <w:sz w:val="28"/>
          <w:lang w:val="uk-UA"/>
        </w:rPr>
        <w:t xml:space="preserve">міської житлової комісії при виконкомі </w:t>
      </w:r>
      <w:proofErr w:type="spellStart"/>
      <w:r w:rsidR="00620552" w:rsidRPr="00BB4D2C">
        <w:rPr>
          <w:color w:val="000000" w:themeColor="text1"/>
          <w:sz w:val="28"/>
          <w:lang w:val="uk-UA"/>
        </w:rPr>
        <w:t>Бахмутської</w:t>
      </w:r>
      <w:proofErr w:type="spellEnd"/>
      <w:r w:rsidR="00620552" w:rsidRPr="00BB4D2C">
        <w:rPr>
          <w:color w:val="000000" w:themeColor="text1"/>
          <w:sz w:val="28"/>
          <w:lang w:val="uk-UA"/>
        </w:rPr>
        <w:t xml:space="preserve"> міської ради</w:t>
      </w:r>
      <w:r w:rsidR="00620552" w:rsidRPr="002259F0">
        <w:rPr>
          <w:color w:val="000000" w:themeColor="text1"/>
          <w:sz w:val="28"/>
          <w:szCs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>(витяг з протоколу</w:t>
      </w:r>
      <w:r w:rsidR="00BB4D2C" w:rsidRPr="00BB4D2C">
        <w:rPr>
          <w:color w:val="000000" w:themeColor="text1"/>
          <w:sz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 xml:space="preserve">від 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D175DF">
        <w:rPr>
          <w:color w:val="000000" w:themeColor="text1"/>
          <w:sz w:val="28"/>
          <w:lang w:val="uk-UA"/>
        </w:rPr>
        <w:t>5</w:t>
      </w:r>
      <w:r w:rsidR="00CA08BD" w:rsidRPr="00BB4D2C">
        <w:rPr>
          <w:color w:val="000000" w:themeColor="text1"/>
          <w:sz w:val="28"/>
          <w:lang w:val="uk-UA"/>
        </w:rPr>
        <w:t>.</w:t>
      </w:r>
      <w:r w:rsidR="00D175DF">
        <w:rPr>
          <w:color w:val="000000" w:themeColor="text1"/>
          <w:sz w:val="28"/>
          <w:lang w:val="uk-UA"/>
        </w:rPr>
        <w:t>1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2A7A92" w:rsidRPr="00BB4D2C">
        <w:rPr>
          <w:color w:val="000000" w:themeColor="text1"/>
          <w:sz w:val="28"/>
          <w:lang w:val="uk-UA"/>
        </w:rPr>
        <w:t>.20</w:t>
      </w:r>
      <w:r w:rsidR="002B0425" w:rsidRPr="00BB4D2C">
        <w:rPr>
          <w:color w:val="000000" w:themeColor="text1"/>
          <w:sz w:val="28"/>
          <w:lang w:val="uk-UA"/>
        </w:rPr>
        <w:t>20</w:t>
      </w:r>
      <w:r w:rsidR="002A7A92" w:rsidRPr="00BB4D2C">
        <w:rPr>
          <w:color w:val="000000" w:themeColor="text1"/>
          <w:sz w:val="28"/>
          <w:lang w:val="uk-UA"/>
        </w:rPr>
        <w:t xml:space="preserve"> № </w:t>
      </w:r>
      <w:r w:rsidR="00D175DF">
        <w:rPr>
          <w:color w:val="000000" w:themeColor="text1"/>
          <w:sz w:val="28"/>
          <w:lang w:val="uk-UA"/>
        </w:rPr>
        <w:t>11</w:t>
      </w:r>
      <w:r w:rsidR="002A7A92" w:rsidRPr="00BB4D2C">
        <w:rPr>
          <w:color w:val="000000" w:themeColor="text1"/>
          <w:sz w:val="28"/>
          <w:lang w:val="uk-UA"/>
        </w:rPr>
        <w:t>),</w:t>
      </w:r>
      <w:r w:rsidR="002A7A92" w:rsidRPr="00E42871">
        <w:rPr>
          <w:color w:val="FF0000"/>
          <w:sz w:val="28"/>
          <w:lang w:val="uk-UA"/>
        </w:rPr>
        <w:t xml:space="preserve"> </w:t>
      </w:r>
      <w:r w:rsidR="00D11273" w:rsidRPr="00B765AF">
        <w:rPr>
          <w:sz w:val="28"/>
          <w:lang w:val="uk-UA"/>
        </w:rPr>
        <w:t xml:space="preserve">відповідно </w:t>
      </w:r>
      <w:r w:rsidR="00D11273">
        <w:rPr>
          <w:sz w:val="28"/>
          <w:lang w:val="uk-UA"/>
        </w:rPr>
        <w:t xml:space="preserve">до </w:t>
      </w:r>
      <w:r w:rsidR="00D11273" w:rsidRPr="008C3856">
        <w:rPr>
          <w:sz w:val="28"/>
          <w:lang w:val="uk-UA"/>
        </w:rPr>
        <w:t>ст.</w:t>
      </w:r>
      <w:r w:rsidR="00D11273" w:rsidRPr="00510897">
        <w:rPr>
          <w:color w:val="000000"/>
          <w:sz w:val="28"/>
          <w:lang w:val="uk-UA"/>
        </w:rPr>
        <w:t xml:space="preserve">ст. </w:t>
      </w:r>
      <w:r w:rsidR="00D11273">
        <w:rPr>
          <w:color w:val="000000"/>
          <w:sz w:val="28"/>
          <w:lang w:val="uk-UA"/>
        </w:rPr>
        <w:t xml:space="preserve">15, 34, 36, 38-40, 45, </w:t>
      </w:r>
      <w:r w:rsidR="00D11273" w:rsidRPr="00C672C4">
        <w:rPr>
          <w:color w:val="000000"/>
          <w:sz w:val="28"/>
          <w:lang w:val="uk-UA"/>
        </w:rPr>
        <w:t>46</w:t>
      </w:r>
      <w:r w:rsidR="00D11273" w:rsidRPr="00701C8E">
        <w:rPr>
          <w:sz w:val="28"/>
          <w:lang w:val="uk-UA"/>
        </w:rPr>
        <w:t xml:space="preserve"> </w:t>
      </w:r>
      <w:r w:rsidR="00D11273">
        <w:rPr>
          <w:sz w:val="28"/>
          <w:lang w:val="uk-UA"/>
        </w:rPr>
        <w:t>Житлового К</w:t>
      </w:r>
      <w:r w:rsidR="00D11273" w:rsidRPr="00016C00">
        <w:rPr>
          <w:sz w:val="28"/>
          <w:lang w:val="uk-UA"/>
        </w:rPr>
        <w:t>одексу Української РСР</w:t>
      </w:r>
      <w:r w:rsidR="00D11273" w:rsidRPr="00016C00">
        <w:rPr>
          <w:sz w:val="28"/>
          <w:szCs w:val="28"/>
          <w:lang w:val="uk-UA"/>
        </w:rPr>
        <w:t>,</w:t>
      </w:r>
      <w:r w:rsidR="00D11273" w:rsidRPr="00F95FEE">
        <w:rPr>
          <w:sz w:val="28"/>
          <w:lang w:val="uk-UA"/>
        </w:rPr>
        <w:t xml:space="preserve"> </w:t>
      </w:r>
      <w:r w:rsidR="00D11273">
        <w:rPr>
          <w:sz w:val="28"/>
          <w:lang w:val="uk-UA"/>
        </w:rPr>
        <w:t xml:space="preserve">Законів України «Про статус ветеранів війни, гарантії їх соціального захисту»,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D11273">
        <w:rPr>
          <w:color w:val="000000"/>
          <w:sz w:val="28"/>
          <w:lang w:val="uk-UA"/>
        </w:rPr>
        <w:t xml:space="preserve">пунктів 13, 15, 18-21, 26, 44, </w:t>
      </w:r>
      <w:r w:rsidR="00D11273" w:rsidRPr="00C672C4">
        <w:rPr>
          <w:color w:val="000000"/>
          <w:sz w:val="28"/>
          <w:lang w:val="uk-UA"/>
        </w:rPr>
        <w:t>46</w:t>
      </w:r>
      <w:r w:rsidR="00D11273">
        <w:rPr>
          <w:color w:val="000000"/>
          <w:sz w:val="28"/>
          <w:lang w:val="uk-UA"/>
        </w:rPr>
        <w:t xml:space="preserve"> </w:t>
      </w:r>
      <w:r w:rsidR="00D11273" w:rsidRPr="00921A50">
        <w:rPr>
          <w:color w:val="000000"/>
          <w:sz w:val="28"/>
          <w:lang w:val="uk-UA"/>
        </w:rPr>
        <w:t xml:space="preserve">Правил </w:t>
      </w:r>
      <w:r w:rsidR="00D11273">
        <w:rPr>
          <w:sz w:val="28"/>
          <w:lang w:val="uk-UA"/>
        </w:rPr>
        <w:t xml:space="preserve">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 (зі змінами),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(зі змінами), керуючись ст.ст. 30, 52 Закону України </w:t>
      </w:r>
      <w:proofErr w:type="spellStart"/>
      <w:r w:rsidR="00D11273">
        <w:rPr>
          <w:sz w:val="28"/>
          <w:lang w:val="uk-UA"/>
        </w:rPr>
        <w:t>“Про</w:t>
      </w:r>
      <w:proofErr w:type="spellEnd"/>
      <w:r w:rsidR="00D11273">
        <w:rPr>
          <w:sz w:val="28"/>
          <w:lang w:val="uk-UA"/>
        </w:rPr>
        <w:t xml:space="preserve"> місцеве самоврядування в </w:t>
      </w:r>
      <w:proofErr w:type="spellStart"/>
      <w:r w:rsidR="00D11273">
        <w:rPr>
          <w:sz w:val="28"/>
          <w:lang w:val="uk-UA"/>
        </w:rPr>
        <w:t>Україні”</w:t>
      </w:r>
      <w:proofErr w:type="spellEnd"/>
      <w:r w:rsidR="00D11273">
        <w:rPr>
          <w:sz w:val="28"/>
          <w:lang w:val="uk-UA"/>
        </w:rPr>
        <w:t xml:space="preserve">, виконавчий комітет </w:t>
      </w:r>
      <w:proofErr w:type="spellStart"/>
      <w:r w:rsidR="00D11273">
        <w:rPr>
          <w:sz w:val="28"/>
          <w:lang w:val="uk-UA"/>
        </w:rPr>
        <w:t>Бахмутської</w:t>
      </w:r>
      <w:proofErr w:type="spellEnd"/>
      <w:r w:rsidR="00D11273">
        <w:rPr>
          <w:sz w:val="28"/>
          <w:lang w:val="uk-UA"/>
        </w:rPr>
        <w:t xml:space="preserve"> міської ради</w:t>
      </w:r>
    </w:p>
    <w:p w:rsidR="00F05832" w:rsidRDefault="00F05832">
      <w:pPr>
        <w:ind w:firstLine="720"/>
        <w:jc w:val="both"/>
        <w:rPr>
          <w:sz w:val="28"/>
          <w:lang w:val="uk-UA"/>
        </w:rPr>
      </w:pPr>
    </w:p>
    <w:p w:rsidR="003B5891" w:rsidRDefault="003B5891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CD10DE" w:rsidRDefault="00AE2BAA" w:rsidP="00AE2BAA">
      <w:pPr>
        <w:pStyle w:val="31"/>
        <w:tabs>
          <w:tab w:val="clear" w:pos="1134"/>
          <w:tab w:val="left" w:pos="709"/>
        </w:tabs>
        <w:rPr>
          <w:b w:val="0"/>
        </w:rPr>
      </w:pPr>
      <w:r>
        <w:rPr>
          <w:b w:val="0"/>
        </w:rPr>
        <w:tab/>
        <w:t xml:space="preserve">1. </w:t>
      </w:r>
      <w:r w:rsidR="00E42871">
        <w:rPr>
          <w:b w:val="0"/>
        </w:rPr>
        <w:t>Взяти</w:t>
      </w:r>
      <w:r w:rsidR="004D1A49" w:rsidRPr="005C4BBD">
        <w:rPr>
          <w:b w:val="0"/>
        </w:rPr>
        <w:t xml:space="preserve"> на квартирний облік при викон</w:t>
      </w:r>
      <w:r w:rsidR="00D7231F">
        <w:rPr>
          <w:b w:val="0"/>
        </w:rPr>
        <w:t xml:space="preserve">авчому </w:t>
      </w:r>
      <w:r w:rsidR="004D1A49" w:rsidRPr="005C4BBD">
        <w:rPr>
          <w:b w:val="0"/>
        </w:rPr>
        <w:t>комі</w:t>
      </w:r>
      <w:r w:rsidR="00D7231F">
        <w:rPr>
          <w:b w:val="0"/>
        </w:rPr>
        <w:t>теті</w:t>
      </w:r>
      <w:r w:rsidR="004D1A49" w:rsidRPr="005C4BBD">
        <w:rPr>
          <w:b w:val="0"/>
        </w:rPr>
        <w:t xml:space="preserve"> </w:t>
      </w:r>
      <w:proofErr w:type="spellStart"/>
      <w:r w:rsidR="004D1A49" w:rsidRPr="005C4BBD">
        <w:rPr>
          <w:b w:val="0"/>
        </w:rPr>
        <w:t>Бахмутської</w:t>
      </w:r>
      <w:proofErr w:type="spellEnd"/>
      <w:r w:rsidR="004D1A49" w:rsidRPr="005C4BBD">
        <w:rPr>
          <w:b w:val="0"/>
        </w:rPr>
        <w:t xml:space="preserve"> міської ради</w:t>
      </w:r>
      <w:r w:rsidR="00CD10DE">
        <w:rPr>
          <w:b w:val="0"/>
        </w:rPr>
        <w:t xml:space="preserve"> таких громадян:</w:t>
      </w:r>
    </w:p>
    <w:p w:rsidR="00443F8C" w:rsidRDefault="00443F8C" w:rsidP="00443F8C">
      <w:pPr>
        <w:pStyle w:val="31"/>
        <w:tabs>
          <w:tab w:val="clear" w:pos="1134"/>
          <w:tab w:val="left" w:pos="709"/>
        </w:tabs>
        <w:rPr>
          <w:b w:val="0"/>
        </w:rPr>
      </w:pPr>
    </w:p>
    <w:p w:rsidR="00391BF3" w:rsidRDefault="00CD10DE" w:rsidP="00391BF3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  <w:r>
        <w:rPr>
          <w:b w:val="0"/>
        </w:rPr>
        <w:tab/>
      </w:r>
      <w:r w:rsidR="00A30F1A">
        <w:rPr>
          <w:b w:val="0"/>
        </w:rPr>
        <w:t xml:space="preserve">1.1.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A30F1A">
        <w:rPr>
          <w:b w:val="0"/>
        </w:rPr>
        <w:t>скла</w:t>
      </w:r>
      <w:r w:rsidR="00A30F1A">
        <w:rPr>
          <w:b w:val="0"/>
          <w:color w:val="000000"/>
          <w:szCs w:val="28"/>
        </w:rPr>
        <w:t>дом родини 1 особа, який</w:t>
      </w:r>
      <w:r w:rsidR="00A30F1A" w:rsidRPr="006D641A">
        <w:rPr>
          <w:b w:val="0"/>
          <w:color w:val="000000"/>
          <w:szCs w:val="28"/>
        </w:rPr>
        <w:t xml:space="preserve"> зареєстрован</w:t>
      </w:r>
      <w:r w:rsidR="00A30F1A">
        <w:rPr>
          <w:b w:val="0"/>
          <w:color w:val="000000"/>
          <w:szCs w:val="28"/>
        </w:rPr>
        <w:t xml:space="preserve">ий в </w:t>
      </w:r>
      <w:r w:rsidR="00391BF3">
        <w:rPr>
          <w:b w:val="0"/>
          <w:color w:val="000000"/>
          <w:szCs w:val="28"/>
        </w:rPr>
        <w:t>будинку</w:t>
      </w:r>
      <w:r w:rsidR="00A30F1A">
        <w:rPr>
          <w:b w:val="0"/>
          <w:color w:val="000000"/>
          <w:szCs w:val="28"/>
        </w:rPr>
        <w:t>, жилою площею 2</w:t>
      </w:r>
      <w:r w:rsidR="00391BF3">
        <w:rPr>
          <w:b w:val="0"/>
          <w:color w:val="000000"/>
          <w:szCs w:val="28"/>
        </w:rPr>
        <w:t>3</w:t>
      </w:r>
      <w:r w:rsidR="00A30F1A">
        <w:rPr>
          <w:b w:val="0"/>
          <w:color w:val="000000"/>
          <w:szCs w:val="28"/>
        </w:rPr>
        <w:t>,</w:t>
      </w:r>
      <w:r w:rsidR="00391BF3">
        <w:rPr>
          <w:b w:val="0"/>
          <w:color w:val="000000"/>
          <w:szCs w:val="28"/>
        </w:rPr>
        <w:t>9</w:t>
      </w:r>
      <w:r w:rsidR="00A30F1A">
        <w:rPr>
          <w:b w:val="0"/>
          <w:color w:val="000000"/>
          <w:szCs w:val="28"/>
        </w:rPr>
        <w:t>0</w:t>
      </w:r>
      <w:r w:rsidR="00A30F1A" w:rsidRPr="006D641A">
        <w:rPr>
          <w:b w:val="0"/>
          <w:color w:val="000000"/>
          <w:szCs w:val="28"/>
        </w:rPr>
        <w:t> </w:t>
      </w:r>
      <w:proofErr w:type="spellStart"/>
      <w:r w:rsidR="00A30F1A" w:rsidRPr="006D641A">
        <w:rPr>
          <w:b w:val="0"/>
          <w:color w:val="000000"/>
          <w:szCs w:val="28"/>
        </w:rPr>
        <w:t>кв.м</w:t>
      </w:r>
      <w:proofErr w:type="spellEnd"/>
      <w:r w:rsidR="00A30F1A" w:rsidRPr="006D641A">
        <w:rPr>
          <w:b w:val="0"/>
          <w:color w:val="000000"/>
          <w:szCs w:val="28"/>
        </w:rPr>
        <w:t>.</w:t>
      </w:r>
      <w:r w:rsidR="00391BF3">
        <w:rPr>
          <w:b w:val="0"/>
          <w:color w:val="000000"/>
          <w:szCs w:val="28"/>
        </w:rPr>
        <w:t xml:space="preserve"> (кількість </w:t>
      </w:r>
      <w:proofErr w:type="spellStart"/>
      <w:r w:rsidR="00391BF3">
        <w:rPr>
          <w:b w:val="0"/>
          <w:color w:val="000000"/>
          <w:szCs w:val="28"/>
        </w:rPr>
        <w:t>мешкаючих</w:t>
      </w:r>
      <w:proofErr w:type="spellEnd"/>
      <w:r w:rsidR="00391BF3">
        <w:rPr>
          <w:b w:val="0"/>
          <w:color w:val="000000"/>
          <w:szCs w:val="28"/>
        </w:rPr>
        <w:t xml:space="preserve"> 2 особи)</w:t>
      </w:r>
      <w:r w:rsidR="00A30F1A" w:rsidRPr="006D641A">
        <w:rPr>
          <w:b w:val="0"/>
          <w:color w:val="000000"/>
          <w:szCs w:val="28"/>
        </w:rPr>
        <w:t xml:space="preserve">, по </w:t>
      </w:r>
      <w:r w:rsidR="00A30F1A">
        <w:rPr>
          <w:b w:val="0"/>
          <w:color w:val="000000"/>
          <w:szCs w:val="28"/>
        </w:rPr>
        <w:t xml:space="preserve">вулиці </w:t>
      </w:r>
      <w:r w:rsidR="00391BF3">
        <w:rPr>
          <w:b w:val="0"/>
          <w:color w:val="000000"/>
          <w:szCs w:val="28"/>
        </w:rPr>
        <w:t>Механізаторів</w:t>
      </w:r>
      <w:r w:rsidR="00A30F1A">
        <w:rPr>
          <w:b w:val="0"/>
          <w:color w:val="000000"/>
          <w:szCs w:val="28"/>
        </w:rPr>
        <w:t xml:space="preserve"> у </w:t>
      </w:r>
      <w:proofErr w:type="spellStart"/>
      <w:r w:rsidR="00A30F1A">
        <w:rPr>
          <w:b w:val="0"/>
          <w:color w:val="000000"/>
          <w:szCs w:val="28"/>
        </w:rPr>
        <w:t>с.Покровське</w:t>
      </w:r>
      <w:proofErr w:type="spellEnd"/>
      <w:r w:rsidR="00A30F1A">
        <w:rPr>
          <w:b w:val="0"/>
          <w:color w:val="000000"/>
          <w:szCs w:val="28"/>
        </w:rPr>
        <w:t xml:space="preserve"> </w:t>
      </w:r>
      <w:proofErr w:type="spellStart"/>
      <w:r w:rsidR="00A30F1A">
        <w:rPr>
          <w:b w:val="0"/>
          <w:color w:val="000000"/>
          <w:szCs w:val="28"/>
        </w:rPr>
        <w:t>Бахмутського</w:t>
      </w:r>
      <w:proofErr w:type="spellEnd"/>
      <w:r w:rsidR="00A30F1A">
        <w:rPr>
          <w:b w:val="0"/>
          <w:color w:val="000000"/>
          <w:szCs w:val="28"/>
        </w:rPr>
        <w:t xml:space="preserve"> району</w:t>
      </w:r>
      <w:r w:rsidR="00A30F1A" w:rsidRPr="006D641A">
        <w:rPr>
          <w:b w:val="0"/>
          <w:color w:val="000000"/>
          <w:szCs w:val="28"/>
        </w:rPr>
        <w:t xml:space="preserve">, що належить на праві </w:t>
      </w:r>
      <w:r w:rsidR="00A30F1A">
        <w:rPr>
          <w:b w:val="0"/>
          <w:color w:val="000000"/>
          <w:szCs w:val="28"/>
        </w:rPr>
        <w:t>приватної</w:t>
      </w:r>
      <w:r w:rsidR="00A30F1A" w:rsidRPr="006D641A">
        <w:rPr>
          <w:b w:val="0"/>
          <w:color w:val="000000"/>
          <w:szCs w:val="28"/>
        </w:rPr>
        <w:t xml:space="preserve"> власності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A30F1A">
        <w:rPr>
          <w:b w:val="0"/>
          <w:color w:val="000000"/>
          <w:szCs w:val="28"/>
        </w:rPr>
        <w:t xml:space="preserve">відповідно до інформації </w:t>
      </w:r>
      <w:r w:rsidR="00A30F1A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391BF3">
        <w:rPr>
          <w:b w:val="0"/>
          <w:bCs w:val="0"/>
          <w:color w:val="000000"/>
          <w:szCs w:val="28"/>
        </w:rPr>
        <w:t xml:space="preserve"> об’єкта нерухомого майна від 30</w:t>
      </w:r>
      <w:r w:rsidR="00A30F1A">
        <w:rPr>
          <w:b w:val="0"/>
          <w:bCs w:val="0"/>
          <w:color w:val="000000"/>
          <w:szCs w:val="28"/>
        </w:rPr>
        <w:t>.0</w:t>
      </w:r>
      <w:r w:rsidR="00391BF3">
        <w:rPr>
          <w:b w:val="0"/>
          <w:bCs w:val="0"/>
          <w:color w:val="000000"/>
          <w:szCs w:val="28"/>
        </w:rPr>
        <w:t>9</w:t>
      </w:r>
      <w:r w:rsidR="00A30F1A">
        <w:rPr>
          <w:b w:val="0"/>
          <w:bCs w:val="0"/>
          <w:color w:val="000000"/>
          <w:szCs w:val="28"/>
        </w:rPr>
        <w:t>.2020</w:t>
      </w:r>
      <w:r w:rsidR="00A30F1A" w:rsidRPr="00180741">
        <w:rPr>
          <w:b w:val="0"/>
          <w:bCs w:val="0"/>
          <w:color w:val="000000"/>
          <w:szCs w:val="28"/>
        </w:rPr>
        <w:t xml:space="preserve"> №</w:t>
      </w:r>
      <w:r w:rsidR="00A30F1A">
        <w:rPr>
          <w:b w:val="0"/>
          <w:bCs w:val="0"/>
          <w:color w:val="000000"/>
          <w:szCs w:val="28"/>
        </w:rPr>
        <w:t> 2</w:t>
      </w:r>
      <w:r w:rsidR="00391BF3">
        <w:rPr>
          <w:b w:val="0"/>
          <w:bCs w:val="0"/>
          <w:color w:val="000000"/>
          <w:szCs w:val="28"/>
        </w:rPr>
        <w:t>26150316</w:t>
      </w:r>
      <w:r w:rsidR="00A30F1A">
        <w:rPr>
          <w:b w:val="0"/>
          <w:color w:val="000000"/>
          <w:szCs w:val="28"/>
        </w:rPr>
        <w:t>,</w:t>
      </w:r>
      <w:r w:rsidR="00A30F1A" w:rsidRPr="006D641A">
        <w:rPr>
          <w:b w:val="0"/>
          <w:color w:val="000000"/>
        </w:rPr>
        <w:t xml:space="preserve"> </w:t>
      </w:r>
      <w:r w:rsidR="00A30F1A">
        <w:rPr>
          <w:b w:val="0"/>
          <w:color w:val="000000"/>
        </w:rPr>
        <w:t xml:space="preserve">із збереженням попереднього часу перебування на квартирному обліку при виконавчому комітеті Покровської сільської ради </w:t>
      </w:r>
      <w:proofErr w:type="spellStart"/>
      <w:r w:rsidR="00A30F1A">
        <w:rPr>
          <w:b w:val="0"/>
          <w:color w:val="000000"/>
        </w:rPr>
        <w:t>Бахмутського</w:t>
      </w:r>
      <w:proofErr w:type="spellEnd"/>
      <w:r w:rsidR="00A30F1A">
        <w:rPr>
          <w:b w:val="0"/>
          <w:color w:val="000000"/>
        </w:rPr>
        <w:t xml:space="preserve"> району </w:t>
      </w:r>
      <w:r w:rsidR="00391BF3">
        <w:rPr>
          <w:b w:val="0"/>
          <w:color w:val="000000"/>
        </w:rPr>
        <w:t>з 15</w:t>
      </w:r>
      <w:r w:rsidR="00A30F1A">
        <w:rPr>
          <w:b w:val="0"/>
          <w:color w:val="000000"/>
        </w:rPr>
        <w:t>.0</w:t>
      </w:r>
      <w:r w:rsidR="00391BF3">
        <w:rPr>
          <w:b w:val="0"/>
          <w:color w:val="000000"/>
        </w:rPr>
        <w:t>8</w:t>
      </w:r>
      <w:r w:rsidR="00A30F1A">
        <w:rPr>
          <w:b w:val="0"/>
          <w:color w:val="000000"/>
        </w:rPr>
        <w:t>.201</w:t>
      </w:r>
      <w:r w:rsidR="00391BF3">
        <w:rPr>
          <w:b w:val="0"/>
          <w:color w:val="000000"/>
        </w:rPr>
        <w:t>8</w:t>
      </w:r>
      <w:r w:rsidR="00A30F1A">
        <w:rPr>
          <w:b w:val="0"/>
          <w:color w:val="000000"/>
        </w:rPr>
        <w:t xml:space="preserve"> року,</w:t>
      </w:r>
      <w:r w:rsidR="00A30F1A" w:rsidRPr="005A2F31">
        <w:rPr>
          <w:b w:val="0"/>
          <w:color w:val="000000"/>
        </w:rPr>
        <w:t xml:space="preserve"> </w:t>
      </w:r>
      <w:r w:rsidR="00A30F1A" w:rsidRPr="006D641A">
        <w:rPr>
          <w:b w:val="0"/>
          <w:color w:val="000000"/>
        </w:rPr>
        <w:t xml:space="preserve">на підставі </w:t>
      </w:r>
      <w:proofErr w:type="spellStart"/>
      <w:r w:rsidR="00A30F1A" w:rsidRPr="006D641A">
        <w:rPr>
          <w:b w:val="0"/>
          <w:color w:val="000000"/>
        </w:rPr>
        <w:t>пп</w:t>
      </w:r>
      <w:proofErr w:type="spellEnd"/>
      <w:r w:rsidR="00A30F1A" w:rsidRPr="006D641A">
        <w:rPr>
          <w:b w:val="0"/>
          <w:color w:val="000000"/>
        </w:rPr>
        <w:t xml:space="preserve"> 5 п 13 Правил обліку громадян, </w:t>
      </w:r>
      <w:r w:rsidR="00A30F1A" w:rsidRPr="00597BC5">
        <w:rPr>
          <w:b w:val="0"/>
          <w:color w:val="000000"/>
        </w:rPr>
        <w:t>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A30F1A">
        <w:rPr>
          <w:b w:val="0"/>
          <w:color w:val="000000" w:themeColor="text1"/>
        </w:rPr>
        <w:t>1</w:t>
      </w:r>
      <w:r w:rsidR="00391BF3">
        <w:rPr>
          <w:b w:val="0"/>
          <w:color w:val="000000" w:themeColor="text1"/>
        </w:rPr>
        <w:t>448</w:t>
      </w:r>
      <w:r w:rsidR="00A30F1A">
        <w:rPr>
          <w:b w:val="0"/>
          <w:color w:val="000000"/>
        </w:rPr>
        <w:t xml:space="preserve">, </w:t>
      </w:r>
      <w:r w:rsidR="00391BF3" w:rsidRPr="005A2F31">
        <w:rPr>
          <w:b w:val="0"/>
          <w:color w:val="000000"/>
        </w:rPr>
        <w:t xml:space="preserve">з включенням до списку першочергового одержання житла, як учасника бойових дій, на підставі </w:t>
      </w:r>
      <w:proofErr w:type="spellStart"/>
      <w:r w:rsidR="00391BF3" w:rsidRPr="005A2F31">
        <w:rPr>
          <w:b w:val="0"/>
          <w:color w:val="000000"/>
        </w:rPr>
        <w:t>пп</w:t>
      </w:r>
      <w:proofErr w:type="spellEnd"/>
      <w:r w:rsidR="00391BF3"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="00391BF3" w:rsidRPr="009A5416">
        <w:rPr>
          <w:b w:val="0"/>
          <w:color w:val="000000" w:themeColor="text1"/>
        </w:rPr>
        <w:t>4</w:t>
      </w:r>
      <w:r w:rsidR="00391BF3">
        <w:rPr>
          <w:b w:val="0"/>
          <w:color w:val="000000" w:themeColor="text1"/>
        </w:rPr>
        <w:t>39</w:t>
      </w:r>
      <w:r w:rsidR="00391BF3" w:rsidRPr="009A5416">
        <w:rPr>
          <w:b w:val="0"/>
          <w:color w:val="000000" w:themeColor="text1"/>
        </w:rPr>
        <w:t>,</w:t>
      </w:r>
      <w:r w:rsidR="00391BF3">
        <w:rPr>
          <w:b w:val="0"/>
          <w:color w:val="000000"/>
        </w:rPr>
        <w:t xml:space="preserve"> надавши обліковій справі № 4717</w:t>
      </w:r>
      <w:r w:rsidR="00391BF3" w:rsidRPr="005A2F31">
        <w:rPr>
          <w:b w:val="0"/>
          <w:color w:val="000000"/>
        </w:rPr>
        <w:t>.</w:t>
      </w:r>
    </w:p>
    <w:p w:rsidR="00A30F1A" w:rsidRDefault="00A30F1A" w:rsidP="00A30F1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</w:p>
    <w:p w:rsidR="00D175DF" w:rsidRPr="000457BB" w:rsidRDefault="00A30F1A" w:rsidP="00D175DF">
      <w:pPr>
        <w:pStyle w:val="31"/>
        <w:tabs>
          <w:tab w:val="clear" w:pos="1134"/>
          <w:tab w:val="left" w:pos="709"/>
        </w:tabs>
        <w:rPr>
          <w:b w:val="0"/>
          <w:color w:val="FF0000"/>
          <w:szCs w:val="28"/>
        </w:rPr>
      </w:pPr>
      <w:r>
        <w:rPr>
          <w:b w:val="0"/>
        </w:rPr>
        <w:tab/>
      </w:r>
      <w:r w:rsidR="00BB1A84" w:rsidRPr="00BB1A84">
        <w:rPr>
          <w:b w:val="0"/>
        </w:rPr>
        <w:t>1.</w:t>
      </w:r>
      <w:r w:rsidR="00F73D6B">
        <w:rPr>
          <w:b w:val="0"/>
        </w:rPr>
        <w:t>2</w:t>
      </w:r>
      <w:r w:rsidR="00BB1A84" w:rsidRPr="00BB1A84">
        <w:rPr>
          <w:b w:val="0"/>
        </w:rPr>
        <w:t>.</w:t>
      </w:r>
      <w:r w:rsidR="00BB1A84">
        <w:rPr>
          <w:i/>
        </w:rPr>
        <w:t xml:space="preserve">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D175DF">
        <w:rPr>
          <w:b w:val="0"/>
          <w:color w:val="000000"/>
        </w:rPr>
        <w:t>скла</w:t>
      </w:r>
      <w:r w:rsidR="00D175DF">
        <w:rPr>
          <w:b w:val="0"/>
          <w:color w:val="000000"/>
          <w:szCs w:val="28"/>
        </w:rPr>
        <w:t>дом родини 1 особа, яка</w:t>
      </w:r>
      <w:r w:rsidR="00D175DF" w:rsidRPr="006D641A">
        <w:rPr>
          <w:b w:val="0"/>
          <w:color w:val="000000"/>
          <w:szCs w:val="28"/>
        </w:rPr>
        <w:t xml:space="preserve"> зареєстрован</w:t>
      </w:r>
      <w:r w:rsidR="00D175DF">
        <w:rPr>
          <w:b w:val="0"/>
          <w:color w:val="000000"/>
          <w:szCs w:val="28"/>
        </w:rPr>
        <w:t>а</w:t>
      </w:r>
      <w:r w:rsidR="00D175DF" w:rsidRPr="00D175DF">
        <w:rPr>
          <w:b w:val="0"/>
          <w:color w:val="000000"/>
          <w:szCs w:val="28"/>
        </w:rPr>
        <w:t xml:space="preserve"> </w:t>
      </w:r>
      <w:r w:rsidR="00391BF3">
        <w:rPr>
          <w:b w:val="0"/>
          <w:color w:val="000000"/>
          <w:szCs w:val="28"/>
        </w:rPr>
        <w:t>у</w:t>
      </w:r>
      <w:r w:rsidR="00D175DF">
        <w:rPr>
          <w:b w:val="0"/>
          <w:color w:val="000000"/>
          <w:szCs w:val="28"/>
        </w:rPr>
        <w:t xml:space="preserve"> гуртожитку по вулиці Чайковського у місті </w:t>
      </w:r>
      <w:proofErr w:type="spellStart"/>
      <w:r w:rsidR="00D175DF">
        <w:rPr>
          <w:b w:val="0"/>
          <w:color w:val="000000"/>
          <w:szCs w:val="28"/>
        </w:rPr>
        <w:t>Бахмут</w:t>
      </w:r>
      <w:proofErr w:type="spellEnd"/>
      <w:r w:rsidR="00D175DF">
        <w:rPr>
          <w:b w:val="0"/>
          <w:bCs w:val="0"/>
          <w:color w:val="000000"/>
          <w:szCs w:val="28"/>
        </w:rPr>
        <w:t xml:space="preserve">, </w:t>
      </w:r>
      <w:r w:rsidR="00D175DF" w:rsidRPr="006D641A">
        <w:rPr>
          <w:b w:val="0"/>
          <w:color w:val="000000"/>
        </w:rPr>
        <w:t xml:space="preserve">на підставі </w:t>
      </w:r>
      <w:proofErr w:type="spellStart"/>
      <w:r w:rsidR="00D175DF" w:rsidRPr="006D641A">
        <w:rPr>
          <w:b w:val="0"/>
          <w:color w:val="000000"/>
        </w:rPr>
        <w:t>пп</w:t>
      </w:r>
      <w:proofErr w:type="spellEnd"/>
      <w:r w:rsidR="00D175DF" w:rsidRPr="006D641A">
        <w:rPr>
          <w:b w:val="0"/>
          <w:color w:val="000000"/>
        </w:rPr>
        <w:t xml:space="preserve"> </w:t>
      </w:r>
      <w:r w:rsidR="00D175DF">
        <w:rPr>
          <w:b w:val="0"/>
          <w:color w:val="000000"/>
        </w:rPr>
        <w:t>6</w:t>
      </w:r>
      <w:r w:rsidR="00D175DF" w:rsidRPr="006D641A">
        <w:rPr>
          <w:b w:val="0"/>
          <w:color w:val="000000"/>
        </w:rPr>
        <w:t xml:space="preserve"> п 13 Правил обліку громадян, </w:t>
      </w:r>
      <w:r w:rsidR="00D175DF" w:rsidRPr="00597BC5">
        <w:rPr>
          <w:b w:val="0"/>
          <w:color w:val="000000"/>
        </w:rPr>
        <w:t>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D175DF" w:rsidRPr="00B90005">
        <w:rPr>
          <w:b w:val="0"/>
        </w:rPr>
        <w:t>1</w:t>
      </w:r>
      <w:r w:rsidR="00D175DF">
        <w:rPr>
          <w:b w:val="0"/>
        </w:rPr>
        <w:t>520</w:t>
      </w:r>
      <w:r w:rsidR="00D175DF" w:rsidRPr="00B90005">
        <w:rPr>
          <w:b w:val="0"/>
        </w:rPr>
        <w:t>,</w:t>
      </w:r>
      <w:r w:rsidR="00D175DF" w:rsidRPr="00597BC5">
        <w:rPr>
          <w:b w:val="0"/>
          <w:color w:val="000000"/>
        </w:rPr>
        <w:t xml:space="preserve"> </w:t>
      </w:r>
      <w:r w:rsidR="00D175DF" w:rsidRPr="00FB3D1A">
        <w:rPr>
          <w:b w:val="0"/>
          <w:color w:val="000000"/>
        </w:rPr>
        <w:t>з включенням до списку</w:t>
      </w:r>
      <w:r w:rsidR="00D175DF">
        <w:rPr>
          <w:b w:val="0"/>
          <w:color w:val="000000"/>
        </w:rPr>
        <w:t xml:space="preserve"> позачергового одержання житла, </w:t>
      </w:r>
      <w:r w:rsidR="000942BD">
        <w:rPr>
          <w:b w:val="0"/>
          <w:color w:val="000000"/>
        </w:rPr>
        <w:t xml:space="preserve">як </w:t>
      </w:r>
      <w:r w:rsidR="000942BD" w:rsidRPr="0061106B">
        <w:rPr>
          <w:b w:val="0"/>
          <w:color w:val="000000"/>
        </w:rPr>
        <w:t>особу,</w:t>
      </w:r>
      <w:r w:rsidR="000942BD">
        <w:rPr>
          <w:b w:val="0"/>
          <w:color w:val="000000"/>
        </w:rPr>
        <w:t xml:space="preserve"> з числа дітей-сиріт та дітей,</w:t>
      </w:r>
      <w:r w:rsidR="000942BD" w:rsidRPr="0061106B">
        <w:rPr>
          <w:b w:val="0"/>
          <w:color w:val="000000"/>
        </w:rPr>
        <w:t xml:space="preserve"> </w:t>
      </w:r>
      <w:r w:rsidR="000942BD" w:rsidRPr="00AC40C9">
        <w:rPr>
          <w:b w:val="0"/>
          <w:color w:val="000000"/>
        </w:rPr>
        <w:t>позбавлен</w:t>
      </w:r>
      <w:r w:rsidR="000942BD">
        <w:rPr>
          <w:b w:val="0"/>
          <w:color w:val="000000"/>
        </w:rPr>
        <w:t>их батьківського  піклування</w:t>
      </w:r>
      <w:r w:rsidR="00D175DF">
        <w:rPr>
          <w:b w:val="0"/>
          <w:color w:val="000000"/>
        </w:rPr>
        <w:t xml:space="preserve">, </w:t>
      </w:r>
      <w:r w:rsidR="00D175DF" w:rsidRPr="00597BC5">
        <w:rPr>
          <w:b w:val="0"/>
          <w:color w:val="000000"/>
        </w:rPr>
        <w:t xml:space="preserve">на підставі </w:t>
      </w:r>
      <w:proofErr w:type="spellStart"/>
      <w:r w:rsidR="00D175DF" w:rsidRPr="00597BC5">
        <w:rPr>
          <w:b w:val="0"/>
          <w:color w:val="000000"/>
        </w:rPr>
        <w:t>пп</w:t>
      </w:r>
      <w:proofErr w:type="spellEnd"/>
      <w:r w:rsidR="00D175DF" w:rsidRPr="00597BC5">
        <w:rPr>
          <w:b w:val="0"/>
          <w:color w:val="000000"/>
        </w:rPr>
        <w:t xml:space="preserve"> </w:t>
      </w:r>
      <w:r w:rsidR="00D175DF">
        <w:rPr>
          <w:b w:val="0"/>
          <w:color w:val="000000"/>
        </w:rPr>
        <w:t>3 п 46</w:t>
      </w:r>
      <w:r w:rsidR="00D175DF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 </w:t>
      </w:r>
      <w:r w:rsidR="00D175DF">
        <w:rPr>
          <w:b w:val="0"/>
          <w:color w:val="000000"/>
        </w:rPr>
        <w:t>під № 105, надавши обліковій справі № 471</w:t>
      </w:r>
      <w:r>
        <w:rPr>
          <w:b w:val="0"/>
          <w:color w:val="000000"/>
        </w:rPr>
        <w:t>8</w:t>
      </w:r>
      <w:r w:rsidR="00D175DF">
        <w:rPr>
          <w:b w:val="0"/>
          <w:color w:val="000000"/>
        </w:rPr>
        <w:t>.</w:t>
      </w:r>
    </w:p>
    <w:p w:rsidR="00D175DF" w:rsidRDefault="00D175DF" w:rsidP="00AE2BAA">
      <w:pPr>
        <w:pStyle w:val="31"/>
        <w:tabs>
          <w:tab w:val="clear" w:pos="1134"/>
          <w:tab w:val="left" w:pos="709"/>
        </w:tabs>
        <w:rPr>
          <w:i/>
        </w:rPr>
      </w:pPr>
    </w:p>
    <w:p w:rsidR="00FC4063" w:rsidRDefault="00FC4063" w:rsidP="00FC4063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  <w:r>
        <w:rPr>
          <w:i/>
        </w:rPr>
        <w:tab/>
      </w:r>
      <w:r>
        <w:rPr>
          <w:b w:val="0"/>
          <w:color w:val="000000"/>
        </w:rPr>
        <w:t>1.</w:t>
      </w:r>
      <w:r w:rsidR="00F73D6B">
        <w:rPr>
          <w:b w:val="0"/>
          <w:color w:val="000000"/>
        </w:rPr>
        <w:t>3</w:t>
      </w:r>
      <w:r>
        <w:rPr>
          <w:b w:val="0"/>
          <w:color w:val="000000"/>
        </w:rPr>
        <w:t xml:space="preserve">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>
        <w:rPr>
          <w:b w:val="0"/>
          <w:color w:val="000000"/>
        </w:rPr>
        <w:t>скла</w:t>
      </w:r>
      <w:r>
        <w:rPr>
          <w:b w:val="0"/>
          <w:color w:val="000000"/>
          <w:szCs w:val="28"/>
        </w:rPr>
        <w:t xml:space="preserve">дом родини 3 особи, які </w:t>
      </w:r>
      <w:r w:rsidRPr="006D641A">
        <w:rPr>
          <w:b w:val="0"/>
          <w:color w:val="000000"/>
          <w:szCs w:val="28"/>
        </w:rPr>
        <w:t>зареєстрован</w:t>
      </w:r>
      <w:r>
        <w:rPr>
          <w:b w:val="0"/>
          <w:color w:val="000000"/>
          <w:szCs w:val="28"/>
        </w:rPr>
        <w:t>і в двокімнатній квартирі, жилою площею 32,10</w:t>
      </w:r>
      <w:r w:rsidRPr="006D641A">
        <w:rPr>
          <w:b w:val="0"/>
          <w:color w:val="000000"/>
          <w:szCs w:val="28"/>
        </w:rPr>
        <w:t> </w:t>
      </w:r>
      <w:proofErr w:type="spellStart"/>
      <w:r w:rsidRPr="006D641A">
        <w:rPr>
          <w:b w:val="0"/>
          <w:color w:val="000000"/>
          <w:szCs w:val="28"/>
        </w:rPr>
        <w:t>кв.м</w:t>
      </w:r>
      <w:proofErr w:type="spellEnd"/>
      <w:r w:rsidRPr="006D641A">
        <w:rPr>
          <w:b w:val="0"/>
          <w:color w:val="000000"/>
          <w:szCs w:val="28"/>
        </w:rPr>
        <w:t>.</w:t>
      </w:r>
      <w:r>
        <w:rPr>
          <w:b w:val="0"/>
          <w:color w:val="000000"/>
          <w:szCs w:val="28"/>
        </w:rPr>
        <w:t xml:space="preserve"> (кількість </w:t>
      </w:r>
      <w:proofErr w:type="spellStart"/>
      <w:r>
        <w:rPr>
          <w:b w:val="0"/>
          <w:color w:val="000000"/>
          <w:szCs w:val="28"/>
        </w:rPr>
        <w:t>мешкаючих</w:t>
      </w:r>
      <w:proofErr w:type="spellEnd"/>
      <w:r>
        <w:rPr>
          <w:b w:val="0"/>
          <w:color w:val="000000"/>
          <w:szCs w:val="28"/>
        </w:rPr>
        <w:t xml:space="preserve"> 4 особи)</w:t>
      </w:r>
      <w:r w:rsidRPr="006D641A">
        <w:rPr>
          <w:b w:val="0"/>
          <w:color w:val="000000"/>
          <w:szCs w:val="28"/>
        </w:rPr>
        <w:t xml:space="preserve">, по </w:t>
      </w:r>
      <w:r>
        <w:rPr>
          <w:b w:val="0"/>
          <w:color w:val="000000"/>
          <w:szCs w:val="28"/>
        </w:rPr>
        <w:t xml:space="preserve">вулиці Польовій у </w:t>
      </w:r>
      <w:proofErr w:type="spellStart"/>
      <w:r>
        <w:rPr>
          <w:b w:val="0"/>
          <w:color w:val="000000"/>
          <w:szCs w:val="28"/>
        </w:rPr>
        <w:t>м.</w:t>
      </w:r>
      <w:r w:rsidRPr="006D641A">
        <w:rPr>
          <w:b w:val="0"/>
          <w:color w:val="000000"/>
          <w:szCs w:val="28"/>
        </w:rPr>
        <w:t>Бахмут</w:t>
      </w:r>
      <w:proofErr w:type="spellEnd"/>
      <w:r w:rsidRPr="006D641A">
        <w:rPr>
          <w:b w:val="0"/>
          <w:color w:val="000000"/>
          <w:szCs w:val="28"/>
        </w:rPr>
        <w:t xml:space="preserve">, що належить на праві </w:t>
      </w:r>
      <w:r>
        <w:rPr>
          <w:b w:val="0"/>
          <w:color w:val="000000"/>
          <w:szCs w:val="28"/>
        </w:rPr>
        <w:t>приватної</w:t>
      </w:r>
      <w:r w:rsidRPr="006D641A">
        <w:rPr>
          <w:b w:val="0"/>
          <w:color w:val="000000"/>
          <w:szCs w:val="28"/>
        </w:rPr>
        <w:t xml:space="preserve"> власності</w:t>
      </w:r>
      <w:r w:rsidR="003B5891">
        <w:rPr>
          <w:b w:val="0"/>
          <w:color w:val="000000"/>
          <w:szCs w:val="28"/>
        </w:rPr>
        <w:t xml:space="preserve">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>
        <w:rPr>
          <w:b w:val="0"/>
          <w:color w:val="000000"/>
          <w:szCs w:val="28"/>
        </w:rPr>
        <w:t xml:space="preserve"> відповідно до інформації </w:t>
      </w:r>
      <w:r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>
        <w:rPr>
          <w:b w:val="0"/>
          <w:bCs w:val="0"/>
          <w:color w:val="000000"/>
          <w:szCs w:val="28"/>
        </w:rPr>
        <w:t xml:space="preserve"> об’єкта нерухомого майна від 21.09.2020</w:t>
      </w:r>
      <w:r w:rsidRPr="00180741">
        <w:rPr>
          <w:b w:val="0"/>
          <w:bCs w:val="0"/>
          <w:color w:val="000000"/>
          <w:szCs w:val="28"/>
        </w:rPr>
        <w:t xml:space="preserve"> </w:t>
      </w:r>
      <w:r w:rsidRPr="00180741">
        <w:rPr>
          <w:b w:val="0"/>
          <w:bCs w:val="0"/>
          <w:color w:val="000000"/>
          <w:szCs w:val="28"/>
        </w:rPr>
        <w:lastRenderedPageBreak/>
        <w:t>№</w:t>
      </w:r>
      <w:r>
        <w:rPr>
          <w:b w:val="0"/>
          <w:bCs w:val="0"/>
          <w:color w:val="000000"/>
          <w:szCs w:val="28"/>
        </w:rPr>
        <w:t> 224782544</w:t>
      </w:r>
      <w:r>
        <w:rPr>
          <w:b w:val="0"/>
          <w:color w:val="000000"/>
          <w:szCs w:val="28"/>
        </w:rPr>
        <w:t>,</w:t>
      </w:r>
      <w:r w:rsidRPr="006D641A">
        <w:rPr>
          <w:b w:val="0"/>
          <w:color w:val="000000"/>
        </w:rPr>
        <w:t xml:space="preserve"> на підставі </w:t>
      </w:r>
      <w:proofErr w:type="spellStart"/>
      <w:r w:rsidRPr="00420332">
        <w:rPr>
          <w:b w:val="0"/>
          <w:color w:val="000000" w:themeColor="text1"/>
        </w:rPr>
        <w:t>пп</w:t>
      </w:r>
      <w:proofErr w:type="spellEnd"/>
      <w:r w:rsidRPr="00420332">
        <w:rPr>
          <w:b w:val="0"/>
          <w:color w:val="000000" w:themeColor="text1"/>
        </w:rPr>
        <w:t xml:space="preserve"> 5 п</w:t>
      </w:r>
      <w:r w:rsidRPr="006D641A">
        <w:rPr>
          <w:b w:val="0"/>
          <w:color w:val="000000"/>
        </w:rPr>
        <w:t xml:space="preserve"> 13 Правил обліку громадян, </w:t>
      </w:r>
      <w:r w:rsidRPr="00597BC5">
        <w:rPr>
          <w:b w:val="0"/>
          <w:color w:val="000000"/>
        </w:rPr>
        <w:t>які потребують поліпшення житлових умов, і надання їм жилих приміщень</w:t>
      </w:r>
      <w:r w:rsidRPr="00420332">
        <w:rPr>
          <w:b w:val="0"/>
          <w:color w:val="000000"/>
        </w:rPr>
        <w:t xml:space="preserve"> </w:t>
      </w:r>
      <w:r w:rsidRPr="005A2F31">
        <w:rPr>
          <w:b w:val="0"/>
          <w:color w:val="000000"/>
        </w:rPr>
        <w:t>в Українській РСР, визначивши чергу у загальних списках під № </w:t>
      </w:r>
      <w:r w:rsidRPr="005A2F31">
        <w:rPr>
          <w:b w:val="0"/>
        </w:rPr>
        <w:t>15</w:t>
      </w:r>
      <w:r>
        <w:rPr>
          <w:b w:val="0"/>
        </w:rPr>
        <w:t>21</w:t>
      </w:r>
      <w:r w:rsidRPr="005A2F31">
        <w:rPr>
          <w:b w:val="0"/>
        </w:rPr>
        <w:t>,</w:t>
      </w:r>
      <w:r w:rsidRPr="005A2F31">
        <w:rPr>
          <w:b w:val="0"/>
          <w:color w:val="000000"/>
        </w:rPr>
        <w:t xml:space="preserve"> з включенням до списку першочергового одержання житла, як учасника бойових дій, на підставі </w:t>
      </w:r>
      <w:proofErr w:type="spellStart"/>
      <w:r w:rsidRPr="005A2F31">
        <w:rPr>
          <w:b w:val="0"/>
          <w:color w:val="000000"/>
        </w:rPr>
        <w:t>пп</w:t>
      </w:r>
      <w:proofErr w:type="spellEnd"/>
      <w:r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Pr="009A5416">
        <w:rPr>
          <w:b w:val="0"/>
          <w:color w:val="000000" w:themeColor="text1"/>
        </w:rPr>
        <w:t>4</w:t>
      </w:r>
      <w:r>
        <w:rPr>
          <w:b w:val="0"/>
          <w:color w:val="000000" w:themeColor="text1"/>
        </w:rPr>
        <w:t>90</w:t>
      </w:r>
      <w:r w:rsidRPr="009A5416">
        <w:rPr>
          <w:b w:val="0"/>
          <w:color w:val="000000" w:themeColor="text1"/>
        </w:rPr>
        <w:t>,</w:t>
      </w:r>
      <w:r>
        <w:rPr>
          <w:b w:val="0"/>
          <w:color w:val="000000"/>
        </w:rPr>
        <w:t xml:space="preserve"> надавши обліковій справі № 471</w:t>
      </w:r>
      <w:r w:rsidR="00A30F1A">
        <w:rPr>
          <w:b w:val="0"/>
          <w:color w:val="000000"/>
        </w:rPr>
        <w:t>9</w:t>
      </w:r>
      <w:r w:rsidRPr="005A2F31">
        <w:rPr>
          <w:b w:val="0"/>
          <w:color w:val="000000"/>
        </w:rPr>
        <w:t>.</w:t>
      </w:r>
    </w:p>
    <w:p w:rsidR="00FC4063" w:rsidRDefault="00FC4063" w:rsidP="00AE2BAA">
      <w:pPr>
        <w:pStyle w:val="31"/>
        <w:tabs>
          <w:tab w:val="clear" w:pos="1134"/>
          <w:tab w:val="left" w:pos="709"/>
        </w:tabs>
        <w:rPr>
          <w:i/>
        </w:rPr>
      </w:pPr>
    </w:p>
    <w:p w:rsidR="00A30F1A" w:rsidRPr="007E7AAC" w:rsidRDefault="00A30F1A" w:rsidP="00A30F1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  <w:color w:val="000000"/>
          <w:szCs w:val="28"/>
        </w:rPr>
        <w:tab/>
      </w:r>
      <w:r w:rsidRPr="002E3F77">
        <w:rPr>
          <w:b w:val="0"/>
          <w:color w:val="000000"/>
          <w:szCs w:val="28"/>
        </w:rPr>
        <w:t>1.</w:t>
      </w:r>
      <w:r w:rsidR="00F73D6B">
        <w:rPr>
          <w:b w:val="0"/>
          <w:color w:val="000000"/>
          <w:szCs w:val="28"/>
        </w:rPr>
        <w:t>4</w:t>
      </w:r>
      <w:r w:rsidRPr="002E3F77">
        <w:rPr>
          <w:b w:val="0"/>
          <w:color w:val="000000"/>
          <w:szCs w:val="28"/>
        </w:rPr>
        <w:t>.</w:t>
      </w:r>
      <w:r w:rsidRPr="004D1A49">
        <w:rPr>
          <w:b w:val="0"/>
        </w:rPr>
        <w:t xml:space="preserve">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>
        <w:rPr>
          <w:b w:val="0"/>
          <w:color w:val="000000"/>
          <w:szCs w:val="28"/>
        </w:rPr>
        <w:t xml:space="preserve">внутрішньо переміщену особу, </w:t>
      </w:r>
      <w:r w:rsidRPr="006D641A">
        <w:rPr>
          <w:b w:val="0"/>
          <w:color w:val="000000"/>
          <w:szCs w:val="28"/>
        </w:rPr>
        <w:t>складом родини 1 особ</w:t>
      </w:r>
      <w:r>
        <w:rPr>
          <w:b w:val="0"/>
          <w:color w:val="000000"/>
          <w:szCs w:val="28"/>
        </w:rPr>
        <w:t>а</w:t>
      </w:r>
      <w:r w:rsidRPr="006D641A">
        <w:rPr>
          <w:b w:val="0"/>
          <w:color w:val="000000"/>
          <w:szCs w:val="28"/>
        </w:rPr>
        <w:t>, як</w:t>
      </w:r>
      <w:r>
        <w:rPr>
          <w:b w:val="0"/>
          <w:color w:val="000000"/>
          <w:szCs w:val="28"/>
        </w:rPr>
        <w:t>а</w:t>
      </w:r>
      <w:r w:rsidRPr="006D641A">
        <w:rPr>
          <w:b w:val="0"/>
          <w:color w:val="000000"/>
          <w:szCs w:val="28"/>
        </w:rPr>
        <w:t xml:space="preserve"> </w:t>
      </w:r>
      <w:r w:rsidRPr="008E5195">
        <w:rPr>
          <w:b w:val="0"/>
          <w:color w:val="000000"/>
          <w:szCs w:val="28"/>
        </w:rPr>
        <w:t>мешка</w:t>
      </w:r>
      <w:r>
        <w:rPr>
          <w:b w:val="0"/>
          <w:color w:val="000000"/>
          <w:szCs w:val="28"/>
        </w:rPr>
        <w:t>є в будинку, жилою площею 20,60</w:t>
      </w:r>
      <w:r w:rsidRPr="00A30F1A">
        <w:rPr>
          <w:b w:val="0"/>
          <w:color w:val="000000" w:themeColor="text1"/>
          <w:szCs w:val="28"/>
        </w:rPr>
        <w:t xml:space="preserve"> </w:t>
      </w:r>
      <w:proofErr w:type="spellStart"/>
      <w:r w:rsidRPr="00A30F1A">
        <w:rPr>
          <w:b w:val="0"/>
          <w:color w:val="000000" w:themeColor="text1"/>
          <w:szCs w:val="28"/>
        </w:rPr>
        <w:t>кв.м</w:t>
      </w:r>
      <w:proofErr w:type="spellEnd"/>
      <w:r w:rsidRPr="00A30F1A">
        <w:rPr>
          <w:b w:val="0"/>
          <w:color w:val="000000" w:themeColor="text1"/>
          <w:szCs w:val="28"/>
        </w:rPr>
        <w:t>.,</w:t>
      </w:r>
      <w:r>
        <w:rPr>
          <w:b w:val="0"/>
          <w:color w:val="000000"/>
          <w:szCs w:val="28"/>
        </w:rPr>
        <w:t xml:space="preserve"> </w:t>
      </w:r>
      <w:r w:rsidRPr="0096604B">
        <w:rPr>
          <w:b w:val="0"/>
          <w:color w:val="000000"/>
          <w:szCs w:val="28"/>
        </w:rPr>
        <w:t xml:space="preserve">по </w:t>
      </w:r>
      <w:r>
        <w:rPr>
          <w:b w:val="0"/>
          <w:color w:val="000000"/>
          <w:szCs w:val="28"/>
        </w:rPr>
        <w:t>вулиці Сількорівській  у місті</w:t>
      </w:r>
      <w:r w:rsidRPr="0096604B">
        <w:rPr>
          <w:b w:val="0"/>
          <w:color w:val="000000"/>
          <w:szCs w:val="28"/>
        </w:rPr>
        <w:t xml:space="preserve"> </w:t>
      </w:r>
      <w:proofErr w:type="spellStart"/>
      <w:r w:rsidRPr="0096604B">
        <w:rPr>
          <w:b w:val="0"/>
          <w:color w:val="000000"/>
          <w:szCs w:val="28"/>
        </w:rPr>
        <w:t>Бахмут</w:t>
      </w:r>
      <w:proofErr w:type="spellEnd"/>
      <w:r w:rsidRPr="0096604B">
        <w:rPr>
          <w:b w:val="0"/>
          <w:color w:val="000000"/>
          <w:szCs w:val="28"/>
        </w:rPr>
        <w:t>,</w:t>
      </w:r>
      <w:r>
        <w:rPr>
          <w:b w:val="0"/>
          <w:color w:val="000000"/>
          <w:szCs w:val="28"/>
        </w:rPr>
        <w:t xml:space="preserve">  що належить на праві приватної власності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>
        <w:rPr>
          <w:b w:val="0"/>
          <w:color w:val="000000"/>
          <w:szCs w:val="28"/>
        </w:rPr>
        <w:t xml:space="preserve">відповідно до інформації </w:t>
      </w:r>
      <w:r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>
        <w:rPr>
          <w:b w:val="0"/>
          <w:bCs w:val="0"/>
          <w:color w:val="000000"/>
          <w:szCs w:val="28"/>
        </w:rPr>
        <w:t xml:space="preserve"> об’єкта нерухомого майна від 30.09</w:t>
      </w:r>
      <w:r w:rsidRPr="00180741">
        <w:rPr>
          <w:b w:val="0"/>
          <w:bCs w:val="0"/>
          <w:color w:val="000000"/>
          <w:szCs w:val="28"/>
        </w:rPr>
        <w:t>.20</w:t>
      </w:r>
      <w:r>
        <w:rPr>
          <w:b w:val="0"/>
          <w:bCs w:val="0"/>
          <w:color w:val="000000"/>
          <w:szCs w:val="28"/>
        </w:rPr>
        <w:t>20</w:t>
      </w:r>
      <w:r w:rsidRPr="00180741">
        <w:rPr>
          <w:b w:val="0"/>
          <w:bCs w:val="0"/>
          <w:color w:val="000000"/>
          <w:szCs w:val="28"/>
        </w:rPr>
        <w:t xml:space="preserve"> №</w:t>
      </w:r>
      <w:r>
        <w:rPr>
          <w:b w:val="0"/>
          <w:bCs w:val="0"/>
          <w:color w:val="000000"/>
          <w:szCs w:val="28"/>
        </w:rPr>
        <w:t> 226149688</w:t>
      </w:r>
      <w:r>
        <w:rPr>
          <w:b w:val="0"/>
          <w:color w:val="000000"/>
          <w:szCs w:val="28"/>
        </w:rPr>
        <w:t xml:space="preserve">, </w:t>
      </w:r>
      <w:r w:rsidRPr="00597BC5">
        <w:rPr>
          <w:b w:val="0"/>
          <w:color w:val="000000"/>
        </w:rPr>
        <w:t>на підставі</w:t>
      </w:r>
      <w:r>
        <w:rPr>
          <w:b w:val="0"/>
          <w:color w:val="000000"/>
        </w:rPr>
        <w:t xml:space="preserve"> </w:t>
      </w:r>
      <w:r w:rsidR="00AC40C9">
        <w:rPr>
          <w:b w:val="0"/>
          <w:color w:val="000000"/>
        </w:rPr>
        <w:t xml:space="preserve">ч. 2 ст. 34 Житлового кодексу Української РСР, </w:t>
      </w:r>
      <w:r>
        <w:rPr>
          <w:b w:val="0"/>
          <w:color w:val="000000"/>
        </w:rPr>
        <w:t xml:space="preserve">ст. 33 </w:t>
      </w:r>
      <w:r w:rsidRPr="00321028">
        <w:rPr>
          <w:b w:val="0"/>
        </w:rPr>
        <w:t>Закону України</w:t>
      </w:r>
      <w:r>
        <w:rPr>
          <w:b w:val="0"/>
        </w:rPr>
        <w:t xml:space="preserve"> від 13.01.2005 № </w:t>
      </w:r>
      <w:r w:rsidRPr="00321028">
        <w:rPr>
          <w:b w:val="0"/>
        </w:rPr>
        <w:t>2342-IV «Про забезпечення організаційно-правових умов соціального захисту дітей-сиріт та дітей, позбавлених батьківського піклуванн</w:t>
      </w:r>
      <w:r>
        <w:rPr>
          <w:b w:val="0"/>
        </w:rPr>
        <w:t>я»</w:t>
      </w:r>
      <w:r w:rsidRPr="00597BC5">
        <w:rPr>
          <w:b w:val="0"/>
          <w:color w:val="000000"/>
        </w:rPr>
        <w:t>, визначивши чергу у загальних списках під № </w:t>
      </w:r>
      <w:r w:rsidRPr="00B90005">
        <w:rPr>
          <w:b w:val="0"/>
        </w:rPr>
        <w:t>1</w:t>
      </w:r>
      <w:r>
        <w:rPr>
          <w:b w:val="0"/>
        </w:rPr>
        <w:t>522</w:t>
      </w:r>
      <w:r w:rsidRPr="00B90005">
        <w:rPr>
          <w:b w:val="0"/>
        </w:rPr>
        <w:t>,</w:t>
      </w:r>
      <w:r w:rsidRPr="00597BC5">
        <w:rPr>
          <w:b w:val="0"/>
          <w:color w:val="000000"/>
        </w:rPr>
        <w:t xml:space="preserve"> </w:t>
      </w:r>
      <w:r w:rsidRPr="00FB3D1A">
        <w:rPr>
          <w:b w:val="0"/>
          <w:color w:val="000000"/>
        </w:rPr>
        <w:t>з включенням до списку</w:t>
      </w:r>
      <w:r>
        <w:rPr>
          <w:b w:val="0"/>
          <w:color w:val="000000"/>
        </w:rPr>
        <w:t xml:space="preserve"> позачергового одержання житла, як </w:t>
      </w:r>
      <w:r w:rsidR="0061106B" w:rsidRPr="0061106B">
        <w:rPr>
          <w:b w:val="0"/>
          <w:color w:val="000000"/>
        </w:rPr>
        <w:t>особу,</w:t>
      </w:r>
      <w:r w:rsidR="00AC40C9">
        <w:rPr>
          <w:b w:val="0"/>
          <w:color w:val="000000"/>
        </w:rPr>
        <w:t xml:space="preserve"> з числа </w:t>
      </w:r>
      <w:r w:rsidR="007E7AAC">
        <w:rPr>
          <w:b w:val="0"/>
          <w:color w:val="000000"/>
        </w:rPr>
        <w:t xml:space="preserve">дітей-сиріт та </w:t>
      </w:r>
      <w:r w:rsidR="00AC40C9">
        <w:rPr>
          <w:b w:val="0"/>
          <w:color w:val="000000"/>
        </w:rPr>
        <w:t>дітей,</w:t>
      </w:r>
      <w:r w:rsidR="0061106B" w:rsidRPr="0061106B">
        <w:rPr>
          <w:b w:val="0"/>
          <w:color w:val="000000"/>
        </w:rPr>
        <w:t xml:space="preserve"> </w:t>
      </w:r>
      <w:r w:rsidR="00AC40C9" w:rsidRPr="00AC40C9">
        <w:rPr>
          <w:b w:val="0"/>
          <w:color w:val="000000"/>
        </w:rPr>
        <w:t>позбавлен</w:t>
      </w:r>
      <w:r w:rsidR="00AC40C9">
        <w:rPr>
          <w:b w:val="0"/>
          <w:color w:val="000000"/>
        </w:rPr>
        <w:t>их</w:t>
      </w:r>
      <w:r w:rsidR="007E7AAC">
        <w:rPr>
          <w:b w:val="0"/>
          <w:color w:val="000000"/>
        </w:rPr>
        <w:t xml:space="preserve"> батьківського  піклування</w:t>
      </w:r>
      <w:r>
        <w:rPr>
          <w:b w:val="0"/>
          <w:color w:val="000000"/>
        </w:rPr>
        <w:t xml:space="preserve">, </w:t>
      </w:r>
      <w:r w:rsidRPr="00597BC5">
        <w:rPr>
          <w:b w:val="0"/>
          <w:color w:val="000000"/>
        </w:rPr>
        <w:t xml:space="preserve">на підставі </w:t>
      </w:r>
      <w:proofErr w:type="spellStart"/>
      <w:r w:rsidRPr="00597BC5">
        <w:rPr>
          <w:b w:val="0"/>
          <w:color w:val="000000"/>
        </w:rPr>
        <w:t>пп</w:t>
      </w:r>
      <w:proofErr w:type="spellEnd"/>
      <w:r w:rsidRPr="00597BC5">
        <w:rPr>
          <w:b w:val="0"/>
          <w:color w:val="000000"/>
        </w:rPr>
        <w:t xml:space="preserve"> </w:t>
      </w:r>
      <w:r>
        <w:rPr>
          <w:b w:val="0"/>
          <w:color w:val="000000"/>
        </w:rPr>
        <w:t>3 п 46</w:t>
      </w:r>
      <w:r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 </w:t>
      </w:r>
      <w:r>
        <w:rPr>
          <w:b w:val="0"/>
          <w:color w:val="000000"/>
        </w:rPr>
        <w:t>під № 106, надавши обліковій справі № 4720.</w:t>
      </w:r>
    </w:p>
    <w:p w:rsidR="00A30F1A" w:rsidRDefault="00A30F1A" w:rsidP="00A30F1A">
      <w:pPr>
        <w:pStyle w:val="31"/>
        <w:tabs>
          <w:tab w:val="clear" w:pos="1134"/>
          <w:tab w:val="left" w:pos="709"/>
        </w:tabs>
        <w:rPr>
          <w:b w:val="0"/>
          <w:color w:val="000000"/>
          <w:szCs w:val="28"/>
        </w:rPr>
      </w:pPr>
    </w:p>
    <w:p w:rsidR="00A30F1A" w:rsidRDefault="00F73D6B" w:rsidP="00A30F1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  <w:color w:val="000000"/>
          <w:szCs w:val="28"/>
        </w:rPr>
        <w:tab/>
        <w:t>1.5</w:t>
      </w:r>
      <w:r w:rsidR="00A30F1A" w:rsidRPr="002E3F77">
        <w:rPr>
          <w:b w:val="0"/>
          <w:color w:val="000000"/>
          <w:szCs w:val="28"/>
        </w:rPr>
        <w:t xml:space="preserve">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A30F1A" w:rsidRPr="00597BC5">
        <w:rPr>
          <w:b w:val="0"/>
          <w:color w:val="000000"/>
          <w:szCs w:val="28"/>
        </w:rPr>
        <w:t>складом родини</w:t>
      </w:r>
      <w:r w:rsidR="00A30F1A">
        <w:rPr>
          <w:b w:val="0"/>
          <w:color w:val="000000"/>
          <w:szCs w:val="28"/>
        </w:rPr>
        <w:t xml:space="preserve"> 1 особа</w:t>
      </w:r>
      <w:r w:rsidR="00A30F1A">
        <w:rPr>
          <w:b w:val="0"/>
          <w:color w:val="000000"/>
        </w:rPr>
        <w:t xml:space="preserve">, </w:t>
      </w:r>
      <w:r w:rsidR="00A30F1A" w:rsidRPr="008E5195">
        <w:rPr>
          <w:b w:val="0"/>
          <w:color w:val="000000"/>
          <w:szCs w:val="28"/>
        </w:rPr>
        <w:t>як</w:t>
      </w:r>
      <w:r w:rsidR="00A30F1A">
        <w:rPr>
          <w:b w:val="0"/>
          <w:color w:val="000000"/>
          <w:szCs w:val="28"/>
        </w:rPr>
        <w:t xml:space="preserve">ий зареєстрований в </w:t>
      </w:r>
      <w:r>
        <w:rPr>
          <w:b w:val="0"/>
          <w:color w:val="000000"/>
          <w:szCs w:val="28"/>
        </w:rPr>
        <w:t>три</w:t>
      </w:r>
      <w:r w:rsidR="00A30F1A">
        <w:rPr>
          <w:b w:val="0"/>
          <w:color w:val="000000"/>
          <w:szCs w:val="28"/>
        </w:rPr>
        <w:t xml:space="preserve">кімнатній  </w:t>
      </w:r>
      <w:r w:rsidR="00A30F1A" w:rsidRPr="0096604B">
        <w:rPr>
          <w:b w:val="0"/>
          <w:color w:val="000000"/>
          <w:szCs w:val="28"/>
        </w:rPr>
        <w:t>квартирі</w:t>
      </w:r>
      <w:r w:rsidR="00A30F1A">
        <w:rPr>
          <w:b w:val="0"/>
          <w:color w:val="000000"/>
          <w:szCs w:val="28"/>
        </w:rPr>
        <w:t>, жилою площею 3</w:t>
      </w:r>
      <w:r>
        <w:rPr>
          <w:b w:val="0"/>
          <w:color w:val="000000"/>
          <w:szCs w:val="28"/>
        </w:rPr>
        <w:t>8</w:t>
      </w:r>
      <w:r w:rsidR="00A30F1A">
        <w:rPr>
          <w:b w:val="0"/>
          <w:color w:val="000000"/>
          <w:szCs w:val="28"/>
        </w:rPr>
        <w:t>,</w:t>
      </w:r>
      <w:r>
        <w:rPr>
          <w:b w:val="0"/>
          <w:color w:val="000000"/>
          <w:szCs w:val="28"/>
        </w:rPr>
        <w:t>20</w:t>
      </w:r>
      <w:r w:rsidR="00A30F1A">
        <w:rPr>
          <w:b w:val="0"/>
          <w:color w:val="000000"/>
          <w:szCs w:val="28"/>
        </w:rPr>
        <w:t xml:space="preserve"> </w:t>
      </w:r>
      <w:proofErr w:type="spellStart"/>
      <w:r w:rsidR="00A30F1A">
        <w:rPr>
          <w:b w:val="0"/>
          <w:color w:val="000000"/>
          <w:szCs w:val="28"/>
        </w:rPr>
        <w:t>кв.м</w:t>
      </w:r>
      <w:proofErr w:type="spellEnd"/>
      <w:r w:rsidR="00A30F1A">
        <w:rPr>
          <w:b w:val="0"/>
          <w:color w:val="000000"/>
          <w:szCs w:val="28"/>
        </w:rPr>
        <w:t>.</w:t>
      </w:r>
      <w:r>
        <w:rPr>
          <w:b w:val="0"/>
          <w:color w:val="000000"/>
          <w:szCs w:val="28"/>
        </w:rPr>
        <w:t xml:space="preserve"> (кількість </w:t>
      </w:r>
      <w:proofErr w:type="spellStart"/>
      <w:r>
        <w:rPr>
          <w:b w:val="0"/>
          <w:color w:val="000000"/>
          <w:szCs w:val="28"/>
        </w:rPr>
        <w:t>мешкаючих</w:t>
      </w:r>
      <w:proofErr w:type="spellEnd"/>
      <w:r>
        <w:rPr>
          <w:b w:val="0"/>
          <w:color w:val="000000"/>
          <w:szCs w:val="28"/>
        </w:rPr>
        <w:t xml:space="preserve"> 2 особи)</w:t>
      </w:r>
      <w:r w:rsidR="00A30F1A">
        <w:rPr>
          <w:b w:val="0"/>
          <w:color w:val="000000"/>
          <w:szCs w:val="28"/>
        </w:rPr>
        <w:t xml:space="preserve">, </w:t>
      </w:r>
      <w:r w:rsidR="00A30F1A" w:rsidRPr="0096604B">
        <w:rPr>
          <w:b w:val="0"/>
          <w:color w:val="000000"/>
          <w:szCs w:val="28"/>
        </w:rPr>
        <w:t xml:space="preserve">по вулиці </w:t>
      </w:r>
      <w:r>
        <w:rPr>
          <w:b w:val="0"/>
          <w:color w:val="000000"/>
          <w:szCs w:val="28"/>
        </w:rPr>
        <w:t xml:space="preserve">Першотравневій в </w:t>
      </w:r>
      <w:proofErr w:type="spellStart"/>
      <w:r>
        <w:rPr>
          <w:b w:val="0"/>
          <w:color w:val="000000"/>
          <w:szCs w:val="28"/>
        </w:rPr>
        <w:t>смт</w:t>
      </w:r>
      <w:proofErr w:type="spellEnd"/>
      <w:r>
        <w:rPr>
          <w:b w:val="0"/>
          <w:color w:val="000000"/>
          <w:szCs w:val="28"/>
        </w:rPr>
        <w:t>. Красна Гора</w:t>
      </w:r>
      <w:r w:rsidR="0061106B" w:rsidRPr="0061106B">
        <w:rPr>
          <w:b w:val="0"/>
          <w:color w:val="000000"/>
          <w:szCs w:val="28"/>
        </w:rPr>
        <w:t xml:space="preserve"> </w:t>
      </w:r>
      <w:proofErr w:type="spellStart"/>
      <w:r w:rsidR="0061106B" w:rsidRPr="0061106B">
        <w:rPr>
          <w:b w:val="0"/>
          <w:color w:val="000000"/>
          <w:szCs w:val="28"/>
        </w:rPr>
        <w:t>м.Бахмут</w:t>
      </w:r>
      <w:proofErr w:type="spellEnd"/>
      <w:r w:rsidR="00A30F1A" w:rsidRPr="0096604B">
        <w:rPr>
          <w:b w:val="0"/>
          <w:color w:val="000000"/>
          <w:szCs w:val="28"/>
        </w:rPr>
        <w:t>,</w:t>
      </w:r>
      <w:r w:rsidR="00A30F1A">
        <w:rPr>
          <w:b w:val="0"/>
          <w:color w:val="000000"/>
          <w:szCs w:val="28"/>
        </w:rPr>
        <w:t xml:space="preserve"> що належить на праві приватної власності</w:t>
      </w:r>
      <w:r>
        <w:rPr>
          <w:b w:val="0"/>
          <w:color w:val="000000"/>
          <w:szCs w:val="28"/>
        </w:rPr>
        <w:t xml:space="preserve">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A30F1A">
        <w:rPr>
          <w:b w:val="0"/>
          <w:color w:val="000000"/>
          <w:szCs w:val="28"/>
        </w:rPr>
        <w:t xml:space="preserve">відповідно до інформації </w:t>
      </w:r>
      <w:r w:rsidR="00A30F1A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A30F1A">
        <w:rPr>
          <w:b w:val="0"/>
          <w:bCs w:val="0"/>
          <w:color w:val="000000"/>
          <w:szCs w:val="28"/>
        </w:rPr>
        <w:t xml:space="preserve"> об’єкта нерухомого майна від 2</w:t>
      </w:r>
      <w:r>
        <w:rPr>
          <w:b w:val="0"/>
          <w:bCs w:val="0"/>
          <w:color w:val="000000"/>
          <w:szCs w:val="28"/>
        </w:rPr>
        <w:t>4</w:t>
      </w:r>
      <w:r w:rsidR="00A30F1A">
        <w:rPr>
          <w:b w:val="0"/>
          <w:bCs w:val="0"/>
          <w:color w:val="000000"/>
          <w:szCs w:val="28"/>
        </w:rPr>
        <w:t>.0</w:t>
      </w:r>
      <w:r>
        <w:rPr>
          <w:b w:val="0"/>
          <w:bCs w:val="0"/>
          <w:color w:val="000000"/>
          <w:szCs w:val="28"/>
        </w:rPr>
        <w:t>9</w:t>
      </w:r>
      <w:r w:rsidR="00A30F1A" w:rsidRPr="00180741">
        <w:rPr>
          <w:b w:val="0"/>
          <w:bCs w:val="0"/>
          <w:color w:val="000000"/>
          <w:szCs w:val="28"/>
        </w:rPr>
        <w:t>.20</w:t>
      </w:r>
      <w:r>
        <w:rPr>
          <w:b w:val="0"/>
          <w:bCs w:val="0"/>
          <w:color w:val="000000"/>
          <w:szCs w:val="28"/>
        </w:rPr>
        <w:t>20 № 225303289</w:t>
      </w:r>
      <w:r w:rsidR="00A30F1A">
        <w:rPr>
          <w:b w:val="0"/>
          <w:color w:val="000000"/>
          <w:szCs w:val="28"/>
        </w:rPr>
        <w:t xml:space="preserve">, </w:t>
      </w:r>
      <w:r w:rsidR="00A30F1A" w:rsidRPr="00597BC5">
        <w:rPr>
          <w:b w:val="0"/>
          <w:color w:val="000000"/>
        </w:rPr>
        <w:t xml:space="preserve">на підставі </w:t>
      </w:r>
      <w:proofErr w:type="spellStart"/>
      <w:r w:rsidR="00A30F1A" w:rsidRPr="00597BC5">
        <w:rPr>
          <w:b w:val="0"/>
          <w:color w:val="000000"/>
        </w:rPr>
        <w:t>пп</w:t>
      </w:r>
      <w:proofErr w:type="spellEnd"/>
      <w:r w:rsidR="00A30F1A" w:rsidRPr="00597BC5">
        <w:rPr>
          <w:b w:val="0"/>
          <w:color w:val="000000"/>
        </w:rPr>
        <w:t xml:space="preserve"> </w:t>
      </w:r>
      <w:r w:rsidR="00A30F1A">
        <w:rPr>
          <w:b w:val="0"/>
          <w:color w:val="000000"/>
        </w:rPr>
        <w:t>5</w:t>
      </w:r>
      <w:r w:rsidR="00A30F1A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A30F1A" w:rsidRPr="00B90005">
        <w:rPr>
          <w:b w:val="0"/>
        </w:rPr>
        <w:t>1</w:t>
      </w:r>
      <w:r w:rsidR="00A30F1A">
        <w:rPr>
          <w:b w:val="0"/>
        </w:rPr>
        <w:t>52</w:t>
      </w:r>
      <w:r w:rsidR="00391BF3">
        <w:rPr>
          <w:b w:val="0"/>
        </w:rPr>
        <w:t>3</w:t>
      </w:r>
      <w:r w:rsidR="00A30F1A" w:rsidRPr="00B90005">
        <w:rPr>
          <w:b w:val="0"/>
        </w:rPr>
        <w:t>,</w:t>
      </w:r>
      <w:r w:rsidR="00A30F1A" w:rsidRPr="00597BC5">
        <w:rPr>
          <w:b w:val="0"/>
          <w:color w:val="000000"/>
        </w:rPr>
        <w:t xml:space="preserve"> </w:t>
      </w:r>
      <w:r w:rsidR="00A30F1A">
        <w:rPr>
          <w:b w:val="0"/>
          <w:color w:val="000000"/>
        </w:rPr>
        <w:t>з включенням до списку позачергового одержання житла, як</w:t>
      </w:r>
      <w:r w:rsidR="00A30F1A" w:rsidRPr="007D4FD2">
        <w:rPr>
          <w:szCs w:val="28"/>
        </w:rPr>
        <w:t xml:space="preserve"> </w:t>
      </w:r>
      <w:r w:rsidR="00A30F1A" w:rsidRPr="007D4FD2">
        <w:rPr>
          <w:b w:val="0"/>
          <w:szCs w:val="28"/>
        </w:rPr>
        <w:t>особу</w:t>
      </w:r>
      <w:r w:rsidR="00A30F1A">
        <w:rPr>
          <w:b w:val="0"/>
          <w:szCs w:val="28"/>
        </w:rPr>
        <w:t xml:space="preserve"> з інвалідністю внаслідок</w:t>
      </w:r>
      <w:r w:rsidR="00A30F1A" w:rsidRPr="007D4FD2">
        <w:rPr>
          <w:b w:val="0"/>
          <w:szCs w:val="28"/>
        </w:rPr>
        <w:t xml:space="preserve"> війни,</w:t>
      </w:r>
      <w:r w:rsidR="00A30F1A">
        <w:rPr>
          <w:b w:val="0"/>
          <w:color w:val="000000"/>
        </w:rPr>
        <w:t xml:space="preserve"> </w:t>
      </w:r>
      <w:r w:rsidR="00A30F1A" w:rsidRPr="00597BC5">
        <w:rPr>
          <w:b w:val="0"/>
          <w:color w:val="000000"/>
        </w:rPr>
        <w:t xml:space="preserve">на підставі </w:t>
      </w:r>
      <w:proofErr w:type="spellStart"/>
      <w:r w:rsidR="00A30F1A" w:rsidRPr="007D4FD2">
        <w:rPr>
          <w:b w:val="0"/>
          <w:color w:val="000000"/>
        </w:rPr>
        <w:t>пп</w:t>
      </w:r>
      <w:proofErr w:type="spellEnd"/>
      <w:r w:rsidR="00A30F1A" w:rsidRPr="007D4FD2">
        <w:rPr>
          <w:b w:val="0"/>
          <w:color w:val="000000"/>
        </w:rPr>
        <w:t xml:space="preserve"> 5-1 п 46</w:t>
      </w:r>
      <w:r w:rsidR="00A30F1A" w:rsidRPr="00BB0131">
        <w:rPr>
          <w:szCs w:val="28"/>
        </w:rPr>
        <w:t xml:space="preserve"> </w:t>
      </w:r>
      <w:r w:rsidR="00A30F1A" w:rsidRPr="00597BC5">
        <w:rPr>
          <w:b w:val="0"/>
          <w:color w:val="000000"/>
        </w:rPr>
        <w:t>Правил обліку громадян, які потребують поліпшення житлових умов, і надання їм жилих приміщень в Українській РСР,</w:t>
      </w:r>
      <w:r w:rsidR="00391BF3">
        <w:rPr>
          <w:b w:val="0"/>
          <w:color w:val="000000"/>
        </w:rPr>
        <w:t xml:space="preserve"> під № 107</w:t>
      </w:r>
      <w:r w:rsidR="00A30F1A">
        <w:rPr>
          <w:b w:val="0"/>
          <w:color w:val="000000"/>
        </w:rPr>
        <w:t>, надавши обліковій справі № 4</w:t>
      </w:r>
      <w:r w:rsidR="00391BF3">
        <w:rPr>
          <w:b w:val="0"/>
          <w:color w:val="000000"/>
        </w:rPr>
        <w:t>721</w:t>
      </w:r>
      <w:r w:rsidR="00A30F1A">
        <w:rPr>
          <w:b w:val="0"/>
          <w:color w:val="000000"/>
        </w:rPr>
        <w:t>.</w:t>
      </w:r>
    </w:p>
    <w:p w:rsidR="00B166C3" w:rsidRDefault="00B166C3" w:rsidP="00A30F1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</w:p>
    <w:p w:rsidR="001400F4" w:rsidRDefault="005C693B" w:rsidP="00625546">
      <w:pPr>
        <w:pStyle w:val="31"/>
        <w:tabs>
          <w:tab w:val="left" w:pos="709"/>
        </w:tabs>
        <w:rPr>
          <w:b w:val="0"/>
          <w:szCs w:val="28"/>
        </w:rPr>
      </w:pPr>
      <w:r>
        <w:rPr>
          <w:bCs w:val="0"/>
          <w:i/>
          <w:color w:val="000000"/>
        </w:rPr>
        <w:lastRenderedPageBreak/>
        <w:tab/>
      </w:r>
      <w:r w:rsidR="00625546" w:rsidRPr="008D1292">
        <w:rPr>
          <w:b w:val="0"/>
          <w:szCs w:val="28"/>
        </w:rPr>
        <w:t>2. Зняти з квартирного обліку при викон</w:t>
      </w:r>
      <w:r w:rsidR="005A2F31">
        <w:rPr>
          <w:b w:val="0"/>
          <w:szCs w:val="28"/>
        </w:rPr>
        <w:t xml:space="preserve">авчому </w:t>
      </w:r>
      <w:r w:rsidR="00625546" w:rsidRPr="008D1292">
        <w:rPr>
          <w:b w:val="0"/>
          <w:szCs w:val="28"/>
        </w:rPr>
        <w:t>комі</w:t>
      </w:r>
      <w:r w:rsidR="005A2F31">
        <w:rPr>
          <w:b w:val="0"/>
          <w:szCs w:val="28"/>
        </w:rPr>
        <w:t>теті</w:t>
      </w:r>
      <w:r w:rsidR="00625546" w:rsidRPr="008D1292">
        <w:rPr>
          <w:b w:val="0"/>
          <w:szCs w:val="28"/>
        </w:rPr>
        <w:t xml:space="preserve"> </w:t>
      </w:r>
      <w:proofErr w:type="spellStart"/>
      <w:r w:rsidR="00625546" w:rsidRPr="008D1292">
        <w:rPr>
          <w:b w:val="0"/>
          <w:szCs w:val="28"/>
        </w:rPr>
        <w:t>Бахмутської</w:t>
      </w:r>
      <w:proofErr w:type="spellEnd"/>
      <w:r w:rsidR="00625546" w:rsidRPr="008D1292">
        <w:rPr>
          <w:b w:val="0"/>
          <w:szCs w:val="28"/>
        </w:rPr>
        <w:t xml:space="preserve"> міської ради таких громадян:</w:t>
      </w:r>
    </w:p>
    <w:p w:rsidR="00F864DC" w:rsidRPr="001400F4" w:rsidRDefault="00F864DC" w:rsidP="00625546">
      <w:pPr>
        <w:pStyle w:val="31"/>
        <w:tabs>
          <w:tab w:val="left" w:pos="709"/>
        </w:tabs>
        <w:rPr>
          <w:b w:val="0"/>
          <w:szCs w:val="28"/>
          <w:lang w:val="ru-RU"/>
        </w:rPr>
      </w:pPr>
    </w:p>
    <w:p w:rsidR="00755D9A" w:rsidRPr="00F14704" w:rsidRDefault="00625546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 w:rsidRPr="008D1292">
        <w:rPr>
          <w:b w:val="0"/>
          <w:szCs w:val="28"/>
        </w:rPr>
        <w:tab/>
      </w:r>
      <w:r w:rsidRPr="00F14704">
        <w:rPr>
          <w:b w:val="0"/>
          <w:color w:val="000000" w:themeColor="text1"/>
          <w:szCs w:val="28"/>
        </w:rPr>
        <w:t>2.1.</w:t>
      </w:r>
      <w:r w:rsidR="00D93F33">
        <w:rPr>
          <w:b w:val="0"/>
          <w:color w:val="000000" w:themeColor="text1"/>
          <w:szCs w:val="28"/>
        </w:rPr>
        <w:t xml:space="preserve">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755D9A"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="00755D9A" w:rsidRPr="00F14704">
        <w:rPr>
          <w:b w:val="0"/>
          <w:color w:val="000000" w:themeColor="text1"/>
          <w:szCs w:val="28"/>
        </w:rPr>
        <w:t>пп</w:t>
      </w:r>
      <w:proofErr w:type="spellEnd"/>
      <w:r w:rsidR="00755D9A"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</w:t>
      </w:r>
      <w:r w:rsidR="00E3303B" w:rsidRPr="00F14704">
        <w:rPr>
          <w:b w:val="0"/>
          <w:color w:val="000000" w:themeColor="text1"/>
          <w:szCs w:val="28"/>
        </w:rPr>
        <w:t>п</w:t>
      </w:r>
      <w:r w:rsidR="00184227" w:rsidRPr="00F14704">
        <w:rPr>
          <w:b w:val="0"/>
          <w:color w:val="000000" w:themeColor="text1"/>
          <w:szCs w:val="28"/>
        </w:rPr>
        <w:t>риміщення (облікова справа № 4</w:t>
      </w:r>
      <w:r w:rsidR="005D14D4">
        <w:rPr>
          <w:b w:val="0"/>
          <w:color w:val="000000" w:themeColor="text1"/>
          <w:szCs w:val="28"/>
        </w:rPr>
        <w:t>488</w:t>
      </w:r>
      <w:r w:rsidR="00755D9A" w:rsidRPr="00F14704">
        <w:rPr>
          <w:b w:val="0"/>
          <w:color w:val="000000" w:themeColor="text1"/>
          <w:szCs w:val="28"/>
        </w:rPr>
        <w:t>).</w:t>
      </w:r>
    </w:p>
    <w:p w:rsidR="00A661ED" w:rsidRDefault="00A661ED" w:rsidP="00755D9A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 w:rsidR="005D14D4">
        <w:rPr>
          <w:b w:val="0"/>
          <w:color w:val="000000" w:themeColor="text1"/>
          <w:szCs w:val="28"/>
        </w:rPr>
        <w:t>2</w:t>
      </w:r>
      <w:r w:rsidRPr="00F14704">
        <w:rPr>
          <w:b w:val="0"/>
          <w:color w:val="000000" w:themeColor="text1"/>
          <w:szCs w:val="28"/>
        </w:rPr>
        <w:t xml:space="preserve">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45</w:t>
      </w:r>
      <w:r w:rsidR="005D14D4">
        <w:rPr>
          <w:b w:val="0"/>
          <w:color w:val="000000" w:themeColor="text1"/>
          <w:szCs w:val="28"/>
        </w:rPr>
        <w:t>46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 w:rsidR="005D14D4">
        <w:rPr>
          <w:b w:val="0"/>
          <w:color w:val="000000" w:themeColor="text1"/>
          <w:szCs w:val="28"/>
        </w:rPr>
        <w:t>3</w:t>
      </w:r>
      <w:r w:rsidRPr="00F14704">
        <w:rPr>
          <w:b w:val="0"/>
          <w:color w:val="000000" w:themeColor="text1"/>
          <w:szCs w:val="28"/>
        </w:rPr>
        <w:t xml:space="preserve">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5D14D4">
        <w:rPr>
          <w:b w:val="0"/>
          <w:color w:val="000000" w:themeColor="text1"/>
          <w:szCs w:val="28"/>
        </w:rPr>
        <w:t>складом родини 3 особи</w:t>
      </w:r>
      <w:r w:rsidRPr="00F14704">
        <w:rPr>
          <w:b w:val="0"/>
          <w:color w:val="000000" w:themeColor="text1"/>
          <w:szCs w:val="28"/>
        </w:rPr>
        <w:t xml:space="preserve">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 w:rsidR="005D14D4">
        <w:rPr>
          <w:b w:val="0"/>
          <w:color w:val="000000" w:themeColor="text1"/>
          <w:szCs w:val="28"/>
        </w:rPr>
        <w:t>6</w:t>
      </w:r>
      <w:r w:rsidRPr="00F14704">
        <w:rPr>
          <w:b w:val="0"/>
          <w:color w:val="000000" w:themeColor="text1"/>
          <w:szCs w:val="28"/>
        </w:rPr>
        <w:t>5</w:t>
      </w:r>
      <w:r w:rsidR="004E53A9">
        <w:rPr>
          <w:b w:val="0"/>
          <w:color w:val="000000" w:themeColor="text1"/>
          <w:szCs w:val="28"/>
        </w:rPr>
        <w:t>5</w:t>
      </w:r>
      <w:r w:rsidRPr="00F14704">
        <w:rPr>
          <w:b w:val="0"/>
          <w:color w:val="000000" w:themeColor="text1"/>
          <w:szCs w:val="28"/>
        </w:rPr>
        <w:t>).</w:t>
      </w:r>
    </w:p>
    <w:p w:rsidR="005D14D4" w:rsidRDefault="005D14D4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 w:rsidR="005D14D4">
        <w:rPr>
          <w:b w:val="0"/>
          <w:color w:val="000000" w:themeColor="text1"/>
          <w:szCs w:val="28"/>
        </w:rPr>
        <w:t>4</w:t>
      </w:r>
      <w:r w:rsidRPr="00F14704">
        <w:rPr>
          <w:b w:val="0"/>
          <w:color w:val="000000" w:themeColor="text1"/>
          <w:szCs w:val="28"/>
        </w:rPr>
        <w:t xml:space="preserve">.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5D14D4">
        <w:rPr>
          <w:b w:val="0"/>
          <w:color w:val="000000" w:themeColor="text1"/>
          <w:szCs w:val="28"/>
        </w:rPr>
        <w:t>складом родини 3</w:t>
      </w:r>
      <w:r w:rsidRPr="00F14704">
        <w:rPr>
          <w:b w:val="0"/>
          <w:color w:val="000000" w:themeColor="text1"/>
          <w:szCs w:val="28"/>
        </w:rPr>
        <w:t xml:space="preserve"> особ</w:t>
      </w:r>
      <w:r w:rsidR="003B5891">
        <w:rPr>
          <w:b w:val="0"/>
          <w:color w:val="000000" w:themeColor="text1"/>
          <w:szCs w:val="28"/>
        </w:rPr>
        <w:t>и</w:t>
      </w:r>
      <w:r w:rsidRPr="00F14704">
        <w:rPr>
          <w:b w:val="0"/>
          <w:color w:val="000000" w:themeColor="text1"/>
          <w:szCs w:val="28"/>
        </w:rPr>
        <w:t xml:space="preserve">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 w:rsidR="005D14D4">
        <w:rPr>
          <w:b w:val="0"/>
          <w:color w:val="000000" w:themeColor="text1"/>
          <w:szCs w:val="28"/>
        </w:rPr>
        <w:t>657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5D14D4" w:rsidRDefault="0075740F" w:rsidP="005D14D4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  <w:color w:val="000000" w:themeColor="text1"/>
          <w:szCs w:val="28"/>
        </w:rPr>
        <w:tab/>
      </w:r>
      <w:r w:rsidR="004E53A9">
        <w:rPr>
          <w:b w:val="0"/>
          <w:color w:val="000000" w:themeColor="text1"/>
          <w:szCs w:val="28"/>
        </w:rPr>
        <w:t xml:space="preserve"> </w:t>
      </w:r>
      <w:r w:rsidR="005D14D4" w:rsidRPr="006441B4">
        <w:rPr>
          <w:b w:val="0"/>
          <w:sz w:val="27"/>
          <w:szCs w:val="27"/>
        </w:rPr>
        <w:t>3</w:t>
      </w:r>
      <w:r w:rsidR="005D14D4" w:rsidRPr="006441B4">
        <w:rPr>
          <w:b w:val="0"/>
        </w:rPr>
        <w:t xml:space="preserve">. </w:t>
      </w:r>
      <w:r w:rsidR="005D14D4" w:rsidRPr="006441B4">
        <w:rPr>
          <w:b w:val="0"/>
          <w:bCs w:val="0"/>
          <w:color w:val="000000"/>
        </w:rPr>
        <w:t>Внести змін</w:t>
      </w:r>
      <w:r w:rsidR="0061106B" w:rsidRPr="003B5891">
        <w:rPr>
          <w:b w:val="0"/>
          <w:bCs w:val="0"/>
          <w:color w:val="000000"/>
        </w:rPr>
        <w:t>и</w:t>
      </w:r>
      <w:r w:rsidR="005D14D4">
        <w:rPr>
          <w:b w:val="0"/>
          <w:bCs w:val="0"/>
          <w:color w:val="000000"/>
        </w:rPr>
        <w:t xml:space="preserve"> до облікової справи № 4708 </w:t>
      </w:r>
      <w:r w:rsidR="003B5891" w:rsidRPr="003B5891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Cs w:val="28"/>
        </w:rPr>
        <w:t xml:space="preserve"> </w:t>
      </w:r>
      <w:r w:rsidR="005D14D4" w:rsidRPr="00C328EA">
        <w:rPr>
          <w:b w:val="0"/>
          <w:color w:val="000000"/>
        </w:rPr>
        <w:t xml:space="preserve">включивши до складу </w:t>
      </w:r>
      <w:r w:rsidR="005D14D4">
        <w:rPr>
          <w:b w:val="0"/>
          <w:color w:val="000000"/>
        </w:rPr>
        <w:t xml:space="preserve">її </w:t>
      </w:r>
      <w:r w:rsidR="005D14D4" w:rsidRPr="00C328EA">
        <w:rPr>
          <w:b w:val="0"/>
          <w:color w:val="000000"/>
        </w:rPr>
        <w:t xml:space="preserve">родини </w:t>
      </w:r>
      <w:r w:rsidR="005D14D4">
        <w:rPr>
          <w:b w:val="0"/>
          <w:color w:val="000000"/>
        </w:rPr>
        <w:t>дочку</w:t>
      </w:r>
      <w:r w:rsidR="005D14D4" w:rsidRPr="00C328EA">
        <w:rPr>
          <w:b w:val="0"/>
          <w:color w:val="000000"/>
        </w:rPr>
        <w:t>, згідно наданої заяви та свідоцтв</w:t>
      </w:r>
      <w:r w:rsidR="005D14D4">
        <w:rPr>
          <w:b w:val="0"/>
          <w:color w:val="000000"/>
        </w:rPr>
        <w:t>а пр</w:t>
      </w:r>
      <w:r w:rsidR="00AB1BE9">
        <w:rPr>
          <w:b w:val="0"/>
          <w:color w:val="000000"/>
        </w:rPr>
        <w:t>о народження</w:t>
      </w:r>
      <w:r w:rsidR="005D14D4">
        <w:rPr>
          <w:b w:val="0"/>
          <w:color w:val="000000"/>
        </w:rPr>
        <w:t>.</w:t>
      </w:r>
    </w:p>
    <w:p w:rsidR="00AB1BE9" w:rsidRDefault="00AB1BE9" w:rsidP="005D14D4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</w:p>
    <w:p w:rsidR="00E11550" w:rsidRDefault="00E11550" w:rsidP="00AB1BE9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4. Включити до списків:</w:t>
      </w:r>
    </w:p>
    <w:p w:rsidR="00E11550" w:rsidRDefault="00E11550" w:rsidP="00AB1BE9">
      <w:pPr>
        <w:ind w:firstLine="720"/>
        <w:jc w:val="both"/>
        <w:rPr>
          <w:color w:val="000000"/>
          <w:sz w:val="28"/>
          <w:lang w:val="uk-UA"/>
        </w:rPr>
      </w:pPr>
    </w:p>
    <w:p w:rsidR="00AB1BE9" w:rsidRDefault="007E7AAC" w:rsidP="00AB1BE9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4.1. </w:t>
      </w:r>
      <w:r w:rsidR="00AB1BE9">
        <w:rPr>
          <w:color w:val="000000"/>
          <w:sz w:val="28"/>
          <w:lang w:val="uk-UA"/>
        </w:rPr>
        <w:t>першо</w:t>
      </w:r>
      <w:r w:rsidR="00AB1BE9" w:rsidRPr="00715CB3">
        <w:rPr>
          <w:color w:val="000000"/>
          <w:sz w:val="28"/>
          <w:lang w:val="uk-UA"/>
        </w:rPr>
        <w:t>чергового одержання житла</w:t>
      </w:r>
      <w:r w:rsidR="003B5891">
        <w:rPr>
          <w:color w:val="000000"/>
          <w:sz w:val="28"/>
          <w:lang w:val="uk-UA"/>
        </w:rPr>
        <w:t xml:space="preserve"> </w:t>
      </w:r>
      <w:r w:rsidR="003B5891" w:rsidRPr="003B5891">
        <w:rPr>
          <w:b/>
          <w:sz w:val="28"/>
          <w:szCs w:val="28"/>
          <w:lang w:val="uk-UA"/>
        </w:rPr>
        <w:t>(</w:t>
      </w:r>
      <w:r w:rsidR="003B5891" w:rsidRPr="003B5891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інформації»),</w:t>
      </w:r>
      <w:r w:rsidR="003B5891" w:rsidRPr="000627FC">
        <w:rPr>
          <w:sz w:val="28"/>
          <w:szCs w:val="28"/>
          <w:lang w:val="uk-UA"/>
        </w:rPr>
        <w:t xml:space="preserve"> </w:t>
      </w:r>
      <w:r w:rsidR="00AB1BE9">
        <w:rPr>
          <w:b/>
          <w:color w:val="000000"/>
          <w:sz w:val="28"/>
          <w:lang w:val="uk-UA"/>
        </w:rPr>
        <w:t xml:space="preserve"> </w:t>
      </w:r>
      <w:r w:rsidR="003B5891">
        <w:rPr>
          <w:sz w:val="28"/>
          <w:szCs w:val="28"/>
          <w:lang w:val="uk-UA"/>
        </w:rPr>
        <w:t>складом родини 3 особи</w:t>
      </w:r>
      <w:r w:rsidR="00AB1BE9">
        <w:rPr>
          <w:sz w:val="28"/>
          <w:szCs w:val="28"/>
          <w:lang w:val="uk-UA"/>
        </w:rPr>
        <w:t>,</w:t>
      </w:r>
      <w:r w:rsidR="00AB1BE9" w:rsidRPr="00F078E0">
        <w:rPr>
          <w:color w:val="000000"/>
          <w:sz w:val="28"/>
          <w:lang w:val="uk-UA"/>
        </w:rPr>
        <w:t xml:space="preserve"> </w:t>
      </w:r>
      <w:r w:rsidR="00AB1BE9">
        <w:rPr>
          <w:color w:val="000000"/>
          <w:sz w:val="28"/>
          <w:lang w:val="uk-UA"/>
        </w:rPr>
        <w:t xml:space="preserve">на підставі </w:t>
      </w:r>
      <w:proofErr w:type="spellStart"/>
      <w:r w:rsidR="00AB1BE9">
        <w:rPr>
          <w:color w:val="000000"/>
          <w:sz w:val="28"/>
          <w:lang w:val="uk-UA"/>
        </w:rPr>
        <w:t>пп</w:t>
      </w:r>
      <w:proofErr w:type="spellEnd"/>
      <w:r w:rsidR="00AB1BE9">
        <w:rPr>
          <w:color w:val="000000"/>
          <w:sz w:val="28"/>
          <w:lang w:val="uk-UA"/>
        </w:rPr>
        <w:t xml:space="preserve"> </w:t>
      </w:r>
      <w:r w:rsidR="00E1546F">
        <w:rPr>
          <w:color w:val="000000"/>
          <w:sz w:val="28"/>
          <w:lang w:val="uk-UA"/>
        </w:rPr>
        <w:t>3</w:t>
      </w:r>
      <w:r w:rsidR="00AB1BE9">
        <w:rPr>
          <w:color w:val="000000"/>
          <w:sz w:val="28"/>
          <w:lang w:val="uk-UA"/>
        </w:rPr>
        <w:t xml:space="preserve"> п 44</w:t>
      </w:r>
      <w:r w:rsidR="00AB1BE9" w:rsidRPr="00BB0131">
        <w:rPr>
          <w:sz w:val="28"/>
          <w:szCs w:val="28"/>
          <w:lang w:val="uk-UA"/>
        </w:rPr>
        <w:t xml:space="preserve"> </w:t>
      </w:r>
      <w:r w:rsidR="00AB1BE9">
        <w:rPr>
          <w:sz w:val="28"/>
          <w:szCs w:val="28"/>
          <w:lang w:val="uk-UA"/>
        </w:rPr>
        <w:t xml:space="preserve">Правил обліку громадян, які потребують поліпшення житлових умов, і надання їм жилих приміщень в Українській РСР, </w:t>
      </w:r>
      <w:r w:rsidR="00E1546F">
        <w:rPr>
          <w:sz w:val="28"/>
          <w:szCs w:val="28"/>
          <w:lang w:val="uk-UA"/>
        </w:rPr>
        <w:t>згідно медичного висновку</w:t>
      </w:r>
      <w:r w:rsidR="00AB1BE9">
        <w:rPr>
          <w:sz w:val="28"/>
          <w:szCs w:val="28"/>
          <w:lang w:val="uk-UA"/>
        </w:rPr>
        <w:t>,</w:t>
      </w:r>
      <w:r w:rsidR="003061B4">
        <w:rPr>
          <w:sz w:val="28"/>
          <w:szCs w:val="28"/>
          <w:lang w:val="uk-UA"/>
        </w:rPr>
        <w:t xml:space="preserve"> </w:t>
      </w:r>
      <w:r w:rsidR="00AB1BE9">
        <w:rPr>
          <w:sz w:val="28"/>
          <w:szCs w:val="28"/>
          <w:lang w:val="uk-UA"/>
        </w:rPr>
        <w:t xml:space="preserve"> </w:t>
      </w:r>
      <w:r w:rsidR="003061B4" w:rsidRPr="003061B4">
        <w:rPr>
          <w:color w:val="000000"/>
          <w:sz w:val="28"/>
          <w:szCs w:val="28"/>
          <w:lang w:val="uk-UA"/>
        </w:rPr>
        <w:t xml:space="preserve">на підставі </w:t>
      </w:r>
      <w:proofErr w:type="spellStart"/>
      <w:r w:rsidR="003061B4" w:rsidRPr="003061B4">
        <w:rPr>
          <w:color w:val="000000"/>
          <w:sz w:val="28"/>
          <w:szCs w:val="28"/>
          <w:lang w:val="uk-UA"/>
        </w:rPr>
        <w:t>пп</w:t>
      </w:r>
      <w:proofErr w:type="spellEnd"/>
      <w:r w:rsidR="003061B4" w:rsidRPr="003061B4">
        <w:rPr>
          <w:color w:val="000000"/>
          <w:sz w:val="28"/>
          <w:szCs w:val="28"/>
          <w:lang w:val="uk-UA"/>
        </w:rPr>
        <w:t xml:space="preserve"> </w:t>
      </w:r>
      <w:r w:rsidR="003061B4">
        <w:rPr>
          <w:color w:val="000000"/>
          <w:sz w:val="28"/>
          <w:szCs w:val="28"/>
          <w:lang w:val="uk-UA"/>
        </w:rPr>
        <w:t>3</w:t>
      </w:r>
      <w:r w:rsidR="003061B4" w:rsidRPr="003061B4">
        <w:rPr>
          <w:color w:val="000000"/>
          <w:sz w:val="28"/>
          <w:szCs w:val="28"/>
          <w:lang w:val="uk-UA"/>
        </w:rPr>
        <w:t xml:space="preserve"> п 44 Правил обліку громадян, які потребують поліпшення житлових умов, і надання їм жилих приміщень в Українській РСР, </w:t>
      </w:r>
      <w:r w:rsidR="00AB1BE9" w:rsidRPr="003061B4">
        <w:rPr>
          <w:sz w:val="28"/>
          <w:szCs w:val="28"/>
          <w:lang w:val="uk-UA"/>
        </w:rPr>
        <w:t>визначивши чергу під № 49</w:t>
      </w:r>
      <w:r w:rsidR="00E1546F" w:rsidRPr="003061B4">
        <w:rPr>
          <w:sz w:val="28"/>
          <w:szCs w:val="28"/>
          <w:lang w:val="uk-UA"/>
        </w:rPr>
        <w:t>1</w:t>
      </w:r>
      <w:r w:rsidR="00AB1BE9" w:rsidRPr="00BB0131">
        <w:rPr>
          <w:color w:val="000000"/>
          <w:sz w:val="28"/>
          <w:lang w:val="uk-UA"/>
        </w:rPr>
        <w:t xml:space="preserve"> </w:t>
      </w:r>
      <w:r w:rsidR="00E1546F">
        <w:rPr>
          <w:color w:val="000000"/>
          <w:sz w:val="28"/>
          <w:lang w:val="uk-UA"/>
        </w:rPr>
        <w:t>(облікова справа № </w:t>
      </w:r>
      <w:r w:rsidR="00AB1BE9">
        <w:rPr>
          <w:color w:val="000000"/>
          <w:sz w:val="28"/>
          <w:lang w:val="uk-UA"/>
        </w:rPr>
        <w:t>4</w:t>
      </w:r>
      <w:r w:rsidR="00E1546F">
        <w:rPr>
          <w:color w:val="000000"/>
          <w:sz w:val="28"/>
          <w:lang w:val="uk-UA"/>
        </w:rPr>
        <w:t>714</w:t>
      </w:r>
      <w:r w:rsidR="00AB1BE9" w:rsidRPr="005340A8">
        <w:rPr>
          <w:color w:val="000000"/>
          <w:sz w:val="28"/>
          <w:lang w:val="uk-UA"/>
        </w:rPr>
        <w:t>).</w:t>
      </w:r>
    </w:p>
    <w:p w:rsidR="00C17FB0" w:rsidRDefault="00C17FB0" w:rsidP="00AB1BE9">
      <w:pPr>
        <w:ind w:firstLine="720"/>
        <w:jc w:val="both"/>
        <w:rPr>
          <w:color w:val="000000"/>
          <w:sz w:val="28"/>
          <w:lang w:val="uk-UA"/>
        </w:rPr>
      </w:pPr>
    </w:p>
    <w:p w:rsidR="00492248" w:rsidRDefault="00E11550" w:rsidP="00492248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4.2. </w:t>
      </w:r>
      <w:r w:rsidR="00492248" w:rsidRPr="00715CB3">
        <w:rPr>
          <w:color w:val="000000"/>
          <w:sz w:val="28"/>
          <w:lang w:val="uk-UA"/>
        </w:rPr>
        <w:t>позачергового одержання житла</w:t>
      </w:r>
      <w:r w:rsidR="00492248">
        <w:rPr>
          <w:b/>
          <w:color w:val="000000"/>
          <w:sz w:val="28"/>
          <w:lang w:val="uk-UA"/>
        </w:rPr>
        <w:t xml:space="preserve"> </w:t>
      </w:r>
      <w:r w:rsidR="003B5891" w:rsidRPr="003B5891">
        <w:rPr>
          <w:sz w:val="28"/>
          <w:szCs w:val="28"/>
          <w:lang w:val="uk-UA"/>
        </w:rPr>
        <w:t>(містить персональні данні про осіб (п.3ч.2ст.10 ЗУ «Про доступ до публічної інформації»),</w:t>
      </w:r>
      <w:r w:rsidR="003B5891" w:rsidRPr="000627FC">
        <w:rPr>
          <w:sz w:val="28"/>
          <w:szCs w:val="28"/>
          <w:lang w:val="uk-UA"/>
        </w:rPr>
        <w:t xml:space="preserve"> </w:t>
      </w:r>
      <w:r w:rsidR="00492248">
        <w:rPr>
          <w:sz w:val="28"/>
          <w:szCs w:val="28"/>
          <w:lang w:val="uk-UA"/>
        </w:rPr>
        <w:t>складом родини 3 особи,</w:t>
      </w:r>
      <w:r w:rsidR="00492248" w:rsidRPr="00F078E0">
        <w:rPr>
          <w:color w:val="000000"/>
          <w:sz w:val="28"/>
          <w:lang w:val="uk-UA"/>
        </w:rPr>
        <w:t xml:space="preserve"> </w:t>
      </w:r>
      <w:r w:rsidR="00492248" w:rsidRPr="00755D9A">
        <w:rPr>
          <w:color w:val="000000"/>
          <w:sz w:val="28"/>
          <w:szCs w:val="28"/>
          <w:lang w:val="uk-UA"/>
        </w:rPr>
        <w:t>з включенням до списку позачергового одержання житла, як</w:t>
      </w:r>
      <w:r w:rsidR="00492248" w:rsidRPr="00755D9A">
        <w:rPr>
          <w:sz w:val="28"/>
          <w:szCs w:val="28"/>
          <w:lang w:val="uk-UA"/>
        </w:rPr>
        <w:t xml:space="preserve"> особу з інвалідністю внаслідок війни,</w:t>
      </w:r>
      <w:r w:rsidR="00492248" w:rsidRPr="00755D9A">
        <w:rPr>
          <w:color w:val="000000"/>
          <w:sz w:val="28"/>
          <w:szCs w:val="28"/>
          <w:lang w:val="uk-UA"/>
        </w:rPr>
        <w:t xml:space="preserve"> на підставі </w:t>
      </w:r>
      <w:proofErr w:type="spellStart"/>
      <w:r w:rsidR="00492248" w:rsidRPr="00755D9A">
        <w:rPr>
          <w:color w:val="000000"/>
          <w:sz w:val="28"/>
          <w:szCs w:val="28"/>
          <w:lang w:val="uk-UA"/>
        </w:rPr>
        <w:t>пп</w:t>
      </w:r>
      <w:proofErr w:type="spellEnd"/>
      <w:r w:rsidR="00492248" w:rsidRPr="00755D9A">
        <w:rPr>
          <w:color w:val="000000"/>
          <w:sz w:val="28"/>
          <w:szCs w:val="28"/>
          <w:lang w:val="uk-UA"/>
        </w:rPr>
        <w:t xml:space="preserve"> 5-1 п 46</w:t>
      </w:r>
      <w:r w:rsidR="00492248" w:rsidRPr="00755D9A">
        <w:rPr>
          <w:sz w:val="28"/>
          <w:szCs w:val="28"/>
          <w:lang w:val="uk-UA"/>
        </w:rPr>
        <w:t xml:space="preserve"> </w:t>
      </w:r>
      <w:r w:rsidR="00492248" w:rsidRPr="00755D9A">
        <w:rPr>
          <w:color w:val="000000"/>
          <w:sz w:val="28"/>
          <w:szCs w:val="28"/>
          <w:lang w:val="uk-UA"/>
        </w:rPr>
        <w:t xml:space="preserve">Правил обліку громадян, які потребують поліпшення житлових умов, і надання їм жилих приміщень в Українській РСР, </w:t>
      </w:r>
      <w:r w:rsidR="00492248">
        <w:rPr>
          <w:sz w:val="28"/>
          <w:szCs w:val="28"/>
          <w:lang w:val="uk-UA"/>
        </w:rPr>
        <w:t>визначивши чергу під № 108</w:t>
      </w:r>
      <w:r w:rsidR="00492248" w:rsidRPr="00BB0131">
        <w:rPr>
          <w:color w:val="000000"/>
          <w:sz w:val="28"/>
          <w:lang w:val="uk-UA"/>
        </w:rPr>
        <w:t xml:space="preserve"> </w:t>
      </w:r>
      <w:r w:rsidR="00492248">
        <w:rPr>
          <w:color w:val="000000"/>
          <w:sz w:val="28"/>
          <w:lang w:val="uk-UA"/>
        </w:rPr>
        <w:t>(облікова справа № 4703</w:t>
      </w:r>
      <w:r w:rsidR="00492248" w:rsidRPr="005340A8">
        <w:rPr>
          <w:color w:val="000000"/>
          <w:sz w:val="28"/>
          <w:lang w:val="uk-UA"/>
        </w:rPr>
        <w:t>).</w:t>
      </w:r>
    </w:p>
    <w:p w:rsidR="004E53A9" w:rsidRDefault="004E53A9" w:rsidP="009F5E4C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587926" w:rsidRPr="00555F85" w:rsidRDefault="005A2F31" w:rsidP="00852DCE">
      <w:pPr>
        <w:pStyle w:val="31"/>
        <w:tabs>
          <w:tab w:val="left" w:pos="709"/>
        </w:tabs>
        <w:rPr>
          <w:b w:val="0"/>
        </w:rPr>
      </w:pPr>
      <w:r>
        <w:rPr>
          <w:b w:val="0"/>
          <w:color w:val="000000"/>
          <w:szCs w:val="28"/>
        </w:rPr>
        <w:tab/>
      </w:r>
      <w:r w:rsidR="00E11550">
        <w:rPr>
          <w:b w:val="0"/>
          <w:color w:val="000000"/>
          <w:szCs w:val="28"/>
        </w:rPr>
        <w:t>5</w:t>
      </w:r>
      <w:r w:rsidR="00587926" w:rsidRPr="00555F85">
        <w:rPr>
          <w:b w:val="0"/>
        </w:rPr>
        <w:t xml:space="preserve">. Організаційне </w:t>
      </w:r>
      <w:r w:rsidR="0092501D">
        <w:rPr>
          <w:b w:val="0"/>
        </w:rPr>
        <w:t>виконання</w:t>
      </w:r>
      <w:r w:rsidR="00587926" w:rsidRPr="00555F85">
        <w:rPr>
          <w:b w:val="0"/>
        </w:rPr>
        <w:t xml:space="preserve"> рішення покласти на Управління розвитку міського господарства та капітального будівництва </w:t>
      </w:r>
      <w:proofErr w:type="spellStart"/>
      <w:r w:rsidR="00587926" w:rsidRPr="00555F85">
        <w:rPr>
          <w:b w:val="0"/>
        </w:rPr>
        <w:t>Бахмутської</w:t>
      </w:r>
      <w:proofErr w:type="spellEnd"/>
      <w:r w:rsidR="00587926" w:rsidRPr="00555F85">
        <w:rPr>
          <w:b w:val="0"/>
        </w:rPr>
        <w:t xml:space="preserve"> міської ради (</w:t>
      </w:r>
      <w:r w:rsidR="00AE2BAA">
        <w:rPr>
          <w:b w:val="0"/>
        </w:rPr>
        <w:t>Гармаш</w:t>
      </w:r>
      <w:r w:rsidR="00587926" w:rsidRPr="00555F85">
        <w:rPr>
          <w:b w:val="0"/>
        </w:rPr>
        <w:t>).</w:t>
      </w:r>
    </w:p>
    <w:p w:rsidR="00587926" w:rsidRDefault="00587926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87926" w:rsidRPr="008D6463" w:rsidRDefault="00E11550" w:rsidP="00587926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6</w:t>
      </w:r>
      <w:r w:rsidR="002B0425">
        <w:rPr>
          <w:sz w:val="28"/>
          <w:szCs w:val="28"/>
          <w:lang w:val="uk-UA"/>
        </w:rPr>
        <w:t>.</w:t>
      </w:r>
      <w:r w:rsidR="0040472F">
        <w:rPr>
          <w:sz w:val="28"/>
          <w:szCs w:val="28"/>
          <w:lang w:val="uk-UA"/>
        </w:rPr>
        <w:t xml:space="preserve"> </w:t>
      </w:r>
      <w:r w:rsidR="00587926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proofErr w:type="spellStart"/>
      <w:r w:rsidR="00587926">
        <w:rPr>
          <w:sz w:val="28"/>
          <w:lang w:val="uk-UA"/>
        </w:rPr>
        <w:t>Стрющенка</w:t>
      </w:r>
      <w:proofErr w:type="spellEnd"/>
      <w:r w:rsidR="00587926">
        <w:rPr>
          <w:sz w:val="28"/>
          <w:lang w:val="uk-UA"/>
        </w:rPr>
        <w:t xml:space="preserve"> О.В.</w:t>
      </w:r>
    </w:p>
    <w:p w:rsidR="005C0251" w:rsidRDefault="005C0251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E2BAA" w:rsidRDefault="003B0367" w:rsidP="00DB0F16">
      <w:pPr>
        <w:tabs>
          <w:tab w:val="left" w:pos="709"/>
          <w:tab w:val="left" w:pos="1134"/>
          <w:tab w:val="left" w:pos="7088"/>
        </w:tabs>
        <w:rPr>
          <w:b/>
          <w:sz w:val="28"/>
          <w:szCs w:val="28"/>
          <w:lang w:val="uk-UA"/>
        </w:rPr>
      </w:pPr>
      <w:r w:rsidRPr="00E42871">
        <w:rPr>
          <w:b/>
          <w:i/>
          <w:sz w:val="28"/>
          <w:szCs w:val="28"/>
          <w:lang w:val="uk-UA"/>
        </w:rPr>
        <w:t>М</w:t>
      </w:r>
      <w:r w:rsidR="00587926" w:rsidRPr="00E42871">
        <w:rPr>
          <w:b/>
          <w:i/>
          <w:sz w:val="28"/>
          <w:szCs w:val="28"/>
          <w:lang w:val="uk-UA"/>
        </w:rPr>
        <w:t>іськ</w:t>
      </w:r>
      <w:r w:rsidRPr="00E42871">
        <w:rPr>
          <w:b/>
          <w:i/>
          <w:sz w:val="28"/>
          <w:szCs w:val="28"/>
          <w:lang w:val="uk-UA"/>
        </w:rPr>
        <w:t>ий</w:t>
      </w:r>
      <w:r w:rsidR="00587926" w:rsidRPr="00E42871">
        <w:rPr>
          <w:b/>
          <w:i/>
          <w:sz w:val="28"/>
          <w:szCs w:val="28"/>
          <w:lang w:val="uk-UA"/>
        </w:rPr>
        <w:t xml:space="preserve"> голов</w:t>
      </w:r>
      <w:r w:rsidRPr="00E42871">
        <w:rPr>
          <w:b/>
          <w:i/>
          <w:sz w:val="28"/>
          <w:szCs w:val="28"/>
          <w:lang w:val="uk-UA"/>
        </w:rPr>
        <w:t>а</w:t>
      </w:r>
      <w:r w:rsidR="005A2F31">
        <w:rPr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Pr="00E42871">
        <w:rPr>
          <w:b/>
          <w:i/>
          <w:sz w:val="28"/>
          <w:szCs w:val="28"/>
          <w:lang w:val="uk-UA"/>
        </w:rPr>
        <w:t>О.О.РЕВА</w:t>
      </w: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B57B8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DB0F16" w:rsidRDefault="00DB0F16" w:rsidP="003B5891">
      <w:pPr>
        <w:keepNext/>
        <w:outlineLvl w:val="2"/>
        <w:rPr>
          <w:b/>
          <w:sz w:val="28"/>
          <w:szCs w:val="28"/>
          <w:lang w:val="uk-UA"/>
        </w:rPr>
      </w:pPr>
    </w:p>
    <w:sectPr w:rsidR="00DB0F16" w:rsidSect="00C17FB0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707" w:bottom="1134" w:left="1843" w:header="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689" w:rsidRDefault="00875689">
      <w:r>
        <w:separator/>
      </w:r>
    </w:p>
  </w:endnote>
  <w:endnote w:type="continuationSeparator" w:id="1">
    <w:p w:rsidR="00875689" w:rsidRDefault="0087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274" w:rsidRDefault="00832531" w:rsidP="007667F6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A32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3274" w:rsidRDefault="008A3274" w:rsidP="00BC245F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274" w:rsidRPr="006509D3" w:rsidRDefault="008A3274" w:rsidP="00BC245F">
    <w:pPr>
      <w:pStyle w:val="ab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689" w:rsidRDefault="00875689">
      <w:r>
        <w:separator/>
      </w:r>
    </w:p>
  </w:footnote>
  <w:footnote w:type="continuationSeparator" w:id="1">
    <w:p w:rsidR="00875689" w:rsidRDefault="00875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415317"/>
      <w:docPartObj>
        <w:docPartGallery w:val="Page Numbers (Top of Page)"/>
        <w:docPartUnique/>
      </w:docPartObj>
    </w:sdtPr>
    <w:sdtContent>
      <w:p w:rsidR="00E64ECC" w:rsidRDefault="00E64ECC">
        <w:pPr>
          <w:pStyle w:val="a3"/>
          <w:jc w:val="center"/>
          <w:rPr>
            <w:lang w:val="uk-UA"/>
          </w:rPr>
        </w:pPr>
      </w:p>
      <w:p w:rsidR="00E64ECC" w:rsidRDefault="00E64ECC">
        <w:pPr>
          <w:pStyle w:val="a3"/>
          <w:jc w:val="center"/>
          <w:rPr>
            <w:lang w:val="uk-UA"/>
          </w:rPr>
        </w:pPr>
      </w:p>
      <w:p w:rsidR="00E64ECC" w:rsidRDefault="00832531">
        <w:pPr>
          <w:pStyle w:val="a3"/>
          <w:jc w:val="center"/>
        </w:pPr>
        <w:fldSimple w:instr=" PAGE   \* MERGEFORMAT ">
          <w:r w:rsidR="00DA77F5">
            <w:rPr>
              <w:noProof/>
            </w:rPr>
            <w:t>5</w:t>
          </w:r>
        </w:fldSimple>
      </w:p>
    </w:sdtContent>
  </w:sdt>
  <w:p w:rsidR="008A3274" w:rsidRPr="00E14EA7" w:rsidRDefault="008A3274">
    <w:pPr>
      <w:pStyle w:val="a3"/>
      <w:ind w:right="360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CC" w:rsidRDefault="00E64ECC">
    <w:pPr>
      <w:pStyle w:val="a3"/>
      <w:jc w:val="center"/>
    </w:pPr>
  </w:p>
  <w:p w:rsidR="00E64ECC" w:rsidRDefault="00E64E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3A1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">
    <w:nsid w:val="0A80730E"/>
    <w:multiLevelType w:val="hybridMultilevel"/>
    <w:tmpl w:val="45B808B0"/>
    <w:lvl w:ilvl="0" w:tplc="6E9E067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6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7">
    <w:nsid w:val="15A344B0"/>
    <w:multiLevelType w:val="hybridMultilevel"/>
    <w:tmpl w:val="C15459C4"/>
    <w:lvl w:ilvl="0" w:tplc="23A4A2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10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18A34A8"/>
    <w:multiLevelType w:val="hybridMultilevel"/>
    <w:tmpl w:val="4C441B36"/>
    <w:lvl w:ilvl="0" w:tplc="2A045DBC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1E35C6"/>
    <w:multiLevelType w:val="hybridMultilevel"/>
    <w:tmpl w:val="8752D994"/>
    <w:lvl w:ilvl="0" w:tplc="248A2DC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FA31596"/>
    <w:multiLevelType w:val="multilevel"/>
    <w:tmpl w:val="FE9C62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7">
    <w:nsid w:val="44AB1904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486C1624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20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>
    <w:nsid w:val="56CC0FD4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3">
    <w:nsid w:val="5EF06431"/>
    <w:multiLevelType w:val="hybridMultilevel"/>
    <w:tmpl w:val="EB444A5E"/>
    <w:lvl w:ilvl="0" w:tplc="46C67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450292B"/>
    <w:multiLevelType w:val="hybridMultilevel"/>
    <w:tmpl w:val="DE9C949C"/>
    <w:lvl w:ilvl="0" w:tplc="ECEE08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0E334A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6AD673C0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6ED6566D"/>
    <w:multiLevelType w:val="hybridMultilevel"/>
    <w:tmpl w:val="BEE4BB4C"/>
    <w:lvl w:ilvl="0" w:tplc="378674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4339CA"/>
    <w:multiLevelType w:val="hybridMultilevel"/>
    <w:tmpl w:val="5F664B4A"/>
    <w:lvl w:ilvl="0" w:tplc="DF2AF1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FF568A6"/>
    <w:multiLevelType w:val="hybridMultilevel"/>
    <w:tmpl w:val="854419B4"/>
    <w:lvl w:ilvl="0" w:tplc="0D025830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32">
    <w:nsid w:val="73BB2C22"/>
    <w:multiLevelType w:val="hybridMultilevel"/>
    <w:tmpl w:val="43D81798"/>
    <w:lvl w:ilvl="0" w:tplc="95EAC5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7C102B"/>
    <w:multiLevelType w:val="hybridMultilevel"/>
    <w:tmpl w:val="1206CE88"/>
    <w:lvl w:ilvl="0" w:tplc="85FCA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F10F84"/>
    <w:multiLevelType w:val="hybridMultilevel"/>
    <w:tmpl w:val="920076BA"/>
    <w:lvl w:ilvl="0" w:tplc="2A30E6D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7C470B1A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E4F7B3F"/>
    <w:multiLevelType w:val="hybridMultilevel"/>
    <w:tmpl w:val="DF009EA6"/>
    <w:lvl w:ilvl="0" w:tplc="7706BC7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1"/>
  </w:num>
  <w:num w:numId="5">
    <w:abstractNumId w:val="6"/>
  </w:num>
  <w:num w:numId="6">
    <w:abstractNumId w:val="3"/>
  </w:num>
  <w:num w:numId="7">
    <w:abstractNumId w:val="9"/>
  </w:num>
  <w:num w:numId="8">
    <w:abstractNumId w:val="19"/>
  </w:num>
  <w:num w:numId="9">
    <w:abstractNumId w:val="22"/>
  </w:num>
  <w:num w:numId="10">
    <w:abstractNumId w:val="20"/>
  </w:num>
  <w:num w:numId="11">
    <w:abstractNumId w:val="28"/>
  </w:num>
  <w:num w:numId="12">
    <w:abstractNumId w:val="14"/>
  </w:num>
  <w:num w:numId="13">
    <w:abstractNumId w:val="1"/>
  </w:num>
  <w:num w:numId="14">
    <w:abstractNumId w:val="8"/>
  </w:num>
  <w:num w:numId="15">
    <w:abstractNumId w:val="13"/>
  </w:num>
  <w:num w:numId="16">
    <w:abstractNumId w:val="10"/>
  </w:num>
  <w:num w:numId="17">
    <w:abstractNumId w:val="16"/>
  </w:num>
  <w:num w:numId="18">
    <w:abstractNumId w:val="7"/>
  </w:num>
  <w:num w:numId="19">
    <w:abstractNumId w:val="27"/>
  </w:num>
  <w:num w:numId="20">
    <w:abstractNumId w:val="18"/>
  </w:num>
  <w:num w:numId="21">
    <w:abstractNumId w:val="17"/>
  </w:num>
  <w:num w:numId="22">
    <w:abstractNumId w:val="23"/>
  </w:num>
  <w:num w:numId="23">
    <w:abstractNumId w:val="36"/>
  </w:num>
  <w:num w:numId="24">
    <w:abstractNumId w:val="34"/>
  </w:num>
  <w:num w:numId="25">
    <w:abstractNumId w:val="12"/>
  </w:num>
  <w:num w:numId="26">
    <w:abstractNumId w:val="30"/>
  </w:num>
  <w:num w:numId="27">
    <w:abstractNumId w:val="35"/>
  </w:num>
  <w:num w:numId="28">
    <w:abstractNumId w:val="4"/>
  </w:num>
  <w:num w:numId="29">
    <w:abstractNumId w:val="24"/>
  </w:num>
  <w:num w:numId="30">
    <w:abstractNumId w:val="0"/>
  </w:num>
  <w:num w:numId="31">
    <w:abstractNumId w:val="15"/>
  </w:num>
  <w:num w:numId="32">
    <w:abstractNumId w:val="21"/>
  </w:num>
  <w:num w:numId="33">
    <w:abstractNumId w:val="25"/>
  </w:num>
  <w:num w:numId="34">
    <w:abstractNumId w:val="26"/>
  </w:num>
  <w:num w:numId="35">
    <w:abstractNumId w:val="29"/>
  </w:num>
  <w:num w:numId="36">
    <w:abstractNumId w:val="32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B7"/>
    <w:rsid w:val="000040D7"/>
    <w:rsid w:val="0000562B"/>
    <w:rsid w:val="00006545"/>
    <w:rsid w:val="00007441"/>
    <w:rsid w:val="00007658"/>
    <w:rsid w:val="0000790D"/>
    <w:rsid w:val="00007B1D"/>
    <w:rsid w:val="00007EC8"/>
    <w:rsid w:val="000101F4"/>
    <w:rsid w:val="000104CD"/>
    <w:rsid w:val="0001063C"/>
    <w:rsid w:val="00012690"/>
    <w:rsid w:val="00012879"/>
    <w:rsid w:val="00013C21"/>
    <w:rsid w:val="00016C00"/>
    <w:rsid w:val="00016C04"/>
    <w:rsid w:val="00017318"/>
    <w:rsid w:val="00017B5A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2688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00B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42BD"/>
    <w:rsid w:val="0009527E"/>
    <w:rsid w:val="000955C4"/>
    <w:rsid w:val="00097786"/>
    <w:rsid w:val="000A0157"/>
    <w:rsid w:val="000A1C65"/>
    <w:rsid w:val="000A2538"/>
    <w:rsid w:val="000A35A7"/>
    <w:rsid w:val="000A3B85"/>
    <w:rsid w:val="000A45A0"/>
    <w:rsid w:val="000A547B"/>
    <w:rsid w:val="000A5706"/>
    <w:rsid w:val="000A6462"/>
    <w:rsid w:val="000A74B2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072D"/>
    <w:rsid w:val="000C1A13"/>
    <w:rsid w:val="000C2ADA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0EBD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008"/>
    <w:rsid w:val="001117A0"/>
    <w:rsid w:val="0011219A"/>
    <w:rsid w:val="0011289E"/>
    <w:rsid w:val="00112991"/>
    <w:rsid w:val="001132EC"/>
    <w:rsid w:val="00113E45"/>
    <w:rsid w:val="001147E9"/>
    <w:rsid w:val="001151B7"/>
    <w:rsid w:val="001151DD"/>
    <w:rsid w:val="00115657"/>
    <w:rsid w:val="00115F6B"/>
    <w:rsid w:val="001163C8"/>
    <w:rsid w:val="00116466"/>
    <w:rsid w:val="00116ADF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2CEA"/>
    <w:rsid w:val="00133019"/>
    <w:rsid w:val="00134456"/>
    <w:rsid w:val="001349BD"/>
    <w:rsid w:val="00134E23"/>
    <w:rsid w:val="00134E65"/>
    <w:rsid w:val="00136D81"/>
    <w:rsid w:val="001372BC"/>
    <w:rsid w:val="00137747"/>
    <w:rsid w:val="001400F4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9CF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4227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60D"/>
    <w:rsid w:val="00197885"/>
    <w:rsid w:val="001978D0"/>
    <w:rsid w:val="001A01FA"/>
    <w:rsid w:val="001A0519"/>
    <w:rsid w:val="001A1747"/>
    <w:rsid w:val="001A4ABE"/>
    <w:rsid w:val="001A4B17"/>
    <w:rsid w:val="001A4D0E"/>
    <w:rsid w:val="001A679D"/>
    <w:rsid w:val="001A6B04"/>
    <w:rsid w:val="001A6BEC"/>
    <w:rsid w:val="001A6C87"/>
    <w:rsid w:val="001A76EC"/>
    <w:rsid w:val="001A7AF5"/>
    <w:rsid w:val="001A7BD6"/>
    <w:rsid w:val="001B1A19"/>
    <w:rsid w:val="001B2628"/>
    <w:rsid w:val="001B2A6C"/>
    <w:rsid w:val="001B2A99"/>
    <w:rsid w:val="001B3321"/>
    <w:rsid w:val="001B3B94"/>
    <w:rsid w:val="001B3F6C"/>
    <w:rsid w:val="001B435B"/>
    <w:rsid w:val="001B52E2"/>
    <w:rsid w:val="001B541B"/>
    <w:rsid w:val="001B584F"/>
    <w:rsid w:val="001B679E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651F"/>
    <w:rsid w:val="001D6D3B"/>
    <w:rsid w:val="001D7406"/>
    <w:rsid w:val="001D7878"/>
    <w:rsid w:val="001D7BC4"/>
    <w:rsid w:val="001D7F7B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05AA1"/>
    <w:rsid w:val="002100DD"/>
    <w:rsid w:val="00211E53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59F0"/>
    <w:rsid w:val="002269C8"/>
    <w:rsid w:val="00226BFE"/>
    <w:rsid w:val="00230102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37D37"/>
    <w:rsid w:val="0024018D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4E42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3F7"/>
    <w:rsid w:val="002757FE"/>
    <w:rsid w:val="0027591D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87349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8EF"/>
    <w:rsid w:val="0029594F"/>
    <w:rsid w:val="00296244"/>
    <w:rsid w:val="00296470"/>
    <w:rsid w:val="00297837"/>
    <w:rsid w:val="002A1DAE"/>
    <w:rsid w:val="002A2422"/>
    <w:rsid w:val="002A2CE3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103"/>
    <w:rsid w:val="002B0425"/>
    <w:rsid w:val="002B206A"/>
    <w:rsid w:val="002B3830"/>
    <w:rsid w:val="002B3B5F"/>
    <w:rsid w:val="002B4B52"/>
    <w:rsid w:val="002B5181"/>
    <w:rsid w:val="002B5898"/>
    <w:rsid w:val="002B6F1A"/>
    <w:rsid w:val="002B7EFA"/>
    <w:rsid w:val="002C0088"/>
    <w:rsid w:val="002C5456"/>
    <w:rsid w:val="002C583B"/>
    <w:rsid w:val="002C7A46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4E3"/>
    <w:rsid w:val="002E0899"/>
    <w:rsid w:val="002E0A7E"/>
    <w:rsid w:val="002E0F5B"/>
    <w:rsid w:val="002E2171"/>
    <w:rsid w:val="002E243D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55F"/>
    <w:rsid w:val="003056F0"/>
    <w:rsid w:val="00305FCF"/>
    <w:rsid w:val="003061B4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3A5C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4F48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142F"/>
    <w:rsid w:val="003822F0"/>
    <w:rsid w:val="003825DC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1BF3"/>
    <w:rsid w:val="00392972"/>
    <w:rsid w:val="00393778"/>
    <w:rsid w:val="00393D50"/>
    <w:rsid w:val="00393E15"/>
    <w:rsid w:val="003949BE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6CD"/>
    <w:rsid w:val="003B3B5A"/>
    <w:rsid w:val="003B55C6"/>
    <w:rsid w:val="003B5891"/>
    <w:rsid w:val="003B5D49"/>
    <w:rsid w:val="003B6144"/>
    <w:rsid w:val="003B632F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132"/>
    <w:rsid w:val="003E4FB0"/>
    <w:rsid w:val="003E5085"/>
    <w:rsid w:val="003E58A0"/>
    <w:rsid w:val="003E7123"/>
    <w:rsid w:val="003F1932"/>
    <w:rsid w:val="003F1B09"/>
    <w:rsid w:val="003F1BE3"/>
    <w:rsid w:val="003F25E2"/>
    <w:rsid w:val="003F29AE"/>
    <w:rsid w:val="003F4FED"/>
    <w:rsid w:val="003F57D5"/>
    <w:rsid w:val="0040006F"/>
    <w:rsid w:val="00400125"/>
    <w:rsid w:val="004024E2"/>
    <w:rsid w:val="00403B7F"/>
    <w:rsid w:val="00403DF5"/>
    <w:rsid w:val="004041F2"/>
    <w:rsid w:val="0040472F"/>
    <w:rsid w:val="00405D2A"/>
    <w:rsid w:val="00406861"/>
    <w:rsid w:val="00406C43"/>
    <w:rsid w:val="0041069B"/>
    <w:rsid w:val="00410829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0332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343F"/>
    <w:rsid w:val="004435A8"/>
    <w:rsid w:val="00443F8C"/>
    <w:rsid w:val="0044431F"/>
    <w:rsid w:val="00444D80"/>
    <w:rsid w:val="00445ADF"/>
    <w:rsid w:val="00446D21"/>
    <w:rsid w:val="00450102"/>
    <w:rsid w:val="00450C8D"/>
    <w:rsid w:val="00450D0F"/>
    <w:rsid w:val="00450E47"/>
    <w:rsid w:val="00450F8F"/>
    <w:rsid w:val="00452528"/>
    <w:rsid w:val="00452AB0"/>
    <w:rsid w:val="0045318B"/>
    <w:rsid w:val="00455028"/>
    <w:rsid w:val="00455A4D"/>
    <w:rsid w:val="0045642F"/>
    <w:rsid w:val="004601C8"/>
    <w:rsid w:val="00461BC2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1F3B"/>
    <w:rsid w:val="00485EB8"/>
    <w:rsid w:val="00486674"/>
    <w:rsid w:val="00487087"/>
    <w:rsid w:val="00487EA3"/>
    <w:rsid w:val="00490356"/>
    <w:rsid w:val="00492248"/>
    <w:rsid w:val="004925DB"/>
    <w:rsid w:val="004926D4"/>
    <w:rsid w:val="00492B4A"/>
    <w:rsid w:val="00494E53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3F55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60C1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6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5A28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52A4"/>
    <w:rsid w:val="004E53A9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214E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10897"/>
    <w:rsid w:val="00510E41"/>
    <w:rsid w:val="005117E2"/>
    <w:rsid w:val="00511DF4"/>
    <w:rsid w:val="005130C6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1C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23F0"/>
    <w:rsid w:val="005340A8"/>
    <w:rsid w:val="005349ED"/>
    <w:rsid w:val="00534A87"/>
    <w:rsid w:val="0053531F"/>
    <w:rsid w:val="00535B24"/>
    <w:rsid w:val="00535BAB"/>
    <w:rsid w:val="00535F41"/>
    <w:rsid w:val="005366ED"/>
    <w:rsid w:val="00536876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268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465"/>
    <w:rsid w:val="00563556"/>
    <w:rsid w:val="0056462F"/>
    <w:rsid w:val="00564C7C"/>
    <w:rsid w:val="00565E97"/>
    <w:rsid w:val="00566714"/>
    <w:rsid w:val="00566A27"/>
    <w:rsid w:val="00567CBD"/>
    <w:rsid w:val="005729C5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2D6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28A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61B"/>
    <w:rsid w:val="005A2A11"/>
    <w:rsid w:val="005A2F3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251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4D4"/>
    <w:rsid w:val="005D16E0"/>
    <w:rsid w:val="005D1C17"/>
    <w:rsid w:val="005D1F16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4B19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01E"/>
    <w:rsid w:val="005F7B1C"/>
    <w:rsid w:val="00600961"/>
    <w:rsid w:val="0060184D"/>
    <w:rsid w:val="00601C2E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06B"/>
    <w:rsid w:val="00611429"/>
    <w:rsid w:val="006120F7"/>
    <w:rsid w:val="006132B7"/>
    <w:rsid w:val="00613BA1"/>
    <w:rsid w:val="006142A4"/>
    <w:rsid w:val="006144F8"/>
    <w:rsid w:val="006146F4"/>
    <w:rsid w:val="00615048"/>
    <w:rsid w:val="00615B98"/>
    <w:rsid w:val="00615E78"/>
    <w:rsid w:val="006164D4"/>
    <w:rsid w:val="00616D7E"/>
    <w:rsid w:val="00620552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4F5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24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2FDB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2278"/>
    <w:rsid w:val="006727C9"/>
    <w:rsid w:val="00672C77"/>
    <w:rsid w:val="00673322"/>
    <w:rsid w:val="00673BF3"/>
    <w:rsid w:val="00673F69"/>
    <w:rsid w:val="00674EEE"/>
    <w:rsid w:val="006751F5"/>
    <w:rsid w:val="00675DA0"/>
    <w:rsid w:val="006763B1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5F41"/>
    <w:rsid w:val="006877C9"/>
    <w:rsid w:val="00690975"/>
    <w:rsid w:val="006910F5"/>
    <w:rsid w:val="006911A4"/>
    <w:rsid w:val="006913C4"/>
    <w:rsid w:val="006918CF"/>
    <w:rsid w:val="00691EBD"/>
    <w:rsid w:val="006928D4"/>
    <w:rsid w:val="00692A82"/>
    <w:rsid w:val="006938BF"/>
    <w:rsid w:val="006944EC"/>
    <w:rsid w:val="00696056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3B7"/>
    <w:rsid w:val="006A6833"/>
    <w:rsid w:val="006A6E49"/>
    <w:rsid w:val="006A6F1A"/>
    <w:rsid w:val="006A7DEC"/>
    <w:rsid w:val="006B0412"/>
    <w:rsid w:val="006B13C2"/>
    <w:rsid w:val="006B1706"/>
    <w:rsid w:val="006B1D0D"/>
    <w:rsid w:val="006B292B"/>
    <w:rsid w:val="006B2FB1"/>
    <w:rsid w:val="006B4863"/>
    <w:rsid w:val="006B677C"/>
    <w:rsid w:val="006B6E17"/>
    <w:rsid w:val="006B76C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436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538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5D17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682A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C74"/>
    <w:rsid w:val="00752F69"/>
    <w:rsid w:val="0075366F"/>
    <w:rsid w:val="00753712"/>
    <w:rsid w:val="00753D70"/>
    <w:rsid w:val="007551C3"/>
    <w:rsid w:val="00755802"/>
    <w:rsid w:val="00755D9A"/>
    <w:rsid w:val="00756001"/>
    <w:rsid w:val="007567D0"/>
    <w:rsid w:val="00757104"/>
    <w:rsid w:val="0075740F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369"/>
    <w:rsid w:val="00775522"/>
    <w:rsid w:val="00775B8F"/>
    <w:rsid w:val="007761EC"/>
    <w:rsid w:val="007766F0"/>
    <w:rsid w:val="00777ACA"/>
    <w:rsid w:val="007808D6"/>
    <w:rsid w:val="00781130"/>
    <w:rsid w:val="00781488"/>
    <w:rsid w:val="00781678"/>
    <w:rsid w:val="00782320"/>
    <w:rsid w:val="007840A1"/>
    <w:rsid w:val="00784B35"/>
    <w:rsid w:val="00784C69"/>
    <w:rsid w:val="007850D4"/>
    <w:rsid w:val="00785B6A"/>
    <w:rsid w:val="0078680A"/>
    <w:rsid w:val="00786A00"/>
    <w:rsid w:val="007872EF"/>
    <w:rsid w:val="007875E8"/>
    <w:rsid w:val="00790032"/>
    <w:rsid w:val="007904CF"/>
    <w:rsid w:val="00790B23"/>
    <w:rsid w:val="00790B84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52C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5523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A1E"/>
    <w:rsid w:val="007D02C8"/>
    <w:rsid w:val="007D1380"/>
    <w:rsid w:val="007D143F"/>
    <w:rsid w:val="007D263A"/>
    <w:rsid w:val="007D2CC9"/>
    <w:rsid w:val="007D32C6"/>
    <w:rsid w:val="007D338F"/>
    <w:rsid w:val="007D4EFE"/>
    <w:rsid w:val="007D4FD2"/>
    <w:rsid w:val="007D68D4"/>
    <w:rsid w:val="007D6DFE"/>
    <w:rsid w:val="007E164A"/>
    <w:rsid w:val="007E2E9D"/>
    <w:rsid w:val="007E3837"/>
    <w:rsid w:val="007E40FA"/>
    <w:rsid w:val="007E4819"/>
    <w:rsid w:val="007E5023"/>
    <w:rsid w:val="007E5207"/>
    <w:rsid w:val="007E5AC1"/>
    <w:rsid w:val="007E6D9D"/>
    <w:rsid w:val="007E70D1"/>
    <w:rsid w:val="007E7617"/>
    <w:rsid w:val="007E7AAC"/>
    <w:rsid w:val="007E7DE8"/>
    <w:rsid w:val="007E7F9D"/>
    <w:rsid w:val="007F0B92"/>
    <w:rsid w:val="007F1B43"/>
    <w:rsid w:val="007F1F63"/>
    <w:rsid w:val="007F31A7"/>
    <w:rsid w:val="007F34B7"/>
    <w:rsid w:val="007F3573"/>
    <w:rsid w:val="007F473F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0D7"/>
    <w:rsid w:val="008014A1"/>
    <w:rsid w:val="00801B3E"/>
    <w:rsid w:val="0080259C"/>
    <w:rsid w:val="0080367D"/>
    <w:rsid w:val="008036BB"/>
    <w:rsid w:val="00803713"/>
    <w:rsid w:val="00803E47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18E0"/>
    <w:rsid w:val="008122C4"/>
    <w:rsid w:val="00812308"/>
    <w:rsid w:val="00813127"/>
    <w:rsid w:val="00813B4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531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136C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2DCE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579"/>
    <w:rsid w:val="00867CF5"/>
    <w:rsid w:val="0087009F"/>
    <w:rsid w:val="0087059C"/>
    <w:rsid w:val="008712BD"/>
    <w:rsid w:val="008714E7"/>
    <w:rsid w:val="008715A5"/>
    <w:rsid w:val="00872370"/>
    <w:rsid w:val="008731E4"/>
    <w:rsid w:val="008734A0"/>
    <w:rsid w:val="00873E0F"/>
    <w:rsid w:val="00875689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896"/>
    <w:rsid w:val="00881BF6"/>
    <w:rsid w:val="00882164"/>
    <w:rsid w:val="0088286F"/>
    <w:rsid w:val="00882E57"/>
    <w:rsid w:val="0088369B"/>
    <w:rsid w:val="008837F5"/>
    <w:rsid w:val="00883895"/>
    <w:rsid w:val="00883B47"/>
    <w:rsid w:val="00884CEA"/>
    <w:rsid w:val="00884FF6"/>
    <w:rsid w:val="00885477"/>
    <w:rsid w:val="00885C84"/>
    <w:rsid w:val="0088668B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2A2D"/>
    <w:rsid w:val="008A3274"/>
    <w:rsid w:val="008A38E0"/>
    <w:rsid w:val="008A39E6"/>
    <w:rsid w:val="008A4702"/>
    <w:rsid w:val="008A60D8"/>
    <w:rsid w:val="008A6261"/>
    <w:rsid w:val="008A6A52"/>
    <w:rsid w:val="008A7319"/>
    <w:rsid w:val="008B0213"/>
    <w:rsid w:val="008B0260"/>
    <w:rsid w:val="008B04A3"/>
    <w:rsid w:val="008B0545"/>
    <w:rsid w:val="008B0AF1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0F75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68C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536C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17923"/>
    <w:rsid w:val="00920432"/>
    <w:rsid w:val="00920476"/>
    <w:rsid w:val="00920BCA"/>
    <w:rsid w:val="00921014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3F6"/>
    <w:rsid w:val="00935441"/>
    <w:rsid w:val="00935FAC"/>
    <w:rsid w:val="00936DCA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258"/>
    <w:rsid w:val="00970E9B"/>
    <w:rsid w:val="00971729"/>
    <w:rsid w:val="00972C43"/>
    <w:rsid w:val="00973BD1"/>
    <w:rsid w:val="00973C93"/>
    <w:rsid w:val="00973EB0"/>
    <w:rsid w:val="009749C1"/>
    <w:rsid w:val="00975E4A"/>
    <w:rsid w:val="0097630D"/>
    <w:rsid w:val="00976318"/>
    <w:rsid w:val="00976AF9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363E"/>
    <w:rsid w:val="009A462D"/>
    <w:rsid w:val="009A4BC4"/>
    <w:rsid w:val="009A53DB"/>
    <w:rsid w:val="009A5416"/>
    <w:rsid w:val="009A5562"/>
    <w:rsid w:val="009A681C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6534"/>
    <w:rsid w:val="009B655E"/>
    <w:rsid w:val="009B69F2"/>
    <w:rsid w:val="009B73AB"/>
    <w:rsid w:val="009B75B7"/>
    <w:rsid w:val="009C0187"/>
    <w:rsid w:val="009C1522"/>
    <w:rsid w:val="009C328A"/>
    <w:rsid w:val="009C3630"/>
    <w:rsid w:val="009C3841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2C77"/>
    <w:rsid w:val="009D345F"/>
    <w:rsid w:val="009D3966"/>
    <w:rsid w:val="009D4673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5E4C"/>
    <w:rsid w:val="009F6745"/>
    <w:rsid w:val="009F7232"/>
    <w:rsid w:val="009F7A9D"/>
    <w:rsid w:val="00A00B2A"/>
    <w:rsid w:val="00A03D66"/>
    <w:rsid w:val="00A03F20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4310"/>
    <w:rsid w:val="00A15E15"/>
    <w:rsid w:val="00A16A46"/>
    <w:rsid w:val="00A17738"/>
    <w:rsid w:val="00A22146"/>
    <w:rsid w:val="00A2322A"/>
    <w:rsid w:val="00A2353B"/>
    <w:rsid w:val="00A244BE"/>
    <w:rsid w:val="00A244FA"/>
    <w:rsid w:val="00A24A59"/>
    <w:rsid w:val="00A25915"/>
    <w:rsid w:val="00A25B7E"/>
    <w:rsid w:val="00A26274"/>
    <w:rsid w:val="00A27021"/>
    <w:rsid w:val="00A30F1A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1F0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0F00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1ED2"/>
    <w:rsid w:val="00A9209D"/>
    <w:rsid w:val="00A92EFB"/>
    <w:rsid w:val="00A9408E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64C"/>
    <w:rsid w:val="00AB1BE9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27A0"/>
    <w:rsid w:val="00AC29D5"/>
    <w:rsid w:val="00AC396B"/>
    <w:rsid w:val="00AC3F26"/>
    <w:rsid w:val="00AC40C9"/>
    <w:rsid w:val="00AC58FB"/>
    <w:rsid w:val="00AC5AD3"/>
    <w:rsid w:val="00AC5AD6"/>
    <w:rsid w:val="00AC60D9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BAA"/>
    <w:rsid w:val="00AE2C00"/>
    <w:rsid w:val="00AE4780"/>
    <w:rsid w:val="00AE4AA7"/>
    <w:rsid w:val="00AE5280"/>
    <w:rsid w:val="00AE5DB4"/>
    <w:rsid w:val="00AE76E5"/>
    <w:rsid w:val="00AE78CD"/>
    <w:rsid w:val="00AE7A7E"/>
    <w:rsid w:val="00AF02F4"/>
    <w:rsid w:val="00AF04A6"/>
    <w:rsid w:val="00AF0A56"/>
    <w:rsid w:val="00AF0D07"/>
    <w:rsid w:val="00AF1E7F"/>
    <w:rsid w:val="00AF221F"/>
    <w:rsid w:val="00AF33B9"/>
    <w:rsid w:val="00AF391B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2C6"/>
    <w:rsid w:val="00B06BF8"/>
    <w:rsid w:val="00B06CAF"/>
    <w:rsid w:val="00B06F3E"/>
    <w:rsid w:val="00B071A7"/>
    <w:rsid w:val="00B103B5"/>
    <w:rsid w:val="00B10ABD"/>
    <w:rsid w:val="00B11B92"/>
    <w:rsid w:val="00B126E1"/>
    <w:rsid w:val="00B12A59"/>
    <w:rsid w:val="00B12EAF"/>
    <w:rsid w:val="00B132BD"/>
    <w:rsid w:val="00B13817"/>
    <w:rsid w:val="00B14E9F"/>
    <w:rsid w:val="00B15B68"/>
    <w:rsid w:val="00B166C3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10FB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47A0F"/>
    <w:rsid w:val="00B5088E"/>
    <w:rsid w:val="00B50F1D"/>
    <w:rsid w:val="00B5102B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57B8F"/>
    <w:rsid w:val="00B612DA"/>
    <w:rsid w:val="00B6203B"/>
    <w:rsid w:val="00B6336D"/>
    <w:rsid w:val="00B637F1"/>
    <w:rsid w:val="00B64280"/>
    <w:rsid w:val="00B643B0"/>
    <w:rsid w:val="00B6505A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2E3C"/>
    <w:rsid w:val="00B73AB1"/>
    <w:rsid w:val="00B74C9C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1A84"/>
    <w:rsid w:val="00BB3288"/>
    <w:rsid w:val="00BB4D2C"/>
    <w:rsid w:val="00BB521F"/>
    <w:rsid w:val="00BB5ADD"/>
    <w:rsid w:val="00BB5FD8"/>
    <w:rsid w:val="00BB60A0"/>
    <w:rsid w:val="00BB62B8"/>
    <w:rsid w:val="00BB6D3E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624"/>
    <w:rsid w:val="00BE4DD3"/>
    <w:rsid w:val="00BE4ECA"/>
    <w:rsid w:val="00BE55A5"/>
    <w:rsid w:val="00BE5D00"/>
    <w:rsid w:val="00BE6379"/>
    <w:rsid w:val="00BE7077"/>
    <w:rsid w:val="00BE713B"/>
    <w:rsid w:val="00BF0E1E"/>
    <w:rsid w:val="00BF2D0E"/>
    <w:rsid w:val="00BF30D9"/>
    <w:rsid w:val="00BF3E64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495C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5DE3"/>
    <w:rsid w:val="00C1671F"/>
    <w:rsid w:val="00C16977"/>
    <w:rsid w:val="00C16B84"/>
    <w:rsid w:val="00C17087"/>
    <w:rsid w:val="00C17FB0"/>
    <w:rsid w:val="00C2085B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49B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34D9"/>
    <w:rsid w:val="00CA45B2"/>
    <w:rsid w:val="00CA4DEC"/>
    <w:rsid w:val="00CA5109"/>
    <w:rsid w:val="00CA5162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0D57"/>
    <w:rsid w:val="00CC1142"/>
    <w:rsid w:val="00CC14EE"/>
    <w:rsid w:val="00CC1635"/>
    <w:rsid w:val="00CC418C"/>
    <w:rsid w:val="00CC5372"/>
    <w:rsid w:val="00CC53B8"/>
    <w:rsid w:val="00CC583D"/>
    <w:rsid w:val="00CC70F7"/>
    <w:rsid w:val="00CC776D"/>
    <w:rsid w:val="00CC7E75"/>
    <w:rsid w:val="00CC7EC3"/>
    <w:rsid w:val="00CC7FA9"/>
    <w:rsid w:val="00CD0293"/>
    <w:rsid w:val="00CD03C6"/>
    <w:rsid w:val="00CD10DE"/>
    <w:rsid w:val="00CD1970"/>
    <w:rsid w:val="00CD223D"/>
    <w:rsid w:val="00CD2B46"/>
    <w:rsid w:val="00CD2D6F"/>
    <w:rsid w:val="00CD3229"/>
    <w:rsid w:val="00CD32AA"/>
    <w:rsid w:val="00CD4478"/>
    <w:rsid w:val="00CD48CA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04BF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C0"/>
    <w:rsid w:val="00CF59FD"/>
    <w:rsid w:val="00CF5D53"/>
    <w:rsid w:val="00D00D87"/>
    <w:rsid w:val="00D00E2E"/>
    <w:rsid w:val="00D00EB9"/>
    <w:rsid w:val="00D0155E"/>
    <w:rsid w:val="00D01C59"/>
    <w:rsid w:val="00D01E0D"/>
    <w:rsid w:val="00D027CB"/>
    <w:rsid w:val="00D03409"/>
    <w:rsid w:val="00D035CD"/>
    <w:rsid w:val="00D03900"/>
    <w:rsid w:val="00D040FD"/>
    <w:rsid w:val="00D04B6A"/>
    <w:rsid w:val="00D0598C"/>
    <w:rsid w:val="00D05D93"/>
    <w:rsid w:val="00D05F98"/>
    <w:rsid w:val="00D06AE1"/>
    <w:rsid w:val="00D0713B"/>
    <w:rsid w:val="00D07187"/>
    <w:rsid w:val="00D0762A"/>
    <w:rsid w:val="00D100E7"/>
    <w:rsid w:val="00D105C6"/>
    <w:rsid w:val="00D10F3B"/>
    <w:rsid w:val="00D11273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75DF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0CEB"/>
    <w:rsid w:val="00D41645"/>
    <w:rsid w:val="00D41920"/>
    <w:rsid w:val="00D41DCE"/>
    <w:rsid w:val="00D424EB"/>
    <w:rsid w:val="00D42EFA"/>
    <w:rsid w:val="00D45A7F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3ED8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71A3"/>
    <w:rsid w:val="00D6767B"/>
    <w:rsid w:val="00D676D5"/>
    <w:rsid w:val="00D71211"/>
    <w:rsid w:val="00D71B15"/>
    <w:rsid w:val="00D7231F"/>
    <w:rsid w:val="00D72EE8"/>
    <w:rsid w:val="00D733FE"/>
    <w:rsid w:val="00D755C7"/>
    <w:rsid w:val="00D75AFA"/>
    <w:rsid w:val="00D77205"/>
    <w:rsid w:val="00D77974"/>
    <w:rsid w:val="00D77C01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3F33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29C5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6545"/>
    <w:rsid w:val="00DA7527"/>
    <w:rsid w:val="00DA77F5"/>
    <w:rsid w:val="00DB00F5"/>
    <w:rsid w:val="00DB022F"/>
    <w:rsid w:val="00DB0358"/>
    <w:rsid w:val="00DB0F16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51D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447C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50"/>
    <w:rsid w:val="00E115E7"/>
    <w:rsid w:val="00E12635"/>
    <w:rsid w:val="00E12C32"/>
    <w:rsid w:val="00E132FA"/>
    <w:rsid w:val="00E13847"/>
    <w:rsid w:val="00E14975"/>
    <w:rsid w:val="00E14EA7"/>
    <w:rsid w:val="00E1546F"/>
    <w:rsid w:val="00E15621"/>
    <w:rsid w:val="00E160CD"/>
    <w:rsid w:val="00E163D7"/>
    <w:rsid w:val="00E16508"/>
    <w:rsid w:val="00E166A8"/>
    <w:rsid w:val="00E166FB"/>
    <w:rsid w:val="00E16816"/>
    <w:rsid w:val="00E16AF7"/>
    <w:rsid w:val="00E16F9F"/>
    <w:rsid w:val="00E20E2B"/>
    <w:rsid w:val="00E2168E"/>
    <w:rsid w:val="00E2171B"/>
    <w:rsid w:val="00E225C6"/>
    <w:rsid w:val="00E229B4"/>
    <w:rsid w:val="00E22BE7"/>
    <w:rsid w:val="00E2330B"/>
    <w:rsid w:val="00E23EA2"/>
    <w:rsid w:val="00E26055"/>
    <w:rsid w:val="00E265F1"/>
    <w:rsid w:val="00E276D2"/>
    <w:rsid w:val="00E27D18"/>
    <w:rsid w:val="00E317E7"/>
    <w:rsid w:val="00E31B7F"/>
    <w:rsid w:val="00E32C37"/>
    <w:rsid w:val="00E32EDB"/>
    <w:rsid w:val="00E3303B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2871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1FD"/>
    <w:rsid w:val="00E54655"/>
    <w:rsid w:val="00E553C2"/>
    <w:rsid w:val="00E60403"/>
    <w:rsid w:val="00E60F40"/>
    <w:rsid w:val="00E61050"/>
    <w:rsid w:val="00E618E9"/>
    <w:rsid w:val="00E61EB4"/>
    <w:rsid w:val="00E6270F"/>
    <w:rsid w:val="00E64076"/>
    <w:rsid w:val="00E644A8"/>
    <w:rsid w:val="00E64ECC"/>
    <w:rsid w:val="00E64F15"/>
    <w:rsid w:val="00E652BF"/>
    <w:rsid w:val="00E65939"/>
    <w:rsid w:val="00E67022"/>
    <w:rsid w:val="00E703B3"/>
    <w:rsid w:val="00E703D0"/>
    <w:rsid w:val="00E7040E"/>
    <w:rsid w:val="00E70837"/>
    <w:rsid w:val="00E71B57"/>
    <w:rsid w:val="00E71EB7"/>
    <w:rsid w:val="00E72155"/>
    <w:rsid w:val="00E7245B"/>
    <w:rsid w:val="00E7322B"/>
    <w:rsid w:val="00E7367F"/>
    <w:rsid w:val="00E74F2A"/>
    <w:rsid w:val="00E74F4B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0124"/>
    <w:rsid w:val="00EA1575"/>
    <w:rsid w:val="00EA20E6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586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4CDE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876"/>
    <w:rsid w:val="00F00AFD"/>
    <w:rsid w:val="00F01679"/>
    <w:rsid w:val="00F02FDC"/>
    <w:rsid w:val="00F03391"/>
    <w:rsid w:val="00F0347B"/>
    <w:rsid w:val="00F03528"/>
    <w:rsid w:val="00F03715"/>
    <w:rsid w:val="00F03865"/>
    <w:rsid w:val="00F04056"/>
    <w:rsid w:val="00F04308"/>
    <w:rsid w:val="00F046FC"/>
    <w:rsid w:val="00F04B1B"/>
    <w:rsid w:val="00F0551C"/>
    <w:rsid w:val="00F05832"/>
    <w:rsid w:val="00F05A56"/>
    <w:rsid w:val="00F06503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704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6B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4DC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13C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2E4"/>
    <w:rsid w:val="00FB0553"/>
    <w:rsid w:val="00FB0D21"/>
    <w:rsid w:val="00FB0F5C"/>
    <w:rsid w:val="00FB25DE"/>
    <w:rsid w:val="00FB2EE2"/>
    <w:rsid w:val="00FB35EC"/>
    <w:rsid w:val="00FB4398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4063"/>
    <w:rsid w:val="00FC50C4"/>
    <w:rsid w:val="00FC66FE"/>
    <w:rsid w:val="00FC72D8"/>
    <w:rsid w:val="00FC7CAD"/>
    <w:rsid w:val="00FC7F55"/>
    <w:rsid w:val="00FD0651"/>
    <w:rsid w:val="00FD09FE"/>
    <w:rsid w:val="00FD15B6"/>
    <w:rsid w:val="00FD2967"/>
    <w:rsid w:val="00FD552B"/>
    <w:rsid w:val="00FD62BF"/>
    <w:rsid w:val="00FD641A"/>
    <w:rsid w:val="00FD718F"/>
    <w:rsid w:val="00FD781B"/>
    <w:rsid w:val="00FE0E40"/>
    <w:rsid w:val="00FE2C5B"/>
    <w:rsid w:val="00FE31C8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F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3F26"/>
  </w:style>
  <w:style w:type="paragraph" w:styleId="a6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link w:val="a8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9">
    <w:name w:val="Body Text"/>
    <w:basedOn w:val="a"/>
    <w:link w:val="aa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d">
    <w:name w:val="Hyperlink"/>
    <w:rsid w:val="00AC3F26"/>
    <w:rPr>
      <w:color w:val="0000FF"/>
      <w:u w:val="single"/>
    </w:rPr>
  </w:style>
  <w:style w:type="paragraph" w:styleId="21">
    <w:name w:val="Body Text 2"/>
    <w:basedOn w:val="a"/>
    <w:link w:val="22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e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f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8">
    <w:name w:val="Основной текст с отступом Знак"/>
    <w:basedOn w:val="a0"/>
    <w:link w:val="a7"/>
    <w:rsid w:val="0080259C"/>
    <w:rPr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80259C"/>
    <w:rPr>
      <w:sz w:val="28"/>
      <w:szCs w:val="28"/>
      <w:lang w:val="uk-UA"/>
    </w:rPr>
  </w:style>
  <w:style w:type="paragraph" w:styleId="af0">
    <w:name w:val="List Paragraph"/>
    <w:basedOn w:val="a"/>
    <w:uiPriority w:val="34"/>
    <w:qFormat/>
    <w:rsid w:val="00C21E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E14EA7"/>
  </w:style>
  <w:style w:type="character" w:customStyle="1" w:styleId="22">
    <w:name w:val="Основной текст 2 Знак"/>
    <w:basedOn w:val="a0"/>
    <w:link w:val="21"/>
    <w:rsid w:val="00BE4624"/>
    <w:rPr>
      <w:sz w:val="28"/>
    </w:rPr>
  </w:style>
  <w:style w:type="character" w:customStyle="1" w:styleId="hps">
    <w:name w:val="hps"/>
    <w:basedOn w:val="a0"/>
    <w:rsid w:val="00BE4624"/>
  </w:style>
  <w:style w:type="character" w:customStyle="1" w:styleId="rvts0">
    <w:name w:val="rvts0"/>
    <w:basedOn w:val="a0"/>
    <w:rsid w:val="00BE4624"/>
  </w:style>
  <w:style w:type="character" w:customStyle="1" w:styleId="ac">
    <w:name w:val="Нижний колонтитул Знак"/>
    <w:basedOn w:val="a0"/>
    <w:link w:val="ab"/>
    <w:uiPriority w:val="99"/>
    <w:rsid w:val="00BE4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7D6DB-0669-4C12-8B9F-8A584D26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8</TotalTime>
  <Pages>5</Pages>
  <Words>1466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4</cp:revision>
  <cp:lastPrinted>2020-10-23T09:24:00Z</cp:lastPrinted>
  <dcterms:created xsi:type="dcterms:W3CDTF">2020-10-26T14:51:00Z</dcterms:created>
  <dcterms:modified xsi:type="dcterms:W3CDTF">2020-11-11T14:02:00Z</dcterms:modified>
</cp:coreProperties>
</file>